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4B" w:rsidRPr="00956EF8" w:rsidRDefault="00A26467" w:rsidP="00A26467">
      <w:pPr>
        <w:ind w:left="8640" w:right="-424" w:firstLine="720"/>
        <w:jc w:val="center"/>
        <w:rPr>
          <w:rFonts w:ascii="Arial" w:hAnsi="Arial"/>
          <w:b/>
        </w:rPr>
      </w:pPr>
      <w:r w:rsidRPr="00956EF8">
        <w:rPr>
          <w:rFonts w:ascii="Arial" w:hAnsi="Arial"/>
          <w:b/>
        </w:rPr>
        <w:t>CVLT</w:t>
      </w:r>
    </w:p>
    <w:p w:rsidR="00B30B4B" w:rsidRPr="00956EF8" w:rsidRDefault="00932528">
      <w:pPr>
        <w:rPr>
          <w:rFonts w:ascii="Arial" w:hAnsi="Arial"/>
          <w:szCs w:val="20"/>
        </w:rPr>
      </w:pPr>
      <w:r w:rsidRPr="00932528">
        <w:rPr>
          <w:b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991" type="#_x0000_t75" style="position:absolute;margin-left:195.85pt;margin-top:7.4pt;width:99.5pt;height:84.7pt;z-index:251635712" stroked="t" strokeweight="4.5pt">
            <v:stroke linestyle="thickThin"/>
            <v:imagedata r:id="rId7" o:title=""/>
          </v:shape>
          <o:OLEObject Type="Embed" ProgID="WPDraw30.Drawing" ShapeID="_x0000_s3991" DrawAspect="Content" ObjectID="_1307880756" r:id="rId8"/>
        </w:pict>
      </w: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</w:p>
    <w:p w:rsidR="000E46ED" w:rsidRPr="00956EF8" w:rsidRDefault="000E46ED" w:rsidP="000E46ED">
      <w:pPr>
        <w:pStyle w:val="Heading1"/>
        <w:jc w:val="center"/>
        <w:rPr>
          <w:b w:val="0"/>
        </w:rPr>
      </w:pPr>
      <w:r w:rsidRPr="00956EF8">
        <w:rPr>
          <w:b w:val="0"/>
        </w:rPr>
        <w:t>ISEBE LEMFUNDO LEMPUMA KOLONI</w:t>
      </w:r>
    </w:p>
    <w:p w:rsidR="000E46ED" w:rsidRPr="00956EF8" w:rsidRDefault="000E46ED" w:rsidP="000E46ED">
      <w:pPr>
        <w:jc w:val="center"/>
        <w:rPr>
          <w:rFonts w:ascii="Arial" w:hAnsi="Arial"/>
        </w:rPr>
      </w:pPr>
      <w:r w:rsidRPr="00956EF8">
        <w:rPr>
          <w:rFonts w:ascii="Arial" w:hAnsi="Arial"/>
        </w:rPr>
        <w:t>EASTERN CAPE EDUCATION DEPARTMENT</w:t>
      </w:r>
    </w:p>
    <w:p w:rsidR="000E46ED" w:rsidRPr="00956EF8" w:rsidRDefault="000E46ED" w:rsidP="000E46ED">
      <w:pPr>
        <w:jc w:val="center"/>
        <w:rPr>
          <w:rFonts w:ascii="Arial" w:hAnsi="Arial"/>
          <w:bCs/>
        </w:rPr>
      </w:pPr>
      <w:r w:rsidRPr="00956EF8">
        <w:rPr>
          <w:rFonts w:ascii="Arial" w:hAnsi="Arial"/>
          <w:bCs/>
        </w:rPr>
        <w:t>OOS-KAAP ONDERWYSDEPARTEMENT</w:t>
      </w:r>
    </w:p>
    <w:p w:rsidR="000E46ED" w:rsidRPr="00956EF8" w:rsidRDefault="000E46ED" w:rsidP="000E46ED">
      <w:pPr>
        <w:jc w:val="center"/>
        <w:rPr>
          <w:rFonts w:ascii="Arial" w:hAnsi="Arial"/>
        </w:rPr>
      </w:pPr>
    </w:p>
    <w:p w:rsidR="000E46ED" w:rsidRPr="00956EF8" w:rsidRDefault="000E46ED" w:rsidP="000E46ED">
      <w:pPr>
        <w:jc w:val="center"/>
        <w:rPr>
          <w:rFonts w:ascii="Arial" w:hAnsi="Arial"/>
        </w:rPr>
      </w:pPr>
      <w:r w:rsidRPr="00956EF8">
        <w:rPr>
          <w:rFonts w:ascii="Arial" w:hAnsi="Arial"/>
        </w:rPr>
        <w:t>IIMVIWO ZEBANGA LOKUGQIBELA</w:t>
      </w:r>
    </w:p>
    <w:p w:rsidR="000E46ED" w:rsidRPr="00956EF8" w:rsidRDefault="000E46ED" w:rsidP="000E46ED">
      <w:pPr>
        <w:jc w:val="center"/>
        <w:rPr>
          <w:rFonts w:ascii="Arial" w:hAnsi="Arial"/>
        </w:rPr>
      </w:pPr>
      <w:r w:rsidRPr="00956EF8">
        <w:rPr>
          <w:rFonts w:ascii="Arial" w:hAnsi="Arial"/>
        </w:rPr>
        <w:t>NATIONAL SENIOR CERTIFICATE EXAMINATION</w:t>
      </w:r>
      <w:r w:rsidR="009947A6" w:rsidRPr="00956EF8">
        <w:rPr>
          <w:rFonts w:ascii="Arial" w:hAnsi="Arial"/>
        </w:rPr>
        <w:t>S</w:t>
      </w:r>
    </w:p>
    <w:p w:rsidR="000E46ED" w:rsidRPr="00956EF8" w:rsidRDefault="000E46ED" w:rsidP="000E46ED">
      <w:pPr>
        <w:jc w:val="center"/>
        <w:rPr>
          <w:rFonts w:ascii="Arial" w:hAnsi="Arial"/>
        </w:rPr>
      </w:pPr>
      <w:r w:rsidRPr="00956EF8">
        <w:rPr>
          <w:rFonts w:ascii="Arial" w:hAnsi="Arial"/>
        </w:rPr>
        <w:t>NASIONALE SENIOR SERTIFIKAAT-EKSAMEN</w:t>
      </w:r>
    </w:p>
    <w:p w:rsidR="000E46ED" w:rsidRPr="00956EF8" w:rsidRDefault="000E46ED" w:rsidP="000E46ED">
      <w:pPr>
        <w:jc w:val="center"/>
        <w:rPr>
          <w:rFonts w:ascii="Arial" w:hAnsi="Arial"/>
          <w:sz w:val="28"/>
          <w:szCs w:val="28"/>
        </w:rPr>
      </w:pPr>
    </w:p>
    <w:p w:rsidR="000E46ED" w:rsidRPr="00956EF8" w:rsidRDefault="00D46834" w:rsidP="000E46ED">
      <w:pPr>
        <w:pStyle w:val="Heading3"/>
        <w:jc w:val="center"/>
        <w:rPr>
          <w:sz w:val="40"/>
          <w:szCs w:val="40"/>
        </w:rPr>
      </w:pPr>
      <w:r w:rsidRPr="00956EF8">
        <w:rPr>
          <w:sz w:val="40"/>
          <w:szCs w:val="40"/>
        </w:rPr>
        <w:t>SEPTEMBER</w:t>
      </w:r>
      <w:r w:rsidR="000E46ED" w:rsidRPr="00956EF8">
        <w:rPr>
          <w:sz w:val="40"/>
          <w:szCs w:val="40"/>
        </w:rPr>
        <w:t xml:space="preserve"> 200</w:t>
      </w:r>
      <w:r w:rsidR="00196669" w:rsidRPr="00956EF8">
        <w:rPr>
          <w:sz w:val="40"/>
          <w:szCs w:val="40"/>
        </w:rPr>
        <w:t>9</w:t>
      </w:r>
    </w:p>
    <w:p w:rsidR="000E46ED" w:rsidRPr="00956EF8" w:rsidRDefault="000E46ED" w:rsidP="000E46ED">
      <w:pPr>
        <w:jc w:val="center"/>
        <w:rPr>
          <w:rFonts w:ascii="Arial" w:hAnsi="Arial"/>
        </w:rPr>
      </w:pPr>
    </w:p>
    <w:p w:rsidR="000E46ED" w:rsidRPr="00956EF8" w:rsidRDefault="000E46ED" w:rsidP="000E46ED">
      <w:pPr>
        <w:jc w:val="center"/>
        <w:rPr>
          <w:rFonts w:ascii="Arial" w:hAnsi="Arial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0E46ED" w:rsidRPr="00956EF8" w:rsidTr="009947A6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0E46ED" w:rsidRPr="00956EF8" w:rsidRDefault="000E46ED" w:rsidP="009947A6">
            <w:pPr>
              <w:jc w:val="center"/>
              <w:rPr>
                <w:rFonts w:ascii="Arial" w:hAnsi="Arial"/>
                <w:b/>
              </w:rPr>
            </w:pPr>
          </w:p>
          <w:p w:rsidR="000E46ED" w:rsidRPr="00956EF8" w:rsidRDefault="000E46ED" w:rsidP="009947A6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956EF8">
              <w:rPr>
                <w:rFonts w:ascii="Arial" w:hAnsi="Arial"/>
                <w:b/>
                <w:sz w:val="40"/>
                <w:szCs w:val="40"/>
              </w:rPr>
              <w:t>SIVIELE TEGNOLOGIE</w:t>
            </w:r>
          </w:p>
          <w:p w:rsidR="000E46ED" w:rsidRPr="00956EF8" w:rsidRDefault="000E46ED" w:rsidP="009947A6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0E46ED" w:rsidRPr="00956EF8" w:rsidRDefault="000E46ED" w:rsidP="000E46ED">
      <w:pPr>
        <w:jc w:val="center"/>
        <w:rPr>
          <w:rFonts w:ascii="Arial" w:hAnsi="Arial"/>
        </w:rPr>
      </w:pPr>
    </w:p>
    <w:p w:rsidR="009947A6" w:rsidRPr="00956EF8" w:rsidRDefault="009947A6" w:rsidP="000E46ED">
      <w:pPr>
        <w:jc w:val="center"/>
        <w:rPr>
          <w:rFonts w:ascii="Arial" w:hAnsi="Arial"/>
        </w:rPr>
      </w:pPr>
    </w:p>
    <w:p w:rsidR="009947A6" w:rsidRPr="00956EF8" w:rsidRDefault="009947A6" w:rsidP="000E46ED">
      <w:pPr>
        <w:jc w:val="center"/>
        <w:rPr>
          <w:rFonts w:ascii="Arial" w:hAnsi="Arial"/>
        </w:rPr>
      </w:pPr>
    </w:p>
    <w:p w:rsidR="009947A6" w:rsidRPr="00956EF8" w:rsidRDefault="009947A6" w:rsidP="000E46ED">
      <w:pPr>
        <w:jc w:val="center"/>
        <w:rPr>
          <w:rFonts w:ascii="Arial" w:hAnsi="Arial"/>
        </w:rPr>
      </w:pPr>
    </w:p>
    <w:p w:rsidR="000E46ED" w:rsidRPr="00956EF8" w:rsidRDefault="000E46ED" w:rsidP="000E46ED">
      <w:pPr>
        <w:pStyle w:val="Heading5"/>
        <w:jc w:val="left"/>
      </w:pPr>
      <w:r w:rsidRPr="00956EF8">
        <w:t>IXESHA:  3 iiyure</w:t>
      </w:r>
      <w:r w:rsidRPr="00956EF8">
        <w:tab/>
      </w:r>
      <w:r w:rsidRPr="00956EF8">
        <w:tab/>
      </w:r>
      <w:r w:rsidRPr="00956EF8">
        <w:tab/>
      </w:r>
      <w:r w:rsidRPr="00956EF8">
        <w:tab/>
        <w:t>TIME:  3 hours</w:t>
      </w:r>
      <w:r w:rsidRPr="00956EF8">
        <w:tab/>
      </w:r>
      <w:r w:rsidRPr="00956EF8">
        <w:tab/>
      </w:r>
      <w:r w:rsidRPr="00956EF8">
        <w:tab/>
        <w:t>TYD:  3 uur</w:t>
      </w:r>
    </w:p>
    <w:p w:rsidR="000E46ED" w:rsidRPr="00956EF8" w:rsidRDefault="000E46ED" w:rsidP="000E46ED">
      <w:pPr>
        <w:rPr>
          <w:rFonts w:ascii="Arial" w:hAnsi="Arial"/>
          <w:b/>
        </w:rPr>
      </w:pPr>
      <w:r w:rsidRPr="00956EF8">
        <w:rPr>
          <w:rFonts w:ascii="Arial" w:hAnsi="Arial"/>
          <w:b/>
        </w:rPr>
        <w:t>AMANQAKU:  200</w:t>
      </w:r>
      <w:r w:rsidRPr="00956EF8">
        <w:rPr>
          <w:rFonts w:ascii="Arial" w:hAnsi="Arial"/>
          <w:b/>
        </w:rPr>
        <w:tab/>
      </w:r>
      <w:r w:rsidRPr="00956EF8">
        <w:rPr>
          <w:rFonts w:ascii="Arial" w:hAnsi="Arial"/>
          <w:b/>
        </w:rPr>
        <w:tab/>
      </w:r>
      <w:r w:rsidRPr="00956EF8">
        <w:rPr>
          <w:rFonts w:ascii="Arial" w:hAnsi="Arial"/>
          <w:b/>
        </w:rPr>
        <w:tab/>
      </w:r>
      <w:r w:rsidRPr="00956EF8">
        <w:rPr>
          <w:rFonts w:ascii="Arial" w:hAnsi="Arial"/>
          <w:b/>
        </w:rPr>
        <w:tab/>
        <w:t>MARKS:  200</w:t>
      </w:r>
      <w:r w:rsidRPr="00956EF8">
        <w:rPr>
          <w:rFonts w:ascii="Arial" w:hAnsi="Arial"/>
          <w:b/>
        </w:rPr>
        <w:tab/>
      </w:r>
      <w:r w:rsidRPr="00956EF8">
        <w:rPr>
          <w:rFonts w:ascii="Arial" w:hAnsi="Arial"/>
          <w:b/>
        </w:rPr>
        <w:tab/>
      </w:r>
      <w:r w:rsidRPr="00956EF8">
        <w:rPr>
          <w:rFonts w:ascii="Arial" w:hAnsi="Arial"/>
          <w:b/>
        </w:rPr>
        <w:tab/>
        <w:t>PUNTE:  200</w:t>
      </w: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pStyle w:val="Heading7"/>
        <w:jc w:val="center"/>
        <w:rPr>
          <w:b w:val="0"/>
          <w:i/>
          <w:szCs w:val="22"/>
        </w:rPr>
      </w:pPr>
      <w:r w:rsidRPr="00956EF8">
        <w:rPr>
          <w:b w:val="0"/>
          <w:i/>
          <w:szCs w:val="22"/>
        </w:rPr>
        <w:t>Skryf op die voorblad van jou antwoordeboek, na die woord “Vak”</w:t>
      </w:r>
      <w:r w:rsidR="00021F8F" w:rsidRPr="00956EF8">
        <w:rPr>
          <w:b w:val="0"/>
          <w:i/>
          <w:szCs w:val="22"/>
        </w:rPr>
        <w:t xml:space="preserve"> –</w:t>
      </w:r>
    </w:p>
    <w:p w:rsidR="000E46ED" w:rsidRPr="00956EF8" w:rsidRDefault="000E46ED" w:rsidP="000E46ED">
      <w:pPr>
        <w:jc w:val="center"/>
        <w:rPr>
          <w:rFonts w:ascii="Arial" w:hAnsi="Arial"/>
          <w:b/>
          <w:sz w:val="22"/>
          <w:szCs w:val="22"/>
        </w:rPr>
      </w:pPr>
      <w:r w:rsidRPr="00956EF8">
        <w:rPr>
          <w:rFonts w:ascii="Arial" w:hAnsi="Arial"/>
          <w:b/>
          <w:sz w:val="22"/>
          <w:szCs w:val="22"/>
        </w:rPr>
        <w:t>SIVIELE TEGNOLOGIE</w:t>
      </w:r>
    </w:p>
    <w:p w:rsidR="000E46ED" w:rsidRPr="00956EF8" w:rsidRDefault="000E46ED" w:rsidP="000E46ED">
      <w:pPr>
        <w:pStyle w:val="Header"/>
        <w:rPr>
          <w:rFonts w:ascii="Arial" w:hAnsi="Arial"/>
          <w:sz w:val="22"/>
          <w:szCs w:val="22"/>
        </w:rPr>
      </w:pPr>
    </w:p>
    <w:p w:rsidR="000E46ED" w:rsidRPr="00956EF8" w:rsidRDefault="000E46ED" w:rsidP="000E46ED">
      <w:pPr>
        <w:pStyle w:val="Header"/>
        <w:rPr>
          <w:rFonts w:ascii="Arial" w:hAnsi="Arial"/>
        </w:rPr>
      </w:pPr>
    </w:p>
    <w:p w:rsidR="000E46ED" w:rsidRPr="00956EF8" w:rsidRDefault="000E46ED" w:rsidP="000E46ED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0E46ED" w:rsidRPr="00956EF8" w:rsidRDefault="000E46ED" w:rsidP="000E46ED">
      <w:pPr>
        <w:rPr>
          <w:rFonts w:ascii="Arial" w:hAnsi="Arial"/>
        </w:rPr>
      </w:pPr>
    </w:p>
    <w:p w:rsidR="009947A6" w:rsidRPr="00956EF8" w:rsidRDefault="009947A6" w:rsidP="000E46ED">
      <w:pPr>
        <w:rPr>
          <w:rFonts w:ascii="Arial" w:hAnsi="Arial"/>
        </w:rPr>
      </w:pPr>
    </w:p>
    <w:p w:rsidR="00A26467" w:rsidRPr="00956EF8" w:rsidRDefault="00A26467" w:rsidP="000E46ED">
      <w:pPr>
        <w:rPr>
          <w:rFonts w:ascii="Arial" w:hAnsi="Arial"/>
        </w:rPr>
      </w:pPr>
    </w:p>
    <w:p w:rsidR="000E46ED" w:rsidRPr="00956EF8" w:rsidRDefault="000E46ED" w:rsidP="009947A6">
      <w:pPr>
        <w:pBdr>
          <w:top w:val="single" w:sz="12" w:space="1" w:color="auto"/>
          <w:bottom w:val="single" w:sz="12" w:space="1" w:color="auto"/>
        </w:pBdr>
        <w:ind w:left="1134" w:right="710"/>
        <w:jc w:val="center"/>
        <w:rPr>
          <w:rFonts w:ascii="Arial" w:hAnsi="Arial"/>
          <w:bCs/>
        </w:rPr>
      </w:pPr>
      <w:r w:rsidRPr="00956EF8">
        <w:rPr>
          <w:rFonts w:ascii="Arial" w:hAnsi="Arial"/>
          <w:bCs/>
        </w:rPr>
        <w:t xml:space="preserve">Hierdie vraestel bestaan uit </w:t>
      </w:r>
      <w:r w:rsidR="00021F8F" w:rsidRPr="00956EF8">
        <w:rPr>
          <w:rFonts w:ascii="Arial" w:hAnsi="Arial"/>
          <w:bCs/>
        </w:rPr>
        <w:t>8</w:t>
      </w:r>
      <w:r w:rsidR="00F64427" w:rsidRPr="00956EF8">
        <w:rPr>
          <w:rFonts w:ascii="Arial" w:hAnsi="Arial"/>
          <w:bCs/>
        </w:rPr>
        <w:t xml:space="preserve"> </w:t>
      </w:r>
      <w:r w:rsidRPr="00956EF8">
        <w:rPr>
          <w:rFonts w:ascii="Arial" w:hAnsi="Arial"/>
          <w:bCs/>
        </w:rPr>
        <w:t xml:space="preserve">bladsye en </w:t>
      </w:r>
      <w:r w:rsidR="009947A6" w:rsidRPr="00956EF8">
        <w:rPr>
          <w:rFonts w:ascii="Arial" w:hAnsi="Arial"/>
          <w:bCs/>
        </w:rPr>
        <w:t>ŉ</w:t>
      </w:r>
      <w:r w:rsidRPr="00956EF8">
        <w:rPr>
          <w:rFonts w:ascii="Arial" w:hAnsi="Arial"/>
          <w:bCs/>
        </w:rPr>
        <w:t xml:space="preserve"> </w:t>
      </w:r>
      <w:r w:rsidR="00F64427" w:rsidRPr="00956EF8">
        <w:rPr>
          <w:rFonts w:ascii="Arial" w:hAnsi="Arial"/>
          <w:bCs/>
        </w:rPr>
        <w:t>4</w:t>
      </w:r>
      <w:r w:rsidRPr="00956EF8">
        <w:rPr>
          <w:rFonts w:ascii="Arial" w:hAnsi="Arial"/>
          <w:bCs/>
        </w:rPr>
        <w:t>-bladsy antwoordblad.</w:t>
      </w:r>
    </w:p>
    <w:p w:rsidR="00B30B4B" w:rsidRPr="00956EF8" w:rsidRDefault="00B30B4B">
      <w:pPr>
        <w:rPr>
          <w:rFonts w:ascii="Arial" w:hAnsi="Arial"/>
          <w:szCs w:val="20"/>
        </w:rPr>
      </w:pPr>
    </w:p>
    <w:p w:rsidR="00A26467" w:rsidRPr="00956EF8" w:rsidRDefault="00A26467">
      <w:pPr>
        <w:rPr>
          <w:rFonts w:ascii="Arial" w:hAnsi="Arial"/>
          <w:szCs w:val="20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9947A6" w:rsidRPr="00956EF8" w:rsidTr="009947A6">
        <w:tc>
          <w:tcPr>
            <w:tcW w:w="9180" w:type="dxa"/>
          </w:tcPr>
          <w:p w:rsidR="009947A6" w:rsidRPr="00956EF8" w:rsidRDefault="009947A6">
            <w:pPr>
              <w:tabs>
                <w:tab w:val="right" w:pos="9213"/>
              </w:tabs>
              <w:jc w:val="both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BENODIGDHEDE</w:t>
            </w:r>
          </w:p>
        </w:tc>
        <w:tc>
          <w:tcPr>
            <w:tcW w:w="851" w:type="dxa"/>
          </w:tcPr>
          <w:p w:rsidR="009947A6" w:rsidRPr="00956EF8" w:rsidRDefault="009947A6">
            <w:pPr>
              <w:rPr>
                <w:rFonts w:ascii="Arial" w:hAnsi="Arial"/>
              </w:rPr>
            </w:pPr>
          </w:p>
        </w:tc>
      </w:tr>
    </w:tbl>
    <w:p w:rsidR="00B30B4B" w:rsidRPr="00956EF8" w:rsidRDefault="00B30B4B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8221"/>
        <w:gridCol w:w="851"/>
      </w:tblGrid>
      <w:tr w:rsidR="009947A6" w:rsidRPr="00956EF8" w:rsidTr="009947A6">
        <w:tc>
          <w:tcPr>
            <w:tcW w:w="959" w:type="dxa"/>
          </w:tcPr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</w:t>
            </w:r>
          </w:p>
        </w:tc>
        <w:tc>
          <w:tcPr>
            <w:tcW w:w="8221" w:type="dxa"/>
          </w:tcPr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Tekengereedskap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021F8F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ŉ Nie</w:t>
            </w:r>
            <w:r w:rsidR="009947A6" w:rsidRPr="00956EF8">
              <w:rPr>
                <w:rFonts w:ascii="Arial" w:hAnsi="Arial"/>
              </w:rPr>
              <w:t>programmeerbare sakrekenaar</w:t>
            </w:r>
          </w:p>
        </w:tc>
        <w:tc>
          <w:tcPr>
            <w:tcW w:w="851" w:type="dxa"/>
          </w:tcPr>
          <w:p w:rsidR="009947A6" w:rsidRPr="00956EF8" w:rsidRDefault="009947A6">
            <w:pPr>
              <w:rPr>
                <w:rFonts w:ascii="Arial" w:hAnsi="Arial"/>
              </w:rPr>
            </w:pPr>
          </w:p>
        </w:tc>
      </w:tr>
    </w:tbl>
    <w:p w:rsidR="00B30B4B" w:rsidRPr="00956EF8" w:rsidRDefault="00B30B4B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9947A6" w:rsidRPr="00956EF8" w:rsidTr="009947A6">
        <w:tc>
          <w:tcPr>
            <w:tcW w:w="9180" w:type="dxa"/>
          </w:tcPr>
          <w:p w:rsidR="009947A6" w:rsidRPr="00956EF8" w:rsidRDefault="009947A6">
            <w:pPr>
              <w:pStyle w:val="Heading1"/>
              <w:tabs>
                <w:tab w:val="right" w:pos="9213"/>
              </w:tabs>
            </w:pPr>
            <w:r w:rsidRPr="00956EF8">
              <w:t>INSTRUKSIES EN INLIGTING</w:t>
            </w:r>
          </w:p>
        </w:tc>
        <w:tc>
          <w:tcPr>
            <w:tcW w:w="851" w:type="dxa"/>
          </w:tcPr>
          <w:p w:rsidR="009947A6" w:rsidRPr="00956EF8" w:rsidRDefault="009947A6">
            <w:pPr>
              <w:rPr>
                <w:rFonts w:ascii="Arial" w:hAnsi="Arial"/>
              </w:rPr>
            </w:pPr>
          </w:p>
        </w:tc>
      </w:tr>
    </w:tbl>
    <w:p w:rsidR="00B30B4B" w:rsidRPr="00956EF8" w:rsidRDefault="00B30B4B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8221"/>
        <w:gridCol w:w="851"/>
      </w:tblGrid>
      <w:tr w:rsidR="009947A6" w:rsidRPr="00956EF8" w:rsidTr="009947A6">
        <w:tc>
          <w:tcPr>
            <w:tcW w:w="959" w:type="dxa"/>
          </w:tcPr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6.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7.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8.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9.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10.</w:t>
            </w:r>
          </w:p>
          <w:p w:rsidR="009947A6" w:rsidRPr="00956EF8" w:rsidRDefault="009947A6">
            <w:pPr>
              <w:rPr>
                <w:rFonts w:ascii="Arial" w:hAnsi="Arial"/>
              </w:rPr>
            </w:pPr>
          </w:p>
          <w:p w:rsidR="009947A6" w:rsidRPr="00956EF8" w:rsidRDefault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11.</w:t>
            </w:r>
          </w:p>
        </w:tc>
        <w:tc>
          <w:tcPr>
            <w:tcW w:w="8221" w:type="dxa"/>
          </w:tcPr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Hierdie vraestel bestaan uit </w:t>
            </w:r>
            <w:r w:rsidR="00021F8F" w:rsidRPr="00956EF8">
              <w:rPr>
                <w:rFonts w:ascii="Arial" w:hAnsi="Arial"/>
              </w:rPr>
              <w:t>VYF</w:t>
            </w:r>
            <w:r w:rsidRPr="00956EF8">
              <w:rPr>
                <w:rFonts w:ascii="Arial" w:hAnsi="Arial"/>
              </w:rPr>
              <w:t xml:space="preserve"> vrae.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AL die vrae is VERPLIGTEND.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Beantwoord elke vraag as ŉ geheel</w:t>
            </w:r>
            <w:r w:rsidR="00021F8F" w:rsidRPr="00956EF8">
              <w:rPr>
                <w:rFonts w:ascii="Arial" w:hAnsi="Arial"/>
              </w:rPr>
              <w:t xml:space="preserve">. </w:t>
            </w:r>
            <w:r w:rsidRPr="00956EF8">
              <w:rPr>
                <w:rFonts w:ascii="Arial" w:hAnsi="Arial"/>
              </w:rPr>
              <w:t xml:space="preserve"> MOET NIE onderafdelings skei NIE. 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Begin elke vraag op ŉ NUWE bladsy.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Sketse kan gebruik word om jou antwoorde te illustreer.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ALLE berekeninge en geskrewe antwoorde moet in die antwoordeboek gedoen word.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Tekeninge en sketse moet volledig en netjies van afmetings, byskrifte en titels voorsien word soos voorgeskryf deur SANS (SABS) se Gebruikskode vir Boutekenepraktyk.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Vir die doeleindes van hierdie vraestel moet die afmetings van ŉ steen as 220 mm x 110 mm x 75 mm geneem word.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Gebruik jou eie oordeel waar afmetings en/of detail ontbreek.</w:t>
            </w:r>
          </w:p>
          <w:p w:rsidR="009947A6" w:rsidRPr="00956EF8" w:rsidRDefault="009947A6">
            <w:pPr>
              <w:tabs>
                <w:tab w:val="right" w:pos="8289"/>
              </w:tabs>
              <w:jc w:val="both"/>
              <w:rPr>
                <w:rFonts w:ascii="Arial" w:hAnsi="Arial"/>
              </w:rPr>
            </w:pPr>
          </w:p>
          <w:p w:rsidR="009947A6" w:rsidRPr="00956EF8" w:rsidRDefault="009947A6">
            <w:pPr>
              <w:pStyle w:val="BodyText"/>
              <w:tabs>
                <w:tab w:val="right" w:pos="8289"/>
              </w:tabs>
              <w:rPr>
                <w:b w:val="0"/>
                <w:bCs w:val="0"/>
                <w:sz w:val="24"/>
              </w:rPr>
            </w:pPr>
            <w:r w:rsidRPr="00956EF8">
              <w:rPr>
                <w:b w:val="0"/>
                <w:bCs w:val="0"/>
                <w:sz w:val="24"/>
              </w:rPr>
              <w:t>Nieprogrammeerbare sakrekenaars mag gebruik word.</w:t>
            </w:r>
          </w:p>
          <w:p w:rsidR="009947A6" w:rsidRPr="00956EF8" w:rsidRDefault="009947A6">
            <w:pPr>
              <w:pStyle w:val="BodyText"/>
              <w:tabs>
                <w:tab w:val="right" w:pos="8289"/>
              </w:tabs>
              <w:rPr>
                <w:b w:val="0"/>
                <w:bCs w:val="0"/>
              </w:rPr>
            </w:pPr>
          </w:p>
          <w:p w:rsidR="009947A6" w:rsidRPr="00956EF8" w:rsidRDefault="009947A6" w:rsidP="00021F8F">
            <w:pPr>
              <w:tabs>
                <w:tab w:val="right" w:pos="8289"/>
              </w:tabs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Beantwoord VRAAG </w:t>
            </w:r>
            <w:r w:rsidR="00021F8F" w:rsidRPr="00956EF8">
              <w:rPr>
                <w:rFonts w:ascii="Arial" w:hAnsi="Arial"/>
              </w:rPr>
              <w:t>4.1</w:t>
            </w:r>
            <w:r w:rsidRPr="00956EF8">
              <w:rPr>
                <w:rFonts w:ascii="Arial" w:hAnsi="Arial"/>
              </w:rPr>
              <w:t xml:space="preserve">, VRAAG </w:t>
            </w:r>
            <w:r w:rsidR="00021F8F" w:rsidRPr="00956EF8">
              <w:rPr>
                <w:rFonts w:ascii="Arial" w:hAnsi="Arial"/>
              </w:rPr>
              <w:t>4.</w:t>
            </w:r>
            <w:r w:rsidRPr="00956EF8">
              <w:rPr>
                <w:rFonts w:ascii="Arial" w:hAnsi="Arial"/>
              </w:rPr>
              <w:t>2</w:t>
            </w:r>
            <w:r w:rsidR="00021F8F" w:rsidRPr="00956EF8">
              <w:rPr>
                <w:rFonts w:ascii="Arial" w:hAnsi="Arial"/>
              </w:rPr>
              <w:t>, VRAAG 4.4</w:t>
            </w:r>
            <w:r w:rsidRPr="00956EF8">
              <w:rPr>
                <w:rFonts w:ascii="Arial" w:hAnsi="Arial"/>
              </w:rPr>
              <w:t xml:space="preserve"> en VRAAG </w:t>
            </w:r>
            <w:r w:rsidR="00021F8F" w:rsidRPr="00956EF8">
              <w:rPr>
                <w:rFonts w:ascii="Arial" w:hAnsi="Arial"/>
              </w:rPr>
              <w:t>5.2</w:t>
            </w:r>
            <w:r w:rsidRPr="00956EF8">
              <w:rPr>
                <w:rFonts w:ascii="Arial" w:hAnsi="Arial"/>
              </w:rPr>
              <w:t xml:space="preserve"> op antwoordblaaie A tot D.</w:t>
            </w:r>
          </w:p>
        </w:tc>
        <w:tc>
          <w:tcPr>
            <w:tcW w:w="851" w:type="dxa"/>
          </w:tcPr>
          <w:p w:rsidR="009947A6" w:rsidRPr="00956EF8" w:rsidRDefault="009947A6">
            <w:pPr>
              <w:spacing w:line="480" w:lineRule="auto"/>
              <w:rPr>
                <w:rFonts w:ascii="Arial" w:hAnsi="Arial"/>
              </w:rPr>
            </w:pPr>
          </w:p>
        </w:tc>
      </w:tr>
    </w:tbl>
    <w:p w:rsidR="00B30B4B" w:rsidRPr="00956EF8" w:rsidRDefault="00B30B4B">
      <w:pPr>
        <w:rPr>
          <w:rFonts w:ascii="Arial" w:hAnsi="Arial"/>
        </w:rPr>
      </w:pPr>
    </w:p>
    <w:p w:rsidR="00B30B4B" w:rsidRPr="00956EF8" w:rsidRDefault="00B30B4B">
      <w:pPr>
        <w:rPr>
          <w:rFonts w:ascii="Arial" w:hAnsi="Arial"/>
        </w:rPr>
      </w:pPr>
      <w:r w:rsidRPr="00956EF8">
        <w:rPr>
          <w:rFonts w:ascii="Arial" w:hAnsi="Arial"/>
        </w:rPr>
        <w:br w:type="page"/>
      </w:r>
    </w:p>
    <w:p w:rsidR="005F2AAF" w:rsidRPr="00956EF8" w:rsidRDefault="005F2AAF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DF70AB" w:rsidRPr="00956EF8" w:rsidTr="00DF70AB">
        <w:tc>
          <w:tcPr>
            <w:tcW w:w="9180" w:type="dxa"/>
          </w:tcPr>
          <w:p w:rsidR="00DF70AB" w:rsidRPr="00956EF8" w:rsidRDefault="00DF70AB">
            <w:pPr>
              <w:tabs>
                <w:tab w:val="right" w:pos="9213"/>
              </w:tabs>
              <w:jc w:val="both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VRAAG 1</w:t>
            </w:r>
          </w:p>
        </w:tc>
        <w:tc>
          <w:tcPr>
            <w:tcW w:w="851" w:type="dxa"/>
          </w:tcPr>
          <w:p w:rsidR="00DF70AB" w:rsidRPr="00956EF8" w:rsidRDefault="00DF70AB">
            <w:pPr>
              <w:rPr>
                <w:rFonts w:ascii="Arial" w:hAnsi="Arial"/>
                <w:b/>
                <w:bCs/>
              </w:rPr>
            </w:pPr>
          </w:p>
        </w:tc>
      </w:tr>
    </w:tbl>
    <w:p w:rsidR="006B09B3" w:rsidRPr="00956EF8" w:rsidRDefault="006B09B3" w:rsidP="006B09B3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675"/>
        <w:gridCol w:w="851"/>
        <w:gridCol w:w="1559"/>
        <w:gridCol w:w="6095"/>
        <w:gridCol w:w="851"/>
      </w:tblGrid>
      <w:tr w:rsidR="00931F82" w:rsidRPr="00956EF8" w:rsidTr="00DF70AB">
        <w:tc>
          <w:tcPr>
            <w:tcW w:w="675" w:type="dxa"/>
          </w:tcPr>
          <w:p w:rsidR="00931F82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1.1</w:t>
            </w:r>
          </w:p>
        </w:tc>
        <w:tc>
          <w:tcPr>
            <w:tcW w:w="8505" w:type="dxa"/>
            <w:gridSpan w:val="3"/>
          </w:tcPr>
          <w:p w:rsidR="00931F82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Beantwoord die volgende vrae ten opsigte van die onderstaande voeg:</w:t>
            </w: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1.1.1</w:t>
            </w:r>
          </w:p>
        </w:tc>
        <w:tc>
          <w:tcPr>
            <w:tcW w:w="7654" w:type="dxa"/>
            <w:gridSpan w:val="2"/>
          </w:tcPr>
          <w:p w:rsidR="00BE762F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Wat word die voeg genoem?</w:t>
            </w:r>
          </w:p>
        </w:tc>
        <w:tc>
          <w:tcPr>
            <w:tcW w:w="851" w:type="dxa"/>
            <w:vAlign w:val="bottom"/>
          </w:tcPr>
          <w:p w:rsidR="00BE762F" w:rsidRPr="00956EF8" w:rsidRDefault="00CD17E9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1.1.2</w:t>
            </w:r>
          </w:p>
        </w:tc>
        <w:tc>
          <w:tcPr>
            <w:tcW w:w="7654" w:type="dxa"/>
            <w:gridSpan w:val="2"/>
          </w:tcPr>
          <w:p w:rsidR="00BE762F" w:rsidRPr="00956EF8" w:rsidRDefault="00CD17E9" w:rsidP="005F2AA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Identifiseer die dele 1.1</w:t>
            </w:r>
            <w:r w:rsidR="005F2AAF" w:rsidRPr="00956EF8">
              <w:rPr>
                <w:rFonts w:ascii="Arial" w:hAnsi="Arial"/>
              </w:rPr>
              <w:t xml:space="preserve"> </w:t>
            </w:r>
            <w:r w:rsidRPr="00956EF8">
              <w:rPr>
                <w:rFonts w:ascii="Arial" w:hAnsi="Arial"/>
              </w:rPr>
              <w:t>A en 1.1</w:t>
            </w:r>
            <w:r w:rsidR="005F2AAF" w:rsidRPr="00956EF8">
              <w:rPr>
                <w:rFonts w:ascii="Arial" w:hAnsi="Arial"/>
              </w:rPr>
              <w:t xml:space="preserve"> </w:t>
            </w:r>
            <w:r w:rsidRPr="00956EF8">
              <w:rPr>
                <w:rFonts w:ascii="Arial" w:hAnsi="Arial"/>
              </w:rPr>
              <w:t>B.</w:t>
            </w:r>
          </w:p>
        </w:tc>
        <w:tc>
          <w:tcPr>
            <w:tcW w:w="851" w:type="dxa"/>
            <w:vAlign w:val="bottom"/>
          </w:tcPr>
          <w:p w:rsidR="00BE762F" w:rsidRPr="00956EF8" w:rsidRDefault="00CD17E9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1.1.3</w:t>
            </w:r>
          </w:p>
        </w:tc>
        <w:tc>
          <w:tcPr>
            <w:tcW w:w="7654" w:type="dxa"/>
            <w:gridSpan w:val="2"/>
          </w:tcPr>
          <w:p w:rsidR="00BE762F" w:rsidRPr="00956EF8" w:rsidRDefault="00CD17E9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Waar word die voeg gewoonlik gebruik?</w:t>
            </w:r>
          </w:p>
        </w:tc>
        <w:tc>
          <w:tcPr>
            <w:tcW w:w="851" w:type="dxa"/>
            <w:vAlign w:val="bottom"/>
          </w:tcPr>
          <w:p w:rsidR="00BE762F" w:rsidRPr="00956EF8" w:rsidRDefault="00CD17E9" w:rsidP="00021F8F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</w:t>
            </w:r>
            <w:r w:rsidR="00021F8F" w:rsidRPr="00956EF8">
              <w:rPr>
                <w:rFonts w:ascii="Arial" w:hAnsi="Arial"/>
              </w:rPr>
              <w:t>2</w:t>
            </w:r>
            <w:r w:rsidRPr="00956EF8">
              <w:rPr>
                <w:rFonts w:ascii="Arial" w:hAnsi="Arial"/>
              </w:rPr>
              <w:t>)</w:t>
            </w:r>
          </w:p>
        </w:tc>
      </w:tr>
      <w:tr w:rsidR="00854D42" w:rsidRPr="00956EF8" w:rsidTr="00DF70AB">
        <w:tc>
          <w:tcPr>
            <w:tcW w:w="675" w:type="dxa"/>
          </w:tcPr>
          <w:p w:rsidR="00854D42" w:rsidRPr="00956EF8" w:rsidRDefault="00854D42" w:rsidP="009E2763">
            <w:pPr>
              <w:rPr>
                <w:rFonts w:ascii="Arial" w:hAnsi="Arial"/>
              </w:rPr>
            </w:pPr>
          </w:p>
        </w:tc>
        <w:tc>
          <w:tcPr>
            <w:tcW w:w="2410" w:type="dxa"/>
            <w:gridSpan w:val="2"/>
          </w:tcPr>
          <w:p w:rsidR="00854D42" w:rsidRPr="00956EF8" w:rsidRDefault="00854D42" w:rsidP="009E2763">
            <w:pPr>
              <w:rPr>
                <w:rFonts w:ascii="Arial" w:hAnsi="Arial"/>
              </w:rPr>
            </w:pPr>
          </w:p>
          <w:p w:rsidR="00854D42" w:rsidRPr="00956EF8" w:rsidRDefault="00854D42" w:rsidP="009E2763">
            <w:pPr>
              <w:rPr>
                <w:rFonts w:ascii="Arial" w:hAnsi="Arial"/>
              </w:rPr>
            </w:pPr>
          </w:p>
          <w:p w:rsidR="00854D42" w:rsidRPr="00956EF8" w:rsidRDefault="00854D42" w:rsidP="009E2763">
            <w:pPr>
              <w:rPr>
                <w:rFonts w:ascii="Arial" w:hAnsi="Arial"/>
              </w:rPr>
            </w:pPr>
          </w:p>
          <w:p w:rsidR="00854D42" w:rsidRPr="00956EF8" w:rsidRDefault="00854D42" w:rsidP="009E2763">
            <w:pPr>
              <w:rPr>
                <w:rFonts w:ascii="Arial" w:hAnsi="Arial"/>
              </w:rPr>
            </w:pPr>
          </w:p>
          <w:p w:rsidR="00854D42" w:rsidRPr="00956EF8" w:rsidRDefault="00854D42" w:rsidP="009E2763">
            <w:pPr>
              <w:rPr>
                <w:rFonts w:ascii="Arial" w:hAnsi="Arial"/>
              </w:rPr>
            </w:pPr>
          </w:p>
          <w:p w:rsidR="00854D42" w:rsidRPr="00956EF8" w:rsidRDefault="00854D42" w:rsidP="009E2763">
            <w:pPr>
              <w:rPr>
                <w:rFonts w:ascii="Arial" w:hAnsi="Arial"/>
              </w:rPr>
            </w:pPr>
          </w:p>
        </w:tc>
        <w:tc>
          <w:tcPr>
            <w:tcW w:w="6095" w:type="dxa"/>
          </w:tcPr>
          <w:p w:rsidR="00311C17" w:rsidRPr="00956EF8" w:rsidRDefault="00311C17" w:rsidP="009E2763">
            <w:pPr>
              <w:rPr>
                <w:rFonts w:ascii="Arial" w:hAnsi="Arial"/>
              </w:rPr>
            </w:pPr>
          </w:p>
          <w:p w:rsidR="00854D42" w:rsidRPr="00956EF8" w:rsidRDefault="00932528" w:rsidP="009E2763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shape id="_x0000_s4246" type="#_x0000_t75" style="position:absolute;margin-left:.2pt;margin-top:-.55pt;width:253.55pt;height:217.55pt;z-index:-251669504">
                  <v:imagedata r:id="rId9" o:title=""/>
                </v:shape>
                <o:OLEObject Type="Embed" ProgID="PBrush" ShapeID="_x0000_s4246" DrawAspect="Content" ObjectID="_1307880757" r:id="rId10"/>
              </w:pict>
            </w: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           1.1</w:t>
            </w:r>
            <w:r w:rsidR="005F2AAF" w:rsidRPr="00956EF8">
              <w:rPr>
                <w:rFonts w:ascii="Arial" w:hAnsi="Arial"/>
              </w:rPr>
              <w:t xml:space="preserve"> </w:t>
            </w:r>
            <w:r w:rsidRPr="00956EF8">
              <w:rPr>
                <w:rFonts w:ascii="Arial" w:hAnsi="Arial"/>
              </w:rPr>
              <w:t>A               1.1</w:t>
            </w:r>
            <w:r w:rsidR="005F2AAF" w:rsidRPr="00956EF8">
              <w:rPr>
                <w:rFonts w:ascii="Arial" w:hAnsi="Arial"/>
              </w:rPr>
              <w:t xml:space="preserve"> </w:t>
            </w:r>
            <w:r w:rsidRPr="00956EF8">
              <w:rPr>
                <w:rFonts w:ascii="Arial" w:hAnsi="Arial"/>
              </w:rPr>
              <w:t>B</w:t>
            </w:r>
          </w:p>
          <w:p w:rsidR="00854D42" w:rsidRPr="00956EF8" w:rsidRDefault="00932528" w:rsidP="00854D4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shape id="_x0000_s4245" style="position:absolute;margin-left:174.4pt;margin-top:2.9pt;width:79.8pt;height:42.2pt;z-index:251645952;mso-position-horizontal:absolute;mso-position-vertical:absolute" coordsize="1596,741" path="m,741l456,,1596,e" filled="f" strokeweight="1pt">
                  <v:stroke startarrow="open" startarrowwidth="narrow" startarrowlength="long"/>
                  <v:path arrowok="t"/>
                </v:shape>
              </w:pict>
            </w:r>
            <w:r w:rsidRPr="00932528">
              <w:rPr>
                <w:rFonts w:ascii="Arial" w:hAnsi="Arial"/>
              </w:rPr>
              <w:pict>
                <v:polyline id="_x0000_s4251" style="position:absolute;z-index:251648000;mso-position-horizontal:absolute;mso-position-vertical:absolute" points="130.75pt,36.15pt,130.75pt,1.95pt,176.35pt,1.95pt" coordsize="912,684" filled="f" strokeweight="1pt">
                  <v:stroke startarrow="open" startarrowwidth="narrow" startarrowlength="long"/>
                  <v:path arrowok="t"/>
                </v:polyline>
              </w:pict>
            </w: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  <w:p w:rsidR="00854D42" w:rsidRPr="00956EF8" w:rsidRDefault="00854D42" w:rsidP="00854D42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854D42" w:rsidRPr="00956EF8" w:rsidRDefault="00854D42" w:rsidP="009E2763">
            <w:pPr>
              <w:jc w:val="right"/>
              <w:rPr>
                <w:rFonts w:ascii="Arial" w:hAnsi="Arial"/>
              </w:rPr>
            </w:pPr>
          </w:p>
        </w:tc>
      </w:tr>
      <w:tr w:rsidR="002B2A7C" w:rsidRPr="00956EF8" w:rsidTr="00DF70AB">
        <w:tc>
          <w:tcPr>
            <w:tcW w:w="675" w:type="dxa"/>
          </w:tcPr>
          <w:p w:rsidR="002B2A7C" w:rsidRPr="00956EF8" w:rsidRDefault="002B2A7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1.2</w:t>
            </w:r>
          </w:p>
        </w:tc>
        <w:tc>
          <w:tcPr>
            <w:tcW w:w="8505" w:type="dxa"/>
            <w:gridSpan w:val="3"/>
          </w:tcPr>
          <w:p w:rsidR="002B2A7C" w:rsidRPr="00956EF8" w:rsidRDefault="002B2A7C" w:rsidP="00021F8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hoogte en plasing van werkplek en pakplek van kombuiskaste is baie belangrik.</w:t>
            </w:r>
            <w:r w:rsidR="00DF70AB" w:rsidRPr="00956EF8">
              <w:rPr>
                <w:rFonts w:ascii="Arial" w:hAnsi="Arial"/>
              </w:rPr>
              <w:t xml:space="preserve">  </w:t>
            </w:r>
            <w:r w:rsidR="005F2AAF" w:rsidRPr="00956EF8">
              <w:rPr>
                <w:rFonts w:ascii="Arial" w:hAnsi="Arial"/>
              </w:rPr>
              <w:t>FIGUUR</w:t>
            </w:r>
            <w:r w:rsidRPr="00956EF8">
              <w:rPr>
                <w:rFonts w:ascii="Arial" w:hAnsi="Arial"/>
              </w:rPr>
              <w:t xml:space="preserve"> 1.2 toon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kombuiskas</w:t>
            </w:r>
            <w:r w:rsidR="00021F8F" w:rsidRPr="00956EF8">
              <w:rPr>
                <w:rFonts w:ascii="Arial" w:hAnsi="Arial"/>
              </w:rPr>
              <w:t>-</w:t>
            </w:r>
            <w:r w:rsidRPr="00956EF8">
              <w:rPr>
                <w:rFonts w:ascii="Arial" w:hAnsi="Arial"/>
              </w:rPr>
              <w:t>konstruksie.</w:t>
            </w:r>
            <w:r w:rsidR="00DF70AB" w:rsidRPr="00956EF8">
              <w:rPr>
                <w:rFonts w:ascii="Arial" w:hAnsi="Arial"/>
              </w:rPr>
              <w:t xml:space="preserve">  </w:t>
            </w:r>
            <w:r w:rsidRPr="00956EF8">
              <w:rPr>
                <w:rFonts w:ascii="Arial" w:hAnsi="Arial"/>
              </w:rPr>
              <w:t xml:space="preserve">Identifiseer dele A </w:t>
            </w:r>
            <w:r w:rsidR="00BA6EB1" w:rsidRPr="00956EF8">
              <w:rPr>
                <w:rFonts w:ascii="Arial" w:hAnsi="Arial"/>
              </w:rPr>
              <w:t>t</w:t>
            </w:r>
            <w:r w:rsidRPr="00956EF8">
              <w:rPr>
                <w:rFonts w:ascii="Arial" w:hAnsi="Arial"/>
              </w:rPr>
              <w:t>ot E onder die volgende hoofde:</w:t>
            </w:r>
          </w:p>
        </w:tc>
        <w:tc>
          <w:tcPr>
            <w:tcW w:w="851" w:type="dxa"/>
            <w:vAlign w:val="bottom"/>
          </w:tcPr>
          <w:p w:rsidR="002B2A7C" w:rsidRPr="00956EF8" w:rsidRDefault="002B2A7C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2B2A7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Gerieflike hoogte in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staanposisie</w:t>
            </w: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2B2A7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Maklik bereikbare pakplek</w:t>
            </w: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BE762F" w:rsidRPr="00956EF8" w:rsidTr="00DF70AB">
        <w:tc>
          <w:tcPr>
            <w:tcW w:w="675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BE762F" w:rsidRPr="00956EF8" w:rsidRDefault="00BE762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BE762F" w:rsidRPr="00956EF8" w:rsidRDefault="002B2A7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Pakplek wat min gebruik word</w:t>
            </w:r>
          </w:p>
        </w:tc>
        <w:tc>
          <w:tcPr>
            <w:tcW w:w="851" w:type="dxa"/>
            <w:vAlign w:val="bottom"/>
          </w:tcPr>
          <w:p w:rsidR="00BE762F" w:rsidRPr="00956EF8" w:rsidRDefault="00BE762F" w:rsidP="009E2763">
            <w:pPr>
              <w:jc w:val="right"/>
              <w:rPr>
                <w:rFonts w:ascii="Arial" w:hAnsi="Arial"/>
              </w:rPr>
            </w:pPr>
          </w:p>
        </w:tc>
      </w:tr>
      <w:tr w:rsidR="005F2AAF" w:rsidRPr="00956EF8" w:rsidTr="00DF70AB">
        <w:tc>
          <w:tcPr>
            <w:tcW w:w="675" w:type="dxa"/>
          </w:tcPr>
          <w:p w:rsidR="005F2AAF" w:rsidRPr="00956EF8" w:rsidRDefault="005F2AAF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2AAF" w:rsidRPr="00956EF8" w:rsidRDefault="005F2AAF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5F2AAF" w:rsidRPr="00956EF8" w:rsidRDefault="005F2AAF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Pakplek wat gereeld gebruik word</w:t>
            </w:r>
          </w:p>
        </w:tc>
        <w:tc>
          <w:tcPr>
            <w:tcW w:w="851" w:type="dxa"/>
            <w:vAlign w:val="bottom"/>
          </w:tcPr>
          <w:p w:rsidR="005F2AAF" w:rsidRPr="00956EF8" w:rsidRDefault="005F2AAF" w:rsidP="005F2AAF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(5)</w:t>
            </w:r>
          </w:p>
        </w:tc>
      </w:tr>
      <w:tr w:rsidR="005F2AAF" w:rsidRPr="00956EF8" w:rsidTr="00DF70AB">
        <w:tc>
          <w:tcPr>
            <w:tcW w:w="675" w:type="dxa"/>
          </w:tcPr>
          <w:p w:rsidR="005F2AAF" w:rsidRPr="00956EF8" w:rsidRDefault="005F2AAF" w:rsidP="009E2763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3"/>
          </w:tcPr>
          <w:p w:rsidR="005F2AAF" w:rsidRPr="00956EF8" w:rsidRDefault="00932528" w:rsidP="009E2763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group id="_x0000_s4338" style="position:absolute;margin-left:211.25pt;margin-top:13.55pt;width:82.65pt;height:217.9pt;z-index:-251633664;mso-position-horizontal-relative:text;mso-position-vertical-relative:text" coordorigin="6307,9270" coordsize="1653,4358">
                  <v:rect id="_x0000_s4339" style="position:absolute;left:7098;top:9270;width:855;height:1254"/>
                  <v:rect id="_x0000_s4340" style="position:absolute;left:6475;top:11396;width:1482;height:2109"/>
                  <v:line id="_x0000_s4341" style="position:absolute" from="6477,12289" to="7959,12289"/>
                  <v:line id="_x0000_s4342" style="position:absolute;flip:y" from="7960,10532" to="7960,11382"/>
                  <v:line id="_x0000_s4343" style="position:absolute" from="7087,9305" to="7942,9305"/>
                  <v:line id="_x0000_s4344" style="position:absolute" from="6307,11398" to="7951,11398" strokeweight="3pt"/>
                  <v:rect id="_x0000_s4345" style="position:absolute;left:6533;top:13514;width:1425;height:114"/>
                </v:group>
              </w:pict>
            </w:r>
          </w:p>
          <w:p w:rsidR="005F2AAF" w:rsidRPr="00956EF8" w:rsidRDefault="005F2AAF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                                        </w:t>
            </w: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</w:rPr>
              <w:t xml:space="preserve">                                                                             </w:t>
            </w:r>
            <w:r w:rsidRPr="00956EF8">
              <w:rPr>
                <w:rFonts w:ascii="Arial" w:hAnsi="Arial"/>
                <w:b/>
              </w:rPr>
              <w:t>1.2 A</w:t>
            </w:r>
          </w:p>
          <w:p w:rsidR="005F2AAF" w:rsidRPr="00956EF8" w:rsidRDefault="00932528" w:rsidP="009E2763">
            <w:pPr>
              <w:rPr>
                <w:rFonts w:ascii="Arial" w:hAnsi="Arial"/>
                <w:b/>
              </w:rPr>
            </w:pPr>
            <w:r w:rsidRPr="00932528">
              <w:rPr>
                <w:rFonts w:ascii="Arial" w:hAnsi="Arial"/>
                <w:b/>
              </w:rPr>
              <w:pict>
                <v:line id="_x0000_s4346" style="position:absolute;z-index:251683840" from="250.9pt,3.25pt" to="293.65pt,3.25pt"/>
              </w:pict>
            </w: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 xml:space="preserve">                                                                             1.2 B </w:t>
            </w: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 xml:space="preserve">                                                                             1.2 C</w:t>
            </w: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 xml:space="preserve">                                                                             1.2 D </w:t>
            </w: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 xml:space="preserve">                                                                             1 2 E</w:t>
            </w:r>
          </w:p>
          <w:p w:rsidR="005F2AAF" w:rsidRPr="00956EF8" w:rsidRDefault="005F2AAF" w:rsidP="009E2763">
            <w:pPr>
              <w:rPr>
                <w:rFonts w:ascii="Arial" w:hAnsi="Arial"/>
              </w:rPr>
            </w:pPr>
          </w:p>
          <w:p w:rsidR="005F2AAF" w:rsidRPr="00956EF8" w:rsidRDefault="005F2AAF" w:rsidP="009E2763">
            <w:pPr>
              <w:rPr>
                <w:rFonts w:ascii="Arial" w:hAnsi="Arial"/>
              </w:rPr>
            </w:pPr>
          </w:p>
          <w:p w:rsidR="005F2AAF" w:rsidRPr="00956EF8" w:rsidRDefault="005F2AAF" w:rsidP="002B2A7C">
            <w:pPr>
              <w:jc w:val="center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FIGUUR 1.2</w:t>
            </w:r>
          </w:p>
        </w:tc>
        <w:tc>
          <w:tcPr>
            <w:tcW w:w="851" w:type="dxa"/>
            <w:vAlign w:val="bottom"/>
          </w:tcPr>
          <w:p w:rsidR="005F2AAF" w:rsidRPr="00956EF8" w:rsidRDefault="005F2AAF" w:rsidP="009E2763">
            <w:pPr>
              <w:jc w:val="right"/>
              <w:rPr>
                <w:rFonts w:ascii="Arial" w:hAnsi="Arial"/>
              </w:rPr>
            </w:pPr>
          </w:p>
        </w:tc>
      </w:tr>
    </w:tbl>
    <w:p w:rsidR="00DF70AB" w:rsidRPr="00956EF8" w:rsidRDefault="00DF70AB"/>
    <w:tbl>
      <w:tblPr>
        <w:tblW w:w="10031" w:type="dxa"/>
        <w:tblLook w:val="0000"/>
      </w:tblPr>
      <w:tblGrid>
        <w:gridCol w:w="675"/>
        <w:gridCol w:w="851"/>
        <w:gridCol w:w="7654"/>
        <w:gridCol w:w="851"/>
      </w:tblGrid>
      <w:tr w:rsidR="00931F82" w:rsidRPr="00956EF8" w:rsidTr="00DF70AB">
        <w:tc>
          <w:tcPr>
            <w:tcW w:w="675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1.3</w:t>
            </w:r>
          </w:p>
        </w:tc>
        <w:tc>
          <w:tcPr>
            <w:tcW w:w="8505" w:type="dxa"/>
            <w:gridSpan w:val="2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VIER funksies van houtwerkvoe</w:t>
            </w:r>
            <w:r w:rsidR="001041DD" w:rsidRPr="00956EF8">
              <w:rPr>
                <w:rFonts w:ascii="Arial" w:hAnsi="Arial"/>
              </w:rPr>
              <w:t>ë</w:t>
            </w:r>
            <w:r w:rsidR="005F2AAF" w:rsidRPr="00956EF8">
              <w:rPr>
                <w:rFonts w:ascii="Arial" w:hAnsi="Arial"/>
              </w:rPr>
              <w:t>.</w:t>
            </w:r>
          </w:p>
        </w:tc>
        <w:tc>
          <w:tcPr>
            <w:tcW w:w="851" w:type="dxa"/>
            <w:vAlign w:val="bottom"/>
          </w:tcPr>
          <w:p w:rsidR="00931F82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</w:t>
            </w:r>
          </w:p>
        </w:tc>
        <w:tc>
          <w:tcPr>
            <w:tcW w:w="8505" w:type="dxa"/>
            <w:gridSpan w:val="2"/>
          </w:tcPr>
          <w:p w:rsidR="00931F82" w:rsidRPr="00956EF8" w:rsidRDefault="003526FB" w:rsidP="00021F8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Voe</w:t>
            </w:r>
            <w:r w:rsidR="001041DD" w:rsidRPr="00956EF8">
              <w:rPr>
                <w:rFonts w:ascii="Arial" w:hAnsi="Arial"/>
              </w:rPr>
              <w:t>ë</w:t>
            </w:r>
            <w:r w:rsidRPr="00956EF8">
              <w:rPr>
                <w:rFonts w:ascii="Arial" w:hAnsi="Arial"/>
              </w:rPr>
              <w:t xml:space="preserve"> vir kabinetwerk kan in die volgende </w:t>
            </w:r>
            <w:r w:rsidR="00021F8F" w:rsidRPr="00956EF8">
              <w:rPr>
                <w:rFonts w:ascii="Arial" w:hAnsi="Arial"/>
              </w:rPr>
              <w:t>VYF</w:t>
            </w:r>
            <w:r w:rsidRPr="00956EF8">
              <w:rPr>
                <w:rFonts w:ascii="Arial" w:hAnsi="Arial"/>
              </w:rPr>
              <w:t xml:space="preserve"> hoofgroepe verdeel word</w:t>
            </w:r>
            <w:r w:rsidR="005F2AAF" w:rsidRPr="00956EF8">
              <w:rPr>
                <w:rFonts w:ascii="Arial" w:hAnsi="Arial"/>
              </w:rPr>
              <w:t>:</w:t>
            </w: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2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Verbredingslasse</w:t>
            </w: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Verlengingslasse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Hoekvoe</w:t>
            </w:r>
            <w:r w:rsidR="001041DD" w:rsidRPr="00956EF8">
              <w:rPr>
                <w:rFonts w:ascii="Arial" w:hAnsi="Arial"/>
              </w:rPr>
              <w:t>ë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Inlaatvoe</w:t>
            </w:r>
            <w:r w:rsidR="001041DD" w:rsidRPr="00956EF8">
              <w:rPr>
                <w:rFonts w:ascii="Arial" w:hAnsi="Arial"/>
              </w:rPr>
              <w:t>ë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Raamvoe</w:t>
            </w:r>
            <w:r w:rsidR="001041DD" w:rsidRPr="00956EF8">
              <w:rPr>
                <w:rFonts w:ascii="Arial" w:hAnsi="Arial"/>
              </w:rPr>
              <w:t>ë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2"/>
          </w:tcPr>
          <w:p w:rsidR="003526FB" w:rsidRPr="00956EF8" w:rsidRDefault="003526FB" w:rsidP="00021F8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Identifiseer elkeen van die volgende voe</w:t>
            </w:r>
            <w:r w:rsidR="001041DD" w:rsidRPr="00956EF8">
              <w:rPr>
                <w:rFonts w:ascii="Arial" w:hAnsi="Arial"/>
              </w:rPr>
              <w:t>ë</w:t>
            </w:r>
            <w:r w:rsidRPr="00956EF8">
              <w:rPr>
                <w:rFonts w:ascii="Arial" w:hAnsi="Arial"/>
              </w:rPr>
              <w:t xml:space="preserve"> onder </w:t>
            </w:r>
            <w:r w:rsidR="00021F8F" w:rsidRPr="00956EF8">
              <w:rPr>
                <w:rFonts w:ascii="Arial" w:hAnsi="Arial"/>
              </w:rPr>
              <w:t>EEN</w:t>
            </w:r>
            <w:r w:rsidRPr="00956EF8">
              <w:rPr>
                <w:rFonts w:ascii="Arial" w:hAnsi="Arial"/>
              </w:rPr>
              <w:t xml:space="preserve"> van die bostaande hoofgroepe: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1.4.1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Laaiswaelstertvoeg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1.4.2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Hoektoomvoeg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1.4.3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Hoekhalfinlaatvoeg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1.4.4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Tap-en-gatvoeg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1.4.5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Vryflas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1.4.6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Vingerlas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2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1.5</w:t>
            </w:r>
          </w:p>
        </w:tc>
        <w:tc>
          <w:tcPr>
            <w:tcW w:w="8505" w:type="dxa"/>
            <w:gridSpan w:val="2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die VIER funksies van goeie bedryfshuishouding.</w:t>
            </w:r>
          </w:p>
        </w:tc>
        <w:tc>
          <w:tcPr>
            <w:tcW w:w="851" w:type="dxa"/>
            <w:vAlign w:val="bottom"/>
          </w:tcPr>
          <w:p w:rsidR="00931F82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</w:t>
            </w:r>
          </w:p>
        </w:tc>
        <w:tc>
          <w:tcPr>
            <w:tcW w:w="8505" w:type="dxa"/>
            <w:gridSpan w:val="2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Beskryf die veiligheidsmaatre</w:t>
            </w:r>
            <w:r w:rsidR="001041DD" w:rsidRPr="00956EF8">
              <w:rPr>
                <w:rFonts w:ascii="Arial" w:hAnsi="Arial"/>
              </w:rPr>
              <w:t>ë</w:t>
            </w:r>
            <w:r w:rsidRPr="00956EF8">
              <w:rPr>
                <w:rFonts w:ascii="Arial" w:hAnsi="Arial"/>
              </w:rPr>
              <w:t>l wat van toepassing is op die volgende</w:t>
            </w:r>
            <w:r w:rsidR="005F2AAF" w:rsidRPr="00956EF8">
              <w:rPr>
                <w:rFonts w:ascii="Arial" w:hAnsi="Arial"/>
              </w:rPr>
              <w:t>:</w:t>
            </w: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1.6.1</w:t>
            </w:r>
          </w:p>
        </w:tc>
        <w:tc>
          <w:tcPr>
            <w:tcW w:w="7654" w:type="dxa"/>
          </w:tcPr>
          <w:p w:rsidR="00931F82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Posisie van werker</w:t>
            </w:r>
          </w:p>
        </w:tc>
        <w:tc>
          <w:tcPr>
            <w:tcW w:w="851" w:type="dxa"/>
            <w:vAlign w:val="bottom"/>
          </w:tcPr>
          <w:p w:rsidR="00931F82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1.6.2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Trappe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1.6.3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Kragtoevoer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1.6.4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Dra van handgereedskap met skerp punte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1.6.5</w:t>
            </w: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Hoogte van goeder</w:t>
            </w:r>
            <w:r w:rsidR="001041DD" w:rsidRPr="00956EF8">
              <w:rPr>
                <w:rFonts w:ascii="Arial" w:hAnsi="Arial"/>
              </w:rPr>
              <w:t>e</w:t>
            </w:r>
            <w:r w:rsidRPr="00956EF8">
              <w:rPr>
                <w:rFonts w:ascii="Arial" w:hAnsi="Arial"/>
              </w:rPr>
              <w:t xml:space="preserve"> wat gestapel word</w:t>
            </w:r>
          </w:p>
        </w:tc>
        <w:tc>
          <w:tcPr>
            <w:tcW w:w="851" w:type="dxa"/>
            <w:vAlign w:val="bottom"/>
          </w:tcPr>
          <w:p w:rsidR="003526FB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3526FB" w:rsidRPr="00956EF8" w:rsidTr="00DF70AB">
        <w:tc>
          <w:tcPr>
            <w:tcW w:w="675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3526FB" w:rsidRPr="00956EF8" w:rsidRDefault="003526F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3526FB" w:rsidRPr="00956EF8" w:rsidRDefault="003526FB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5F4FE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1.7</w:t>
            </w:r>
          </w:p>
        </w:tc>
        <w:tc>
          <w:tcPr>
            <w:tcW w:w="8505" w:type="dxa"/>
            <w:gridSpan w:val="2"/>
          </w:tcPr>
          <w:p w:rsidR="00931F82" w:rsidRPr="00956EF8" w:rsidRDefault="005F4FE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TWEE gebruike van elkeen van die volgende gereedskapstukke:</w:t>
            </w: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2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  <w:r w:rsidR="005F4FE3" w:rsidRPr="00956EF8">
              <w:rPr>
                <w:rFonts w:ascii="Arial" w:hAnsi="Arial" w:cs="Times New Roman"/>
              </w:rPr>
              <w:t>1.7.1</w:t>
            </w:r>
          </w:p>
        </w:tc>
        <w:tc>
          <w:tcPr>
            <w:tcW w:w="7654" w:type="dxa"/>
          </w:tcPr>
          <w:p w:rsidR="00931F82" w:rsidRPr="00956EF8" w:rsidRDefault="005F4FE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Stompneusskopgraaf</w:t>
            </w:r>
          </w:p>
        </w:tc>
        <w:tc>
          <w:tcPr>
            <w:tcW w:w="851" w:type="dxa"/>
            <w:vAlign w:val="bottom"/>
          </w:tcPr>
          <w:p w:rsidR="00931F82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931F82" w:rsidRPr="00956EF8" w:rsidTr="00DF70AB">
        <w:tc>
          <w:tcPr>
            <w:tcW w:w="67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7654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931F82" w:rsidRPr="00956EF8" w:rsidRDefault="00931F82" w:rsidP="009E2763">
            <w:pPr>
              <w:jc w:val="right"/>
              <w:rPr>
                <w:rFonts w:ascii="Arial" w:hAnsi="Arial"/>
              </w:rPr>
            </w:pPr>
          </w:p>
        </w:tc>
      </w:tr>
      <w:tr w:rsidR="005F4FE3" w:rsidRPr="00956EF8" w:rsidTr="00DF70AB">
        <w:tc>
          <w:tcPr>
            <w:tcW w:w="675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1.7.2</w:t>
            </w:r>
          </w:p>
        </w:tc>
        <w:tc>
          <w:tcPr>
            <w:tcW w:w="7654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/>
              </w:rPr>
              <w:t>Plat staalwinkelhaak</w:t>
            </w:r>
          </w:p>
        </w:tc>
        <w:tc>
          <w:tcPr>
            <w:tcW w:w="851" w:type="dxa"/>
            <w:vAlign w:val="bottom"/>
          </w:tcPr>
          <w:p w:rsidR="005F4FE3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5F4FE3" w:rsidRPr="00956EF8" w:rsidTr="00DF70AB">
        <w:tc>
          <w:tcPr>
            <w:tcW w:w="675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7654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  <w:vAlign w:val="bottom"/>
          </w:tcPr>
          <w:p w:rsidR="005F4FE3" w:rsidRPr="00956EF8" w:rsidRDefault="005F4FE3" w:rsidP="009E2763">
            <w:pPr>
              <w:jc w:val="right"/>
              <w:rPr>
                <w:rFonts w:ascii="Arial" w:hAnsi="Arial"/>
              </w:rPr>
            </w:pPr>
          </w:p>
        </w:tc>
      </w:tr>
      <w:tr w:rsidR="005F4FE3" w:rsidRPr="00956EF8" w:rsidTr="00DF70AB">
        <w:tc>
          <w:tcPr>
            <w:tcW w:w="675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1.7.3</w:t>
            </w:r>
          </w:p>
        </w:tc>
        <w:tc>
          <w:tcPr>
            <w:tcW w:w="7654" w:type="dxa"/>
          </w:tcPr>
          <w:p w:rsidR="005F4FE3" w:rsidRPr="00956EF8" w:rsidRDefault="005F4FE3" w:rsidP="009E2763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/>
              </w:rPr>
              <w:t>Slaglyn</w:t>
            </w:r>
          </w:p>
        </w:tc>
        <w:tc>
          <w:tcPr>
            <w:tcW w:w="851" w:type="dxa"/>
            <w:vAlign w:val="bottom"/>
          </w:tcPr>
          <w:p w:rsidR="005F4FE3" w:rsidRPr="00956EF8" w:rsidRDefault="001041DD" w:rsidP="009E2763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DF70AB" w:rsidRPr="00956EF8" w:rsidTr="00DF70AB">
        <w:tc>
          <w:tcPr>
            <w:tcW w:w="675" w:type="dxa"/>
          </w:tcPr>
          <w:p w:rsidR="00DF70AB" w:rsidRPr="00956EF8" w:rsidRDefault="00DF70AB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DF70AB" w:rsidRPr="00956EF8" w:rsidRDefault="00DF70AB" w:rsidP="009E2763">
            <w:pPr>
              <w:rPr>
                <w:rFonts w:ascii="Arial" w:hAnsi="Arial" w:cs="Times New Roman"/>
              </w:rPr>
            </w:pPr>
          </w:p>
        </w:tc>
        <w:tc>
          <w:tcPr>
            <w:tcW w:w="7654" w:type="dxa"/>
          </w:tcPr>
          <w:p w:rsidR="00DF70AB" w:rsidRPr="00956EF8" w:rsidRDefault="00DF70AB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DF70AB" w:rsidRPr="00956EF8" w:rsidRDefault="00DF70AB" w:rsidP="009E2763">
            <w:pPr>
              <w:jc w:val="right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[40]</w:t>
            </w:r>
          </w:p>
        </w:tc>
      </w:tr>
    </w:tbl>
    <w:p w:rsidR="00EE2F6E" w:rsidRPr="00956EF8" w:rsidRDefault="00EE2F6E" w:rsidP="00EE2F6E">
      <w:pPr>
        <w:rPr>
          <w:rFonts w:ascii="Arial" w:hAnsi="Arial"/>
        </w:rPr>
      </w:pPr>
    </w:p>
    <w:p w:rsidR="00BE74A2" w:rsidRPr="00956EF8" w:rsidRDefault="00BE74A2" w:rsidP="00EE2F6E">
      <w:pPr>
        <w:rPr>
          <w:rFonts w:ascii="Arial" w:hAnsi="Arial"/>
        </w:rPr>
      </w:pPr>
    </w:p>
    <w:p w:rsidR="00BE74A2" w:rsidRPr="00956EF8" w:rsidRDefault="00BE74A2" w:rsidP="00EE2F6E">
      <w:pPr>
        <w:rPr>
          <w:rFonts w:ascii="Arial" w:hAnsi="Arial"/>
        </w:rPr>
      </w:pPr>
    </w:p>
    <w:p w:rsidR="00456E7E" w:rsidRPr="00956EF8" w:rsidRDefault="00456E7E" w:rsidP="00EE2F6E">
      <w:pPr>
        <w:rPr>
          <w:rFonts w:ascii="Arial" w:hAnsi="Arial"/>
        </w:rPr>
      </w:pPr>
    </w:p>
    <w:p w:rsidR="00456E7E" w:rsidRPr="00956EF8" w:rsidRDefault="00456E7E" w:rsidP="00EE2F6E">
      <w:pPr>
        <w:rPr>
          <w:rFonts w:ascii="Arial" w:hAnsi="Arial"/>
        </w:rPr>
      </w:pPr>
    </w:p>
    <w:p w:rsidR="00BE74A2" w:rsidRPr="00956EF8" w:rsidRDefault="00BE74A2" w:rsidP="00EE2F6E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DF70AB" w:rsidRPr="00956EF8" w:rsidTr="00DF70AB">
        <w:tc>
          <w:tcPr>
            <w:tcW w:w="9180" w:type="dxa"/>
          </w:tcPr>
          <w:p w:rsidR="00DF70AB" w:rsidRPr="00956EF8" w:rsidRDefault="00DF70AB">
            <w:pPr>
              <w:tabs>
                <w:tab w:val="right" w:pos="9213"/>
              </w:tabs>
              <w:jc w:val="both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VRAAG 2</w:t>
            </w:r>
          </w:p>
        </w:tc>
        <w:tc>
          <w:tcPr>
            <w:tcW w:w="851" w:type="dxa"/>
          </w:tcPr>
          <w:p w:rsidR="00DF70AB" w:rsidRPr="00956EF8" w:rsidRDefault="00DF70AB">
            <w:pPr>
              <w:rPr>
                <w:rFonts w:ascii="Arial" w:hAnsi="Arial"/>
                <w:b/>
                <w:bCs/>
              </w:rPr>
            </w:pPr>
          </w:p>
        </w:tc>
      </w:tr>
    </w:tbl>
    <w:p w:rsidR="002E207A" w:rsidRPr="00956EF8" w:rsidRDefault="002E207A" w:rsidP="002E207A">
      <w:pPr>
        <w:rPr>
          <w:rFonts w:ascii="Arial" w:hAnsi="Arial"/>
        </w:rPr>
      </w:pPr>
      <w:r w:rsidRPr="00956EF8">
        <w:rPr>
          <w:rFonts w:ascii="Arial" w:hAnsi="Arial"/>
        </w:rPr>
        <w:t> </w:t>
      </w:r>
    </w:p>
    <w:tbl>
      <w:tblPr>
        <w:tblW w:w="10031" w:type="dxa"/>
        <w:tblLook w:val="0000"/>
      </w:tblPr>
      <w:tblGrid>
        <w:gridCol w:w="675"/>
        <w:gridCol w:w="851"/>
        <w:gridCol w:w="562"/>
        <w:gridCol w:w="7092"/>
        <w:gridCol w:w="851"/>
      </w:tblGrid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2.1</w:t>
            </w:r>
          </w:p>
        </w:tc>
        <w:tc>
          <w:tcPr>
            <w:tcW w:w="8505" w:type="dxa"/>
            <w:gridSpan w:val="3"/>
          </w:tcPr>
          <w:p w:rsidR="002E207A" w:rsidRPr="00956EF8" w:rsidRDefault="009947A6" w:rsidP="00021F8F">
            <w:pPr>
              <w:pStyle w:val="Style"/>
              <w:spacing w:line="278" w:lineRule="exact"/>
              <w:ind w:left="4" w:right="4"/>
              <w:rPr>
                <w:lang w:val="af-ZA"/>
              </w:rPr>
            </w:pPr>
            <w:r w:rsidRPr="00956EF8">
              <w:rPr>
                <w:lang w:val="af-ZA"/>
              </w:rPr>
              <w:t>ŉ</w:t>
            </w:r>
            <w:r w:rsidR="004132DA" w:rsidRPr="00956EF8">
              <w:rPr>
                <w:lang w:val="af-ZA"/>
              </w:rPr>
              <w:t xml:space="preserve"> Deuropening van 1,2</w:t>
            </w:r>
            <w:r w:rsidR="005F2AAF" w:rsidRPr="00956EF8">
              <w:rPr>
                <w:lang w:val="af-ZA"/>
              </w:rPr>
              <w:t xml:space="preserve"> </w:t>
            </w:r>
            <w:r w:rsidR="004132DA" w:rsidRPr="00956EF8">
              <w:rPr>
                <w:lang w:val="af-ZA"/>
              </w:rPr>
              <w:t xml:space="preserve">m is afgerond in </w:t>
            </w:r>
            <w:r w:rsidRPr="00956EF8">
              <w:rPr>
                <w:lang w:val="af-ZA"/>
              </w:rPr>
              <w:t>ŉ</w:t>
            </w:r>
            <w:r w:rsidR="004132DA" w:rsidRPr="00956EF8">
              <w:rPr>
                <w:lang w:val="af-ZA"/>
              </w:rPr>
              <w:t xml:space="preserve"> halfronde pasboog met </w:t>
            </w:r>
            <w:r w:rsidRPr="00956EF8">
              <w:rPr>
                <w:lang w:val="af-ZA"/>
              </w:rPr>
              <w:t>ŉ</w:t>
            </w:r>
            <w:r w:rsidR="004132DA" w:rsidRPr="00956EF8">
              <w:rPr>
                <w:lang w:val="af-ZA"/>
              </w:rPr>
              <w:t xml:space="preserve"> welwing. </w:t>
            </w:r>
            <w:r w:rsidR="00DF70AB" w:rsidRPr="00956EF8">
              <w:rPr>
                <w:lang w:val="af-ZA"/>
              </w:rPr>
              <w:t xml:space="preserve"> </w:t>
            </w:r>
            <w:r w:rsidR="004132DA" w:rsidRPr="00956EF8">
              <w:rPr>
                <w:lang w:val="af-ZA"/>
              </w:rPr>
              <w:t xml:space="preserve">Teken volgens </w:t>
            </w:r>
            <w:r w:rsidRPr="00956EF8">
              <w:rPr>
                <w:lang w:val="af-ZA"/>
              </w:rPr>
              <w:t>ŉ</w:t>
            </w:r>
            <w:r w:rsidR="004132DA" w:rsidRPr="00956EF8">
              <w:rPr>
                <w:lang w:val="af-ZA"/>
              </w:rPr>
              <w:t xml:space="preserve"> skaal 1:10 die vooraansig van die enkele pasboog en dui die aanliggende strykverband stene aan. </w:t>
            </w:r>
            <w:r w:rsidR="00DF70AB" w:rsidRPr="00956EF8">
              <w:rPr>
                <w:lang w:val="af-ZA"/>
              </w:rPr>
              <w:t xml:space="preserve"> </w:t>
            </w:r>
            <w:r w:rsidR="004132DA" w:rsidRPr="00956EF8">
              <w:rPr>
                <w:lang w:val="af-ZA"/>
              </w:rPr>
              <w:t xml:space="preserve">Noem </w:t>
            </w:r>
            <w:r w:rsidR="00143700" w:rsidRPr="00956EF8">
              <w:rPr>
                <w:lang w:val="af-ZA"/>
              </w:rPr>
              <w:t>VYF</w:t>
            </w:r>
            <w:r w:rsidR="004132DA" w:rsidRPr="00956EF8">
              <w:rPr>
                <w:lang w:val="af-ZA"/>
              </w:rPr>
              <w:t xml:space="preserve"> onderdele van die boog.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</w:t>
            </w:r>
            <w:r w:rsidR="004132DA" w:rsidRPr="00956EF8">
              <w:rPr>
                <w:rFonts w:ascii="Arial" w:hAnsi="Arial"/>
              </w:rPr>
              <w:t>2</w:t>
            </w:r>
            <w:r w:rsidRPr="00956EF8">
              <w:rPr>
                <w:rFonts w:ascii="Arial" w:hAnsi="Arial"/>
              </w:rPr>
              <w:t>)</w:t>
            </w: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7654" w:type="dxa"/>
            <w:gridSpan w:val="2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2.2</w:t>
            </w:r>
          </w:p>
        </w:tc>
        <w:tc>
          <w:tcPr>
            <w:tcW w:w="8505" w:type="dxa"/>
            <w:gridSpan w:val="3"/>
          </w:tcPr>
          <w:p w:rsidR="002E207A" w:rsidRPr="00956EF8" w:rsidRDefault="004132D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Bespreek die volgende vereistes wat van toepassing is op bekisting om te verseker dat dit funksioneel is: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7654" w:type="dxa"/>
            <w:gridSpan w:val="2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4132D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4132DA" w:rsidRPr="00956EF8" w:rsidTr="00DF70AB">
        <w:tc>
          <w:tcPr>
            <w:tcW w:w="675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2.2.1</w:t>
            </w:r>
          </w:p>
        </w:tc>
        <w:tc>
          <w:tcPr>
            <w:tcW w:w="7654" w:type="dxa"/>
            <w:gridSpan w:val="2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Sterkte</w:t>
            </w:r>
          </w:p>
        </w:tc>
        <w:tc>
          <w:tcPr>
            <w:tcW w:w="851" w:type="dxa"/>
            <w:vAlign w:val="bottom"/>
          </w:tcPr>
          <w:p w:rsidR="004132DA" w:rsidRPr="00956EF8" w:rsidRDefault="004132DA" w:rsidP="00DF70AB">
            <w:pPr>
              <w:jc w:val="right"/>
              <w:rPr>
                <w:rFonts w:ascii="Arial" w:hAnsi="Arial"/>
              </w:rPr>
            </w:pPr>
          </w:p>
        </w:tc>
      </w:tr>
      <w:tr w:rsidR="004132DA" w:rsidRPr="00956EF8" w:rsidTr="00DF70AB">
        <w:tc>
          <w:tcPr>
            <w:tcW w:w="675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7654" w:type="dxa"/>
            <w:gridSpan w:val="2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  <w:vAlign w:val="bottom"/>
          </w:tcPr>
          <w:p w:rsidR="004132DA" w:rsidRPr="00956EF8" w:rsidRDefault="004132DA" w:rsidP="00DF70AB">
            <w:pPr>
              <w:jc w:val="right"/>
              <w:rPr>
                <w:rFonts w:ascii="Arial" w:hAnsi="Arial"/>
              </w:rPr>
            </w:pPr>
          </w:p>
        </w:tc>
      </w:tr>
      <w:tr w:rsidR="004132DA" w:rsidRPr="00956EF8" w:rsidTr="00DF70AB">
        <w:tc>
          <w:tcPr>
            <w:tcW w:w="675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2.2.2</w:t>
            </w:r>
          </w:p>
        </w:tc>
        <w:tc>
          <w:tcPr>
            <w:tcW w:w="7654" w:type="dxa"/>
            <w:gridSpan w:val="2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  <w:r w:rsidRPr="00956EF8">
              <w:rPr>
                <w:rFonts w:ascii="Arial" w:hAnsi="Arial" w:cs="Times New Roman"/>
              </w:rPr>
              <w:t>Lasse</w:t>
            </w:r>
          </w:p>
        </w:tc>
        <w:tc>
          <w:tcPr>
            <w:tcW w:w="851" w:type="dxa"/>
            <w:vAlign w:val="bottom"/>
          </w:tcPr>
          <w:p w:rsidR="004132DA" w:rsidRPr="00956EF8" w:rsidRDefault="004132D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4132DA" w:rsidRPr="00956EF8" w:rsidTr="00DF70AB">
        <w:tc>
          <w:tcPr>
            <w:tcW w:w="675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7654" w:type="dxa"/>
            <w:gridSpan w:val="2"/>
          </w:tcPr>
          <w:p w:rsidR="004132DA" w:rsidRPr="00956EF8" w:rsidRDefault="004132DA" w:rsidP="002E207A">
            <w:pPr>
              <w:rPr>
                <w:rFonts w:ascii="Arial" w:hAnsi="Arial" w:cs="Times New Roman"/>
              </w:rPr>
            </w:pPr>
          </w:p>
        </w:tc>
        <w:tc>
          <w:tcPr>
            <w:tcW w:w="851" w:type="dxa"/>
            <w:vAlign w:val="bottom"/>
          </w:tcPr>
          <w:p w:rsidR="004132DA" w:rsidRPr="00956EF8" w:rsidRDefault="004132DA" w:rsidP="00DF70AB">
            <w:pPr>
              <w:jc w:val="right"/>
              <w:rPr>
                <w:rFonts w:ascii="Arial" w:hAnsi="Arial"/>
              </w:rPr>
            </w:pP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2.3</w:t>
            </w:r>
          </w:p>
        </w:tc>
        <w:tc>
          <w:tcPr>
            <w:tcW w:w="8505" w:type="dxa"/>
            <w:gridSpan w:val="3"/>
          </w:tcPr>
          <w:p w:rsidR="002E207A" w:rsidRPr="00956EF8" w:rsidRDefault="00283646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Nat beton veroorsaak drukking in die bekisting. </w:t>
            </w:r>
            <w:r w:rsidR="00DF70AB" w:rsidRPr="00956EF8">
              <w:rPr>
                <w:rFonts w:ascii="Arial" w:hAnsi="Arial"/>
              </w:rPr>
              <w:t xml:space="preserve"> </w:t>
            </w:r>
            <w:r w:rsidR="004132DA" w:rsidRPr="00956EF8">
              <w:rPr>
                <w:rFonts w:ascii="Arial" w:hAnsi="Arial"/>
              </w:rPr>
              <w:t xml:space="preserve">Noem VIER faktore wat die drukking </w:t>
            </w:r>
            <w:r w:rsidRPr="00956EF8">
              <w:rPr>
                <w:rFonts w:ascii="Arial" w:hAnsi="Arial"/>
              </w:rPr>
              <w:t>van</w:t>
            </w:r>
            <w:r w:rsidR="004132DA" w:rsidRPr="00956EF8">
              <w:rPr>
                <w:rFonts w:ascii="Arial" w:hAnsi="Arial"/>
              </w:rPr>
              <w:t xml:space="preserve"> nat beton in bekisting be</w:t>
            </w:r>
            <w:r w:rsidR="004132DA" w:rsidRPr="00956EF8">
              <w:rPr>
                <w:rFonts w:ascii="Arial" w:hAnsi="Arial" w:cs="Times New Roman"/>
              </w:rPr>
              <w:t>ï</w:t>
            </w:r>
            <w:r w:rsidR="004132DA" w:rsidRPr="00956EF8">
              <w:rPr>
                <w:rFonts w:ascii="Arial" w:hAnsi="Arial"/>
              </w:rPr>
              <w:t>nvloed.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</w:t>
            </w:r>
            <w:r w:rsidR="004132DA" w:rsidRPr="00956EF8">
              <w:rPr>
                <w:rFonts w:ascii="Arial" w:hAnsi="Arial"/>
              </w:rPr>
              <w:t>4</w:t>
            </w:r>
            <w:r w:rsidRPr="00956EF8">
              <w:rPr>
                <w:rFonts w:ascii="Arial" w:hAnsi="Arial"/>
              </w:rPr>
              <w:t>)</w:t>
            </w: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7654" w:type="dxa"/>
            <w:gridSpan w:val="2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2.4</w:t>
            </w:r>
          </w:p>
        </w:tc>
        <w:tc>
          <w:tcPr>
            <w:tcW w:w="8505" w:type="dxa"/>
            <w:gridSpan w:val="3"/>
          </w:tcPr>
          <w:p w:rsidR="002E207A" w:rsidRPr="00956EF8" w:rsidRDefault="002E207A" w:rsidP="00021F8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Elektrisiteit kan opgewek word deur verskillende metodes.</w:t>
            </w:r>
            <w:r w:rsidR="005F2AAF" w:rsidRPr="00956EF8">
              <w:rPr>
                <w:rFonts w:ascii="Arial" w:hAnsi="Arial"/>
              </w:rPr>
              <w:t xml:space="preserve">  </w:t>
            </w:r>
            <w:r w:rsidRPr="00956EF8">
              <w:rPr>
                <w:rFonts w:ascii="Arial" w:hAnsi="Arial"/>
              </w:rPr>
              <w:t xml:space="preserve">Noem </w:t>
            </w:r>
            <w:r w:rsidR="005F2AAF" w:rsidRPr="00956EF8">
              <w:rPr>
                <w:rFonts w:ascii="Arial" w:hAnsi="Arial"/>
              </w:rPr>
              <w:t>DRIE</w:t>
            </w:r>
            <w:r w:rsidRPr="00956EF8">
              <w:rPr>
                <w:rFonts w:ascii="Arial" w:hAnsi="Arial"/>
              </w:rPr>
              <w:t xml:space="preserve"> van hierdie metodes</w:t>
            </w:r>
            <w:r w:rsidR="00021F8F" w:rsidRPr="00956EF8">
              <w:rPr>
                <w:rFonts w:ascii="Arial" w:hAnsi="Arial"/>
              </w:rPr>
              <w:t xml:space="preserve"> en verduidelik kortliks</w:t>
            </w:r>
            <w:r w:rsidRPr="00956EF8">
              <w:rPr>
                <w:rFonts w:ascii="Arial" w:hAnsi="Arial"/>
              </w:rPr>
              <w:t>.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(9)</w:t>
            </w: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05" w:type="dxa"/>
            <w:gridSpan w:val="3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2.5</w:t>
            </w:r>
          </w:p>
        </w:tc>
        <w:tc>
          <w:tcPr>
            <w:tcW w:w="8505" w:type="dxa"/>
            <w:gridSpan w:val="3"/>
          </w:tcPr>
          <w:p w:rsidR="002E207A" w:rsidRPr="00956EF8" w:rsidRDefault="002E207A" w:rsidP="005F2AA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bedrading vir huishoudelike gebruik het standaard kleure</w:t>
            </w:r>
            <w:r w:rsidR="005F2AAF" w:rsidRPr="00956EF8">
              <w:rPr>
                <w:rFonts w:ascii="Arial" w:hAnsi="Arial"/>
              </w:rPr>
              <w:t>.  N</w:t>
            </w:r>
            <w:r w:rsidRPr="00956EF8">
              <w:rPr>
                <w:rFonts w:ascii="Arial" w:hAnsi="Arial"/>
              </w:rPr>
              <w:t>oem die kleure en</w:t>
            </w:r>
            <w:r w:rsidR="00B82C79" w:rsidRPr="00956EF8">
              <w:rPr>
                <w:rFonts w:ascii="Arial" w:hAnsi="Arial"/>
              </w:rPr>
              <w:t xml:space="preserve"> </w:t>
            </w:r>
            <w:r w:rsidRPr="00956EF8">
              <w:rPr>
                <w:rFonts w:ascii="Arial" w:hAnsi="Arial"/>
              </w:rPr>
              <w:t>verduidelik elk.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(6)</w:t>
            </w: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05" w:type="dxa"/>
            <w:gridSpan w:val="3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2E207A" w:rsidP="00DF70AB">
            <w:pPr>
              <w:jc w:val="right"/>
              <w:rPr>
                <w:rFonts w:ascii="Arial" w:hAnsi="Arial"/>
              </w:rPr>
            </w:pPr>
          </w:p>
        </w:tc>
      </w:tr>
      <w:tr w:rsidR="00E51D40" w:rsidRPr="00956EF8" w:rsidTr="00DF70AB">
        <w:tc>
          <w:tcPr>
            <w:tcW w:w="675" w:type="dxa"/>
          </w:tcPr>
          <w:p w:rsidR="00E51D40" w:rsidRPr="00956EF8" w:rsidRDefault="00E51D40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2.6</w:t>
            </w:r>
          </w:p>
        </w:tc>
        <w:tc>
          <w:tcPr>
            <w:tcW w:w="8505" w:type="dxa"/>
            <w:gridSpan w:val="3"/>
          </w:tcPr>
          <w:p w:rsidR="00E51D40" w:rsidRPr="00956EF8" w:rsidRDefault="00E51D40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Noem </w:t>
            </w:r>
            <w:r w:rsidR="000F5B2A" w:rsidRPr="00956EF8">
              <w:rPr>
                <w:rFonts w:ascii="Arial" w:hAnsi="Arial"/>
              </w:rPr>
              <w:t>VYF</w:t>
            </w:r>
            <w:r w:rsidRPr="00956EF8">
              <w:rPr>
                <w:rFonts w:ascii="Arial" w:hAnsi="Arial"/>
              </w:rPr>
              <w:t xml:space="preserve"> voordele van laaghout teenoor die van soliede gesaagde hout.</w:t>
            </w:r>
          </w:p>
        </w:tc>
        <w:tc>
          <w:tcPr>
            <w:tcW w:w="851" w:type="dxa"/>
            <w:vAlign w:val="bottom"/>
          </w:tcPr>
          <w:p w:rsidR="00E51D40" w:rsidRPr="00956EF8" w:rsidRDefault="00E51D40" w:rsidP="00DF70AB">
            <w:pPr>
              <w:jc w:val="right"/>
              <w:rPr>
                <w:rFonts w:ascii="Arial" w:hAnsi="Arial"/>
                <w:bCs/>
              </w:rPr>
            </w:pPr>
            <w:r w:rsidRPr="00956EF8">
              <w:rPr>
                <w:rFonts w:ascii="Arial" w:hAnsi="Arial"/>
                <w:bCs/>
              </w:rPr>
              <w:t>(5)</w:t>
            </w:r>
          </w:p>
        </w:tc>
      </w:tr>
      <w:tr w:rsidR="002E207A" w:rsidRPr="00956EF8" w:rsidTr="00DF70AB">
        <w:tc>
          <w:tcPr>
            <w:tcW w:w="675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1413" w:type="dxa"/>
            <w:gridSpan w:val="2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7092" w:type="dxa"/>
          </w:tcPr>
          <w:p w:rsidR="002E207A" w:rsidRPr="00956EF8" w:rsidRDefault="002E207A" w:rsidP="002E207A">
            <w:pPr>
              <w:rPr>
                <w:rFonts w:ascii="Arial" w:hAnsi="Arial"/>
              </w:rPr>
            </w:pPr>
            <w:r w:rsidRPr="00956EF8">
              <w:rPr>
                <w:rFonts w:ascii="Arial" w:hAnsi="Arial" w:cs="Times New Roman"/>
              </w:rPr>
              <w:t> </w:t>
            </w:r>
          </w:p>
        </w:tc>
        <w:tc>
          <w:tcPr>
            <w:tcW w:w="851" w:type="dxa"/>
            <w:vAlign w:val="bottom"/>
          </w:tcPr>
          <w:p w:rsidR="002E207A" w:rsidRPr="00956EF8" w:rsidRDefault="00DF70AB" w:rsidP="00DF70AB">
            <w:pPr>
              <w:jc w:val="right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[40]</w:t>
            </w:r>
          </w:p>
        </w:tc>
      </w:tr>
    </w:tbl>
    <w:p w:rsidR="00DF70AB" w:rsidRPr="00956EF8" w:rsidRDefault="002E207A" w:rsidP="00DF70AB">
      <w:pPr>
        <w:rPr>
          <w:rFonts w:ascii="Arial" w:hAnsi="Arial"/>
        </w:rPr>
      </w:pPr>
      <w:r w:rsidRPr="00956EF8">
        <w:rPr>
          <w:rFonts w:ascii="Arial" w:hAnsi="Arial"/>
        </w:rPr>
        <w:t> </w:t>
      </w: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p w:rsidR="00DF70AB" w:rsidRPr="00956EF8" w:rsidRDefault="00DF70AB" w:rsidP="00DF70AB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DF70AB" w:rsidRPr="00956EF8" w:rsidTr="00DF70AB">
        <w:tc>
          <w:tcPr>
            <w:tcW w:w="9180" w:type="dxa"/>
          </w:tcPr>
          <w:p w:rsidR="00DF70AB" w:rsidRPr="00956EF8" w:rsidRDefault="00DF70AB" w:rsidP="0069095C">
            <w:pPr>
              <w:pStyle w:val="Heading1"/>
              <w:tabs>
                <w:tab w:val="right" w:pos="9213"/>
              </w:tabs>
            </w:pPr>
            <w:r w:rsidRPr="00956EF8">
              <w:t> VRAAG 3</w:t>
            </w:r>
          </w:p>
        </w:tc>
        <w:tc>
          <w:tcPr>
            <w:tcW w:w="851" w:type="dxa"/>
          </w:tcPr>
          <w:p w:rsidR="00DF70AB" w:rsidRPr="00956EF8" w:rsidRDefault="00DF70AB" w:rsidP="0069095C">
            <w:pPr>
              <w:rPr>
                <w:rFonts w:ascii="Arial" w:hAnsi="Arial"/>
                <w:b/>
                <w:bCs/>
              </w:rPr>
            </w:pPr>
          </w:p>
        </w:tc>
      </w:tr>
    </w:tbl>
    <w:p w:rsidR="00B75E9A" w:rsidRPr="00956EF8" w:rsidRDefault="00B75E9A" w:rsidP="00876C02">
      <w:pPr>
        <w:rPr>
          <w:rFonts w:ascii="Arial" w:hAnsi="Arial"/>
        </w:rPr>
      </w:pPr>
    </w:p>
    <w:tbl>
      <w:tblPr>
        <w:tblW w:w="10031" w:type="dxa"/>
        <w:tblLook w:val="01E0"/>
      </w:tblPr>
      <w:tblGrid>
        <w:gridCol w:w="684"/>
        <w:gridCol w:w="842"/>
        <w:gridCol w:w="7654"/>
        <w:gridCol w:w="288"/>
        <w:gridCol w:w="563"/>
      </w:tblGrid>
      <w:tr w:rsidR="00DF70AB" w:rsidRPr="00956EF8" w:rsidTr="00DF70AB">
        <w:tc>
          <w:tcPr>
            <w:tcW w:w="684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940054" w:rsidRPr="00956EF8" w:rsidRDefault="00940054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DF70AB">
        <w:tc>
          <w:tcPr>
            <w:tcW w:w="684" w:type="dxa"/>
          </w:tcPr>
          <w:p w:rsidR="00940054" w:rsidRPr="00956EF8" w:rsidRDefault="006F304F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3.1</w:t>
            </w:r>
          </w:p>
        </w:tc>
        <w:tc>
          <w:tcPr>
            <w:tcW w:w="8496" w:type="dxa"/>
            <w:gridSpan w:val="2"/>
            <w:vAlign w:val="center"/>
          </w:tcPr>
          <w:p w:rsidR="00940054" w:rsidRPr="00956EF8" w:rsidRDefault="00940054" w:rsidP="009947A6">
            <w:pPr>
              <w:pStyle w:val="Style"/>
              <w:spacing w:line="268" w:lineRule="exact"/>
              <w:ind w:left="4" w:right="619"/>
              <w:rPr>
                <w:lang w:val="af-ZA"/>
              </w:rPr>
            </w:pPr>
            <w:r w:rsidRPr="00956EF8">
              <w:rPr>
                <w:lang w:val="af-ZA"/>
              </w:rPr>
              <w:t xml:space="preserve">Jy is op soek na </w:t>
            </w:r>
            <w:r w:rsidR="009947A6" w:rsidRPr="00956EF8">
              <w:rPr>
                <w:lang w:val="af-ZA"/>
              </w:rPr>
              <w:t>ŉ</w:t>
            </w:r>
            <w:r w:rsidRPr="00956EF8">
              <w:rPr>
                <w:lang w:val="af-ZA"/>
              </w:rPr>
              <w:t xml:space="preserve"> geskikte bouperseel vir </w:t>
            </w:r>
            <w:r w:rsidR="009947A6" w:rsidRPr="00956EF8">
              <w:rPr>
                <w:lang w:val="af-ZA"/>
              </w:rPr>
              <w:t>ŉ</w:t>
            </w:r>
            <w:r w:rsidRPr="00956EF8">
              <w:rPr>
                <w:lang w:val="af-ZA"/>
              </w:rPr>
              <w:t xml:space="preserve"> drieslaapkamer huis. </w:t>
            </w:r>
          </w:p>
          <w:p w:rsidR="00940054" w:rsidRPr="00956EF8" w:rsidRDefault="00940054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Noem AGT faktore wat in ag geneem moet word by die keuse van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bouperseel.</w:t>
            </w:r>
          </w:p>
        </w:tc>
        <w:tc>
          <w:tcPr>
            <w:tcW w:w="851" w:type="dxa"/>
            <w:gridSpan w:val="2"/>
            <w:vAlign w:val="bottom"/>
          </w:tcPr>
          <w:p w:rsidR="00940054" w:rsidRPr="00956EF8" w:rsidRDefault="00E20C23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(8)</w:t>
            </w:r>
          </w:p>
        </w:tc>
      </w:tr>
      <w:tr w:rsidR="00DF70AB" w:rsidRPr="00956EF8" w:rsidTr="00DF70AB">
        <w:tc>
          <w:tcPr>
            <w:tcW w:w="684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940054" w:rsidRPr="00956EF8" w:rsidRDefault="00940054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DF70AB">
        <w:tc>
          <w:tcPr>
            <w:tcW w:w="684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3.2</w:t>
            </w:r>
          </w:p>
        </w:tc>
        <w:tc>
          <w:tcPr>
            <w:tcW w:w="8496" w:type="dxa"/>
            <w:gridSpan w:val="2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Verduidelik die rol van die argitek in die bouproses.</w:t>
            </w:r>
          </w:p>
        </w:tc>
        <w:tc>
          <w:tcPr>
            <w:tcW w:w="851" w:type="dxa"/>
            <w:gridSpan w:val="2"/>
            <w:vAlign w:val="bottom"/>
          </w:tcPr>
          <w:p w:rsidR="00E20C23" w:rsidRPr="00956EF8" w:rsidRDefault="00E20C23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DF70AB" w:rsidRPr="00956EF8" w:rsidTr="00DF70AB">
        <w:tc>
          <w:tcPr>
            <w:tcW w:w="684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940054" w:rsidRPr="00956EF8" w:rsidRDefault="00940054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940054" w:rsidRPr="00956EF8" w:rsidRDefault="00940054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DF70AB">
        <w:tc>
          <w:tcPr>
            <w:tcW w:w="684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3.3</w:t>
            </w:r>
          </w:p>
        </w:tc>
        <w:tc>
          <w:tcPr>
            <w:tcW w:w="8496" w:type="dxa"/>
            <w:gridSpan w:val="2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nog SES ander rolspelers in die bouproses.</w:t>
            </w:r>
          </w:p>
        </w:tc>
        <w:tc>
          <w:tcPr>
            <w:tcW w:w="851" w:type="dxa"/>
            <w:gridSpan w:val="2"/>
            <w:vAlign w:val="bottom"/>
          </w:tcPr>
          <w:p w:rsidR="00E20C23" w:rsidRPr="00956EF8" w:rsidRDefault="00E20C23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(6)</w:t>
            </w:r>
          </w:p>
        </w:tc>
      </w:tr>
      <w:tr w:rsidR="00DF70AB" w:rsidRPr="00956EF8" w:rsidTr="00DF70AB">
        <w:tc>
          <w:tcPr>
            <w:tcW w:w="684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E20C23" w:rsidRPr="00956EF8" w:rsidRDefault="00E20C23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5F2AAF">
        <w:tc>
          <w:tcPr>
            <w:tcW w:w="684" w:type="dxa"/>
          </w:tcPr>
          <w:p w:rsidR="00E20C23" w:rsidRPr="00956EF8" w:rsidRDefault="00E20C23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3.4</w:t>
            </w:r>
          </w:p>
        </w:tc>
        <w:tc>
          <w:tcPr>
            <w:tcW w:w="8784" w:type="dxa"/>
            <w:gridSpan w:val="3"/>
          </w:tcPr>
          <w:p w:rsidR="00E20C23" w:rsidRPr="00956EF8" w:rsidRDefault="00E20C23" w:rsidP="009947A6">
            <w:pPr>
              <w:pStyle w:val="Style"/>
              <w:spacing w:line="240" w:lineRule="exact"/>
              <w:ind w:right="4"/>
              <w:rPr>
                <w:lang w:val="af-ZA"/>
              </w:rPr>
            </w:pPr>
            <w:r w:rsidRPr="00956EF8">
              <w:rPr>
                <w:lang w:val="af-ZA"/>
              </w:rPr>
              <w:t xml:space="preserve">Die </w:t>
            </w:r>
            <w:r w:rsidR="005F2AAF" w:rsidRPr="00956EF8">
              <w:rPr>
                <w:lang w:val="af-ZA"/>
              </w:rPr>
              <w:t>FIGUUR</w:t>
            </w:r>
            <w:r w:rsidRPr="00956EF8">
              <w:rPr>
                <w:lang w:val="af-ZA"/>
              </w:rPr>
              <w:t xml:space="preserve"> hieronder toon </w:t>
            </w:r>
            <w:r w:rsidR="005F2AAF" w:rsidRPr="00956EF8">
              <w:rPr>
                <w:lang w:val="af-ZA"/>
              </w:rPr>
              <w:t>ŉ</w:t>
            </w:r>
            <w:r w:rsidRPr="00956EF8">
              <w:rPr>
                <w:lang w:val="af-ZA"/>
              </w:rPr>
              <w:t xml:space="preserve"> S.A.</w:t>
            </w:r>
            <w:r w:rsidR="005F2AAF" w:rsidRPr="00956EF8">
              <w:rPr>
                <w:lang w:val="af-ZA"/>
              </w:rPr>
              <w:t xml:space="preserve"> </w:t>
            </w:r>
            <w:r w:rsidRPr="00956EF8">
              <w:rPr>
                <w:lang w:val="af-ZA"/>
              </w:rPr>
              <w:t xml:space="preserve">tipe (Howe) dakkap. </w:t>
            </w:r>
          </w:p>
          <w:p w:rsidR="00E20C23" w:rsidRPr="00956EF8" w:rsidRDefault="00E20C23" w:rsidP="005F2AAF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Skryf die letters A</w:t>
            </w:r>
            <w:r w:rsidR="005F2AAF" w:rsidRPr="00956EF8">
              <w:rPr>
                <w:rFonts w:ascii="Arial" w:hAnsi="Arial"/>
              </w:rPr>
              <w:t xml:space="preserve"> – </w:t>
            </w:r>
            <w:r w:rsidRPr="00956EF8">
              <w:rPr>
                <w:rFonts w:ascii="Arial" w:hAnsi="Arial"/>
              </w:rPr>
              <w:t>E neer en langsaan die korrekte naam van elke onderdeel.</w:t>
            </w:r>
          </w:p>
        </w:tc>
        <w:tc>
          <w:tcPr>
            <w:tcW w:w="563" w:type="dxa"/>
            <w:vAlign w:val="bottom"/>
          </w:tcPr>
          <w:p w:rsidR="00E20C23" w:rsidRPr="00956EF8" w:rsidRDefault="00E20C23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  <w:r w:rsidRPr="00956EF8">
              <w:rPr>
                <w:rFonts w:ascii="Arial" w:hAnsi="Arial"/>
                <w:noProof/>
                <w:lang w:val="en-ZA" w:eastAsia="en-ZA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109220</wp:posOffset>
                  </wp:positionV>
                  <wp:extent cx="4161155" cy="1990725"/>
                  <wp:effectExtent l="19050" t="0" r="0" b="0"/>
                  <wp:wrapNone/>
                  <wp:docPr id="1" name="Picture 2132" descr="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2" descr="I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6409" t="46449" r="16316" b="310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115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F24944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(5)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  <w:lang w:eastAsia="en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F24944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3.5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Noem nog VYF soorte dakkappe wat algemeen vir dakkonstruksie gebruik word. 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(5)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3.6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652D60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Watter faktor bepaal die spasiëring tussen dakkappe?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3.7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Wat is die doel van ŉ vetvanger en waar word dit geïnstalleer?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3.8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652D60">
            <w:pPr>
              <w:pStyle w:val="Style"/>
              <w:tabs>
                <w:tab w:val="left" w:pos="950"/>
              </w:tabs>
              <w:spacing w:line="249" w:lineRule="exact"/>
              <w:rPr>
                <w:lang w:val="af-ZA"/>
              </w:rPr>
            </w:pPr>
            <w:r w:rsidRPr="00956EF8">
              <w:rPr>
                <w:lang w:val="af-ZA"/>
              </w:rPr>
              <w:t>Die mensdom is afhanklik van die voorsiening van varswater vir oorlewing. Noem TWEE bronne van varswater buiten die water wat deur munisipaliteite deur ŉ pypstelsel voorsien word.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3.9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Warmwaterstelsels: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3.9.1</w:t>
            </w: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TWEE voordele van die sonwaterverwarmer.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3.9.2</w:t>
            </w: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Noem TWEE nadele van die sonwaterverwarmer.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2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765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3.10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Verduidelik kortliks die doel van ŉ mangat en die voordeel wat die installering daarvan inhou.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947A6">
            <w:pPr>
              <w:pStyle w:val="Style"/>
              <w:spacing w:line="240" w:lineRule="exact"/>
              <w:ind w:right="4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3.11</w:t>
            </w: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Noem DRIE maniere om rioolwater te versamel en weg te neem in gevalle waar geen rioolnetwerk bestaan nie. </w:t>
            </w: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(3)</w:t>
            </w:r>
          </w:p>
        </w:tc>
      </w:tr>
      <w:tr w:rsidR="00652D60" w:rsidRPr="00956EF8" w:rsidTr="00DF70AB">
        <w:tc>
          <w:tcPr>
            <w:tcW w:w="684" w:type="dxa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496" w:type="dxa"/>
            <w:gridSpan w:val="2"/>
          </w:tcPr>
          <w:p w:rsidR="00652D60" w:rsidRPr="00956EF8" w:rsidRDefault="00652D60" w:rsidP="009E2763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[40]</w:t>
            </w:r>
          </w:p>
        </w:tc>
      </w:tr>
    </w:tbl>
    <w:p w:rsidR="00B75E9A" w:rsidRPr="00956EF8" w:rsidRDefault="00B75E9A" w:rsidP="00876C02">
      <w:pPr>
        <w:rPr>
          <w:rFonts w:ascii="Arial" w:hAnsi="Arial"/>
        </w:rPr>
      </w:pPr>
    </w:p>
    <w:p w:rsidR="00BD5524" w:rsidRPr="00956EF8" w:rsidRDefault="00876C02" w:rsidP="00192412">
      <w:pPr>
        <w:rPr>
          <w:rFonts w:ascii="Arial" w:hAnsi="Arial"/>
        </w:rPr>
      </w:pPr>
      <w:r w:rsidRPr="00956EF8">
        <w:rPr>
          <w:rFonts w:ascii="Arial" w:hAnsi="Arial"/>
        </w:rPr>
        <w:t xml:space="preserve"> </w:t>
      </w:r>
    </w:p>
    <w:p w:rsidR="00BD5524" w:rsidRPr="00956EF8" w:rsidRDefault="00BD5524" w:rsidP="00192412">
      <w:pPr>
        <w:rPr>
          <w:rFonts w:ascii="Arial" w:hAnsi="Arial"/>
        </w:rPr>
      </w:pPr>
    </w:p>
    <w:p w:rsidR="00BD5524" w:rsidRPr="00956EF8" w:rsidRDefault="00BD5524" w:rsidP="00192412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/>
      </w:tblPr>
      <w:tblGrid>
        <w:gridCol w:w="9180"/>
        <w:gridCol w:w="851"/>
      </w:tblGrid>
      <w:tr w:rsidR="00A26467" w:rsidRPr="00956EF8" w:rsidTr="00A26467">
        <w:tc>
          <w:tcPr>
            <w:tcW w:w="9180" w:type="dxa"/>
          </w:tcPr>
          <w:p w:rsidR="00A26467" w:rsidRPr="00956EF8" w:rsidRDefault="00A26467" w:rsidP="00E57B1E">
            <w:pPr>
              <w:pStyle w:val="Heading1"/>
              <w:tabs>
                <w:tab w:val="right" w:pos="9213"/>
              </w:tabs>
            </w:pPr>
            <w:r w:rsidRPr="00956EF8">
              <w:t>VRAAG  4</w:t>
            </w:r>
          </w:p>
        </w:tc>
        <w:tc>
          <w:tcPr>
            <w:tcW w:w="851" w:type="dxa"/>
          </w:tcPr>
          <w:p w:rsidR="00A26467" w:rsidRPr="00956EF8" w:rsidRDefault="00A26467" w:rsidP="00E57B1E">
            <w:pPr>
              <w:rPr>
                <w:rFonts w:ascii="Arial" w:hAnsi="Arial"/>
                <w:b/>
                <w:bCs/>
              </w:rPr>
            </w:pPr>
          </w:p>
        </w:tc>
      </w:tr>
    </w:tbl>
    <w:p w:rsidR="00192412" w:rsidRPr="00956EF8" w:rsidRDefault="00192412" w:rsidP="00192412">
      <w:pPr>
        <w:rPr>
          <w:rFonts w:ascii="Arial" w:hAnsi="Arial"/>
        </w:rPr>
      </w:pPr>
    </w:p>
    <w:tbl>
      <w:tblPr>
        <w:tblW w:w="10031" w:type="dxa"/>
        <w:tblLook w:val="01E0"/>
      </w:tblPr>
      <w:tblGrid>
        <w:gridCol w:w="675"/>
        <w:gridCol w:w="851"/>
        <w:gridCol w:w="7310"/>
        <w:gridCol w:w="344"/>
        <w:gridCol w:w="851"/>
      </w:tblGrid>
      <w:tr w:rsidR="00A26467" w:rsidRPr="00956EF8" w:rsidTr="00A26467">
        <w:tc>
          <w:tcPr>
            <w:tcW w:w="675" w:type="dxa"/>
          </w:tcPr>
          <w:p w:rsidR="00EF22E9" w:rsidRPr="00956EF8" w:rsidRDefault="00C76DE1" w:rsidP="00DC510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4.1</w:t>
            </w:r>
          </w:p>
        </w:tc>
        <w:tc>
          <w:tcPr>
            <w:tcW w:w="8505" w:type="dxa"/>
            <w:gridSpan w:val="3"/>
          </w:tcPr>
          <w:p w:rsidR="000F5B2A" w:rsidRPr="00956EF8" w:rsidRDefault="005F2AAF" w:rsidP="00652D60">
            <w:pPr>
              <w:pStyle w:val="Style"/>
              <w:spacing w:line="249" w:lineRule="exact"/>
              <w:ind w:left="14"/>
              <w:rPr>
                <w:lang w:val="af-ZA"/>
              </w:rPr>
            </w:pPr>
            <w:r w:rsidRPr="00956EF8">
              <w:rPr>
                <w:lang w:val="af-ZA"/>
              </w:rPr>
              <w:t>FIGUUR</w:t>
            </w:r>
            <w:r w:rsidR="00C76DE1" w:rsidRPr="00956EF8">
              <w:rPr>
                <w:lang w:val="af-ZA"/>
              </w:rPr>
              <w:t xml:space="preserve"> 4.1 toon </w:t>
            </w:r>
            <w:r w:rsidR="009947A6" w:rsidRPr="00956EF8">
              <w:rPr>
                <w:lang w:val="af-ZA"/>
              </w:rPr>
              <w:t>ŉ</w:t>
            </w:r>
            <w:r w:rsidR="00C76DE1" w:rsidRPr="00956EF8">
              <w:rPr>
                <w:lang w:val="af-ZA"/>
              </w:rPr>
              <w:t xml:space="preserve"> simmetriese liggaam op as XY</w:t>
            </w:r>
            <w:r w:rsidR="00E32D8F" w:rsidRPr="00956EF8">
              <w:rPr>
                <w:lang w:val="af-ZA"/>
              </w:rPr>
              <w:t>.</w:t>
            </w:r>
            <w:r w:rsidR="00652D60" w:rsidRPr="00956EF8">
              <w:rPr>
                <w:lang w:val="af-ZA"/>
              </w:rPr>
              <w:t xml:space="preserve">  </w:t>
            </w:r>
            <w:r w:rsidR="00C76DE1" w:rsidRPr="00956EF8">
              <w:rPr>
                <w:lang w:val="af-ZA"/>
              </w:rPr>
              <w:t>Bereken die swaartepunt van die liggaam op die senterlyn vanaf X.</w:t>
            </w:r>
            <w:r w:rsidR="00652D60" w:rsidRPr="00956EF8">
              <w:rPr>
                <w:lang w:val="af-ZA"/>
              </w:rPr>
              <w:t xml:space="preserve">  </w:t>
            </w:r>
            <w:r w:rsidR="000F5B2A" w:rsidRPr="00956EF8">
              <w:rPr>
                <w:lang w:val="af-ZA"/>
              </w:rPr>
              <w:t>(Die tabel op vel A kan gebruik word vir die berekeninge)</w:t>
            </w:r>
          </w:p>
        </w:tc>
        <w:tc>
          <w:tcPr>
            <w:tcW w:w="851" w:type="dxa"/>
            <w:vAlign w:val="bottom"/>
          </w:tcPr>
          <w:p w:rsidR="00EF22E9" w:rsidRPr="00956EF8" w:rsidRDefault="00EF22E9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652D60" w:rsidRPr="00956EF8" w:rsidRDefault="00652D60" w:rsidP="00053DB2">
            <w:pPr>
              <w:rPr>
                <w:rFonts w:ascii="Arial" w:hAnsi="Arial"/>
              </w:rPr>
            </w:pP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4391" type="#_x0000_t202" style="position:absolute;margin-left:283.3pt;margin-top:10.3pt;width:14pt;height:17.1pt;z-index:251702272" strokeweight="1pt">
                  <v:textbox style="mso-next-textbox:#_x0000_s4391" inset="0,0,0,0">
                    <w:txbxContent>
                      <w:p w:rsidR="00F24944" w:rsidRDefault="00F24944" w:rsidP="000F5B2A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 xml:space="preserve"> 3</w:t>
                        </w:r>
                      </w:p>
                      <w:p w:rsidR="00F24944" w:rsidRPr="00A1625B" w:rsidRDefault="00F24944" w:rsidP="000F5B2A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  <w:r w:rsidRPr="00932528">
              <w:rPr>
                <w:rFonts w:ascii="Arial" w:hAnsi="Arial"/>
                <w:lang w:eastAsia="en-GB"/>
              </w:rPr>
              <w:pict>
                <v:group id="_x0000_s4366" style="position:absolute;margin-left:311.25pt;margin-top:4.85pt;width:40.95pt;height:85.95pt;z-index:251691008" coordorigin="8307,2975" coordsize="819,1719">
                  <v:line id="_x0000_s4367" style="position:absolute" from="8307,3003" to="9105,3003"/>
                  <v:line id="_x0000_s4368" style="position:absolute" from="8317,3542" to="9115,3542"/>
                  <v:line id="_x0000_s4369" style="position:absolute" from="8328,4110" to="9126,4110"/>
                  <v:line id="_x0000_s4370" style="position:absolute" from="8327,4694" to="9125,4694"/>
                  <v:line id="_x0000_s4371" style="position:absolute" from="8945,2975" to="8945,3542">
                    <v:stroke startarrow="open" startarrowwidth="narrow" endarrow="open" endarrowwidth="narrow"/>
                  </v:line>
                  <v:line id="_x0000_s4372" style="position:absolute" from="8945,3546" to="8945,4113">
                    <v:stroke startarrow="open" startarrowwidth="narrow" endarrow="open" endarrowwidth="narrow"/>
                  </v:line>
                  <v:line id="_x0000_s4373" style="position:absolute" from="8945,4116" to="8945,4683">
                    <v:stroke startarrow="open" startarrowwidth="narrow" endarrow="open" endarrowwidth="narrow"/>
                  </v:line>
                </v:group>
              </w:pict>
            </w:r>
            <w:r w:rsidRPr="00932528">
              <w:rPr>
                <w:rFonts w:ascii="Arial" w:hAnsi="Arial"/>
              </w:rPr>
              <w:pict>
                <v:group id="_x0000_s4361" style="position:absolute;margin-left:91.65pt;margin-top:5.3pt;width:226.75pt;height:85.05pt;z-index:251689984" coordorigin="3915,2984" coordsize="4535,1701">
                  <v:rect id="_x0000_s4362" style="position:absolute;left:5354;top:3546;width:2268;height:567"/>
                  <v:rect id="_x0000_s4363" style="position:absolute;left:4232;top:3274;width:1134;height:1134"/>
                  <v:rect id="_x0000_s4364" style="position:absolute;left:7618;top:2984;width:567;height:1701"/>
                  <v:line id="_x0000_s4365" style="position:absolute" from="3915,3850" to="8450,3850">
                    <v:stroke dashstyle="longDashDot"/>
                  </v:line>
                </v:group>
              </w:pict>
            </w: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shape id="_x0000_s4390" type="#_x0000_t202" style="position:absolute;margin-left:126.55pt;margin-top:10.75pt;width:14pt;height:17.1pt;z-index:251701248" strokeweight="1pt">
                  <v:textbox style="mso-next-textbox:#_x0000_s4390" inset="0,0,0,0">
                    <w:txbxContent>
                      <w:p w:rsidR="00F24944" w:rsidRDefault="00F24944" w:rsidP="000F5B2A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 xml:space="preserve"> 1</w:t>
                        </w:r>
                      </w:p>
                      <w:p w:rsidR="00F24944" w:rsidRPr="00A1625B" w:rsidRDefault="00F24944" w:rsidP="000F5B2A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  <w:r w:rsidRPr="00932528">
              <w:rPr>
                <w:rFonts w:ascii="Arial" w:hAnsi="Arial"/>
              </w:rPr>
              <w:pict>
                <v:line id="_x0000_s4387" style="position:absolute;z-index:251698176" from="71.95pt,5.6pt" to="71.95pt,62.3pt">
                  <v:stroke startarrow="block" endarrow="block"/>
                </v:line>
              </w:pict>
            </w:r>
            <w:r w:rsidRPr="00932528">
              <w:rPr>
                <w:rFonts w:ascii="Arial" w:hAnsi="Arial"/>
              </w:rPr>
              <w:pict>
                <v:line id="_x0000_s4385" style="position:absolute;flip:x;z-index:251696128" from="62.6pt,5.85pt" to="96.8pt,5.85pt"/>
              </w:pict>
            </w:r>
            <w:r w:rsidRPr="00932528">
              <w:rPr>
                <w:rFonts w:ascii="Arial" w:hAnsi="Arial"/>
                <w:lang w:eastAsia="en-GB"/>
              </w:rPr>
              <w:pict>
                <v:shape id="_x0000_s4384" type="#_x0000_t202" style="position:absolute;margin-left:328.35pt;margin-top:1.05pt;width:14.25pt;height:8.55pt;z-index:251695104" stroked="f">
                  <v:textbox style="layout-flow:vertical;mso-layout-flow-alt:bottom-to-top;mso-next-textbox:#_x0000_s4384" inset="0,0,0,0">
                    <w:txbxContent>
                      <w:p w:rsidR="00F24944" w:rsidRDefault="00F24944" w:rsidP="00A1625B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>2</w:t>
                        </w:r>
                      </w:p>
                      <w:p w:rsidR="00F24944" w:rsidRPr="00A1625B" w:rsidRDefault="00F24944" w:rsidP="00A1625B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shape id="_x0000_s4389" type="#_x0000_t202" style="position:absolute;margin-left:206.35pt;margin-top:8.7pt;width:14pt;height:17.1pt;z-index:251700224" strokeweight="1pt">
                  <v:textbox style="mso-next-textbox:#_x0000_s4389" inset="0,0,0,0">
                    <w:txbxContent>
                      <w:p w:rsidR="00F24944" w:rsidRDefault="00F24944" w:rsidP="000F5B2A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 xml:space="preserve"> 2</w:t>
                        </w:r>
                      </w:p>
                      <w:p w:rsidR="00F24944" w:rsidRPr="00A1625B" w:rsidRDefault="00F24944" w:rsidP="000F5B2A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  <w:r w:rsidRPr="00932528">
              <w:rPr>
                <w:rFonts w:ascii="Arial" w:hAnsi="Arial"/>
              </w:rPr>
              <w:pict>
                <v:shape id="_x0000_s4388" type="#_x0000_t202" style="position:absolute;margin-left:55.3pt;margin-top:11.2pt;width:14.25pt;height:8.55pt;z-index:251699200" stroked="f">
                  <v:textbox style="layout-flow:vertical;mso-layout-flow-alt:bottom-to-top;mso-next-textbox:#_x0000_s4388" inset="0,0,0,0">
                    <w:txbxContent>
                      <w:p w:rsidR="00F24944" w:rsidRDefault="00F24944" w:rsidP="000F5B2A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lang w:val="en-ZA"/>
                          </w:rPr>
                          <w:t>4</w:t>
                        </w:r>
                      </w:p>
                      <w:p w:rsidR="00F24944" w:rsidRPr="00A1625B" w:rsidRDefault="00F24944" w:rsidP="000F5B2A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  <w:lang w:eastAsia="en-GB"/>
              </w:rPr>
              <w:pict>
                <v:shape id="_x0000_s4383" type="#_x0000_t202" style="position:absolute;margin-left:328.35pt;margin-top:1.3pt;width:14.25pt;height:8.55pt;z-index:251694080" stroked="f">
                  <v:textbox style="layout-flow:vertical;mso-layout-flow-alt:bottom-to-top;mso-next-textbox:#_x0000_s4383" inset="0,0,0,0">
                    <w:txbxContent>
                      <w:p w:rsidR="00F24944" w:rsidRDefault="00F24944" w:rsidP="00A1625B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>2</w:t>
                        </w:r>
                      </w:p>
                      <w:p w:rsidR="00F24944" w:rsidRPr="00A1625B" w:rsidRDefault="00F24944" w:rsidP="00A1625B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  <w:r w:rsidR="00652D60" w:rsidRPr="00956EF8">
              <w:rPr>
                <w:rFonts w:ascii="Arial" w:hAnsi="Arial"/>
              </w:rPr>
              <w:t xml:space="preserve">                         X</w:t>
            </w:r>
          </w:p>
          <w:p w:rsidR="00652D60" w:rsidRPr="00956EF8" w:rsidRDefault="00652D60" w:rsidP="00053DB2">
            <w:pPr>
              <w:rPr>
                <w:rFonts w:ascii="Arial" w:hAnsi="Arial"/>
              </w:rPr>
            </w:pP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line id="_x0000_s4386" style="position:absolute;flip:x;z-index:251697152" from="63.85pt,6.85pt" to="98.05pt,6.85pt"/>
              </w:pict>
            </w:r>
            <w:r w:rsidRPr="00932528">
              <w:rPr>
                <w:rFonts w:ascii="Arial" w:hAnsi="Arial"/>
                <w:lang w:eastAsia="en-GB"/>
              </w:rPr>
              <w:pict>
                <v:shape id="_x0000_s4382" type="#_x0000_t202" style="position:absolute;margin-left:328.65pt;margin-top:3.15pt;width:14.25pt;height:8.55pt;z-index:251693056" stroked="f">
                  <v:textbox style="layout-flow:vertical;mso-layout-flow-alt:bottom-to-top;mso-next-textbox:#_x0000_s4382" inset="0,0,0,0">
                    <w:txbxContent>
                      <w:p w:rsidR="00F24944" w:rsidRDefault="00F24944">
                        <w:pPr>
                          <w:rPr>
                            <w:lang w:val="en-ZA"/>
                          </w:rPr>
                        </w:pPr>
                        <w:r>
                          <w:rPr>
                            <w:rFonts w:ascii="Arial" w:hAnsi="Arial"/>
                            <w:lang w:val="de-DE"/>
                          </w:rPr>
                          <w:t>2</w:t>
                        </w:r>
                      </w:p>
                      <w:p w:rsidR="00F24944" w:rsidRPr="00A1625B" w:rsidRDefault="00F24944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52D60" w:rsidRPr="00956EF8" w:rsidRDefault="00932528" w:rsidP="00053DB2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  <w:lang w:eastAsia="en-GB"/>
              </w:rPr>
              <w:pict>
                <v:group id="_x0000_s4374" style="position:absolute;margin-left:107.05pt;margin-top:4.25pt;width:198.25pt;height:31.6pt;z-index:251692032" coordorigin="4223,4619" coordsize="3965,632">
                  <v:line id="_x0000_s4375" style="position:absolute" from="4223,4624" to="4223,5251"/>
                  <v:line id="_x0000_s4376" style="position:absolute" from="5367,4619" to="5367,5246"/>
                  <v:line id="_x0000_s4377" style="position:absolute" from="8188,4796" to="8188,5250"/>
                  <v:line id="_x0000_s4378" style="position:absolute" from="7614,4790" to="7614,5244"/>
                  <v:line id="_x0000_s4379" style="position:absolute" from="4229,5126" to="5363,5126">
                    <v:stroke startarrow="open" startarrowwidth="narrow" endarrow="open" endarrowwidth="narrow"/>
                  </v:line>
                  <v:line id="_x0000_s4380" style="position:absolute" from="5356,5126" to="7624,5126">
                    <v:stroke startarrow="open" startarrowwidth="narrow" endarrow="open" endarrowwidth="narrow"/>
                  </v:line>
                  <v:line id="_x0000_s4381" style="position:absolute" from="7613,5119" to="8180,5119">
                    <v:stroke startarrow="open" startarrowwidth="narrow" endarrow="open" endarrowwidth="narrow"/>
                  </v:line>
                </v:group>
              </w:pict>
            </w:r>
          </w:p>
          <w:p w:rsidR="00652D60" w:rsidRPr="00956EF8" w:rsidRDefault="00652D60" w:rsidP="0018205B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        4                        8                  2 </w:t>
            </w:r>
          </w:p>
          <w:p w:rsidR="00652D60" w:rsidRPr="00956EF8" w:rsidRDefault="00652D60" w:rsidP="00053DB2">
            <w:pPr>
              <w:rPr>
                <w:rFonts w:ascii="Arial" w:hAnsi="Arial"/>
              </w:rPr>
            </w:pPr>
          </w:p>
          <w:p w:rsidR="00652D60" w:rsidRPr="00956EF8" w:rsidRDefault="00652D60" w:rsidP="009947A6">
            <w:pPr>
              <w:jc w:val="center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FIGUUR 4.1</w:t>
            </w:r>
          </w:p>
        </w:tc>
        <w:tc>
          <w:tcPr>
            <w:tcW w:w="851" w:type="dxa"/>
            <w:vAlign w:val="bottom"/>
          </w:tcPr>
          <w:p w:rsidR="00652D60" w:rsidRPr="00956EF8" w:rsidRDefault="00652D60" w:rsidP="00F24944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(11)</w:t>
            </w: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4.2</w:t>
            </w:r>
          </w:p>
        </w:tc>
        <w:tc>
          <w:tcPr>
            <w:tcW w:w="8505" w:type="dxa"/>
            <w:gridSpan w:val="3"/>
          </w:tcPr>
          <w:p w:rsidR="00652D60" w:rsidRPr="00956EF8" w:rsidRDefault="00652D60" w:rsidP="00652D60">
            <w:pPr>
              <w:pStyle w:val="Style"/>
              <w:tabs>
                <w:tab w:val="left" w:pos="0"/>
              </w:tabs>
              <w:spacing w:line="278" w:lineRule="exact"/>
              <w:ind w:left="34" w:right="691"/>
              <w:rPr>
                <w:lang w:val="af-ZA"/>
              </w:rPr>
            </w:pPr>
            <w:r w:rsidRPr="00956EF8">
              <w:rPr>
                <w:lang w:val="af-ZA"/>
              </w:rPr>
              <w:t>Indien enige aantal kragte, waarvan die werklyne by een punt ontmoet, in grootte en rigting deur die sye van ŉ veelhoek voorgestel word, is hulle in ewewig.  FIGUUR 4.2 op vel A toon die ruimtediagram van vier ankerkabels wat ŉ maspaal regop hou.</w:t>
            </w:r>
          </w:p>
        </w:tc>
        <w:tc>
          <w:tcPr>
            <w:tcW w:w="851" w:type="dxa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7310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344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F24944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4.2.1</w:t>
            </w:r>
          </w:p>
        </w:tc>
        <w:tc>
          <w:tcPr>
            <w:tcW w:w="7654" w:type="dxa"/>
            <w:gridSpan w:val="2"/>
          </w:tcPr>
          <w:p w:rsidR="00652D60" w:rsidRPr="00956EF8" w:rsidRDefault="00652D60" w:rsidP="00DF4685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Voltooi die kragtediagram op vel A en bereken die grootte van die kragte X en Y.</w:t>
            </w:r>
          </w:p>
        </w:tc>
        <w:tc>
          <w:tcPr>
            <w:tcW w:w="851" w:type="dxa"/>
            <w:vAlign w:val="bottom"/>
          </w:tcPr>
          <w:p w:rsidR="00652D60" w:rsidRPr="00956EF8" w:rsidRDefault="00652D60" w:rsidP="00F24944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(9)</w:t>
            </w: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7310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344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652D60" w:rsidRPr="00956EF8" w:rsidRDefault="00652D60" w:rsidP="00F24944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652D60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4.2.2</w:t>
            </w:r>
          </w:p>
        </w:tc>
        <w:tc>
          <w:tcPr>
            <w:tcW w:w="7654" w:type="dxa"/>
            <w:gridSpan w:val="2"/>
          </w:tcPr>
          <w:p w:rsidR="00652D60" w:rsidRPr="00956EF8" w:rsidRDefault="00652D60" w:rsidP="00DF4685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Bepaal die rigting van die kragte X en Y en toon dit ook aan op die ruimtediagram.</w:t>
            </w:r>
          </w:p>
        </w:tc>
        <w:tc>
          <w:tcPr>
            <w:tcW w:w="851" w:type="dxa"/>
            <w:vAlign w:val="bottom"/>
          </w:tcPr>
          <w:p w:rsidR="00652D60" w:rsidRPr="00956EF8" w:rsidRDefault="00652D60" w:rsidP="00652D60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(1)</w:t>
            </w: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7310" w:type="dxa"/>
          </w:tcPr>
          <w:p w:rsidR="00652D60" w:rsidRPr="00956EF8" w:rsidRDefault="00652D60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344" w:type="dxa"/>
          </w:tcPr>
          <w:p w:rsidR="00652D60" w:rsidRPr="00956EF8" w:rsidRDefault="00652D60" w:rsidP="00DC510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652D60" w:rsidRPr="00956EF8" w:rsidTr="00A26467">
        <w:tc>
          <w:tcPr>
            <w:tcW w:w="675" w:type="dxa"/>
          </w:tcPr>
          <w:p w:rsidR="00652D60" w:rsidRPr="00956EF8" w:rsidRDefault="00652D60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4.3</w:t>
            </w:r>
          </w:p>
        </w:tc>
        <w:tc>
          <w:tcPr>
            <w:tcW w:w="8505" w:type="dxa"/>
            <w:gridSpan w:val="3"/>
          </w:tcPr>
          <w:p w:rsidR="00652D60" w:rsidRPr="00956EF8" w:rsidRDefault="00652D60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FIGUUR 4.3 toon ŉ balk met puntbelasting. Bereken die reaksiekragte in steunpunte A en B</w:t>
            </w:r>
          </w:p>
        </w:tc>
        <w:tc>
          <w:tcPr>
            <w:tcW w:w="851" w:type="dxa"/>
            <w:vAlign w:val="bottom"/>
          </w:tcPr>
          <w:p w:rsidR="00652D60" w:rsidRPr="00956EF8" w:rsidRDefault="00652D60" w:rsidP="009947A6">
            <w:pPr>
              <w:jc w:val="right"/>
              <w:rPr>
                <w:rFonts w:ascii="Arial" w:hAnsi="Arial"/>
              </w:rPr>
            </w:pP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05" w:type="dxa"/>
            <w:gridSpan w:val="3"/>
          </w:tcPr>
          <w:p w:rsidR="005F50EE" w:rsidRPr="00956EF8" w:rsidRDefault="005F50EE" w:rsidP="00F24944">
            <w:pPr>
              <w:rPr>
                <w:rFonts w:ascii="Arial" w:hAnsi="Arial"/>
              </w:rPr>
            </w:pPr>
          </w:p>
          <w:p w:rsidR="005F50EE" w:rsidRPr="00956EF8" w:rsidRDefault="005F50EE" w:rsidP="00F24944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20 N                          20 N                           60 N </w:t>
            </w:r>
          </w:p>
          <w:p w:rsidR="005F50EE" w:rsidRPr="00956EF8" w:rsidRDefault="00932528" w:rsidP="00F24944">
            <w:pPr>
              <w:rPr>
                <w:rFonts w:ascii="Arial" w:hAnsi="Arial"/>
              </w:rPr>
            </w:pPr>
            <w:r w:rsidRPr="00932528">
              <w:rPr>
                <w:rFonts w:ascii="Arial" w:hAnsi="Arial"/>
              </w:rPr>
              <w:pict>
                <v:group id="_x0000_s4428" style="position:absolute;margin-left:111.5pt;margin-top:3.7pt;width:226.75pt;height:64.1pt;z-index:251708416" coordorigin="4323,10617" coordsize="4535,1657">
                  <v:line id="_x0000_s4429" style="position:absolute" from="4323,11390" to="8858,11390" strokeweight="4pt"/>
                  <v:line id="_x0000_s4430" style="position:absolute" from="4333,11959" to="5467,11959">
                    <v:stroke startarrow="open" startarrowwidth="narrow" startarrowlength="long" endarrow="open" endarrowwidth="narrow" endarrowlength="long"/>
                  </v:line>
                  <v:line id="_x0000_s4431" style="position:absolute" from="5457,11962" to="6591,11962">
                    <v:stroke startarrow="open" startarrowwidth="narrow" startarrowlength="long" endarrow="open" endarrowwidth="narrow" endarrowlength="long"/>
                  </v:line>
                  <v:line id="_x0000_s4432" style="position:absolute" from="6587,11960" to="8855,11960">
                    <v:stroke startarrow="open" startarrowwidth="narrow" startarrowlength="long" endarrow="open" endarrowwidth="narrow" endarrowlength="long"/>
                  </v:line>
                  <v:line id="_x0000_s4433" style="position:absolute" from="4345,11502" to="4345,12186"/>
                  <v:line id="_x0000_s4434" style="position:absolute" from="6603,11504" to="6603,12188"/>
                  <v:line id="_x0000_s4435" style="position:absolute;flip:x y" from="5459,11424" to="5459,12274" strokeweight="2pt">
                    <v:stroke endarrow="block" endarrowwidth="wide" endarrowlength="long"/>
                  </v:line>
                  <v:line id="_x0000_s4436" style="position:absolute;flip:x y" from="8831,11383" to="8831,12233" strokeweight="2pt">
                    <v:stroke endarrow="block" endarrowwidth="wide" endarrowlength="long"/>
                  </v:line>
                  <v:line id="_x0000_s4437" style="position:absolute;flip:x" from="4358,10617" to="4358,11354">
                    <v:stroke endarrow="open" endarrowlength="long"/>
                  </v:line>
                  <v:line id="_x0000_s4438" style="position:absolute;flip:x" from="6597,10619" to="6597,11356">
                    <v:stroke endarrow="open" endarrowlength="long"/>
                  </v:line>
                  <v:line id="_x0000_s4439" style="position:absolute;flip:x" from="8843,10619" to="8843,11356">
                    <v:stroke endarrow="open" endarrowlength="long"/>
                  </v:line>
                </v:group>
              </w:pict>
            </w:r>
          </w:p>
          <w:p w:rsidR="005F50EE" w:rsidRPr="00956EF8" w:rsidRDefault="005F50EE" w:rsidP="00F24944">
            <w:pPr>
              <w:rPr>
                <w:rFonts w:ascii="Arial" w:hAnsi="Arial"/>
              </w:rPr>
            </w:pPr>
          </w:p>
          <w:p w:rsidR="005F50EE" w:rsidRPr="00956EF8" w:rsidRDefault="005F50EE" w:rsidP="00F24944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</w:t>
            </w:r>
          </w:p>
          <w:p w:rsidR="005F50EE" w:rsidRPr="00956EF8" w:rsidRDefault="005F50EE" w:rsidP="00F24944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        2 m           2 m                4 m</w:t>
            </w:r>
          </w:p>
          <w:p w:rsidR="005F50EE" w:rsidRPr="00956EF8" w:rsidRDefault="005F50EE" w:rsidP="00F24944">
            <w:pPr>
              <w:rPr>
                <w:rFonts w:ascii="Arial" w:hAnsi="Arial"/>
              </w:rPr>
            </w:pPr>
          </w:p>
          <w:p w:rsidR="005F50EE" w:rsidRPr="00956EF8" w:rsidRDefault="005F50EE" w:rsidP="00F24944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 xml:space="preserve">                                                 A                 </w:t>
            </w:r>
            <w:r w:rsidR="00956EF8">
              <w:rPr>
                <w:rFonts w:ascii="Arial" w:hAnsi="Arial"/>
              </w:rPr>
              <w:t xml:space="preserve">              </w:t>
            </w:r>
            <w:r w:rsidRPr="00956EF8">
              <w:rPr>
                <w:rFonts w:ascii="Arial" w:hAnsi="Arial"/>
              </w:rPr>
              <w:t xml:space="preserve">                  B</w:t>
            </w:r>
          </w:p>
          <w:p w:rsidR="005F50EE" w:rsidRPr="00956EF8" w:rsidRDefault="005F50EE" w:rsidP="00F24944">
            <w:pPr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  <w:p w:rsidR="005F50EE" w:rsidRPr="00956EF8" w:rsidRDefault="005F50EE" w:rsidP="00F24944">
            <w:pPr>
              <w:jc w:val="center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FIGUUR 4.3</w:t>
            </w: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(9)</w:t>
            </w: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4.4</w:t>
            </w:r>
          </w:p>
        </w:tc>
        <w:tc>
          <w:tcPr>
            <w:tcW w:w="8505" w:type="dxa"/>
            <w:gridSpan w:val="3"/>
          </w:tcPr>
          <w:p w:rsidR="005F50EE" w:rsidRPr="00956EF8" w:rsidRDefault="005F50EE" w:rsidP="00A70E1C">
            <w:pPr>
              <w:pStyle w:val="Style"/>
              <w:tabs>
                <w:tab w:val="left" w:pos="34"/>
              </w:tabs>
              <w:spacing w:line="283" w:lineRule="exact"/>
              <w:ind w:left="34" w:right="19"/>
              <w:rPr>
                <w:lang w:val="af-ZA"/>
              </w:rPr>
            </w:pPr>
            <w:r w:rsidRPr="00956EF8">
              <w:rPr>
                <w:lang w:val="af-ZA"/>
              </w:rPr>
              <w:t>Om die hoeveelheid en posisie van die staalwapening in ŉ betonbalk te bepaal, moet die momente wat deur die laste veroorsaak word bereken word.  FIGUUR 4.4 op vel B toon ŉ diagrammatiese voorstelling van ŉ balk met puntbelasting.  Bereken op vel B die volgende:</w:t>
            </w: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4.4.1</w:t>
            </w: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buigmomentwaardes op punte A tot D.</w:t>
            </w: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(6)</w:t>
            </w: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4.4.2</w:t>
            </w: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Teken die buigmomentdiagram volgens die gegewe skaal.</w:t>
            </w: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  <w:tr w:rsidR="005F50EE" w:rsidRPr="00956EF8" w:rsidTr="00A26467">
        <w:tc>
          <w:tcPr>
            <w:tcW w:w="675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7654" w:type="dxa"/>
            <w:gridSpan w:val="2"/>
          </w:tcPr>
          <w:p w:rsidR="005F50EE" w:rsidRPr="00956EF8" w:rsidRDefault="005F50EE" w:rsidP="00F8262E">
            <w:pPr>
              <w:rPr>
                <w:rFonts w:ascii="Arial" w:hAnsi="Arial"/>
              </w:rPr>
            </w:pPr>
          </w:p>
        </w:tc>
        <w:tc>
          <w:tcPr>
            <w:tcW w:w="851" w:type="dxa"/>
            <w:vAlign w:val="bottom"/>
          </w:tcPr>
          <w:p w:rsidR="005F50EE" w:rsidRPr="00956EF8" w:rsidRDefault="005F50EE" w:rsidP="009947A6">
            <w:pPr>
              <w:jc w:val="right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[40]</w:t>
            </w:r>
          </w:p>
        </w:tc>
      </w:tr>
    </w:tbl>
    <w:p w:rsidR="00B30B4B" w:rsidRDefault="00B30B4B">
      <w:pPr>
        <w:rPr>
          <w:rFonts w:ascii="Arial" w:hAnsi="Arial"/>
        </w:rPr>
      </w:pPr>
    </w:p>
    <w:p w:rsidR="00956EF8" w:rsidRDefault="00956EF8">
      <w:pPr>
        <w:rPr>
          <w:rFonts w:ascii="Arial" w:hAnsi="Arial"/>
        </w:rPr>
      </w:pPr>
    </w:p>
    <w:p w:rsidR="00956EF8" w:rsidRPr="00956EF8" w:rsidRDefault="00956EF8">
      <w:pPr>
        <w:rPr>
          <w:rFonts w:ascii="Arial" w:hAnsi="Arial"/>
        </w:rPr>
      </w:pPr>
    </w:p>
    <w:tbl>
      <w:tblPr>
        <w:tblW w:w="10031" w:type="dxa"/>
        <w:tblBorders>
          <w:insideH w:val="single" w:sz="4" w:space="0" w:color="auto"/>
        </w:tblBorders>
        <w:tblLook w:val="0000"/>
      </w:tblPr>
      <w:tblGrid>
        <w:gridCol w:w="9180"/>
        <w:gridCol w:w="851"/>
      </w:tblGrid>
      <w:tr w:rsidR="00A26467" w:rsidRPr="00956EF8" w:rsidTr="00A26467">
        <w:tc>
          <w:tcPr>
            <w:tcW w:w="9180" w:type="dxa"/>
          </w:tcPr>
          <w:p w:rsidR="00A26467" w:rsidRPr="00956EF8" w:rsidRDefault="00A26467" w:rsidP="001C2BCD">
            <w:pPr>
              <w:pStyle w:val="Heading1"/>
            </w:pPr>
            <w:r w:rsidRPr="00956EF8">
              <w:t>VRAAG 5</w:t>
            </w:r>
          </w:p>
        </w:tc>
        <w:tc>
          <w:tcPr>
            <w:tcW w:w="851" w:type="dxa"/>
          </w:tcPr>
          <w:p w:rsidR="00A26467" w:rsidRPr="00956EF8" w:rsidRDefault="00A26467" w:rsidP="001C2BCD">
            <w:pPr>
              <w:rPr>
                <w:rFonts w:ascii="Arial" w:hAnsi="Arial"/>
              </w:rPr>
            </w:pPr>
          </w:p>
        </w:tc>
      </w:tr>
    </w:tbl>
    <w:p w:rsidR="00C156FC" w:rsidRPr="00956EF8" w:rsidRDefault="00C156FC" w:rsidP="00C156FC">
      <w:pPr>
        <w:rPr>
          <w:rFonts w:ascii="Arial" w:hAnsi="Arial"/>
        </w:rPr>
      </w:pPr>
    </w:p>
    <w:tbl>
      <w:tblPr>
        <w:tblW w:w="10031" w:type="dxa"/>
        <w:tblLook w:val="01E0"/>
      </w:tblPr>
      <w:tblGrid>
        <w:gridCol w:w="668"/>
        <w:gridCol w:w="846"/>
        <w:gridCol w:w="7645"/>
        <w:gridCol w:w="872"/>
      </w:tblGrid>
      <w:tr w:rsidR="00A26467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5.1</w:t>
            </w:r>
          </w:p>
        </w:tc>
        <w:tc>
          <w:tcPr>
            <w:tcW w:w="8491" w:type="dxa"/>
            <w:gridSpan w:val="2"/>
          </w:tcPr>
          <w:p w:rsidR="00931F82" w:rsidRPr="00956EF8" w:rsidRDefault="009947A6" w:rsidP="00A26467">
            <w:pPr>
              <w:pStyle w:val="Style"/>
              <w:tabs>
                <w:tab w:val="left" w:pos="0"/>
              </w:tabs>
              <w:spacing w:line="283" w:lineRule="exact"/>
              <w:ind w:right="720"/>
              <w:rPr>
                <w:lang w:val="af-ZA"/>
              </w:rPr>
            </w:pPr>
            <w:r w:rsidRPr="00956EF8">
              <w:rPr>
                <w:lang w:val="af-ZA"/>
              </w:rPr>
              <w:t>ŉ</w:t>
            </w:r>
            <w:r w:rsidR="00931F82" w:rsidRPr="00956EF8">
              <w:rPr>
                <w:lang w:val="af-ZA"/>
              </w:rPr>
              <w:t xml:space="preserve"> Staaf van 3 meter lank en met </w:t>
            </w:r>
            <w:r w:rsidRPr="00956EF8">
              <w:rPr>
                <w:lang w:val="af-ZA"/>
              </w:rPr>
              <w:t>ŉ</w:t>
            </w:r>
            <w:r w:rsidR="00931F82" w:rsidRPr="00956EF8">
              <w:rPr>
                <w:lang w:val="af-ZA"/>
              </w:rPr>
              <w:t xml:space="preserve"> raduis van 5 mm word 0,4 mm langer</w:t>
            </w:r>
            <w:r w:rsidR="00A26467" w:rsidRPr="00956EF8">
              <w:rPr>
                <w:lang w:val="af-ZA"/>
              </w:rPr>
              <w:t xml:space="preserve"> </w:t>
            </w:r>
            <w:r w:rsidR="00931F82" w:rsidRPr="00956EF8">
              <w:rPr>
                <w:lang w:val="af-ZA"/>
              </w:rPr>
              <w:t xml:space="preserve">wanneer </w:t>
            </w:r>
            <w:r w:rsidRPr="00956EF8">
              <w:rPr>
                <w:lang w:val="af-ZA"/>
              </w:rPr>
              <w:t>ŉ</w:t>
            </w:r>
            <w:r w:rsidR="00931F82" w:rsidRPr="00956EF8">
              <w:rPr>
                <w:lang w:val="af-ZA"/>
              </w:rPr>
              <w:t xml:space="preserve"> trekkrag van 400 N daarop toegepas word. </w:t>
            </w:r>
          </w:p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Bereken: (Toon alle formules en berekeninge)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A26467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91" w:type="dxa"/>
            <w:gridSpan w:val="2"/>
            <w:vAlign w:val="center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931F8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5.1.1</w:t>
            </w:r>
          </w:p>
        </w:tc>
        <w:tc>
          <w:tcPr>
            <w:tcW w:w="7645" w:type="dxa"/>
          </w:tcPr>
          <w:p w:rsidR="00931F8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spanning</w:t>
            </w:r>
          </w:p>
        </w:tc>
        <w:tc>
          <w:tcPr>
            <w:tcW w:w="872" w:type="dxa"/>
            <w:vAlign w:val="bottom"/>
          </w:tcPr>
          <w:p w:rsidR="00931F82" w:rsidRPr="00956EF8" w:rsidRDefault="00392A02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(6)</w:t>
            </w: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72484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5.1.2</w:t>
            </w:r>
          </w:p>
        </w:tc>
        <w:tc>
          <w:tcPr>
            <w:tcW w:w="7645" w:type="dxa"/>
          </w:tcPr>
          <w:p w:rsidR="00724842" w:rsidRPr="00956EF8" w:rsidRDefault="009225C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</w:t>
            </w:r>
            <w:r w:rsidR="00392A02" w:rsidRPr="00956EF8">
              <w:rPr>
                <w:rFonts w:ascii="Arial" w:hAnsi="Arial"/>
              </w:rPr>
              <w:t>ormveranderi</w:t>
            </w:r>
            <w:r w:rsidR="00BF5020" w:rsidRPr="00956EF8">
              <w:rPr>
                <w:rFonts w:ascii="Arial" w:hAnsi="Arial"/>
              </w:rPr>
              <w:t>n</w:t>
            </w:r>
            <w:r w:rsidR="00392A02" w:rsidRPr="00956EF8">
              <w:rPr>
                <w:rFonts w:ascii="Arial" w:hAnsi="Arial"/>
              </w:rPr>
              <w:t>g</w:t>
            </w:r>
          </w:p>
        </w:tc>
        <w:tc>
          <w:tcPr>
            <w:tcW w:w="872" w:type="dxa"/>
            <w:vAlign w:val="bottom"/>
          </w:tcPr>
          <w:p w:rsidR="00724842" w:rsidRPr="00956EF8" w:rsidRDefault="00392A02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(3)</w:t>
            </w:r>
          </w:p>
        </w:tc>
      </w:tr>
      <w:tr w:rsidR="00DF70AB" w:rsidRPr="00956EF8" w:rsidTr="00A26467">
        <w:tc>
          <w:tcPr>
            <w:tcW w:w="668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724842" w:rsidRPr="00956EF8" w:rsidRDefault="0072484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72484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5.1.3</w:t>
            </w:r>
          </w:p>
        </w:tc>
        <w:tc>
          <w:tcPr>
            <w:tcW w:w="7645" w:type="dxa"/>
          </w:tcPr>
          <w:p w:rsidR="00724842" w:rsidRPr="00956EF8" w:rsidRDefault="009225CC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</w:t>
            </w:r>
            <w:r w:rsidR="00392A02" w:rsidRPr="00956EF8">
              <w:rPr>
                <w:rFonts w:ascii="Arial" w:hAnsi="Arial"/>
              </w:rPr>
              <w:t>ie elastisiteit</w:t>
            </w:r>
          </w:p>
        </w:tc>
        <w:tc>
          <w:tcPr>
            <w:tcW w:w="872" w:type="dxa"/>
            <w:vAlign w:val="bottom"/>
          </w:tcPr>
          <w:p w:rsidR="00724842" w:rsidRPr="00956EF8" w:rsidRDefault="00392A02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  <w:tr w:rsidR="00DF70AB" w:rsidRPr="00956EF8" w:rsidTr="00A26467">
        <w:tc>
          <w:tcPr>
            <w:tcW w:w="668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724842" w:rsidRPr="00956EF8" w:rsidRDefault="0072484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724842" w:rsidRPr="00956EF8" w:rsidRDefault="00724842" w:rsidP="009947A6">
            <w:pPr>
              <w:jc w:val="right"/>
              <w:rPr>
                <w:rFonts w:ascii="Arial" w:hAnsi="Arial"/>
              </w:rPr>
            </w:pPr>
          </w:p>
        </w:tc>
      </w:tr>
      <w:tr w:rsidR="00A26467" w:rsidRPr="00956EF8" w:rsidTr="00A26467">
        <w:tc>
          <w:tcPr>
            <w:tcW w:w="668" w:type="dxa"/>
          </w:tcPr>
          <w:p w:rsidR="00392A0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5.2</w:t>
            </w:r>
          </w:p>
        </w:tc>
        <w:tc>
          <w:tcPr>
            <w:tcW w:w="8491" w:type="dxa"/>
            <w:gridSpan w:val="2"/>
          </w:tcPr>
          <w:p w:rsidR="00392A02" w:rsidRPr="00956EF8" w:rsidRDefault="005F2AAF" w:rsidP="009947A6">
            <w:pPr>
              <w:pStyle w:val="Style"/>
              <w:tabs>
                <w:tab w:val="left" w:pos="993"/>
              </w:tabs>
              <w:spacing w:line="244" w:lineRule="exact"/>
              <w:rPr>
                <w:lang w:val="af-ZA"/>
              </w:rPr>
            </w:pPr>
            <w:r w:rsidRPr="00956EF8">
              <w:rPr>
                <w:lang w:val="af-ZA"/>
              </w:rPr>
              <w:t>FIGUUR</w:t>
            </w:r>
            <w:r w:rsidR="00392A02" w:rsidRPr="00956EF8">
              <w:rPr>
                <w:lang w:val="af-ZA"/>
              </w:rPr>
              <w:t xml:space="preserve"> 5.2 op vel C toon </w:t>
            </w:r>
            <w:r w:rsidR="009947A6" w:rsidRPr="00956EF8">
              <w:rPr>
                <w:lang w:val="af-ZA"/>
              </w:rPr>
              <w:t>ŉ</w:t>
            </w:r>
            <w:r w:rsidR="00392A02" w:rsidRPr="00956EF8">
              <w:rPr>
                <w:lang w:val="af-ZA"/>
              </w:rPr>
              <w:t xml:space="preserve"> beplande aanbouing aan </w:t>
            </w:r>
            <w:r w:rsidR="009947A6" w:rsidRPr="00956EF8">
              <w:rPr>
                <w:lang w:val="af-ZA"/>
              </w:rPr>
              <w:t>ŉ</w:t>
            </w:r>
            <w:r w:rsidR="00392A02" w:rsidRPr="00956EF8">
              <w:rPr>
                <w:lang w:val="af-ZA"/>
              </w:rPr>
              <w:t xml:space="preserve"> bestaande gebou. </w:t>
            </w:r>
          </w:p>
          <w:p w:rsidR="00392A0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Beantwoord die volgende vrae ten opsigte van die hoeveelheidslys vir die beplande aanbouing:</w:t>
            </w: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A26467" w:rsidRPr="00956EF8" w:rsidTr="00A26467">
        <w:tc>
          <w:tcPr>
            <w:tcW w:w="668" w:type="dxa"/>
          </w:tcPr>
          <w:p w:rsidR="00A26467" w:rsidRPr="00956EF8" w:rsidRDefault="00A26467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A26467" w:rsidRPr="00956EF8" w:rsidRDefault="00A26467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A26467" w:rsidRPr="00956EF8" w:rsidRDefault="00A26467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A26467" w:rsidRPr="00956EF8" w:rsidRDefault="00A26467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392A02" w:rsidRPr="00956EF8" w:rsidRDefault="00392A02" w:rsidP="009947A6">
            <w:pPr>
              <w:ind w:right="-1188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5.2.1</w:t>
            </w:r>
          </w:p>
        </w:tc>
        <w:tc>
          <w:tcPr>
            <w:tcW w:w="7645" w:type="dxa"/>
          </w:tcPr>
          <w:p w:rsidR="00392A02" w:rsidRPr="00956EF8" w:rsidRDefault="00392A02" w:rsidP="009947A6">
            <w:pPr>
              <w:pStyle w:val="Style"/>
              <w:spacing w:line="278" w:lineRule="exact"/>
              <w:ind w:left="4" w:right="4"/>
              <w:rPr>
                <w:lang w:val="af-ZA"/>
              </w:rPr>
            </w:pPr>
            <w:r w:rsidRPr="00956EF8">
              <w:rPr>
                <w:lang w:val="af-ZA"/>
              </w:rPr>
              <w:t xml:space="preserve">Bereken op vel C en D die hoeveelheid stene benodig vir die oprigting van die bobou van die beplande aanbouing. </w:t>
            </w:r>
          </w:p>
          <w:p w:rsidR="00392A0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Vermorsing van 5% moet bygereken word.</w:t>
            </w:r>
          </w:p>
        </w:tc>
        <w:tc>
          <w:tcPr>
            <w:tcW w:w="872" w:type="dxa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  <w:p w:rsidR="00C1391A" w:rsidRPr="00956EF8" w:rsidRDefault="00C1391A" w:rsidP="009947A6">
            <w:pPr>
              <w:jc w:val="right"/>
              <w:rPr>
                <w:rFonts w:ascii="Arial" w:hAnsi="Arial"/>
              </w:rPr>
            </w:pPr>
          </w:p>
          <w:p w:rsidR="00C1391A" w:rsidRPr="00956EF8" w:rsidRDefault="00C1391A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(15)</w:t>
            </w:r>
          </w:p>
        </w:tc>
      </w:tr>
      <w:tr w:rsidR="00A26467" w:rsidRPr="00956EF8" w:rsidTr="00A26467">
        <w:trPr>
          <w:gridAfter w:val="1"/>
          <w:wAfter w:w="872" w:type="dxa"/>
        </w:trPr>
        <w:tc>
          <w:tcPr>
            <w:tcW w:w="668" w:type="dxa"/>
          </w:tcPr>
          <w:p w:rsidR="00A26467" w:rsidRPr="00956EF8" w:rsidRDefault="00A26467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A26467" w:rsidRPr="00956EF8" w:rsidRDefault="00A26467" w:rsidP="009947A6">
            <w:pPr>
              <w:ind w:right="-1188"/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A26467" w:rsidRPr="00956EF8" w:rsidRDefault="00A26467" w:rsidP="009947A6">
            <w:pPr>
              <w:ind w:right="-1188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931F8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5.2.2</w:t>
            </w:r>
          </w:p>
        </w:tc>
        <w:tc>
          <w:tcPr>
            <w:tcW w:w="7645" w:type="dxa"/>
          </w:tcPr>
          <w:p w:rsidR="00931F82" w:rsidRPr="00956EF8" w:rsidRDefault="00392A02" w:rsidP="00A70E1C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Moti</w:t>
            </w:r>
            <w:r w:rsidR="00A70E1C" w:rsidRPr="00956EF8">
              <w:rPr>
                <w:rFonts w:ascii="Arial" w:hAnsi="Arial"/>
              </w:rPr>
              <w:t>v</w:t>
            </w:r>
            <w:r w:rsidRPr="00956EF8">
              <w:rPr>
                <w:rFonts w:ascii="Arial" w:hAnsi="Arial"/>
              </w:rPr>
              <w:t xml:space="preserve">eer kortliks waarom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kontrakteur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hoeveelheidslys benodig om vir </w:t>
            </w:r>
            <w:r w:rsidR="009947A6" w:rsidRPr="00956EF8">
              <w:rPr>
                <w:rFonts w:ascii="Arial" w:hAnsi="Arial"/>
              </w:rPr>
              <w:t>ŉ</w:t>
            </w:r>
            <w:r w:rsidRPr="00956EF8">
              <w:rPr>
                <w:rFonts w:ascii="Arial" w:hAnsi="Arial"/>
              </w:rPr>
              <w:t xml:space="preserve"> projek te tender.</w:t>
            </w:r>
          </w:p>
        </w:tc>
        <w:tc>
          <w:tcPr>
            <w:tcW w:w="872" w:type="dxa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  <w:p w:rsidR="00C1391A" w:rsidRPr="00956EF8" w:rsidRDefault="00C1391A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6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7645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A26467" w:rsidRPr="00956EF8" w:rsidTr="00A26467">
        <w:tc>
          <w:tcPr>
            <w:tcW w:w="668" w:type="dxa"/>
          </w:tcPr>
          <w:p w:rsidR="00931F82" w:rsidRPr="00956EF8" w:rsidRDefault="00392A0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5.3</w:t>
            </w:r>
          </w:p>
        </w:tc>
        <w:tc>
          <w:tcPr>
            <w:tcW w:w="8491" w:type="dxa"/>
            <w:gridSpan w:val="2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Identifiseer VIER van die onderstaande besonderhede wat van toepassing is op snitaansigte.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A26467" w:rsidRPr="00956EF8" w:rsidTr="00A26467">
        <w:tc>
          <w:tcPr>
            <w:tcW w:w="668" w:type="dxa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491" w:type="dxa"/>
            <w:gridSpan w:val="2"/>
          </w:tcPr>
          <w:p w:rsidR="00931F82" w:rsidRPr="00956EF8" w:rsidRDefault="00931F82" w:rsidP="009E2763">
            <w:pPr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Style"/>
              <w:rPr>
                <w:lang w:val="af-ZA"/>
              </w:rPr>
            </w:pPr>
            <w:r w:rsidRPr="00956EF8">
              <w:rPr>
                <w:lang w:val="af-ZA"/>
              </w:rPr>
              <w:t xml:space="preserve">5.3.1 </w:t>
            </w:r>
          </w:p>
        </w:tc>
        <w:tc>
          <w:tcPr>
            <w:tcW w:w="7645" w:type="dxa"/>
          </w:tcPr>
          <w:p w:rsidR="00931F82" w:rsidRPr="00956EF8" w:rsidRDefault="00931F82" w:rsidP="00A70E1C">
            <w:pPr>
              <w:ind w:left="286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wydte en dikte van fondamente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Style"/>
              <w:rPr>
                <w:lang w:val="af-ZA"/>
              </w:rPr>
            </w:pPr>
          </w:p>
        </w:tc>
        <w:tc>
          <w:tcPr>
            <w:tcW w:w="7645" w:type="dxa"/>
          </w:tcPr>
          <w:p w:rsidR="00392A02" w:rsidRPr="00956EF8" w:rsidRDefault="00392A02" w:rsidP="00A70E1C">
            <w:pPr>
              <w:ind w:left="286"/>
              <w:rPr>
                <w:rFonts w:ascii="Arial" w:hAnsi="Arial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Style"/>
              <w:rPr>
                <w:lang w:val="af-ZA"/>
              </w:rPr>
            </w:pPr>
            <w:r w:rsidRPr="00956EF8">
              <w:rPr>
                <w:lang w:val="af-ZA"/>
              </w:rPr>
              <w:t xml:space="preserve">5.3.2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Style"/>
              <w:ind w:left="286"/>
              <w:rPr>
                <w:lang w:val="af-ZA"/>
              </w:rPr>
            </w:pPr>
            <w:r w:rsidRPr="00956EF8">
              <w:rPr>
                <w:lang w:val="af-ZA"/>
              </w:rPr>
              <w:t>Die dakkonstruksie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Style"/>
              <w:rPr>
                <w:lang w:val="af-ZA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Style"/>
              <w:ind w:left="286"/>
              <w:rPr>
                <w:lang w:val="af-ZA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5.3.3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Style"/>
              <w:ind w:left="286"/>
              <w:rPr>
                <w:lang w:val="af-ZA"/>
              </w:rPr>
            </w:pPr>
            <w:r w:rsidRPr="00956EF8">
              <w:rPr>
                <w:lang w:val="af-ZA"/>
              </w:rPr>
              <w:t>Toegang tot die perseel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Style"/>
              <w:ind w:left="286"/>
              <w:rPr>
                <w:lang w:val="af-ZA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5.3.4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Style"/>
              <w:ind w:left="286"/>
              <w:rPr>
                <w:lang w:val="af-ZA"/>
              </w:rPr>
            </w:pPr>
            <w:r w:rsidRPr="00956EF8">
              <w:rPr>
                <w:lang w:val="af-ZA"/>
              </w:rPr>
              <w:t>Nommer van die erf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Style"/>
              <w:ind w:left="286"/>
              <w:rPr>
                <w:lang w:val="af-ZA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5.3.5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Style"/>
              <w:ind w:left="286"/>
              <w:rPr>
                <w:lang w:val="af-ZA"/>
              </w:rPr>
            </w:pPr>
            <w:r w:rsidRPr="00956EF8">
              <w:rPr>
                <w:lang w:val="af-ZA"/>
              </w:rPr>
              <w:t>Ligging van vogweerlae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Style"/>
              <w:ind w:left="286"/>
              <w:rPr>
                <w:lang w:val="af-ZA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5.3.6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Style"/>
              <w:ind w:left="286"/>
              <w:rPr>
                <w:lang w:val="af-ZA"/>
              </w:rPr>
            </w:pPr>
            <w:r w:rsidRPr="00956EF8">
              <w:rPr>
                <w:lang w:val="af-ZA"/>
              </w:rPr>
              <w:t>Plafonne en plafonlatte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Style"/>
              <w:ind w:left="286"/>
              <w:rPr>
                <w:lang w:val="af-ZA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931F82" w:rsidRPr="00956EF8" w:rsidRDefault="00931F8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931F82" w:rsidRPr="00956EF8" w:rsidRDefault="00931F82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5.3.7 </w:t>
            </w:r>
          </w:p>
        </w:tc>
        <w:tc>
          <w:tcPr>
            <w:tcW w:w="7645" w:type="dxa"/>
            <w:vAlign w:val="center"/>
          </w:tcPr>
          <w:p w:rsidR="00931F82" w:rsidRPr="00956EF8" w:rsidRDefault="00931F82" w:rsidP="00A70E1C">
            <w:pPr>
              <w:pStyle w:val="BodyText"/>
              <w:ind w:left="286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Boulyne</w:t>
            </w:r>
          </w:p>
        </w:tc>
        <w:tc>
          <w:tcPr>
            <w:tcW w:w="872" w:type="dxa"/>
            <w:vAlign w:val="bottom"/>
          </w:tcPr>
          <w:p w:rsidR="00931F82" w:rsidRPr="00956EF8" w:rsidRDefault="00931F82" w:rsidP="009947A6">
            <w:pPr>
              <w:jc w:val="right"/>
              <w:rPr>
                <w:rFonts w:ascii="Arial" w:hAnsi="Arial"/>
              </w:rPr>
            </w:pPr>
          </w:p>
        </w:tc>
      </w:tr>
      <w:tr w:rsidR="00DF70AB" w:rsidRPr="00956EF8" w:rsidTr="00A26467">
        <w:tc>
          <w:tcPr>
            <w:tcW w:w="668" w:type="dxa"/>
          </w:tcPr>
          <w:p w:rsidR="00392A02" w:rsidRPr="00956EF8" w:rsidRDefault="00392A02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392A02" w:rsidRPr="00956EF8" w:rsidRDefault="00392A02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392A02" w:rsidRPr="00956EF8" w:rsidRDefault="00392A02" w:rsidP="00A70E1C">
            <w:pPr>
              <w:pStyle w:val="BodyText"/>
              <w:ind w:left="286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392A02" w:rsidRPr="00956EF8" w:rsidRDefault="00392A02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 xml:space="preserve">5.3.8 </w:t>
            </w:r>
          </w:p>
        </w:tc>
        <w:tc>
          <w:tcPr>
            <w:tcW w:w="7645" w:type="dxa"/>
            <w:vAlign w:val="center"/>
          </w:tcPr>
          <w:p w:rsidR="00A70E1C" w:rsidRPr="00956EF8" w:rsidRDefault="00A70E1C" w:rsidP="00A70E1C">
            <w:pPr>
              <w:pStyle w:val="BodyText"/>
              <w:ind w:left="286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Noordpyl</w:t>
            </w:r>
          </w:p>
        </w:tc>
        <w:tc>
          <w:tcPr>
            <w:tcW w:w="872" w:type="dxa"/>
            <w:vAlign w:val="bottom"/>
          </w:tcPr>
          <w:p w:rsidR="00A70E1C" w:rsidRPr="00956EF8" w:rsidRDefault="00A70E1C" w:rsidP="00F24944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5.4</w:t>
            </w:r>
          </w:p>
        </w:tc>
        <w:tc>
          <w:tcPr>
            <w:tcW w:w="8491" w:type="dxa"/>
            <w:gridSpan w:val="2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Maak netjiese sketse van die volgende simbole:</w:t>
            </w: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5.4.1</w:t>
            </w: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Watermeter</w:t>
            </w: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5.4.2</w:t>
            </w: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Mangat</w:t>
            </w: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5.4.3</w:t>
            </w: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  <w:r w:rsidRPr="00956EF8">
              <w:rPr>
                <w:b w:val="0"/>
                <w:sz w:val="24"/>
              </w:rPr>
              <w:t>Stort</w:t>
            </w: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(2)</w:t>
            </w:r>
          </w:p>
        </w:tc>
      </w:tr>
      <w:tr w:rsidR="00A70E1C" w:rsidRPr="00956EF8" w:rsidTr="00A26467">
        <w:tc>
          <w:tcPr>
            <w:tcW w:w="668" w:type="dxa"/>
          </w:tcPr>
          <w:p w:rsidR="00A70E1C" w:rsidRPr="00956EF8" w:rsidRDefault="00A70E1C" w:rsidP="00931F82">
            <w:pPr>
              <w:rPr>
                <w:rFonts w:ascii="Arial" w:hAnsi="Arial"/>
              </w:rPr>
            </w:pPr>
          </w:p>
        </w:tc>
        <w:tc>
          <w:tcPr>
            <w:tcW w:w="846" w:type="dxa"/>
            <w:vAlign w:val="center"/>
          </w:tcPr>
          <w:p w:rsidR="00A70E1C" w:rsidRPr="00956EF8" w:rsidRDefault="00A70E1C" w:rsidP="00931F82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7645" w:type="dxa"/>
            <w:vAlign w:val="center"/>
          </w:tcPr>
          <w:p w:rsidR="00A70E1C" w:rsidRPr="00956EF8" w:rsidRDefault="00A70E1C" w:rsidP="009947A6">
            <w:pPr>
              <w:pStyle w:val="BodyText"/>
              <w:ind w:left="278"/>
              <w:rPr>
                <w:b w:val="0"/>
                <w:sz w:val="24"/>
              </w:rPr>
            </w:pPr>
          </w:p>
        </w:tc>
        <w:tc>
          <w:tcPr>
            <w:tcW w:w="872" w:type="dxa"/>
            <w:vAlign w:val="bottom"/>
          </w:tcPr>
          <w:p w:rsidR="00A70E1C" w:rsidRPr="00956EF8" w:rsidRDefault="00A70E1C" w:rsidP="009947A6">
            <w:pPr>
              <w:jc w:val="right"/>
              <w:rPr>
                <w:rFonts w:ascii="Arial" w:hAnsi="Arial"/>
                <w:b/>
              </w:rPr>
            </w:pPr>
            <w:r w:rsidRPr="00956EF8">
              <w:rPr>
                <w:rFonts w:ascii="Arial" w:hAnsi="Arial"/>
                <w:b/>
              </w:rPr>
              <w:t>[40]</w:t>
            </w:r>
          </w:p>
        </w:tc>
      </w:tr>
    </w:tbl>
    <w:p w:rsidR="00EE791B" w:rsidRPr="00956EF8" w:rsidRDefault="00EE791B" w:rsidP="00C156FC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1134"/>
        <w:gridCol w:w="7938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1C2BCD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A26467" w:rsidRPr="00956EF8" w:rsidRDefault="00A26467" w:rsidP="001C2BCD">
            <w:pPr>
              <w:rPr>
                <w:rFonts w:ascii="Arial" w:hAnsi="Arial"/>
              </w:rPr>
            </w:pPr>
          </w:p>
        </w:tc>
        <w:tc>
          <w:tcPr>
            <w:tcW w:w="7938" w:type="dxa"/>
          </w:tcPr>
          <w:p w:rsidR="00A26467" w:rsidRPr="00956EF8" w:rsidRDefault="00A26467" w:rsidP="00A26467">
            <w:pPr>
              <w:tabs>
                <w:tab w:val="left" w:pos="3436"/>
                <w:tab w:val="right" w:pos="7155"/>
              </w:tabs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</w:rPr>
              <w:t>TOTAAL</w:t>
            </w:r>
            <w:r w:rsidRPr="00956EF8">
              <w:rPr>
                <w:rFonts w:ascii="Arial" w:hAnsi="Arial"/>
              </w:rPr>
              <w:t xml:space="preserve">:  </w:t>
            </w:r>
            <w:r w:rsidRPr="00956EF8">
              <w:rPr>
                <w:rFonts w:ascii="Arial" w:hAnsi="Arial"/>
                <w:b/>
              </w:rPr>
              <w:t>200</w:t>
            </w:r>
          </w:p>
        </w:tc>
      </w:tr>
    </w:tbl>
    <w:p w:rsidR="009C55E9" w:rsidRPr="00956EF8" w:rsidRDefault="009C55E9" w:rsidP="009C55E9">
      <w:pPr>
        <w:rPr>
          <w:rFonts w:ascii="Arial" w:hAnsi="Arial"/>
        </w:rPr>
      </w:pP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9"/>
        <w:gridCol w:w="591"/>
        <w:gridCol w:w="2904"/>
        <w:gridCol w:w="1127"/>
        <w:gridCol w:w="2886"/>
      </w:tblGrid>
      <w:tr w:rsidR="00DF70AB" w:rsidRPr="00956EF8" w:rsidTr="009947A6">
        <w:trPr>
          <w:trHeight w:val="602"/>
        </w:trPr>
        <w:tc>
          <w:tcPr>
            <w:tcW w:w="235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ANTWOORDBLAD</w:t>
            </w: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ANSWER SHEET</w:t>
            </w:r>
          </w:p>
        </w:tc>
        <w:tc>
          <w:tcPr>
            <w:tcW w:w="592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  <w:sz w:val="48"/>
              </w:rPr>
            </w:pPr>
            <w:r w:rsidRPr="00956EF8">
              <w:rPr>
                <w:rFonts w:ascii="Arial" w:hAnsi="Arial"/>
                <w:b/>
                <w:bCs/>
                <w:sz w:val="48"/>
              </w:rPr>
              <w:t>A</w:t>
            </w:r>
          </w:p>
        </w:tc>
        <w:tc>
          <w:tcPr>
            <w:tcW w:w="2934" w:type="dxa"/>
            <w:vMerge w:val="restart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SIVIELE TEGNOLOGIE</w:t>
            </w: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CIVIL TECHNOLOGY</w:t>
            </w:r>
          </w:p>
        </w:tc>
        <w:tc>
          <w:tcPr>
            <w:tcW w:w="113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NAAM:</w:t>
            </w: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NAME:</w:t>
            </w: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</w:tc>
      </w:tr>
      <w:tr w:rsidR="00DF70AB" w:rsidRPr="00956EF8" w:rsidTr="009947A6">
        <w:trPr>
          <w:trHeight w:val="577"/>
        </w:trPr>
        <w:tc>
          <w:tcPr>
            <w:tcW w:w="235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2934" w:type="dxa"/>
            <w:vMerge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9C55E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</w:tr>
    </w:tbl>
    <w:p w:rsidR="005120B4" w:rsidRPr="00956EF8" w:rsidRDefault="005120B4" w:rsidP="005120B4">
      <w:pPr>
        <w:rPr>
          <w:rFonts w:ascii="Arial" w:hAnsi="Arial"/>
        </w:rPr>
      </w:pPr>
    </w:p>
    <w:p w:rsidR="005120B4" w:rsidRPr="00956EF8" w:rsidRDefault="005120B4" w:rsidP="005120B4">
      <w:pPr>
        <w:rPr>
          <w:rFonts w:ascii="Arial" w:hAnsi="Arial"/>
          <w:b/>
          <w:u w:val="single"/>
        </w:rPr>
      </w:pPr>
      <w:r w:rsidRPr="00956EF8">
        <w:rPr>
          <w:rFonts w:ascii="Arial" w:hAnsi="Arial"/>
          <w:b/>
        </w:rPr>
        <w:t>V</w:t>
      </w:r>
      <w:r w:rsidR="009225CC" w:rsidRPr="00956EF8">
        <w:rPr>
          <w:rFonts w:ascii="Arial" w:hAnsi="Arial"/>
          <w:b/>
        </w:rPr>
        <w:t>RAAG</w:t>
      </w:r>
      <w:r w:rsidR="00A70E1C" w:rsidRPr="00956EF8">
        <w:rPr>
          <w:rFonts w:ascii="Arial" w:hAnsi="Arial"/>
          <w:b/>
        </w:rPr>
        <w:t>/</w:t>
      </w:r>
      <w:r w:rsidRPr="00956EF8">
        <w:rPr>
          <w:rFonts w:ascii="Arial" w:hAnsi="Arial"/>
          <w:b/>
        </w:rPr>
        <w:t>Q</w:t>
      </w:r>
      <w:r w:rsidR="009225CC" w:rsidRPr="00956EF8">
        <w:rPr>
          <w:rFonts w:ascii="Arial" w:hAnsi="Arial"/>
          <w:b/>
        </w:rPr>
        <w:t>UESTION</w:t>
      </w:r>
      <w:r w:rsidRPr="00956EF8">
        <w:rPr>
          <w:rFonts w:ascii="Arial" w:hAnsi="Arial"/>
          <w:b/>
        </w:rPr>
        <w:t xml:space="preserve"> 4.1</w:t>
      </w:r>
      <w:r w:rsidR="00441296" w:rsidRPr="00956EF8">
        <w:rPr>
          <w:rFonts w:ascii="Arial" w:hAnsi="Arial"/>
        </w:rPr>
        <w:t xml:space="preserve">     (11)</w:t>
      </w:r>
    </w:p>
    <w:p w:rsidR="005120B4" w:rsidRPr="00956EF8" w:rsidRDefault="005120B4" w:rsidP="005120B4">
      <w:pPr>
        <w:rPr>
          <w:rFonts w:ascii="Arial" w:hAnsi="Arial"/>
        </w:rPr>
      </w:pPr>
    </w:p>
    <w:tbl>
      <w:tblPr>
        <w:tblpPr w:leftFromText="180" w:rightFromText="180" w:vertAnchor="text" w:horzAnchor="margin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2495"/>
        <w:gridCol w:w="2493"/>
        <w:gridCol w:w="2494"/>
      </w:tblGrid>
      <w:tr w:rsidR="00DF70AB" w:rsidRPr="00956EF8" w:rsidTr="00A70E1C">
        <w:tc>
          <w:tcPr>
            <w:tcW w:w="2375" w:type="dxa"/>
            <w:tcBorders>
              <w:bottom w:val="single" w:sz="12" w:space="0" w:color="auto"/>
            </w:tcBorders>
          </w:tcPr>
          <w:p w:rsidR="005120B4" w:rsidRPr="00956EF8" w:rsidRDefault="005120B4" w:rsidP="009947A6">
            <w:pPr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Vorm</w:t>
            </w:r>
            <w:r w:rsidR="00A70E1C" w:rsidRPr="00956EF8">
              <w:rPr>
                <w:rFonts w:ascii="Arial" w:hAnsi="Arial"/>
              </w:rPr>
              <w:t>/</w:t>
            </w:r>
            <w:r w:rsidRPr="00956EF8">
              <w:rPr>
                <w:rFonts w:ascii="Arial" w:hAnsi="Arial"/>
              </w:rPr>
              <w:t>Shape</w:t>
            </w:r>
          </w:p>
        </w:tc>
        <w:tc>
          <w:tcPr>
            <w:tcW w:w="2495" w:type="dxa"/>
            <w:tcBorders>
              <w:bottom w:val="single" w:sz="12" w:space="0" w:color="auto"/>
            </w:tcBorders>
          </w:tcPr>
          <w:p w:rsidR="005120B4" w:rsidRPr="00956EF8" w:rsidRDefault="005120B4" w:rsidP="009947A6">
            <w:pPr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Area</w:t>
            </w:r>
          </w:p>
        </w:tc>
        <w:tc>
          <w:tcPr>
            <w:tcW w:w="2493" w:type="dxa"/>
            <w:tcBorders>
              <w:bottom w:val="single" w:sz="12" w:space="0" w:color="auto"/>
            </w:tcBorders>
          </w:tcPr>
          <w:p w:rsidR="005120B4" w:rsidRPr="00956EF8" w:rsidRDefault="005120B4" w:rsidP="009947A6">
            <w:pPr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X</w:t>
            </w:r>
          </w:p>
        </w:tc>
        <w:tc>
          <w:tcPr>
            <w:tcW w:w="2494" w:type="dxa"/>
            <w:tcBorders>
              <w:bottom w:val="single" w:sz="12" w:space="0" w:color="auto"/>
            </w:tcBorders>
          </w:tcPr>
          <w:p w:rsidR="005120B4" w:rsidRPr="00956EF8" w:rsidRDefault="005120B4" w:rsidP="009947A6">
            <w:pPr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m  X</w:t>
            </w:r>
          </w:p>
        </w:tc>
      </w:tr>
      <w:tr w:rsidR="00DF70AB" w:rsidRPr="00956EF8" w:rsidTr="00A70E1C">
        <w:tc>
          <w:tcPr>
            <w:tcW w:w="2375" w:type="dxa"/>
            <w:tcBorders>
              <w:top w:val="single" w:sz="12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1</w:t>
            </w:r>
          </w:p>
        </w:tc>
        <w:tc>
          <w:tcPr>
            <w:tcW w:w="2495" w:type="dxa"/>
            <w:tcBorders>
              <w:top w:val="single" w:sz="12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3" w:type="dxa"/>
            <w:tcBorders>
              <w:top w:val="single" w:sz="12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4" w:type="dxa"/>
            <w:tcBorders>
              <w:top w:val="single" w:sz="12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</w:tr>
      <w:tr w:rsidR="00DF70AB" w:rsidRPr="00956EF8" w:rsidTr="00A70E1C">
        <w:tc>
          <w:tcPr>
            <w:tcW w:w="2375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2</w:t>
            </w:r>
          </w:p>
        </w:tc>
        <w:tc>
          <w:tcPr>
            <w:tcW w:w="2495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3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4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</w:tr>
      <w:tr w:rsidR="00DF70AB" w:rsidRPr="00956EF8" w:rsidTr="00A70E1C">
        <w:tc>
          <w:tcPr>
            <w:tcW w:w="2375" w:type="dxa"/>
            <w:tcBorders>
              <w:bottom w:val="single" w:sz="4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3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</w:tr>
      <w:tr w:rsidR="00DF70AB" w:rsidRPr="00956EF8" w:rsidTr="00A70E1C">
        <w:tc>
          <w:tcPr>
            <w:tcW w:w="2375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TOTAAL/TOTAL</w:t>
            </w:r>
          </w:p>
        </w:tc>
        <w:tc>
          <w:tcPr>
            <w:tcW w:w="2495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3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  <w:tc>
          <w:tcPr>
            <w:tcW w:w="2494" w:type="dxa"/>
          </w:tcPr>
          <w:p w:rsidR="005120B4" w:rsidRPr="00956EF8" w:rsidRDefault="005120B4" w:rsidP="009947A6">
            <w:pPr>
              <w:rPr>
                <w:rFonts w:ascii="Arial" w:hAnsi="Arial"/>
              </w:rPr>
            </w:pPr>
          </w:p>
        </w:tc>
      </w:tr>
      <w:tr w:rsidR="00A70E1C" w:rsidRPr="00956EF8" w:rsidTr="00A70E1C">
        <w:tc>
          <w:tcPr>
            <w:tcW w:w="9857" w:type="dxa"/>
            <w:gridSpan w:val="4"/>
            <w:tcBorders>
              <w:bottom w:val="single" w:sz="12" w:space="0" w:color="auto"/>
            </w:tcBorders>
          </w:tcPr>
          <w:p w:rsidR="00A70E1C" w:rsidRPr="00956EF8" w:rsidRDefault="00A70E1C" w:rsidP="00A70E1C">
            <w:pPr>
              <w:rPr>
                <w:rFonts w:ascii="Arial" w:hAnsi="Arial"/>
              </w:rPr>
            </w:pPr>
          </w:p>
          <w:p w:rsidR="00A70E1C" w:rsidRPr="00956EF8" w:rsidRDefault="00A70E1C" w:rsidP="00A70E1C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Swaartepunt/Centre of gravity = ……………………………………</w:t>
            </w:r>
          </w:p>
        </w:tc>
      </w:tr>
    </w:tbl>
    <w:p w:rsidR="005120B4" w:rsidRPr="00956EF8" w:rsidRDefault="00932528" w:rsidP="005120B4">
      <w:pPr>
        <w:rPr>
          <w:rFonts w:ascii="Arial" w:hAnsi="Arial"/>
        </w:rPr>
      </w:pPr>
      <w:r w:rsidRPr="00932528">
        <w:rPr>
          <w:rFonts w:ascii="Arial" w:hAnsi="Arial"/>
        </w:rPr>
        <w:pict>
          <v:line id="_x0000_s4307" style="position:absolute;z-index:251659264;mso-position-horizontal-relative:text;mso-position-vertical-relative:text" from="-.15pt,7.5pt" to="492.9pt,7.5pt"/>
        </w:pict>
      </w:r>
    </w:p>
    <w:p w:rsidR="005120B4" w:rsidRPr="00956EF8" w:rsidRDefault="005120B4" w:rsidP="005120B4">
      <w:pPr>
        <w:rPr>
          <w:rFonts w:ascii="Arial" w:hAnsi="Arial"/>
          <w:b/>
          <w:u w:val="single"/>
        </w:rPr>
      </w:pPr>
      <w:r w:rsidRPr="00956EF8">
        <w:rPr>
          <w:rFonts w:ascii="Arial" w:hAnsi="Arial"/>
          <w:b/>
        </w:rPr>
        <w:t>FIG</w:t>
      </w:r>
      <w:r w:rsidR="009225CC" w:rsidRPr="00956EF8">
        <w:rPr>
          <w:rFonts w:ascii="Arial" w:hAnsi="Arial"/>
          <w:b/>
        </w:rPr>
        <w:t>URE/FIGUUR</w:t>
      </w:r>
      <w:r w:rsidRPr="00956EF8">
        <w:rPr>
          <w:rFonts w:ascii="Arial" w:hAnsi="Arial"/>
          <w:b/>
        </w:rPr>
        <w:t xml:space="preserve"> 4.2</w:t>
      </w:r>
      <w:r w:rsidR="00441296" w:rsidRPr="00956EF8">
        <w:rPr>
          <w:rFonts w:ascii="Arial" w:hAnsi="Arial"/>
        </w:rPr>
        <w:t xml:space="preserve">      (10)</w:t>
      </w:r>
    </w:p>
    <w:p w:rsidR="005120B4" w:rsidRPr="00956EF8" w:rsidRDefault="005120B4" w:rsidP="005120B4">
      <w:pPr>
        <w:rPr>
          <w:rFonts w:ascii="Arial" w:hAnsi="Arial"/>
        </w:rPr>
      </w:pPr>
    </w:p>
    <w:p w:rsidR="005120B4" w:rsidRPr="00956EF8" w:rsidRDefault="005120B4" w:rsidP="005120B4">
      <w:pPr>
        <w:rPr>
          <w:rFonts w:ascii="Arial" w:hAnsi="Arial"/>
        </w:rPr>
      </w:pPr>
      <w:r w:rsidRPr="00956EF8">
        <w:rPr>
          <w:rFonts w:ascii="Arial" w:hAnsi="Arial"/>
        </w:rPr>
        <w:t>RUIMTEDIAGRAM                                                                           KRAGTEDIAGRAM</w:t>
      </w:r>
    </w:p>
    <w:p w:rsidR="005120B4" w:rsidRPr="00956EF8" w:rsidRDefault="005120B4" w:rsidP="005120B4">
      <w:pPr>
        <w:rPr>
          <w:rFonts w:ascii="Arial" w:hAnsi="Arial"/>
        </w:rPr>
      </w:pPr>
      <w:r w:rsidRPr="00956EF8">
        <w:rPr>
          <w:rFonts w:ascii="Arial" w:hAnsi="Arial"/>
        </w:rPr>
        <w:t>SPACE DIAGRAM                                                                            FORCE DIAGRAM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="00A70E1C" w:rsidRPr="00956EF8">
        <w:rPr>
          <w:rFonts w:ascii="Arial" w:hAnsi="Arial"/>
          <w:b/>
          <w:bCs/>
        </w:rPr>
        <w:t xml:space="preserve">                    </w:t>
      </w:r>
      <w:r w:rsidRPr="00956EF8">
        <w:rPr>
          <w:rFonts w:ascii="Arial" w:hAnsi="Arial"/>
          <w:b/>
          <w:bCs/>
        </w:rPr>
        <w:t xml:space="preserve">    SKAAL</w:t>
      </w:r>
      <w:r w:rsidR="00A70E1C" w:rsidRPr="00956EF8">
        <w:rPr>
          <w:rFonts w:ascii="Arial" w:hAnsi="Arial"/>
          <w:b/>
          <w:bCs/>
        </w:rPr>
        <w:t>/</w:t>
      </w:r>
      <w:r w:rsidRPr="00956EF8">
        <w:rPr>
          <w:rFonts w:ascii="Arial" w:hAnsi="Arial"/>
          <w:b/>
          <w:bCs/>
        </w:rPr>
        <w:t>SCALE: 1</w:t>
      </w:r>
      <w:r w:rsidR="00A70E1C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>mm = 1N</w:t>
      </w:r>
      <w:r w:rsidRPr="00956EF8">
        <w:rPr>
          <w:rFonts w:ascii="Arial" w:hAnsi="Arial"/>
          <w:b/>
          <w:bCs/>
        </w:rPr>
        <w:tab/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932528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32528">
        <w:rPr>
          <w:rFonts w:ascii="Arial" w:hAnsi="Arial"/>
          <w:b/>
          <w:bCs/>
        </w:rPr>
        <w:pict>
          <v:group id="_x0000_s4295" style="position:absolute;margin-left:9.2pt;margin-top:8.25pt;width:230.05pt;height:234.85pt;z-index:251657216" coordorigin="1261,4754" coordsize="4601,4697">
            <v:line id="_x0000_s4296" style="position:absolute" from="3253,7183" to="3253,9451"/>
            <v:line id="_x0000_s4297" style="position:absolute" from="3240,7189" to="5862,7189">
              <v:stroke endarrow="block"/>
            </v:line>
            <v:line id="_x0000_s4298" style="position:absolute;rotation:-30;flip:x" from="1261,6651" to="3370,6651"/>
            <v:line id="_x0000_s4299" style="position:absolute;rotation:300" from="2581,6065" to="5203,6065">
              <v:stroke endarrow="block"/>
            </v:line>
          </v:group>
        </w:pict>
      </w:r>
      <w:r w:rsidR="005120B4" w:rsidRPr="00956EF8">
        <w:rPr>
          <w:rFonts w:ascii="Arial" w:hAnsi="Arial"/>
          <w:b/>
          <w:bCs/>
        </w:rPr>
        <w:t xml:space="preserve">                                                      60</w:t>
      </w:r>
      <w:r w:rsidR="009225CC" w:rsidRPr="00956EF8">
        <w:rPr>
          <w:rFonts w:ascii="Arial" w:hAnsi="Arial"/>
          <w:b/>
          <w:bCs/>
        </w:rPr>
        <w:t xml:space="preserve"> </w:t>
      </w:r>
      <w:r w:rsidR="005120B4" w:rsidRPr="00956EF8">
        <w:rPr>
          <w:rFonts w:ascii="Arial" w:hAnsi="Arial"/>
          <w:b/>
          <w:bCs/>
        </w:rPr>
        <w:t>N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sz w:val="32"/>
          <w:szCs w:val="32"/>
        </w:rPr>
      </w:pPr>
      <w:r w:rsidRPr="00956EF8">
        <w:rPr>
          <w:rFonts w:ascii="Arial" w:hAnsi="Arial"/>
          <w:b/>
          <w:bCs/>
        </w:rPr>
        <w:t xml:space="preserve">                             </w:t>
      </w:r>
      <w:r w:rsidRPr="00956EF8">
        <w:rPr>
          <w:rFonts w:ascii="Arial" w:hAnsi="Arial"/>
          <w:b/>
          <w:bCs/>
          <w:sz w:val="32"/>
          <w:szCs w:val="32"/>
        </w:rPr>
        <w:t>A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>Y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  <w:t xml:space="preserve"> 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                                                               50</w:t>
      </w:r>
      <w:r w:rsidR="009225CC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>N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932528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32528">
        <w:rPr>
          <w:rFonts w:ascii="Arial" w:hAnsi="Arial"/>
          <w:b/>
          <w:bCs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4301" type="#_x0000_t10" style="position:absolute;margin-left:235.8pt;margin-top:4.6pt;width:5.65pt;height:5.65pt;z-index:251658240" o:regroupid="21" fillcolor="black"/>
        </w:pict>
      </w:r>
      <w:r w:rsidR="005120B4" w:rsidRPr="00956EF8">
        <w:rPr>
          <w:rFonts w:ascii="Arial" w:hAnsi="Arial"/>
          <w:b/>
          <w:bCs/>
        </w:rPr>
        <w:t xml:space="preserve">                                                                  a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                     X</w:t>
      </w: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A70E1C" w:rsidRPr="00956EF8" w:rsidRDefault="00A70E1C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A70E1C" w:rsidRPr="00956EF8" w:rsidRDefault="00A70E1C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A70E1C" w:rsidRPr="00956EF8" w:rsidRDefault="00A70E1C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A70E1C" w:rsidRPr="00956EF8" w:rsidRDefault="00A70E1C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A70E1C" w:rsidRPr="00956EF8" w:rsidRDefault="00A70E1C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</w:p>
    <w:p w:rsidR="005120B4" w:rsidRPr="00956EF8" w:rsidRDefault="005120B4" w:rsidP="005120B4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  <w:sz w:val="36"/>
          <w:szCs w:val="36"/>
        </w:rPr>
        <w:t>X</w:t>
      </w:r>
      <w:r w:rsidRPr="00956EF8">
        <w:rPr>
          <w:rFonts w:ascii="Arial" w:hAnsi="Arial"/>
          <w:b/>
          <w:bCs/>
        </w:rPr>
        <w:t xml:space="preserve"> = …………………..                            </w:t>
      </w:r>
      <w:r w:rsidRPr="00956EF8">
        <w:rPr>
          <w:rFonts w:ascii="Arial" w:hAnsi="Arial"/>
          <w:b/>
          <w:bCs/>
          <w:sz w:val="36"/>
          <w:szCs w:val="36"/>
        </w:rPr>
        <w:t>Y</w:t>
      </w:r>
      <w:r w:rsidRPr="00956EF8">
        <w:rPr>
          <w:rFonts w:ascii="Arial" w:hAnsi="Arial"/>
          <w:b/>
          <w:bCs/>
        </w:rPr>
        <w:t xml:space="preserve"> = ……………………….</w:t>
      </w:r>
    </w:p>
    <w:p w:rsidR="00A70E1C" w:rsidRPr="00956EF8" w:rsidRDefault="00A70E1C">
      <w:pPr>
        <w:rPr>
          <w:b/>
          <w:bCs/>
        </w:rPr>
      </w:pPr>
      <w:r w:rsidRPr="00956EF8">
        <w:rPr>
          <w:b/>
          <w:bCs/>
        </w:rPr>
        <w:br w:type="page"/>
      </w:r>
    </w:p>
    <w:p w:rsidR="009C55E9" w:rsidRPr="00956EF8" w:rsidRDefault="009C55E9" w:rsidP="009C55E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9"/>
        <w:gridCol w:w="591"/>
        <w:gridCol w:w="2904"/>
        <w:gridCol w:w="1127"/>
        <w:gridCol w:w="2886"/>
      </w:tblGrid>
      <w:tr w:rsidR="00DF70AB" w:rsidRPr="00956EF8" w:rsidTr="009947A6">
        <w:trPr>
          <w:trHeight w:val="602"/>
        </w:trPr>
        <w:tc>
          <w:tcPr>
            <w:tcW w:w="235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ANTWOORDBLAD</w:t>
            </w: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ANSWER SHEET</w:t>
            </w:r>
          </w:p>
        </w:tc>
        <w:tc>
          <w:tcPr>
            <w:tcW w:w="592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774A9" w:rsidRPr="00956EF8" w:rsidRDefault="009C55E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  <w:sz w:val="48"/>
              </w:rPr>
            </w:pPr>
            <w:r w:rsidRPr="00956EF8">
              <w:rPr>
                <w:rFonts w:ascii="Arial" w:hAnsi="Arial"/>
                <w:b/>
                <w:bCs/>
                <w:sz w:val="48"/>
              </w:rPr>
              <w:t>B</w:t>
            </w:r>
          </w:p>
        </w:tc>
        <w:tc>
          <w:tcPr>
            <w:tcW w:w="2934" w:type="dxa"/>
            <w:vMerge w:val="restart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SIVIELE TEGNOLOGIE</w:t>
            </w: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CIVIL TECHNOLOGY</w:t>
            </w:r>
          </w:p>
        </w:tc>
        <w:tc>
          <w:tcPr>
            <w:tcW w:w="113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NAAM:</w:t>
            </w: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NAME:</w:t>
            </w: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</w:tc>
      </w:tr>
      <w:tr w:rsidR="00DF70AB" w:rsidRPr="00956EF8" w:rsidTr="009947A6">
        <w:trPr>
          <w:trHeight w:val="577"/>
        </w:trPr>
        <w:tc>
          <w:tcPr>
            <w:tcW w:w="235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2934" w:type="dxa"/>
            <w:vMerge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8774A9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p w:rsidR="008774A9" w:rsidRPr="00956EF8" w:rsidRDefault="008774A9" w:rsidP="008774A9">
      <w:pPr>
        <w:rPr>
          <w:rFonts w:ascii="Arial" w:hAnsi="Arial"/>
          <w:b/>
        </w:rPr>
      </w:pPr>
      <w:r w:rsidRPr="00956EF8">
        <w:rPr>
          <w:rFonts w:ascii="Arial" w:hAnsi="Arial"/>
          <w:b/>
        </w:rPr>
        <w:t>FIG</w:t>
      </w:r>
      <w:r w:rsidR="007F79EE" w:rsidRPr="00956EF8">
        <w:rPr>
          <w:rFonts w:ascii="Arial" w:hAnsi="Arial"/>
          <w:b/>
        </w:rPr>
        <w:t>URE</w:t>
      </w:r>
      <w:r w:rsidR="009225CC" w:rsidRPr="00956EF8">
        <w:rPr>
          <w:rFonts w:ascii="Arial" w:hAnsi="Arial"/>
          <w:b/>
        </w:rPr>
        <w:t>/FIGUUR</w:t>
      </w:r>
      <w:r w:rsidRPr="00956EF8">
        <w:rPr>
          <w:rFonts w:ascii="Arial" w:hAnsi="Arial"/>
          <w:b/>
        </w:rPr>
        <w:t xml:space="preserve"> </w:t>
      </w:r>
      <w:r w:rsidR="00E5232A" w:rsidRPr="00956EF8">
        <w:rPr>
          <w:rFonts w:ascii="Arial" w:hAnsi="Arial"/>
          <w:b/>
        </w:rPr>
        <w:t>4.</w:t>
      </w:r>
      <w:r w:rsidR="00140241" w:rsidRPr="00956EF8">
        <w:rPr>
          <w:rFonts w:ascii="Arial" w:hAnsi="Arial"/>
          <w:b/>
        </w:rPr>
        <w:t>4</w:t>
      </w:r>
    </w:p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8221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4.4.1</w:t>
            </w:r>
          </w:p>
        </w:tc>
        <w:tc>
          <w:tcPr>
            <w:tcW w:w="8221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buigmomentwaardes</w:t>
            </w:r>
            <w:r w:rsidR="00A70E1C" w:rsidRPr="00956EF8">
              <w:rPr>
                <w:rFonts w:ascii="Arial" w:hAnsi="Arial"/>
              </w:rPr>
              <w:t>/</w:t>
            </w:r>
            <w:r w:rsidRPr="00956EF8">
              <w:rPr>
                <w:rFonts w:ascii="Arial" w:hAnsi="Arial"/>
              </w:rPr>
              <w:t>The bending moment values</w:t>
            </w:r>
          </w:p>
        </w:tc>
        <w:tc>
          <w:tcPr>
            <w:tcW w:w="851" w:type="dxa"/>
            <w:vAlign w:val="bottom"/>
          </w:tcPr>
          <w:p w:rsidR="00A26467" w:rsidRPr="00956EF8" w:rsidRDefault="00A26467" w:rsidP="00A26467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(6)</w:t>
            </w: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1134"/>
        <w:gridCol w:w="7087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7087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a</w:t>
            </w:r>
            <w:r w:rsidRPr="00956EF8">
              <w:rPr>
                <w:b/>
                <w:bCs/>
              </w:rPr>
              <w:t xml:space="preserve">   = …………………………………………………..</w:t>
            </w:r>
          </w:p>
        </w:tc>
        <w:tc>
          <w:tcPr>
            <w:tcW w:w="851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1134"/>
        <w:gridCol w:w="7087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7087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b</w:t>
            </w:r>
            <w:r w:rsidRPr="00956EF8">
              <w:rPr>
                <w:b/>
                <w:bCs/>
              </w:rPr>
              <w:t xml:space="preserve">   = …………………………………………………..</w:t>
            </w:r>
          </w:p>
        </w:tc>
        <w:tc>
          <w:tcPr>
            <w:tcW w:w="851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1134"/>
        <w:gridCol w:w="7087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7087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c</w:t>
            </w:r>
            <w:r w:rsidRPr="00956EF8">
              <w:rPr>
                <w:b/>
                <w:bCs/>
              </w:rPr>
              <w:t xml:space="preserve">   = …………………………………………………..</w:t>
            </w:r>
          </w:p>
        </w:tc>
        <w:tc>
          <w:tcPr>
            <w:tcW w:w="851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1134"/>
        <w:gridCol w:w="7087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  <w:tc>
          <w:tcPr>
            <w:tcW w:w="7087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</w:t>
            </w:r>
            <w:r w:rsidRPr="00956EF8">
              <w:rPr>
                <w:b/>
                <w:bCs/>
              </w:rPr>
              <w:t xml:space="preserve">   = …………………………………………………..</w:t>
            </w:r>
          </w:p>
        </w:tc>
        <w:tc>
          <w:tcPr>
            <w:tcW w:w="851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</w:p>
        </w:tc>
      </w:tr>
    </w:tbl>
    <w:p w:rsidR="008774A9" w:rsidRPr="00956EF8" w:rsidRDefault="008774A9" w:rsidP="008774A9">
      <w:pPr>
        <w:rPr>
          <w:rFonts w:ascii="Arial" w:hAnsi="Arial"/>
        </w:rPr>
      </w:pPr>
    </w:p>
    <w:tbl>
      <w:tblPr>
        <w:tblW w:w="10031" w:type="dxa"/>
        <w:tblLook w:val="0000"/>
      </w:tblPr>
      <w:tblGrid>
        <w:gridCol w:w="959"/>
        <w:gridCol w:w="8221"/>
        <w:gridCol w:w="851"/>
      </w:tblGrid>
      <w:tr w:rsidR="00A26467" w:rsidRPr="00956EF8" w:rsidTr="00A26467">
        <w:tc>
          <w:tcPr>
            <w:tcW w:w="959" w:type="dxa"/>
          </w:tcPr>
          <w:p w:rsidR="00A26467" w:rsidRPr="00956EF8" w:rsidRDefault="00A26467" w:rsidP="0088409B">
            <w:pPr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4.4.2</w:t>
            </w:r>
          </w:p>
        </w:tc>
        <w:tc>
          <w:tcPr>
            <w:tcW w:w="8221" w:type="dxa"/>
          </w:tcPr>
          <w:p w:rsidR="00A26467" w:rsidRPr="00956EF8" w:rsidRDefault="00A26467" w:rsidP="0088409B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Die buigmomentdiagram</w:t>
            </w:r>
            <w:r w:rsidR="00A70E1C" w:rsidRPr="00956EF8">
              <w:rPr>
                <w:rFonts w:ascii="Arial" w:hAnsi="Arial"/>
              </w:rPr>
              <w:t>/</w:t>
            </w:r>
            <w:r w:rsidRPr="00956EF8">
              <w:rPr>
                <w:rFonts w:ascii="Arial" w:hAnsi="Arial"/>
              </w:rPr>
              <w:t>The bending moment diagram</w:t>
            </w:r>
          </w:p>
        </w:tc>
        <w:tc>
          <w:tcPr>
            <w:tcW w:w="851" w:type="dxa"/>
            <w:vAlign w:val="bottom"/>
          </w:tcPr>
          <w:p w:rsidR="00A26467" w:rsidRPr="00956EF8" w:rsidRDefault="00A26467" w:rsidP="00A26467">
            <w:pPr>
              <w:jc w:val="right"/>
              <w:rPr>
                <w:rFonts w:ascii="Arial" w:hAnsi="Arial"/>
              </w:rPr>
            </w:pPr>
          </w:p>
          <w:p w:rsidR="00A26467" w:rsidRPr="00956EF8" w:rsidRDefault="00A26467" w:rsidP="00A26467">
            <w:pPr>
              <w:jc w:val="right"/>
              <w:rPr>
                <w:rFonts w:ascii="Arial" w:hAnsi="Arial"/>
              </w:rPr>
            </w:pPr>
            <w:r w:rsidRPr="00956EF8">
              <w:rPr>
                <w:rFonts w:ascii="Arial" w:hAnsi="Arial"/>
              </w:rPr>
              <w:t>(4)</w:t>
            </w:r>
          </w:p>
        </w:tc>
      </w:tr>
    </w:tbl>
    <w:p w:rsidR="008774A9" w:rsidRPr="00956EF8" w:rsidRDefault="008774A9" w:rsidP="008774A9">
      <w:pPr>
        <w:pStyle w:val="Heading7"/>
        <w:tabs>
          <w:tab w:val="left" w:pos="6300"/>
        </w:tabs>
        <w:rPr>
          <w:b w:val="0"/>
          <w:bCs w:val="0"/>
        </w:rPr>
      </w:pPr>
    </w:p>
    <w:p w:rsidR="008774A9" w:rsidRPr="00956EF8" w:rsidRDefault="008774A9" w:rsidP="008774A9">
      <w:pPr>
        <w:pStyle w:val="Heading7"/>
        <w:tabs>
          <w:tab w:val="left" w:pos="6300"/>
        </w:tabs>
        <w:jc w:val="left"/>
      </w:pPr>
      <w:r w:rsidRPr="00956EF8">
        <w:t xml:space="preserve">SCALE/SKAAL:   </w:t>
      </w:r>
      <w:r w:rsidR="0079095B" w:rsidRPr="00956EF8">
        <w:t>2</w:t>
      </w:r>
      <w:r w:rsidR="00A7605F" w:rsidRPr="00956EF8">
        <w:t xml:space="preserve"> </w:t>
      </w:r>
      <w:r w:rsidRPr="00956EF8">
        <w:t xml:space="preserve">mm = </w:t>
      </w:r>
      <w:r w:rsidR="0079095B" w:rsidRPr="00956EF8">
        <w:t>1</w:t>
      </w:r>
      <w:r w:rsidR="00A7605F" w:rsidRPr="00956EF8">
        <w:t xml:space="preserve"> </w:t>
      </w:r>
      <w:r w:rsidRPr="00956EF8">
        <w:t>N</w:t>
      </w:r>
    </w:p>
    <w:p w:rsidR="008774A9" w:rsidRPr="00956EF8" w:rsidRDefault="008774A9" w:rsidP="008774A9">
      <w:pPr>
        <w:pStyle w:val="Heading7"/>
        <w:tabs>
          <w:tab w:val="left" w:pos="6300"/>
        </w:tabs>
        <w:rPr>
          <w:b w:val="0"/>
          <w:bCs w:val="0"/>
        </w:rPr>
      </w:pPr>
    </w:p>
    <w:p w:rsidR="008774A9" w:rsidRPr="00956EF8" w:rsidRDefault="008774A9" w:rsidP="008774A9">
      <w:pPr>
        <w:pStyle w:val="Heading7"/>
        <w:tabs>
          <w:tab w:val="left" w:pos="6300"/>
        </w:tabs>
        <w:jc w:val="left"/>
      </w:pPr>
      <w:r w:rsidRPr="00956EF8">
        <w:t>10</w:t>
      </w:r>
      <w:r w:rsidR="00A7605F" w:rsidRPr="00956EF8">
        <w:t xml:space="preserve"> </w:t>
      </w:r>
      <w:r w:rsidRPr="00956EF8">
        <w:t>N            40</w:t>
      </w:r>
      <w:r w:rsidR="00A7605F" w:rsidRPr="00956EF8">
        <w:t xml:space="preserve"> </w:t>
      </w:r>
      <w:r w:rsidRPr="00956EF8">
        <w:t>N                                20</w:t>
      </w:r>
      <w:r w:rsidR="00A7605F" w:rsidRPr="00956EF8">
        <w:t xml:space="preserve"> </w:t>
      </w:r>
      <w:r w:rsidRPr="00956EF8">
        <w:t>N             30</w:t>
      </w:r>
      <w:r w:rsidR="00A7605F" w:rsidRPr="00956EF8">
        <w:t xml:space="preserve"> </w:t>
      </w:r>
      <w:r w:rsidRPr="00956EF8">
        <w:t xml:space="preserve">N  </w:t>
      </w:r>
    </w:p>
    <w:p w:rsidR="008774A9" w:rsidRPr="00956EF8" w:rsidRDefault="00C744C8" w:rsidP="008774A9">
      <w:pPr>
        <w:pStyle w:val="Heading7"/>
        <w:tabs>
          <w:tab w:val="left" w:pos="6300"/>
        </w:tabs>
        <w:rPr>
          <w:b w:val="0"/>
          <w:bCs w:val="0"/>
        </w:rPr>
      </w:pPr>
      <w:r w:rsidRPr="00956EF8">
        <w:rPr>
          <w:noProof/>
          <w:sz w:val="20"/>
          <w:lang w:val="en-ZA" w:eastAsia="en-ZA"/>
        </w:rPr>
        <w:drawing>
          <wp:anchor distT="0" distB="0" distL="114300" distR="114300" simplePos="0" relativeHeight="2516367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-2540</wp:posOffset>
            </wp:positionV>
            <wp:extent cx="3324225" cy="1021715"/>
            <wp:effectExtent l="19050" t="0" r="9525" b="0"/>
            <wp:wrapNone/>
            <wp:docPr id="2067" name="Picture 2067" descr="BALK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7" descr="BALK7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4A9" w:rsidRPr="00956EF8" w:rsidRDefault="008774A9" w:rsidP="008774A9">
      <w:pPr>
        <w:pStyle w:val="Heading7"/>
        <w:tabs>
          <w:tab w:val="left" w:pos="6300"/>
        </w:tabs>
        <w:rPr>
          <w:b w:val="0"/>
          <w:bCs w:val="0"/>
        </w:rPr>
      </w:pPr>
    </w:p>
    <w:p w:rsidR="008774A9" w:rsidRPr="00956EF8" w:rsidRDefault="008774A9" w:rsidP="008774A9">
      <w:pPr>
        <w:pStyle w:val="Heading7"/>
        <w:tabs>
          <w:tab w:val="left" w:pos="6300"/>
        </w:tabs>
        <w:ind w:left="6134"/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               </w:t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  <w:t xml:space="preserve">                            </w:t>
      </w:r>
      <w:r w:rsidRPr="00956EF8">
        <w:rPr>
          <w:rFonts w:ascii="Arial" w:hAnsi="Arial"/>
          <w:b/>
          <w:bCs/>
        </w:rPr>
        <w:tab/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2</w:t>
      </w:r>
      <w:r w:rsidR="00A7605F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>m                  4</w:t>
      </w:r>
      <w:r w:rsidR="00A7605F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>m                        2</w:t>
      </w:r>
      <w:r w:rsidR="00A7605F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>m</w:t>
      </w:r>
      <w:r w:rsidRPr="00956EF8">
        <w:rPr>
          <w:rFonts w:ascii="Arial" w:hAnsi="Arial"/>
          <w:b/>
          <w:bCs/>
        </w:rPr>
        <w:tab/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</w:r>
      <w:r w:rsidRPr="00956EF8">
        <w:rPr>
          <w:rFonts w:ascii="Arial" w:hAnsi="Arial"/>
          <w:b/>
          <w:bCs/>
        </w:rPr>
        <w:tab/>
        <w:t xml:space="preserve">                        </w:t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         60</w:t>
      </w:r>
      <w:r w:rsidR="00A7605F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 xml:space="preserve">N                                           </w:t>
      </w:r>
      <w:r w:rsidR="0036057F" w:rsidRPr="00956EF8">
        <w:rPr>
          <w:rFonts w:ascii="Arial" w:hAnsi="Arial"/>
          <w:b/>
          <w:bCs/>
        </w:rPr>
        <w:t xml:space="preserve">  </w:t>
      </w:r>
      <w:r w:rsidRPr="00956EF8">
        <w:rPr>
          <w:rFonts w:ascii="Arial" w:hAnsi="Arial"/>
          <w:b/>
          <w:bCs/>
        </w:rPr>
        <w:t xml:space="preserve">  40</w:t>
      </w:r>
      <w:r w:rsidR="00A7605F" w:rsidRPr="00956EF8">
        <w:rPr>
          <w:rFonts w:ascii="Arial" w:hAnsi="Arial"/>
          <w:b/>
          <w:bCs/>
        </w:rPr>
        <w:t xml:space="preserve"> </w:t>
      </w:r>
      <w:r w:rsidRPr="00956EF8">
        <w:rPr>
          <w:rFonts w:ascii="Arial" w:hAnsi="Arial"/>
          <w:b/>
          <w:bCs/>
        </w:rPr>
        <w:t xml:space="preserve">N                 </w:t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  <w:r w:rsidRPr="00956EF8">
        <w:object w:dxaOrig="5221" w:dyaOrig="165">
          <v:shape id="_x0000_i1025" type="#_x0000_t75" style="width:261pt;height:8pt" o:ole="">
            <v:imagedata r:id="rId13" o:title=""/>
          </v:shape>
          <o:OLEObject Type="Embed" ProgID="PBrush" ShapeID="_x0000_i1025" DrawAspect="Content" ObjectID="_1307880755" r:id="rId14"/>
        </w:object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  <w:r w:rsidRPr="00956EF8">
        <w:rPr>
          <w:b/>
          <w:bCs/>
        </w:rPr>
        <w:t xml:space="preserve"> a</w:t>
      </w:r>
      <w:r w:rsidR="00A70E1C" w:rsidRPr="00956EF8">
        <w:rPr>
          <w:b/>
          <w:bCs/>
        </w:rPr>
        <w:t xml:space="preserve">  </w:t>
      </w:r>
      <w:r w:rsidRPr="00956EF8">
        <w:rPr>
          <w:b/>
          <w:bCs/>
        </w:rPr>
        <w:t xml:space="preserve">                 b                                    </w:t>
      </w:r>
      <w:r w:rsidR="00A7605F" w:rsidRPr="00956EF8">
        <w:rPr>
          <w:b/>
          <w:bCs/>
        </w:rPr>
        <w:t xml:space="preserve"> </w:t>
      </w:r>
      <w:r w:rsidRPr="00956EF8">
        <w:rPr>
          <w:b/>
          <w:bCs/>
        </w:rPr>
        <w:t xml:space="preserve">  c                   d</w:t>
      </w: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 w:rsidP="008774A9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8774A9" w:rsidRPr="00956EF8" w:rsidRDefault="008774A9">
      <w:pPr>
        <w:rPr>
          <w:rFonts w:ascii="Arial" w:hAnsi="Arial"/>
        </w:rPr>
        <w:sectPr w:rsidR="008774A9" w:rsidRPr="00956EF8" w:rsidSect="009947A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9" w:h="16834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</w:sectPr>
      </w:pPr>
    </w:p>
    <w:tbl>
      <w:tblPr>
        <w:tblpPr w:leftFromText="180" w:rightFromText="180" w:vertAnchor="text" w:horzAnchor="margin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0"/>
        <w:gridCol w:w="590"/>
        <w:gridCol w:w="2935"/>
        <w:gridCol w:w="1130"/>
        <w:gridCol w:w="2966"/>
      </w:tblGrid>
      <w:tr w:rsidR="00DF70AB" w:rsidRPr="00956EF8" w:rsidTr="009947A6">
        <w:trPr>
          <w:trHeight w:val="602"/>
        </w:trPr>
        <w:tc>
          <w:tcPr>
            <w:tcW w:w="235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lastRenderedPageBreak/>
              <w:t>ANTWOORDBLAD</w:t>
            </w: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ANSWER SHEET</w:t>
            </w:r>
          </w:p>
        </w:tc>
        <w:tc>
          <w:tcPr>
            <w:tcW w:w="590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3FEE" w:rsidRPr="00956EF8" w:rsidRDefault="008774A9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  <w:sz w:val="48"/>
              </w:rPr>
            </w:pPr>
            <w:r w:rsidRPr="00956EF8">
              <w:rPr>
                <w:rFonts w:ascii="Arial" w:hAnsi="Arial"/>
                <w:b/>
                <w:bCs/>
                <w:sz w:val="48"/>
              </w:rPr>
              <w:t>C</w:t>
            </w:r>
          </w:p>
        </w:tc>
        <w:tc>
          <w:tcPr>
            <w:tcW w:w="2935" w:type="dxa"/>
            <w:vMerge w:val="restart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SIVIELE TEGNOLOGIE</w:t>
            </w: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CIVIL TECHNOLOGY</w:t>
            </w:r>
          </w:p>
        </w:tc>
        <w:tc>
          <w:tcPr>
            <w:tcW w:w="113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NAAM:</w:t>
            </w: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NAME: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</w:tc>
      </w:tr>
      <w:tr w:rsidR="00DF70AB" w:rsidRPr="00956EF8" w:rsidTr="009947A6">
        <w:trPr>
          <w:trHeight w:val="577"/>
        </w:trPr>
        <w:tc>
          <w:tcPr>
            <w:tcW w:w="235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2935" w:type="dxa"/>
            <w:vMerge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  <w:tc>
          <w:tcPr>
            <w:tcW w:w="2966" w:type="dxa"/>
            <w:tcBorders>
              <w:left w:val="nil"/>
            </w:tcBorders>
            <w:shd w:val="clear" w:color="auto" w:fill="auto"/>
            <w:vAlign w:val="center"/>
          </w:tcPr>
          <w:p w:rsidR="00173FEE" w:rsidRPr="00956EF8" w:rsidRDefault="00173FEE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</w:tr>
    </w:tbl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56EF8">
        <w:rPr>
          <w:rFonts w:ascii="Arial" w:hAnsi="Arial"/>
          <w:b/>
          <w:bCs/>
        </w:rPr>
        <w:t xml:space="preserve">                                                                                                                   5 000</w: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u w:val="single"/>
        </w:rPr>
      </w:pPr>
      <w:r w:rsidRPr="00932528">
        <w:rPr>
          <w:rFonts w:ascii="Arial" w:hAnsi="Arial"/>
          <w:b/>
          <w:bCs/>
        </w:rPr>
        <w:pict>
          <v:line id="_x0000_s4316" style="position:absolute;z-index:251668480" from="306.55pt,6.55pt" to="456.55pt,6.55pt">
            <v:stroke startarrow="block" endarrow="block"/>
          </v:line>
        </w:pict>
      </w:r>
      <w:r w:rsidRPr="00932528">
        <w:rPr>
          <w:rFonts w:ascii="Arial" w:hAnsi="Arial"/>
          <w:b/>
          <w:bCs/>
        </w:rPr>
        <w:pict>
          <v:line id="_x0000_s4308" style="position:absolute;flip:y;z-index:251660288" from="306.55pt,.55pt" to="306.55pt,45.9pt"/>
        </w:pict>
      </w:r>
      <w:r w:rsidRPr="00932528">
        <w:rPr>
          <w:rFonts w:ascii="Arial" w:hAnsi="Arial"/>
          <w:b/>
          <w:bCs/>
        </w:rPr>
        <w:pict>
          <v:line id="_x0000_s4310" style="position:absolute;flip:y;z-index:251662336" from="456.55pt,.55pt" to="456.55pt,45.9pt"/>
        </w:pict>
      </w:r>
      <w:r w:rsidR="004E353C" w:rsidRPr="00956EF8">
        <w:rPr>
          <w:rFonts w:ascii="Arial" w:hAnsi="Arial"/>
          <w:b/>
          <w:bCs/>
        </w:rPr>
        <w:t>FIG</w:t>
      </w:r>
      <w:r w:rsidR="00A7605F" w:rsidRPr="00956EF8">
        <w:rPr>
          <w:rFonts w:ascii="Arial" w:hAnsi="Arial"/>
          <w:b/>
          <w:bCs/>
        </w:rPr>
        <w:t>URE/FIGUUR</w:t>
      </w:r>
      <w:r w:rsidR="004E353C" w:rsidRPr="00956EF8">
        <w:rPr>
          <w:rFonts w:ascii="Arial" w:hAnsi="Arial"/>
          <w:b/>
          <w:bCs/>
        </w:rPr>
        <w:t xml:space="preserve"> 5.2</w:t>
      </w:r>
      <w:r w:rsidR="000F271C" w:rsidRPr="00956EF8">
        <w:rPr>
          <w:rFonts w:ascii="Arial" w:hAnsi="Arial"/>
          <w:b/>
          <w:bCs/>
        </w:rPr>
        <w:t>.1</w:t>
      </w:r>
      <w:r w:rsidR="000F271C" w:rsidRPr="00956EF8">
        <w:rPr>
          <w:rFonts w:ascii="Arial" w:hAnsi="Arial"/>
          <w:b/>
          <w:bCs/>
          <w:u w:val="single"/>
        </w:rPr>
        <w:t xml:space="preserve"> </w:t>
      </w:r>
      <w:r w:rsidR="004E353C" w:rsidRPr="00956EF8">
        <w:rPr>
          <w:rFonts w:ascii="Arial" w:hAnsi="Arial"/>
          <w:b/>
          <w:bCs/>
        </w:rPr>
        <w:t xml:space="preserve">  </w:t>
      </w:r>
      <w:r w:rsidR="004E353C" w:rsidRPr="00956EF8">
        <w:rPr>
          <w:rFonts w:ascii="Arial" w:hAnsi="Arial"/>
          <w:bCs/>
        </w:rPr>
        <w:t xml:space="preserve">(15)                                                               </w: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32528">
        <w:rPr>
          <w:rFonts w:ascii="Arial" w:hAnsi="Arial"/>
          <w:b/>
          <w:bCs/>
          <w:u w:val="single"/>
        </w:rPr>
        <w:pict>
          <v:line id="_x0000_s4309" style="position:absolute;flip:y;z-index:251661312" from="450.55pt,2.75pt" to="450.55pt,31.1pt"/>
        </w:pict>
      </w:r>
      <w:r w:rsidRPr="00932528">
        <w:rPr>
          <w:rFonts w:ascii="Arial" w:hAnsi="Arial"/>
          <w:b/>
          <w:bCs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4335" type="#_x0000_t136" style="position:absolute;margin-left:463.85pt;margin-top:22pt;width:19.55pt;height:7.05pt;rotation:270;z-index:251680768" fillcolor="black" strokeweight="0">
            <v:shadow color="#868686"/>
            <v:textpath style="font-family:&quot;Times New Roman&quot;;font-size:10pt;v-text-kern:t" trim="t" fitpath="t" string="280"/>
          </v:shape>
        </w:pict>
      </w:r>
      <w:r w:rsidRPr="00932528">
        <w:rPr>
          <w:rFonts w:ascii="Arial" w:hAnsi="Arial"/>
          <w:b/>
          <w:bCs/>
        </w:rPr>
        <w:pict>
          <v:line id="_x0000_s4317" style="position:absolute;flip:x;z-index:251669504" from="456.55pt,12.8pt" to="483.2pt,12.8pt">
            <v:stroke endarrow="block"/>
          </v:line>
        </w:pict>
      </w:r>
      <w:r w:rsidRPr="00932528">
        <w:rPr>
          <w:rFonts w:ascii="Arial" w:hAnsi="Arial"/>
          <w:b/>
          <w:bCs/>
        </w:rPr>
        <w:pict>
          <v:line id="_x0000_s4315" style="position:absolute;z-index:251667456" from="306.55pt,12.8pt" to="450.55pt,12.8pt">
            <v:stroke startarrow="block" endarrow="block"/>
          </v:line>
        </w:pict>
      </w:r>
      <w:r w:rsidRPr="00932528">
        <w:rPr>
          <w:rFonts w:ascii="Arial" w:hAnsi="Arial"/>
          <w:b/>
          <w:bCs/>
          <w:szCs w:val="16"/>
        </w:rPr>
        <w:pict>
          <v:shape id="_x0000_s4333" type="#_x0000_t136" style="position:absolute;margin-left:370.15pt;margin-top:22.65pt;width:9.75pt;height:7.35pt;z-index:251678720" fillcolor="black">
            <v:shadow color="#868686"/>
            <v:textpath style="font-family:&quot;Times New Roman&quot;;font-size:8pt;v-text-kern:t" trim="t" fitpath="t" string="D2"/>
          </v:shape>
        </w:pict>
      </w:r>
      <w:r w:rsidR="004E353C" w:rsidRPr="00956EF8">
        <w:rPr>
          <w:rFonts w:ascii="Arial" w:hAnsi="Arial"/>
          <w:b/>
          <w:bCs/>
        </w:rPr>
        <w:t xml:space="preserve">                                                                                                           4 720                       280   </w: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</w:rPr>
      </w:pPr>
      <w:r w:rsidRPr="00932528">
        <w:rPr>
          <w:rFonts w:ascii="Arial" w:hAnsi="Arial"/>
          <w:b/>
          <w:bCs/>
        </w:rPr>
        <w:pict>
          <v:line id="_x0000_s4321" style="position:absolute;z-index:251673600" from="480.55pt,1.4pt" to="480.55pt,28.05pt">
            <v:stroke endarrow="block"/>
          </v:line>
        </w:pict>
      </w:r>
      <w:r w:rsidRPr="00932528">
        <w:rPr>
          <w:rFonts w:ascii="Arial" w:hAnsi="Arial"/>
          <w:b/>
          <w:bCs/>
          <w:szCs w:val="16"/>
        </w:rPr>
        <w:pict>
          <v:oval id="_x0000_s4322" style="position:absolute;margin-left:363.35pt;margin-top:-.2pt;width:24pt;height:24pt;z-index:-251641856;mso-wrap-edited:f" wrapcoords="7425 0 2700 2025 -675 6750 -675 14175 4725 21600 7425 21600 14175 21600 16875 21600 22275 14175 22275 6750 18900 2025 14175 0 7425 0"/>
        </w:pict>
      </w:r>
      <w:r w:rsidR="004E353C" w:rsidRPr="00956EF8">
        <w:rPr>
          <w:rFonts w:ascii="Arial" w:hAnsi="Arial"/>
          <w:b/>
          <w:bCs/>
        </w:rPr>
        <w:t xml:space="preserve">                             </w: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szCs w:val="16"/>
        </w:rPr>
      </w:pPr>
      <w:r w:rsidRPr="00932528">
        <w:rPr>
          <w:rFonts w:ascii="Arial" w:hAnsi="Arial"/>
          <w:b/>
          <w:bCs/>
          <w:szCs w:val="16"/>
        </w:rPr>
        <w:pict>
          <v:line id="_x0000_s4318" style="position:absolute;z-index:251670528" from="480.55pt,21.85pt" to="480.55pt,201.85pt">
            <v:stroke startarrow="block" endarrow="block"/>
          </v:line>
        </w:pict>
      </w:r>
      <w:r w:rsidRPr="00932528">
        <w:rPr>
          <w:rFonts w:ascii="Arial" w:hAnsi="Arial"/>
          <w:b/>
          <w:bCs/>
          <w:szCs w:val="16"/>
        </w:rPr>
        <w:pict>
          <v:line id="_x0000_s4312" style="position:absolute;z-index:251664384" from="462.55pt,22.65pt" to="492.55pt,22.65pt"/>
        </w:pict>
      </w:r>
      <w:r w:rsidRPr="00932528">
        <w:rPr>
          <w:rFonts w:ascii="Arial" w:hAnsi="Arial"/>
          <w:b/>
          <w:bCs/>
          <w:szCs w:val="16"/>
        </w:rPr>
        <w:pict>
          <v:line id="_x0000_s4311" style="position:absolute;z-index:251663360" from="462.55pt,15.05pt" to="504.55pt,15.05pt"/>
        </w:pict>
      </w:r>
      <w:r w:rsidRPr="00932528">
        <w:rPr>
          <w:rFonts w:ascii="Arial" w:hAnsi="Arial"/>
        </w:rPr>
        <w:pict>
          <v:group id="_x0000_s4325" style="position:absolute;margin-left:18.55pt;margin-top:9.2pt;width:462pt;height:258pt;z-index:-251638784" coordorigin="1448,3888" coordsize="9240,5160">
            <v:shape id="_x0000_s4326" type="#_x0000_t75" style="position:absolute;left:1448;top:3888;width:8880;height:5160;mso-wrap-edited:f" wrapcoords="-36 0 -36 21539 21600 21539 21600 0 -36 0">
              <v:imagedata r:id="rId21" o:title="HUIS4"/>
            </v:shape>
            <v:oval id="_x0000_s4327" style="position:absolute;left:8488;top:8068;width:480;height:480;mso-wrap-edited:f" wrapcoords="7425 0 2700 2025 -675 6750 -675 14175 4725 21600 7425 21600 14175 21600 16875 21600 22275 14175 22275 6750 18900 2025 14175 0 7425 0"/>
            <v:oval id="_x0000_s4328" style="position:absolute;left:10208;top:4987;width:480;height:480;mso-wrap-edited:f" wrapcoords="7425 0 2700 2025 -675 6750 -675 14175 4725 21600 7425 21600 14175 21600 16875 21600 22275 14175 22275 6750 18900 2025 14175 0 7425 0"/>
            <v:oval id="_x0000_s4329" style="position:absolute;left:7688;top:6367;width:480;height:480;mso-wrap-edited:f" wrapcoords="7425 0 2700 2025 -675 6750 -675 14175 4725 21600 7425 21600 14175 21600 16875 21600 22275 14175 22275 6750 18900 2025 14175 0 7425 0"/>
            <v:shape id="_x0000_s4330" type="#_x0000_t136" style="position:absolute;left:10328;top:5100;width:195;height:147;mso-wrap-edited:f" fillcolor="black">
              <v:shadow color="#868686"/>
              <v:textpath style="font-family:&quot;Times New Roman&quot;;font-size:8pt;v-text-kern:t" trim="t" fitpath="t" string="V1"/>
            </v:shape>
            <v:shape id="_x0000_s4331" type="#_x0000_t136" style="position:absolute;left:8608;top:8229;width:195;height:147;mso-wrap-edited:f" fillcolor="black">
              <v:shadow color="#868686"/>
              <v:textpath style="font-family:&quot;Times New Roman&quot;;font-size:8pt;v-text-kern:t" trim="t" fitpath="t" string="V1"/>
            </v:shape>
            <v:shape id="_x0000_s4332" type="#_x0000_t136" style="position:absolute;left:7808;top:6552;width:195;height:147;mso-wrap-edited:f" fillcolor="black">
              <v:shadow color="#868686"/>
              <v:textpath style="font-family:&quot;Times New Roman&quot;;font-size:8pt;v-text-kern:t" trim="t" fitpath="t" string="D1"/>
            </v:shape>
          </v:group>
        </w:pict>
      </w:r>
      <w:r w:rsidR="004E353C" w:rsidRPr="00956EF8">
        <w:rPr>
          <w:rFonts w:ascii="Arial" w:hAnsi="Arial"/>
          <w:b/>
          <w:bCs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szCs w:val="16"/>
        </w:rPr>
      </w:pPr>
      <w:r w:rsidRPr="00932528">
        <w:rPr>
          <w:rFonts w:ascii="Arial" w:hAnsi="Arial"/>
          <w:b/>
          <w:bCs/>
          <w:szCs w:val="16"/>
        </w:rPr>
        <w:pict>
          <v:line id="_x0000_s4319" style="position:absolute;z-index:251671552" from="498.55pt,2.85pt" to="498.55pt,194.85pt">
            <v:stroke startarrow="block" endarrow="block"/>
          </v:line>
        </w:pic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  <w:t xml:space="preserve"> </w: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  <w:t xml:space="preserve">       </w:t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32528">
        <w:rPr>
          <w:b/>
          <w:bCs/>
          <w:szCs w:val="16"/>
        </w:rPr>
        <w:pict>
          <v:shape id="_x0000_s4324" type="#_x0000_t136" style="position:absolute;margin-left:462.3pt;margin-top:15.45pt;width:19.55pt;height:7.05pt;rotation:270;z-index:251676672" fillcolor="black" strokeweight="0">
            <v:shadow color="#868686"/>
            <v:textpath style="font-family:&quot;Times New Roman&quot;;font-size:10pt;v-text-kern:t" trim="t" fitpath="t" string="6 440"/>
          </v:shape>
        </w:pict>
      </w:r>
      <w:r w:rsidRPr="00932528">
        <w:rPr>
          <w:b/>
          <w:bCs/>
          <w:szCs w:val="16"/>
        </w:rPr>
        <w:pict>
          <v:shape id="_x0000_s4323" type="#_x0000_t136" style="position:absolute;margin-left:477.25pt;margin-top:14.2pt;width:24.95pt;height:6.6pt;rotation:270;z-index:251675648" fillcolor="black" strokeweight="0">
            <v:shadow color="#868686"/>
            <v:textpath style="font-family:&quot;Times New Roman&quot;;font-size:10pt;v-text-kern:t;v-same-letter-heights:t" trim="t" fitpath="t" string="7 000"/>
          </v:shape>
        </w:pic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  <w:t xml:space="preserve">                              </w: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32528">
        <w:rPr>
          <w:b/>
          <w:bCs/>
          <w:szCs w:val="16"/>
        </w:rPr>
        <w:pict>
          <v:line id="_x0000_s4313" style="position:absolute;z-index:251665408" from="462.55pt,9.35pt" to="492.55pt,9.35pt"/>
        </w:pict>
      </w:r>
    </w:p>
    <w:p w:rsidR="004E353C" w:rsidRPr="00956EF8" w:rsidRDefault="00932528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32528">
        <w:rPr>
          <w:b/>
          <w:bCs/>
          <w:szCs w:val="16"/>
        </w:rPr>
        <w:pict>
          <v:line id="_x0000_s4314" style="position:absolute;z-index:251666432" from="462.55pt,2.75pt" to="504.55pt,2.75pt"/>
        </w:pict>
      </w:r>
      <w:r w:rsidRPr="00932528">
        <w:rPr>
          <w:b/>
          <w:bCs/>
          <w:szCs w:val="16"/>
        </w:rPr>
        <w:pict>
          <v:shape id="_x0000_s4334" type="#_x0000_t136" style="position:absolute;margin-left:463.85pt;margin-top:12.35pt;width:19.55pt;height:7.05pt;rotation:270;z-index:251679744" fillcolor="black" strokeweight="0">
            <v:shadow color="#868686"/>
            <v:textpath style="font-family:&quot;Times New Roman&quot;;font-size:10pt;v-text-kern:t" trim="t" fitpath="t" string="280"/>
          </v:shape>
        </w:pict>
      </w:r>
      <w:r w:rsidRPr="00932528">
        <w:rPr>
          <w:b/>
          <w:bCs/>
          <w:szCs w:val="16"/>
        </w:rPr>
        <w:pict>
          <v:line id="_x0000_s4320" style="position:absolute;flip:y;z-index:251672576" from="480.55pt,1.95pt" to="480.55pt,25.95pt">
            <v:stroke endarrow="block"/>
          </v:line>
        </w:pic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</w:r>
      <w:r w:rsidRPr="00956EF8">
        <w:rPr>
          <w:b/>
          <w:bCs/>
          <w:szCs w:val="16"/>
        </w:rPr>
        <w:tab/>
        <w:t xml:space="preserve">                                                                                        </w:t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szCs w:val="16"/>
        </w:rPr>
      </w:pP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374"/>
        </w:tabs>
        <w:rPr>
          <w:rFonts w:ascii="Arial" w:hAnsi="Arial"/>
          <w:b/>
          <w:bCs/>
          <w:szCs w:val="16"/>
        </w:rPr>
      </w:pPr>
      <w:r w:rsidRPr="00956EF8">
        <w:rPr>
          <w:rFonts w:ascii="Arial" w:hAnsi="Arial"/>
          <w:b/>
          <w:bCs/>
          <w:szCs w:val="16"/>
        </w:rPr>
        <w:t>Muurhoogte/Wall height: 2,6</w:t>
      </w:r>
      <w:r w:rsidR="00A7605F" w:rsidRPr="00956EF8">
        <w:rPr>
          <w:rFonts w:ascii="Arial" w:hAnsi="Arial"/>
          <w:b/>
          <w:bCs/>
          <w:szCs w:val="16"/>
        </w:rPr>
        <w:t xml:space="preserve"> </w:t>
      </w:r>
      <w:r w:rsidRPr="00956EF8">
        <w:rPr>
          <w:rFonts w:ascii="Arial" w:hAnsi="Arial"/>
          <w:b/>
          <w:bCs/>
          <w:szCs w:val="16"/>
        </w:rPr>
        <w:t xml:space="preserve">m                                      D1 = 2 100 x 900    </w:t>
      </w:r>
      <w:r w:rsidRPr="00956EF8">
        <w:rPr>
          <w:rFonts w:ascii="Arial" w:hAnsi="Arial"/>
          <w:b/>
          <w:bCs/>
          <w:szCs w:val="16"/>
        </w:rPr>
        <w:tab/>
      </w:r>
    </w:p>
    <w:p w:rsidR="004E353C" w:rsidRPr="00956EF8" w:rsidRDefault="004E353C" w:rsidP="004E353C">
      <w:pPr>
        <w:tabs>
          <w:tab w:val="left" w:pos="-566"/>
          <w:tab w:val="left" w:pos="0"/>
          <w:tab w:val="left" w:pos="851"/>
          <w:tab w:val="left" w:pos="1276"/>
          <w:tab w:val="left" w:pos="3912"/>
          <w:tab w:val="left" w:pos="4875"/>
          <w:tab w:val="left" w:pos="8787"/>
          <w:tab w:val="left" w:pos="9356"/>
          <w:tab w:val="left" w:pos="9781"/>
          <w:tab w:val="left" w:pos="11055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  <w:bCs/>
          <w:szCs w:val="16"/>
        </w:rPr>
      </w:pPr>
      <w:r w:rsidRPr="00956EF8">
        <w:rPr>
          <w:rFonts w:ascii="Arial" w:hAnsi="Arial"/>
          <w:b/>
          <w:bCs/>
          <w:szCs w:val="16"/>
        </w:rPr>
        <w:t xml:space="preserve">50 Stene/m²  vir halfsteenmuur                                      D2 = 2 100 x 1 800      </w:t>
      </w:r>
    </w:p>
    <w:p w:rsidR="004E353C" w:rsidRPr="00956EF8" w:rsidRDefault="004E353C" w:rsidP="004E353C">
      <w:pPr>
        <w:pStyle w:val="Heading7"/>
        <w:jc w:val="left"/>
      </w:pPr>
      <w:r w:rsidRPr="00956EF8">
        <w:t xml:space="preserve">50 Bricks/m² for half brick  wall                                 </w:t>
      </w:r>
      <w:r w:rsidR="00F24944" w:rsidRPr="00956EF8">
        <w:t xml:space="preserve"> </w:t>
      </w:r>
      <w:r w:rsidRPr="00956EF8">
        <w:t xml:space="preserve">            V1 = 1 200 x 2 400</w:t>
      </w:r>
    </w:p>
    <w:tbl>
      <w:tblPr>
        <w:tblpPr w:leftFromText="180" w:rightFromText="180" w:vertAnchor="text" w:horzAnchor="margin" w:tblpY="431"/>
        <w:tblW w:w="10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7"/>
        <w:gridCol w:w="1417"/>
        <w:gridCol w:w="1417"/>
        <w:gridCol w:w="5896"/>
      </w:tblGrid>
      <w:tr w:rsidR="00333825" w:rsidRPr="00956EF8" w:rsidTr="00333825">
        <w:trPr>
          <w:cantSplit/>
          <w:trHeight w:hRule="exact" w:val="566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</w:p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956EF8">
        <w:trPr>
          <w:cantSplit/>
          <w:trHeight w:hRule="exact" w:val="28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  <w:tr w:rsidR="00333825" w:rsidRPr="00956EF8" w:rsidTr="00956EF8">
        <w:trPr>
          <w:cantSplit/>
          <w:trHeight w:hRule="exact" w:val="37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  <w:tc>
          <w:tcPr>
            <w:tcW w:w="5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3825" w:rsidRPr="00956EF8" w:rsidRDefault="00333825" w:rsidP="00333825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rPr>
                <w:rFonts w:ascii="Arial" w:hAnsi="Arial"/>
              </w:rPr>
            </w:pPr>
          </w:p>
        </w:tc>
      </w:tr>
    </w:tbl>
    <w:p w:rsidR="00333825" w:rsidRPr="00956EF8" w:rsidRDefault="00333825">
      <w:pPr>
        <w:rPr>
          <w:rFonts w:ascii="Arial" w:hAnsi="Arial"/>
        </w:rPr>
      </w:pPr>
    </w:p>
    <w:p w:rsidR="004E353C" w:rsidRPr="00956EF8" w:rsidRDefault="004E353C" w:rsidP="004E353C">
      <w:pPr>
        <w:rPr>
          <w:rFonts w:ascii="Arial" w:hAnsi="Arial"/>
        </w:rPr>
      </w:pPr>
    </w:p>
    <w:tbl>
      <w:tblPr>
        <w:tblpPr w:leftFromText="180" w:rightFromText="180" w:vertAnchor="text" w:horzAnchor="margin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0"/>
        <w:gridCol w:w="592"/>
        <w:gridCol w:w="2934"/>
        <w:gridCol w:w="1130"/>
        <w:gridCol w:w="2965"/>
      </w:tblGrid>
      <w:tr w:rsidR="00DF70AB" w:rsidRPr="00956EF8" w:rsidTr="009947A6">
        <w:trPr>
          <w:trHeight w:val="602"/>
        </w:trPr>
        <w:tc>
          <w:tcPr>
            <w:tcW w:w="235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ANTWOORDBLAD</w:t>
            </w: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ANSWER SHEET</w:t>
            </w:r>
          </w:p>
        </w:tc>
        <w:tc>
          <w:tcPr>
            <w:tcW w:w="592" w:type="dxa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  <w:sz w:val="48"/>
              </w:rPr>
            </w:pPr>
            <w:r w:rsidRPr="00956EF8">
              <w:rPr>
                <w:rFonts w:ascii="Arial" w:hAnsi="Arial"/>
                <w:b/>
                <w:bCs/>
                <w:sz w:val="48"/>
              </w:rPr>
              <w:t>D</w:t>
            </w:r>
          </w:p>
        </w:tc>
        <w:tc>
          <w:tcPr>
            <w:tcW w:w="2934" w:type="dxa"/>
            <w:vMerge w:val="restart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SIVIELE TEGNOLOGIE</w:t>
            </w: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CIVIL TECHNOLOGY</w:t>
            </w:r>
          </w:p>
        </w:tc>
        <w:tc>
          <w:tcPr>
            <w:tcW w:w="113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NAAM:</w:t>
            </w: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  <w:r w:rsidRPr="00956EF8">
              <w:rPr>
                <w:rFonts w:ascii="Arial" w:hAnsi="Arial"/>
                <w:b/>
                <w:bCs/>
              </w:rPr>
              <w:t>NAME:</w:t>
            </w: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rFonts w:ascii="Arial" w:hAnsi="Arial"/>
                <w:b/>
                <w:bCs/>
              </w:rPr>
            </w:pPr>
          </w:p>
        </w:tc>
      </w:tr>
      <w:tr w:rsidR="00DF70AB" w:rsidRPr="00956EF8" w:rsidTr="009947A6">
        <w:trPr>
          <w:trHeight w:val="577"/>
        </w:trPr>
        <w:tc>
          <w:tcPr>
            <w:tcW w:w="235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2934" w:type="dxa"/>
            <w:vMerge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  <w:tc>
          <w:tcPr>
            <w:tcW w:w="2965" w:type="dxa"/>
            <w:tcBorders>
              <w:left w:val="nil"/>
            </w:tcBorders>
            <w:shd w:val="clear" w:color="auto" w:fill="auto"/>
            <w:vAlign w:val="center"/>
          </w:tcPr>
          <w:p w:rsidR="004E353C" w:rsidRPr="00956EF8" w:rsidRDefault="004E353C" w:rsidP="009947A6">
            <w:pPr>
              <w:tabs>
                <w:tab w:val="left" w:pos="-566"/>
                <w:tab w:val="left" w:pos="0"/>
                <w:tab w:val="left" w:pos="850"/>
                <w:tab w:val="left" w:pos="3912"/>
                <w:tab w:val="left" w:pos="4875"/>
                <w:tab w:val="left" w:pos="8787"/>
                <w:tab w:val="left" w:pos="9354"/>
              </w:tabs>
              <w:rPr>
                <w:b/>
                <w:bCs/>
              </w:rPr>
            </w:pPr>
          </w:p>
        </w:tc>
      </w:tr>
    </w:tbl>
    <w:tbl>
      <w:tblPr>
        <w:tblpPr w:leftFromText="180" w:rightFromText="180" w:vertAnchor="text" w:horzAnchor="margin" w:tblpX="-134" w:tblpY="1653"/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4"/>
        <w:gridCol w:w="1418"/>
        <w:gridCol w:w="1275"/>
        <w:gridCol w:w="6088"/>
      </w:tblGrid>
      <w:tr w:rsidR="004E353C" w:rsidRPr="00956EF8">
        <w:trPr>
          <w:cantSplit/>
          <w:trHeight w:hRule="exact" w:val="566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</w:p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rFonts w:ascii="Arial" w:hAnsi="Arial"/>
              </w:rPr>
            </w:pPr>
            <w:r w:rsidRPr="00956EF8"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  <w:rPr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333825" w:rsidRPr="00956EF8" w:rsidTr="00333825">
        <w:trPr>
          <w:cantSplit/>
          <w:trHeight w:hRule="exact" w:val="283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3825" w:rsidRPr="00956EF8" w:rsidRDefault="00333825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  <w:tr w:rsidR="004E353C" w:rsidRPr="00956EF8" w:rsidTr="00333825">
        <w:trPr>
          <w:cantSplit/>
          <w:trHeight w:hRule="exact" w:val="283"/>
        </w:trPr>
        <w:tc>
          <w:tcPr>
            <w:tcW w:w="1284" w:type="dxa"/>
            <w:tcBorders>
              <w:top w:val="single" w:sz="4" w:space="0" w:color="auto"/>
              <w:bottom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  <w:jc w:val="center"/>
            </w:pPr>
          </w:p>
        </w:tc>
        <w:tc>
          <w:tcPr>
            <w:tcW w:w="6088" w:type="dxa"/>
            <w:tcBorders>
              <w:top w:val="single" w:sz="4" w:space="0" w:color="auto"/>
              <w:bottom w:val="nil"/>
            </w:tcBorders>
          </w:tcPr>
          <w:p w:rsidR="004E353C" w:rsidRPr="00956EF8" w:rsidRDefault="004E353C" w:rsidP="006E222B">
            <w:pPr>
              <w:tabs>
                <w:tab w:val="left" w:pos="0"/>
                <w:tab w:val="left" w:pos="851"/>
                <w:tab w:val="left" w:pos="1276"/>
                <w:tab w:val="left" w:pos="9356"/>
                <w:tab w:val="left" w:pos="9781"/>
              </w:tabs>
            </w:pPr>
          </w:p>
        </w:tc>
      </w:tr>
    </w:tbl>
    <w:p w:rsidR="00D97FA0" w:rsidRPr="00956EF8" w:rsidRDefault="00D97FA0">
      <w:pPr>
        <w:rPr>
          <w:rFonts w:ascii="Arial" w:hAnsi="Arial"/>
        </w:rPr>
      </w:pPr>
    </w:p>
    <w:sectPr w:rsidR="00D97FA0" w:rsidRPr="00956EF8" w:rsidSect="007C6104">
      <w:headerReference w:type="even" r:id="rId22"/>
      <w:headerReference w:type="default" r:id="rId23"/>
      <w:headerReference w:type="first" r:id="rId24"/>
      <w:footerReference w:type="first" r:id="rId25"/>
      <w:pgSz w:w="11909" w:h="16834" w:code="9"/>
      <w:pgMar w:top="720" w:right="1077" w:bottom="720" w:left="1077" w:header="709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A1B" w:rsidRDefault="00D51A1B">
      <w:r>
        <w:separator/>
      </w:r>
    </w:p>
  </w:endnote>
  <w:endnote w:type="continuationSeparator" w:id="1">
    <w:p w:rsidR="00D51A1B" w:rsidRDefault="00D51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7E" w:rsidRDefault="00D858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7E" w:rsidRDefault="00D858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7E" w:rsidRDefault="00D8587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Pr="00A26467" w:rsidRDefault="00F24944" w:rsidP="00A264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A1B" w:rsidRDefault="00D51A1B">
      <w:r>
        <w:separator/>
      </w:r>
    </w:p>
  </w:footnote>
  <w:footnote w:type="continuationSeparator" w:id="1">
    <w:p w:rsidR="00D51A1B" w:rsidRDefault="00D51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Pr="009947A6" w:rsidRDefault="00932528" w:rsidP="009947A6">
    <w:pPr>
      <w:pStyle w:val="Header"/>
      <w:tabs>
        <w:tab w:val="clear" w:pos="4153"/>
        <w:tab w:val="clear" w:pos="8306"/>
        <w:tab w:val="center" w:pos="4536"/>
        <w:tab w:val="right" w:pos="9923"/>
      </w:tabs>
      <w:rPr>
        <w:rFonts w:ascii="Arial" w:hAnsi="Arial"/>
        <w:b/>
        <w:sz w:val="16"/>
        <w:szCs w:val="16"/>
        <w:u w:val="single"/>
      </w:rPr>
    </w:pPr>
    <w:r w:rsidRPr="009947A6">
      <w:rPr>
        <w:rFonts w:ascii="Arial" w:hAnsi="Arial"/>
        <w:b/>
        <w:sz w:val="22"/>
        <w:szCs w:val="22"/>
        <w:u w:val="single"/>
      </w:rPr>
      <w:fldChar w:fldCharType="begin"/>
    </w:r>
    <w:r w:rsidR="00F24944" w:rsidRPr="009947A6">
      <w:rPr>
        <w:rFonts w:ascii="Arial" w:hAnsi="Arial"/>
        <w:b/>
        <w:sz w:val="22"/>
        <w:szCs w:val="22"/>
        <w:u w:val="single"/>
      </w:rPr>
      <w:instrText xml:space="preserve"> PAGE   \* MERGEFORMAT </w:instrText>
    </w:r>
    <w:r w:rsidRPr="009947A6">
      <w:rPr>
        <w:rFonts w:ascii="Arial" w:hAnsi="Arial"/>
        <w:b/>
        <w:sz w:val="22"/>
        <w:szCs w:val="22"/>
        <w:u w:val="single"/>
      </w:rPr>
      <w:fldChar w:fldCharType="separate"/>
    </w:r>
    <w:r w:rsidR="00127245">
      <w:rPr>
        <w:rFonts w:ascii="Arial" w:hAnsi="Arial"/>
        <w:b/>
        <w:noProof/>
        <w:sz w:val="22"/>
        <w:szCs w:val="22"/>
        <w:u w:val="single"/>
      </w:rPr>
      <w:t>2</w:t>
    </w:r>
    <w:r w:rsidRPr="009947A6">
      <w:rPr>
        <w:rFonts w:ascii="Arial" w:hAnsi="Arial"/>
        <w:b/>
        <w:sz w:val="22"/>
        <w:szCs w:val="22"/>
        <w:u w:val="single"/>
      </w:rPr>
      <w:fldChar w:fldCharType="end"/>
    </w:r>
    <w:r w:rsidR="00F24944" w:rsidRPr="009947A6">
      <w:rPr>
        <w:rFonts w:ascii="Arial" w:hAnsi="Arial"/>
        <w:b/>
        <w:sz w:val="22"/>
        <w:szCs w:val="22"/>
        <w:u w:val="single"/>
      </w:rPr>
      <w:tab/>
    </w:r>
    <w:r w:rsidR="00F24944" w:rsidRPr="009947A6">
      <w:rPr>
        <w:rFonts w:ascii="Arial" w:hAnsi="Arial"/>
        <w:b/>
        <w:sz w:val="20"/>
        <w:szCs w:val="20"/>
        <w:u w:val="single"/>
      </w:rPr>
      <w:t>SIVIELE TEGNOLOGIE (CVLT)</w:t>
    </w:r>
    <w:r w:rsidR="00F24944" w:rsidRPr="009947A6">
      <w:rPr>
        <w:rFonts w:ascii="Arial" w:hAnsi="Arial"/>
        <w:b/>
        <w:sz w:val="22"/>
        <w:szCs w:val="22"/>
        <w:u w:val="single"/>
      </w:rPr>
      <w:tab/>
    </w:r>
    <w:r w:rsidR="00F24944" w:rsidRPr="009947A6">
      <w:rPr>
        <w:rFonts w:ascii="Arial" w:hAnsi="Arial"/>
        <w:b/>
        <w:sz w:val="16"/>
        <w:szCs w:val="16"/>
        <w:u w:val="single"/>
      </w:rPr>
      <w:t>(KOPIEREG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Pr="009947A6" w:rsidRDefault="00F24944" w:rsidP="009947A6">
    <w:pPr>
      <w:pStyle w:val="Header"/>
      <w:tabs>
        <w:tab w:val="clear" w:pos="4153"/>
        <w:tab w:val="clear" w:pos="8306"/>
        <w:tab w:val="center" w:pos="5387"/>
        <w:tab w:val="right" w:pos="9923"/>
      </w:tabs>
      <w:rPr>
        <w:rFonts w:ascii="Arial" w:hAnsi="Arial"/>
        <w:b/>
        <w:sz w:val="22"/>
        <w:szCs w:val="22"/>
        <w:u w:val="single"/>
      </w:rPr>
    </w:pPr>
    <w:r w:rsidRPr="009947A6">
      <w:rPr>
        <w:rFonts w:ascii="Arial" w:hAnsi="Arial"/>
        <w:b/>
        <w:sz w:val="16"/>
        <w:szCs w:val="16"/>
        <w:u w:val="single"/>
      </w:rPr>
      <w:t>(KOPIEREG 09/09)</w:t>
    </w:r>
    <w:r w:rsidRPr="009947A6">
      <w:rPr>
        <w:u w:val="single"/>
      </w:rPr>
      <w:tab/>
    </w:r>
    <w:r w:rsidRPr="009947A6">
      <w:rPr>
        <w:rFonts w:ascii="Arial" w:hAnsi="Arial"/>
        <w:b/>
        <w:sz w:val="20"/>
        <w:szCs w:val="20"/>
        <w:u w:val="single"/>
      </w:rPr>
      <w:t>SIVIELE TEGNOLOGIE (CVLT)</w:t>
    </w:r>
    <w:r w:rsidRPr="009947A6">
      <w:rPr>
        <w:u w:val="single"/>
      </w:rPr>
      <w:tab/>
    </w:r>
    <w:r w:rsidR="00932528" w:rsidRPr="009947A6">
      <w:rPr>
        <w:rFonts w:ascii="Arial" w:hAnsi="Arial"/>
        <w:b/>
        <w:sz w:val="22"/>
        <w:szCs w:val="22"/>
        <w:u w:val="single"/>
      </w:rPr>
      <w:fldChar w:fldCharType="begin"/>
    </w:r>
    <w:r w:rsidRPr="009947A6">
      <w:rPr>
        <w:rFonts w:ascii="Arial" w:hAnsi="Arial"/>
        <w:b/>
        <w:sz w:val="22"/>
        <w:szCs w:val="22"/>
        <w:u w:val="single"/>
      </w:rPr>
      <w:instrText xml:space="preserve"> PAGE   \* MERGEFORMAT </w:instrText>
    </w:r>
    <w:r w:rsidR="00932528" w:rsidRPr="009947A6">
      <w:rPr>
        <w:rFonts w:ascii="Arial" w:hAnsi="Arial"/>
        <w:b/>
        <w:sz w:val="22"/>
        <w:szCs w:val="22"/>
        <w:u w:val="single"/>
      </w:rPr>
      <w:fldChar w:fldCharType="separate"/>
    </w:r>
    <w:r w:rsidR="00127245">
      <w:rPr>
        <w:rFonts w:ascii="Arial" w:hAnsi="Arial"/>
        <w:b/>
        <w:noProof/>
        <w:sz w:val="22"/>
        <w:szCs w:val="22"/>
        <w:u w:val="single"/>
      </w:rPr>
      <w:t>9</w:t>
    </w:r>
    <w:r w:rsidR="00932528" w:rsidRPr="009947A6">
      <w:rPr>
        <w:rFonts w:ascii="Arial" w:hAnsi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Default="00F24944" w:rsidP="00A26467">
    <w:pPr>
      <w:pStyle w:val="Header"/>
      <w:tabs>
        <w:tab w:val="clear" w:pos="4153"/>
        <w:tab w:val="clear" w:pos="8306"/>
        <w:tab w:val="right" w:pos="1006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Default="00F24944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Default="00F24944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44" w:rsidRDefault="00F24944" w:rsidP="00FB34EC">
    <w:pPr>
      <w:pStyle w:val="Header"/>
      <w:tabs>
        <w:tab w:val="clear" w:pos="4153"/>
        <w:tab w:val="clear" w:pos="8306"/>
        <w:tab w:val="right" w:pos="10065"/>
      </w:tabs>
    </w:pPr>
    <w:r>
      <w:rPr>
        <w:rFonts w:ascii="Arial" w:hAnsi="Arial"/>
        <w:sz w:val="20"/>
      </w:rPr>
      <w:t>Siviele Tegnologie</w:t>
    </w:r>
    <w:r>
      <w:rPr>
        <w:rFonts w:ascii="Arial" w:hAnsi="Arial"/>
        <w:sz w:val="20"/>
      </w:rPr>
      <w:tab/>
      <w:t>DoE/Junie 2009SS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DB2"/>
    <w:multiLevelType w:val="hybridMultilevel"/>
    <w:tmpl w:val="364EB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970B84"/>
    <w:multiLevelType w:val="multilevel"/>
    <w:tmpl w:val="CBAC432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F1A5491"/>
    <w:multiLevelType w:val="hybridMultilevel"/>
    <w:tmpl w:val="0CAC9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609D4"/>
    <w:multiLevelType w:val="hybridMultilevel"/>
    <w:tmpl w:val="52F4E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91BA3"/>
    <w:multiLevelType w:val="hybridMultilevel"/>
    <w:tmpl w:val="FBB02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02975"/>
    <w:multiLevelType w:val="hybridMultilevel"/>
    <w:tmpl w:val="329AA85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5B738F9"/>
    <w:multiLevelType w:val="hybridMultilevel"/>
    <w:tmpl w:val="E29AD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A193921"/>
    <w:multiLevelType w:val="hybridMultilevel"/>
    <w:tmpl w:val="CF42C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3B41C0"/>
    <w:multiLevelType w:val="hybridMultilevel"/>
    <w:tmpl w:val="44480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8F44FD"/>
    <w:multiLevelType w:val="hybridMultilevel"/>
    <w:tmpl w:val="DA7A0D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3F5C9D"/>
    <w:multiLevelType w:val="multilevel"/>
    <w:tmpl w:val="68C603AE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7"/>
        </w:tabs>
        <w:ind w:left="99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8531099"/>
    <w:multiLevelType w:val="hybridMultilevel"/>
    <w:tmpl w:val="F6607A86"/>
    <w:lvl w:ilvl="0" w:tplc="C630B64C">
      <w:start w:val="1"/>
      <w:numFmt w:val="bullet"/>
      <w:lvlText w:val=""/>
      <w:lvlJc w:val="left"/>
      <w:pPr>
        <w:tabs>
          <w:tab w:val="num" w:pos="1364"/>
        </w:tabs>
        <w:ind w:left="134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1F414C"/>
    <w:multiLevelType w:val="hybridMultilevel"/>
    <w:tmpl w:val="3E12858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D21982"/>
    <w:multiLevelType w:val="hybridMultilevel"/>
    <w:tmpl w:val="88F461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13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efaultTabStop w:val="720"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4">
      <o:colormenu v:ext="edit" fillcolor="black" strokecolor="navy"/>
    </o:shapedefaults>
  </w:hdrShapeDefaults>
  <w:footnotePr>
    <w:footnote w:id="0"/>
    <w:footnote w:id="1"/>
  </w:footnotePr>
  <w:endnotePr>
    <w:endnote w:id="0"/>
    <w:endnote w:id="1"/>
  </w:endnotePr>
  <w:compat/>
  <w:rsids>
    <w:rsidRoot w:val="00F20BB2"/>
    <w:rsid w:val="00021F8F"/>
    <w:rsid w:val="000458EB"/>
    <w:rsid w:val="00053DB2"/>
    <w:rsid w:val="00053F95"/>
    <w:rsid w:val="000624F6"/>
    <w:rsid w:val="00081133"/>
    <w:rsid w:val="00082809"/>
    <w:rsid w:val="00092F47"/>
    <w:rsid w:val="000B1C92"/>
    <w:rsid w:val="000C354E"/>
    <w:rsid w:val="000C384F"/>
    <w:rsid w:val="000E46ED"/>
    <w:rsid w:val="000F271C"/>
    <w:rsid w:val="000F5078"/>
    <w:rsid w:val="000F5B2A"/>
    <w:rsid w:val="001041DD"/>
    <w:rsid w:val="001205D1"/>
    <w:rsid w:val="00127245"/>
    <w:rsid w:val="00131589"/>
    <w:rsid w:val="00133CA4"/>
    <w:rsid w:val="00140241"/>
    <w:rsid w:val="00143700"/>
    <w:rsid w:val="00147F8E"/>
    <w:rsid w:val="00153F4B"/>
    <w:rsid w:val="00161ABF"/>
    <w:rsid w:val="00167180"/>
    <w:rsid w:val="00173FEE"/>
    <w:rsid w:val="0018205B"/>
    <w:rsid w:val="00186B2D"/>
    <w:rsid w:val="00191C05"/>
    <w:rsid w:val="00192412"/>
    <w:rsid w:val="00196669"/>
    <w:rsid w:val="001B24F4"/>
    <w:rsid w:val="001C0F6C"/>
    <w:rsid w:val="001C2BCD"/>
    <w:rsid w:val="001C5FB4"/>
    <w:rsid w:val="001D3130"/>
    <w:rsid w:val="001D33BF"/>
    <w:rsid w:val="0021124E"/>
    <w:rsid w:val="002650B0"/>
    <w:rsid w:val="00283646"/>
    <w:rsid w:val="002B2A7C"/>
    <w:rsid w:val="002E207A"/>
    <w:rsid w:val="00311C17"/>
    <w:rsid w:val="00323F5E"/>
    <w:rsid w:val="003266B6"/>
    <w:rsid w:val="003320CE"/>
    <w:rsid w:val="00333825"/>
    <w:rsid w:val="003526FB"/>
    <w:rsid w:val="003542F8"/>
    <w:rsid w:val="0036057F"/>
    <w:rsid w:val="00375E8E"/>
    <w:rsid w:val="00382ECD"/>
    <w:rsid w:val="00383B08"/>
    <w:rsid w:val="00392A02"/>
    <w:rsid w:val="00397A7F"/>
    <w:rsid w:val="003B1754"/>
    <w:rsid w:val="003C171D"/>
    <w:rsid w:val="003D0E14"/>
    <w:rsid w:val="003D293A"/>
    <w:rsid w:val="003E5DC5"/>
    <w:rsid w:val="003F0BFF"/>
    <w:rsid w:val="003F36B1"/>
    <w:rsid w:val="004132DA"/>
    <w:rsid w:val="00421636"/>
    <w:rsid w:val="00433728"/>
    <w:rsid w:val="00441296"/>
    <w:rsid w:val="00456E7E"/>
    <w:rsid w:val="00465451"/>
    <w:rsid w:val="00480D02"/>
    <w:rsid w:val="00481CB8"/>
    <w:rsid w:val="00484D6D"/>
    <w:rsid w:val="0049142E"/>
    <w:rsid w:val="0049218D"/>
    <w:rsid w:val="00495D7D"/>
    <w:rsid w:val="004E353C"/>
    <w:rsid w:val="004E3D41"/>
    <w:rsid w:val="004F008F"/>
    <w:rsid w:val="004F332A"/>
    <w:rsid w:val="00507AAF"/>
    <w:rsid w:val="005120B4"/>
    <w:rsid w:val="00523AF1"/>
    <w:rsid w:val="00526DDE"/>
    <w:rsid w:val="005647CE"/>
    <w:rsid w:val="00577634"/>
    <w:rsid w:val="005B2443"/>
    <w:rsid w:val="005B3C43"/>
    <w:rsid w:val="005C7700"/>
    <w:rsid w:val="005F2AAF"/>
    <w:rsid w:val="005F4FE3"/>
    <w:rsid w:val="005F50EE"/>
    <w:rsid w:val="005F73C1"/>
    <w:rsid w:val="0060772F"/>
    <w:rsid w:val="00614AD2"/>
    <w:rsid w:val="00652D60"/>
    <w:rsid w:val="00673F6B"/>
    <w:rsid w:val="00684A80"/>
    <w:rsid w:val="0069095C"/>
    <w:rsid w:val="006B09B3"/>
    <w:rsid w:val="006C2BC8"/>
    <w:rsid w:val="006D353E"/>
    <w:rsid w:val="006D5A9D"/>
    <w:rsid w:val="006E222B"/>
    <w:rsid w:val="006F304F"/>
    <w:rsid w:val="00701BEC"/>
    <w:rsid w:val="00714A47"/>
    <w:rsid w:val="00724842"/>
    <w:rsid w:val="00751AD9"/>
    <w:rsid w:val="0079095B"/>
    <w:rsid w:val="007C0DC4"/>
    <w:rsid w:val="007C6104"/>
    <w:rsid w:val="007D44E7"/>
    <w:rsid w:val="007D7C5A"/>
    <w:rsid w:val="007F1E07"/>
    <w:rsid w:val="007F79EE"/>
    <w:rsid w:val="00811EAA"/>
    <w:rsid w:val="00813884"/>
    <w:rsid w:val="00832E9B"/>
    <w:rsid w:val="00840927"/>
    <w:rsid w:val="00846D0B"/>
    <w:rsid w:val="00851400"/>
    <w:rsid w:val="00854D42"/>
    <w:rsid w:val="00863FBD"/>
    <w:rsid w:val="0087197E"/>
    <w:rsid w:val="0087453D"/>
    <w:rsid w:val="008767E3"/>
    <w:rsid w:val="0087688E"/>
    <w:rsid w:val="00876C02"/>
    <w:rsid w:val="008774A9"/>
    <w:rsid w:val="0088409B"/>
    <w:rsid w:val="00892AA5"/>
    <w:rsid w:val="00897F5B"/>
    <w:rsid w:val="008B0686"/>
    <w:rsid w:val="008D2423"/>
    <w:rsid w:val="008E0D29"/>
    <w:rsid w:val="008E6878"/>
    <w:rsid w:val="008F137F"/>
    <w:rsid w:val="00904B21"/>
    <w:rsid w:val="009147A7"/>
    <w:rsid w:val="009156D9"/>
    <w:rsid w:val="009225CC"/>
    <w:rsid w:val="00931F82"/>
    <w:rsid w:val="00932528"/>
    <w:rsid w:val="00940054"/>
    <w:rsid w:val="00956EF8"/>
    <w:rsid w:val="00960DB6"/>
    <w:rsid w:val="00985995"/>
    <w:rsid w:val="00987391"/>
    <w:rsid w:val="009947A6"/>
    <w:rsid w:val="009B1D7A"/>
    <w:rsid w:val="009C55E9"/>
    <w:rsid w:val="009C68A8"/>
    <w:rsid w:val="009E2763"/>
    <w:rsid w:val="009E3C9D"/>
    <w:rsid w:val="00A139A8"/>
    <w:rsid w:val="00A1625B"/>
    <w:rsid w:val="00A17691"/>
    <w:rsid w:val="00A22FB7"/>
    <w:rsid w:val="00A257F5"/>
    <w:rsid w:val="00A26467"/>
    <w:rsid w:val="00A31E0A"/>
    <w:rsid w:val="00A43640"/>
    <w:rsid w:val="00A45E17"/>
    <w:rsid w:val="00A556AB"/>
    <w:rsid w:val="00A70E1C"/>
    <w:rsid w:val="00A7605F"/>
    <w:rsid w:val="00A924F3"/>
    <w:rsid w:val="00AB1982"/>
    <w:rsid w:val="00AB6A7B"/>
    <w:rsid w:val="00AE3914"/>
    <w:rsid w:val="00B210DE"/>
    <w:rsid w:val="00B30B4B"/>
    <w:rsid w:val="00B34997"/>
    <w:rsid w:val="00B701F4"/>
    <w:rsid w:val="00B71985"/>
    <w:rsid w:val="00B75E9A"/>
    <w:rsid w:val="00B773F2"/>
    <w:rsid w:val="00B77756"/>
    <w:rsid w:val="00B82C79"/>
    <w:rsid w:val="00B9755A"/>
    <w:rsid w:val="00BA6EB1"/>
    <w:rsid w:val="00BA792B"/>
    <w:rsid w:val="00BB62AD"/>
    <w:rsid w:val="00BB7406"/>
    <w:rsid w:val="00BD2698"/>
    <w:rsid w:val="00BD5524"/>
    <w:rsid w:val="00BE74A2"/>
    <w:rsid w:val="00BE762F"/>
    <w:rsid w:val="00BF5020"/>
    <w:rsid w:val="00C05316"/>
    <w:rsid w:val="00C12D6D"/>
    <w:rsid w:val="00C1391A"/>
    <w:rsid w:val="00C156FC"/>
    <w:rsid w:val="00C3602F"/>
    <w:rsid w:val="00C36879"/>
    <w:rsid w:val="00C41761"/>
    <w:rsid w:val="00C54BFB"/>
    <w:rsid w:val="00C744C8"/>
    <w:rsid w:val="00C76DE1"/>
    <w:rsid w:val="00CC0425"/>
    <w:rsid w:val="00CD17E9"/>
    <w:rsid w:val="00CE2763"/>
    <w:rsid w:val="00CE3326"/>
    <w:rsid w:val="00CE608F"/>
    <w:rsid w:val="00CF3B38"/>
    <w:rsid w:val="00D065A2"/>
    <w:rsid w:val="00D41C0B"/>
    <w:rsid w:val="00D46834"/>
    <w:rsid w:val="00D50FD7"/>
    <w:rsid w:val="00D51A1B"/>
    <w:rsid w:val="00D563A8"/>
    <w:rsid w:val="00D809BA"/>
    <w:rsid w:val="00D8303E"/>
    <w:rsid w:val="00D8587E"/>
    <w:rsid w:val="00D97FA0"/>
    <w:rsid w:val="00DA3C86"/>
    <w:rsid w:val="00DC510E"/>
    <w:rsid w:val="00DD3400"/>
    <w:rsid w:val="00DE021E"/>
    <w:rsid w:val="00DE132D"/>
    <w:rsid w:val="00DF4685"/>
    <w:rsid w:val="00DF5AE4"/>
    <w:rsid w:val="00DF70AB"/>
    <w:rsid w:val="00E20C23"/>
    <w:rsid w:val="00E21AEA"/>
    <w:rsid w:val="00E22A28"/>
    <w:rsid w:val="00E32D8F"/>
    <w:rsid w:val="00E34FB6"/>
    <w:rsid w:val="00E51D40"/>
    <w:rsid w:val="00E5232A"/>
    <w:rsid w:val="00E57B1E"/>
    <w:rsid w:val="00E72DF5"/>
    <w:rsid w:val="00E75798"/>
    <w:rsid w:val="00EA35F7"/>
    <w:rsid w:val="00EB16C2"/>
    <w:rsid w:val="00EB1917"/>
    <w:rsid w:val="00EB729E"/>
    <w:rsid w:val="00EC2601"/>
    <w:rsid w:val="00EE0315"/>
    <w:rsid w:val="00EE2993"/>
    <w:rsid w:val="00EE2F6E"/>
    <w:rsid w:val="00EE791B"/>
    <w:rsid w:val="00EF22E9"/>
    <w:rsid w:val="00F20BB2"/>
    <w:rsid w:val="00F24944"/>
    <w:rsid w:val="00F32CF0"/>
    <w:rsid w:val="00F51A26"/>
    <w:rsid w:val="00F5363B"/>
    <w:rsid w:val="00F63D5D"/>
    <w:rsid w:val="00F64427"/>
    <w:rsid w:val="00F74C98"/>
    <w:rsid w:val="00F8262E"/>
    <w:rsid w:val="00F87194"/>
    <w:rsid w:val="00F91885"/>
    <w:rsid w:val="00F978F5"/>
    <w:rsid w:val="00FA0C5E"/>
    <w:rsid w:val="00FB0B54"/>
    <w:rsid w:val="00FB34EC"/>
    <w:rsid w:val="00FD1A03"/>
    <w:rsid w:val="00FF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black" strokecolor="navy"/>
    </o:shapedefaults>
    <o:shapelayout v:ext="edit">
      <o:idmap v:ext="edit" data="1,3,4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9"/>
        <o:entry new="11" old="10"/>
        <o:entry new="12" old="0"/>
        <o:entry new="13" old="12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197E"/>
    <w:rPr>
      <w:rFonts w:cs="Arial"/>
      <w:sz w:val="24"/>
      <w:szCs w:val="24"/>
      <w:lang w:val="af-ZA" w:eastAsia="en-US"/>
    </w:rPr>
  </w:style>
  <w:style w:type="paragraph" w:styleId="Heading1">
    <w:name w:val="heading 1"/>
    <w:basedOn w:val="Normal"/>
    <w:next w:val="Normal"/>
    <w:qFormat/>
    <w:rsid w:val="007C6104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7C6104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7C6104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7C6104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7C6104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7C6104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7C6104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7C6104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7C6104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C6104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7C610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C610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C6104"/>
  </w:style>
  <w:style w:type="paragraph" w:styleId="BodyTextIndent">
    <w:name w:val="Body Text Indent"/>
    <w:basedOn w:val="Normal"/>
    <w:rsid w:val="007C6104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7C6104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7C6104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7C6104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7C6104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7C6104"/>
    <w:rPr>
      <w:rFonts w:cs="Times New Roman"/>
      <w:szCs w:val="20"/>
      <w:lang w:val="en-GB"/>
    </w:rPr>
  </w:style>
  <w:style w:type="paragraph" w:customStyle="1" w:styleId="HeaderBase">
    <w:name w:val="Header Base"/>
    <w:basedOn w:val="Normal"/>
    <w:rsid w:val="007C6104"/>
    <w:pPr>
      <w:keepLines/>
      <w:tabs>
        <w:tab w:val="center" w:pos="4320"/>
        <w:tab w:val="right" w:pos="8640"/>
      </w:tabs>
    </w:pPr>
    <w:rPr>
      <w:rFonts w:ascii="Arial" w:hAnsi="Arial" w:cs="Times New Roman"/>
      <w:szCs w:val="20"/>
      <w:lang w:val="en-GB"/>
    </w:rPr>
  </w:style>
  <w:style w:type="paragraph" w:customStyle="1" w:styleId="Pages">
    <w:name w:val="Pages"/>
    <w:basedOn w:val="BodyText"/>
    <w:rsid w:val="007C6104"/>
    <w:rPr>
      <w:rFonts w:cs="Times New Roman"/>
      <w:bCs w:val="0"/>
      <w:sz w:val="24"/>
      <w:szCs w:val="20"/>
      <w:lang w:val="en-GB"/>
    </w:rPr>
  </w:style>
  <w:style w:type="paragraph" w:styleId="List2">
    <w:name w:val="List 2"/>
    <w:basedOn w:val="List"/>
    <w:rsid w:val="007C6104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7C6104"/>
    <w:pPr>
      <w:tabs>
        <w:tab w:val="left" w:pos="720"/>
      </w:tabs>
      <w:spacing w:after="80"/>
      <w:ind w:left="720" w:hanging="360"/>
    </w:pPr>
    <w:rPr>
      <w:rFonts w:cs="Times New Roman"/>
      <w:b w:val="0"/>
      <w:bCs w:val="0"/>
      <w:sz w:val="24"/>
      <w:szCs w:val="20"/>
      <w:lang w:val="en-GB"/>
    </w:rPr>
  </w:style>
  <w:style w:type="table" w:styleId="TableGrid">
    <w:name w:val="Table Grid"/>
    <w:basedOn w:val="TableNormal"/>
    <w:rsid w:val="000E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94005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9947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47A6"/>
    <w:rPr>
      <w:rFonts w:ascii="Tahoma" w:hAnsi="Tahoma" w:cs="Tahoma"/>
      <w:noProof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7A6"/>
    <w:rPr>
      <w:rFonts w:cs="Arial"/>
      <w:noProof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1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eader" Target="header5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vil%20Technology\Afrikaans\Finale%20Siviele%20Tegnologie%20Gr%2011%20Loots%20Vraest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Siviele Tegnologie Gr 11 Loots Vraestel.dot</Template>
  <TotalTime>38</TotalTime>
  <Pages>12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/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subject/>
  <dc:creator>ExamAdmin</dc:creator>
  <cp:keywords/>
  <dc:description/>
  <cp:lastModifiedBy>exams</cp:lastModifiedBy>
  <cp:revision>17</cp:revision>
  <cp:lastPrinted>2009-06-16T12:31:00Z</cp:lastPrinted>
  <dcterms:created xsi:type="dcterms:W3CDTF">2009-06-15T14:06:00Z</dcterms:created>
  <dcterms:modified xsi:type="dcterms:W3CDTF">2009-06-30T13:26:00Z</dcterms:modified>
</cp:coreProperties>
</file>