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A1" w:rsidRDefault="00EE5CC6" w:rsidP="00BD3E68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E5CC6">
        <w:rPr>
          <w:rFonts w:ascii="Arial" w:hAnsi="Arial" w:cs="Arial"/>
          <w:b/>
        </w:rPr>
        <w:t>MATH</w:t>
      </w:r>
    </w:p>
    <w:p w:rsidR="00EE5CC6" w:rsidRPr="00EE5CC6" w:rsidRDefault="00EE5CC6" w:rsidP="00BD3E68">
      <w:pPr>
        <w:rPr>
          <w:rFonts w:ascii="Arial" w:hAnsi="Arial" w:cs="Arial"/>
          <w:b/>
        </w:rPr>
      </w:pPr>
    </w:p>
    <w:p w:rsidR="00790AA1" w:rsidRPr="00BD3E68" w:rsidRDefault="00790AA1">
      <w:pPr>
        <w:rPr>
          <w:rFonts w:ascii="Arial" w:hAnsi="Arial" w:cs="Arial"/>
          <w:szCs w:val="20"/>
        </w:rPr>
      </w:pPr>
    </w:p>
    <w:p w:rsidR="00790AA1" w:rsidRPr="00BD3E68" w:rsidRDefault="00AB7B26">
      <w:pPr>
        <w:rPr>
          <w:rFonts w:ascii="Arial" w:hAnsi="Arial" w:cs="Arial"/>
          <w:szCs w:val="20"/>
        </w:rPr>
      </w:pPr>
      <w:r w:rsidRPr="00AB7B26">
        <w:rPr>
          <w:rFonts w:ascii="Arial" w:hAnsi="Arial" w:cs="Arial"/>
          <w:noProof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523" type="#_x0000_t75" style="position:absolute;margin-left:197.3pt;margin-top:2.6pt;width:99.5pt;height:84.7pt;z-index:251598336" stroked="t" strokeweight="4.5pt">
            <v:stroke linestyle="thickThin"/>
            <v:imagedata r:id="rId8" o:title=""/>
          </v:shape>
          <o:OLEObject Type="Embed" ProgID="WPDraw30.Drawing" ShapeID="_x0000_s4523" DrawAspect="Content" ObjectID="_1309867819" r:id="rId9"/>
        </w:pict>
      </w:r>
    </w:p>
    <w:p w:rsidR="00790AA1" w:rsidRPr="00BD3E68" w:rsidRDefault="00790AA1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BD3E68" w:rsidRDefault="00D0532F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0"/>
        </w:rPr>
      </w:pPr>
    </w:p>
    <w:p w:rsidR="00D0532F" w:rsidRPr="00A77419" w:rsidRDefault="00D0532F" w:rsidP="00D0532F">
      <w:pPr>
        <w:pStyle w:val="Heading1"/>
        <w:jc w:val="center"/>
        <w:rPr>
          <w:b w:val="0"/>
        </w:rPr>
      </w:pPr>
      <w:r w:rsidRPr="00A77419">
        <w:rPr>
          <w:b w:val="0"/>
        </w:rPr>
        <w:t>ISEBE LEMFUNDO LEMPUMA KOLONI</w:t>
      </w:r>
    </w:p>
    <w:p w:rsidR="00D0532F" w:rsidRPr="00A77419" w:rsidRDefault="00D0532F" w:rsidP="00D0532F">
      <w:pPr>
        <w:jc w:val="center"/>
        <w:rPr>
          <w:rFonts w:ascii="Arial" w:hAnsi="Arial" w:cs="Arial"/>
        </w:rPr>
      </w:pPr>
      <w:r w:rsidRPr="00A77419">
        <w:rPr>
          <w:rFonts w:ascii="Arial" w:hAnsi="Arial" w:cs="Arial"/>
        </w:rPr>
        <w:t>EASTERN CAPE EDUCATION DEPARTMENT</w:t>
      </w:r>
    </w:p>
    <w:p w:rsidR="00D0532F" w:rsidRPr="00A77419" w:rsidRDefault="00D0532F" w:rsidP="00D0532F">
      <w:pPr>
        <w:jc w:val="center"/>
        <w:rPr>
          <w:rFonts w:ascii="Arial" w:hAnsi="Arial" w:cs="Arial"/>
          <w:bCs/>
        </w:rPr>
      </w:pPr>
      <w:r w:rsidRPr="00A77419">
        <w:rPr>
          <w:rFonts w:ascii="Arial" w:hAnsi="Arial" w:cs="Arial"/>
          <w:bCs/>
        </w:rPr>
        <w:t>OOS-KAAP ONDERWYSDEPARTEMENT</w:t>
      </w:r>
    </w:p>
    <w:p w:rsidR="00D0532F" w:rsidRDefault="00D0532F" w:rsidP="00D0532F">
      <w:pPr>
        <w:jc w:val="center"/>
        <w:rPr>
          <w:rFonts w:ascii="Arial" w:hAnsi="Arial" w:cs="Arial"/>
        </w:rPr>
      </w:pPr>
    </w:p>
    <w:p w:rsidR="00EE5CC6" w:rsidRPr="00A77419" w:rsidRDefault="00EE5CC6" w:rsidP="00D0532F">
      <w:pPr>
        <w:jc w:val="center"/>
        <w:rPr>
          <w:rFonts w:ascii="Arial" w:hAnsi="Arial" w:cs="Arial"/>
        </w:rPr>
      </w:pPr>
    </w:p>
    <w:p w:rsidR="00D0532F" w:rsidRPr="00A77419" w:rsidRDefault="00D0532F" w:rsidP="00D0532F">
      <w:pPr>
        <w:jc w:val="center"/>
        <w:rPr>
          <w:rFonts w:ascii="Arial" w:hAnsi="Arial" w:cs="Arial"/>
        </w:rPr>
      </w:pPr>
      <w:r w:rsidRPr="00A77419">
        <w:rPr>
          <w:rFonts w:ascii="Arial" w:hAnsi="Arial" w:cs="Arial"/>
        </w:rPr>
        <w:t>IIMVIWO ZEBANGA LOKUGQIBELA</w:t>
      </w:r>
    </w:p>
    <w:p w:rsidR="00D0532F" w:rsidRPr="00A77419" w:rsidRDefault="00EE5CC6" w:rsidP="00D053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NATIONAL </w:t>
      </w:r>
      <w:r w:rsidR="00D0532F" w:rsidRPr="00A77419">
        <w:rPr>
          <w:rFonts w:ascii="Arial" w:hAnsi="Arial" w:cs="Arial"/>
        </w:rPr>
        <w:t>SENIOR CERTIFICATE EXAMINATION</w:t>
      </w:r>
    </w:p>
    <w:p w:rsidR="00D0532F" w:rsidRPr="00A77419" w:rsidRDefault="00EE5CC6" w:rsidP="00D053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NASIONALE </w:t>
      </w:r>
      <w:r w:rsidR="00D0532F" w:rsidRPr="00A77419">
        <w:rPr>
          <w:rFonts w:ascii="Arial" w:hAnsi="Arial" w:cs="Arial"/>
        </w:rPr>
        <w:t>SENIOR</w:t>
      </w:r>
      <w:r>
        <w:rPr>
          <w:rFonts w:ascii="Arial" w:hAnsi="Arial" w:cs="Arial"/>
        </w:rPr>
        <w:t xml:space="preserve"> </w:t>
      </w:r>
      <w:r w:rsidR="00D0532F" w:rsidRPr="00A77419">
        <w:rPr>
          <w:rFonts w:ascii="Arial" w:hAnsi="Arial" w:cs="Arial"/>
        </w:rPr>
        <w:t>SERTIFIKAAT-EKSAMEN</w:t>
      </w:r>
    </w:p>
    <w:p w:rsidR="00D0532F" w:rsidRPr="00BD3E68" w:rsidRDefault="00D0532F" w:rsidP="00D0532F">
      <w:pPr>
        <w:pStyle w:val="Heading3"/>
        <w:jc w:val="center"/>
        <w:rPr>
          <w:b w:val="0"/>
          <w:sz w:val="24"/>
        </w:rPr>
      </w:pPr>
    </w:p>
    <w:p w:rsidR="00D0532F" w:rsidRPr="00BD3E68" w:rsidRDefault="00D0532F" w:rsidP="00D0532F">
      <w:pPr>
        <w:jc w:val="center"/>
        <w:rPr>
          <w:rFonts w:ascii="Arial" w:hAnsi="Arial" w:cs="Arial"/>
        </w:rPr>
      </w:pPr>
    </w:p>
    <w:p w:rsidR="00D0532F" w:rsidRPr="00A77419" w:rsidRDefault="00D0532F" w:rsidP="00D0532F">
      <w:pPr>
        <w:pStyle w:val="Heading3"/>
        <w:jc w:val="center"/>
        <w:rPr>
          <w:sz w:val="40"/>
          <w:szCs w:val="40"/>
        </w:rPr>
      </w:pPr>
      <w:r>
        <w:rPr>
          <w:sz w:val="40"/>
          <w:szCs w:val="40"/>
        </w:rPr>
        <w:t>SEPTEMBER</w:t>
      </w:r>
      <w:r w:rsidR="00BD3E68">
        <w:rPr>
          <w:sz w:val="40"/>
          <w:szCs w:val="40"/>
        </w:rPr>
        <w:t xml:space="preserve"> </w:t>
      </w:r>
      <w:r w:rsidR="00695F07">
        <w:rPr>
          <w:sz w:val="40"/>
          <w:szCs w:val="40"/>
        </w:rPr>
        <w:t>2009</w:t>
      </w:r>
    </w:p>
    <w:p w:rsidR="00D0532F" w:rsidRPr="00A77419" w:rsidRDefault="00D0532F" w:rsidP="00D0532F">
      <w:pPr>
        <w:jc w:val="center"/>
        <w:rPr>
          <w:rFonts w:ascii="Arial" w:hAnsi="Arial" w:cs="Arial"/>
        </w:rPr>
      </w:pPr>
    </w:p>
    <w:p w:rsidR="00D0532F" w:rsidRPr="00A77419" w:rsidRDefault="00D0532F" w:rsidP="00D0532F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D0532F" w:rsidRPr="00EE5CC6" w:rsidTr="00EE5CC6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D0532F" w:rsidRPr="00EE5CC6" w:rsidRDefault="00D0532F" w:rsidP="00EE5CC6">
            <w:pPr>
              <w:jc w:val="center"/>
              <w:rPr>
                <w:rFonts w:ascii="Arial" w:hAnsi="Arial" w:cs="Arial"/>
                <w:b/>
              </w:rPr>
            </w:pPr>
          </w:p>
          <w:p w:rsidR="00D0532F" w:rsidRPr="00EE5CC6" w:rsidRDefault="00C259EC" w:rsidP="00EE5CC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E5CC6">
              <w:rPr>
                <w:rFonts w:ascii="Arial" w:hAnsi="Arial" w:cs="Arial"/>
                <w:b/>
                <w:sz w:val="40"/>
                <w:szCs w:val="40"/>
              </w:rPr>
              <w:t xml:space="preserve">WISKUNDE </w:t>
            </w:r>
            <w:r w:rsidR="00BD3E68" w:rsidRPr="00EE5CC6">
              <w:rPr>
                <w:rFonts w:ascii="Arial" w:hAnsi="Arial" w:cs="Arial"/>
                <w:b/>
                <w:sz w:val="40"/>
                <w:szCs w:val="40"/>
              </w:rPr>
              <w:t xml:space="preserve">– TWEEDE </w:t>
            </w:r>
            <w:r w:rsidRPr="00EE5CC6">
              <w:rPr>
                <w:rFonts w:ascii="Arial" w:hAnsi="Arial" w:cs="Arial"/>
                <w:b/>
                <w:sz w:val="40"/>
                <w:szCs w:val="40"/>
              </w:rPr>
              <w:t>VRAE</w:t>
            </w:r>
            <w:r w:rsidR="00BD3E68" w:rsidRPr="00EE5CC6">
              <w:rPr>
                <w:rFonts w:ascii="Arial" w:hAnsi="Arial" w:cs="Arial"/>
                <w:b/>
                <w:sz w:val="40"/>
                <w:szCs w:val="40"/>
              </w:rPr>
              <w:t xml:space="preserve">STEL </w:t>
            </w:r>
          </w:p>
          <w:p w:rsidR="00D0532F" w:rsidRPr="00EE5CC6" w:rsidRDefault="00D0532F" w:rsidP="00EE5CC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32F" w:rsidRPr="00BD3E68" w:rsidRDefault="00D0532F" w:rsidP="00BD3E68">
      <w:pPr>
        <w:rPr>
          <w:rFonts w:ascii="Arial" w:hAnsi="Arial" w:cs="Arial"/>
        </w:rPr>
      </w:pPr>
    </w:p>
    <w:p w:rsidR="00D0532F" w:rsidRPr="00BD3E68" w:rsidRDefault="00D0532F" w:rsidP="00BD3E68">
      <w:pPr>
        <w:pStyle w:val="Heading5"/>
        <w:jc w:val="left"/>
        <w:rPr>
          <w:rFonts w:cs="Arial"/>
        </w:rPr>
      </w:pPr>
    </w:p>
    <w:p w:rsidR="00D0532F" w:rsidRPr="00F46428" w:rsidRDefault="00D0532F" w:rsidP="00BD3E68">
      <w:pPr>
        <w:pStyle w:val="Heading5"/>
        <w:jc w:val="left"/>
        <w:rPr>
          <w:rFonts w:cs="Arial"/>
          <w:lang w:val="af-ZA"/>
        </w:rPr>
      </w:pPr>
      <w:r w:rsidRPr="00F46428">
        <w:rPr>
          <w:rFonts w:cs="Arial"/>
          <w:lang w:val="af-ZA"/>
        </w:rPr>
        <w:t>IXESHA:  3 iiyure</w:t>
      </w:r>
      <w:r w:rsidRPr="00F46428">
        <w:rPr>
          <w:rFonts w:cs="Arial"/>
          <w:lang w:val="af-ZA"/>
        </w:rPr>
        <w:tab/>
      </w:r>
      <w:r w:rsidRPr="00F46428">
        <w:rPr>
          <w:rFonts w:cs="Arial"/>
          <w:lang w:val="af-ZA"/>
        </w:rPr>
        <w:tab/>
      </w:r>
      <w:r w:rsidRPr="00F46428">
        <w:rPr>
          <w:rFonts w:cs="Arial"/>
          <w:lang w:val="af-ZA"/>
        </w:rPr>
        <w:tab/>
      </w:r>
      <w:r w:rsidRPr="00F46428">
        <w:rPr>
          <w:rFonts w:cs="Arial"/>
          <w:lang w:val="af-ZA"/>
        </w:rPr>
        <w:tab/>
        <w:t>TIME:  3 hours</w:t>
      </w:r>
      <w:r w:rsidRPr="00F46428">
        <w:rPr>
          <w:rFonts w:cs="Arial"/>
          <w:lang w:val="af-ZA"/>
        </w:rPr>
        <w:tab/>
      </w:r>
      <w:r w:rsidRPr="00F46428">
        <w:rPr>
          <w:rFonts w:cs="Arial"/>
          <w:lang w:val="af-ZA"/>
        </w:rPr>
        <w:tab/>
      </w:r>
      <w:r w:rsidRPr="00F46428">
        <w:rPr>
          <w:rFonts w:cs="Arial"/>
          <w:lang w:val="af-ZA"/>
        </w:rPr>
        <w:tab/>
        <w:t>TYD:  3 uur</w:t>
      </w:r>
    </w:p>
    <w:p w:rsidR="00D0532F" w:rsidRPr="00F46428" w:rsidRDefault="00D0532F" w:rsidP="00D0532F">
      <w:pPr>
        <w:rPr>
          <w:rFonts w:ascii="Arial" w:hAnsi="Arial" w:cs="Arial"/>
          <w:b/>
          <w:lang w:val="af-ZA"/>
        </w:rPr>
      </w:pPr>
      <w:r w:rsidRPr="00F46428">
        <w:rPr>
          <w:rFonts w:ascii="Arial" w:hAnsi="Arial" w:cs="Arial"/>
          <w:b/>
          <w:lang w:val="af-ZA"/>
        </w:rPr>
        <w:t>AMANQAKU:  150</w:t>
      </w:r>
      <w:r w:rsidRPr="00F46428">
        <w:rPr>
          <w:rFonts w:ascii="Arial" w:hAnsi="Arial" w:cs="Arial"/>
          <w:b/>
          <w:lang w:val="af-ZA"/>
        </w:rPr>
        <w:tab/>
      </w:r>
      <w:r w:rsidRPr="00F46428">
        <w:rPr>
          <w:rFonts w:ascii="Arial" w:hAnsi="Arial" w:cs="Arial"/>
          <w:b/>
          <w:lang w:val="af-ZA"/>
        </w:rPr>
        <w:tab/>
      </w:r>
      <w:r w:rsidRPr="00F46428">
        <w:rPr>
          <w:rFonts w:ascii="Arial" w:hAnsi="Arial" w:cs="Arial"/>
          <w:b/>
          <w:lang w:val="af-ZA"/>
        </w:rPr>
        <w:tab/>
      </w:r>
      <w:r w:rsidRPr="00F46428">
        <w:rPr>
          <w:rFonts w:ascii="Arial" w:hAnsi="Arial" w:cs="Arial"/>
          <w:b/>
          <w:lang w:val="af-ZA"/>
        </w:rPr>
        <w:tab/>
        <w:t>MARKS:  150</w:t>
      </w:r>
      <w:r w:rsidRPr="00F46428">
        <w:rPr>
          <w:rFonts w:ascii="Arial" w:hAnsi="Arial" w:cs="Arial"/>
          <w:b/>
          <w:lang w:val="af-ZA"/>
        </w:rPr>
        <w:tab/>
      </w:r>
      <w:r w:rsidRPr="00F46428">
        <w:rPr>
          <w:rFonts w:ascii="Arial" w:hAnsi="Arial" w:cs="Arial"/>
          <w:b/>
          <w:lang w:val="af-ZA"/>
        </w:rPr>
        <w:tab/>
      </w:r>
      <w:r w:rsidRPr="00F46428">
        <w:rPr>
          <w:rFonts w:ascii="Arial" w:hAnsi="Arial" w:cs="Arial"/>
          <w:b/>
          <w:lang w:val="af-ZA"/>
        </w:rPr>
        <w:tab/>
        <w:t>PUNTE:  150</w:t>
      </w: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EE5CC6" w:rsidRPr="00F46428" w:rsidRDefault="00EE5CC6" w:rsidP="00D0532F">
      <w:pPr>
        <w:rPr>
          <w:rFonts w:ascii="Arial" w:hAnsi="Arial" w:cs="Arial"/>
          <w:lang w:val="af-ZA"/>
        </w:rPr>
      </w:pPr>
    </w:p>
    <w:p w:rsidR="00EE5CC6" w:rsidRPr="00F46428" w:rsidRDefault="00EE5CC6" w:rsidP="00D0532F">
      <w:pPr>
        <w:rPr>
          <w:rFonts w:ascii="Arial" w:hAnsi="Arial" w:cs="Arial"/>
          <w:lang w:val="af-ZA"/>
        </w:rPr>
      </w:pP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D0532F" w:rsidRPr="00F46428" w:rsidRDefault="00EE5CC6" w:rsidP="00EE5CC6">
      <w:pPr>
        <w:jc w:val="center"/>
        <w:rPr>
          <w:rFonts w:ascii="Arial" w:hAnsi="Arial" w:cs="Arial"/>
          <w:i/>
          <w:lang w:val="af-ZA"/>
        </w:rPr>
      </w:pPr>
      <w:r w:rsidRPr="00F46428">
        <w:rPr>
          <w:rFonts w:ascii="Arial" w:hAnsi="Arial" w:cs="Arial"/>
          <w:i/>
          <w:lang w:val="af-ZA"/>
        </w:rPr>
        <w:t>Skryf op die buiteblad van die antwoordeboek, teenoor die woord “Vak”</w:t>
      </w:r>
    </w:p>
    <w:p w:rsidR="00D0532F" w:rsidRPr="00F46428" w:rsidRDefault="00EE5CC6" w:rsidP="00EE5CC6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sz w:val="22"/>
          <w:szCs w:val="22"/>
          <w:lang w:val="af-ZA"/>
        </w:rPr>
      </w:pPr>
      <w:r w:rsidRPr="00F46428">
        <w:rPr>
          <w:rFonts w:ascii="Arial" w:hAnsi="Arial" w:cs="Arial"/>
          <w:b/>
          <w:sz w:val="22"/>
          <w:szCs w:val="22"/>
          <w:lang w:val="af-ZA"/>
        </w:rPr>
        <w:t>WISKUNDE – TWEEDE VRAESTEL</w:t>
      </w: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D0532F" w:rsidRPr="00F46428" w:rsidRDefault="00D0532F" w:rsidP="00D0532F">
      <w:pPr>
        <w:rPr>
          <w:rFonts w:ascii="Arial" w:hAnsi="Arial" w:cs="Arial"/>
          <w:lang w:val="af-ZA"/>
        </w:rPr>
      </w:pPr>
    </w:p>
    <w:p w:rsidR="00D0532F" w:rsidRPr="00F46428" w:rsidRDefault="00D0532F" w:rsidP="00EE5CC6">
      <w:pPr>
        <w:pStyle w:val="Heading1"/>
        <w:rPr>
          <w:rFonts w:cs="Arial"/>
          <w:lang w:val="af-ZA"/>
        </w:rPr>
      </w:pPr>
    </w:p>
    <w:p w:rsidR="00790AA1" w:rsidRPr="00F46428" w:rsidRDefault="00790AA1" w:rsidP="00EE5CC6">
      <w:pPr>
        <w:rPr>
          <w:rFonts w:ascii="Arial" w:hAnsi="Arial" w:cs="Arial"/>
          <w:szCs w:val="20"/>
          <w:lang w:val="af-ZA"/>
        </w:rPr>
      </w:pPr>
    </w:p>
    <w:p w:rsidR="00790AA1" w:rsidRPr="00F46428" w:rsidRDefault="00790AA1" w:rsidP="00EE5CC6">
      <w:pPr>
        <w:rPr>
          <w:rFonts w:ascii="Arial" w:hAnsi="Arial" w:cs="Arial"/>
          <w:szCs w:val="20"/>
          <w:lang w:val="af-ZA"/>
        </w:rPr>
      </w:pPr>
    </w:p>
    <w:p w:rsidR="00790AA1" w:rsidRPr="00F46428" w:rsidRDefault="00790AA1" w:rsidP="00EE5CC6">
      <w:pPr>
        <w:pStyle w:val="Heading1"/>
        <w:rPr>
          <w:rFonts w:cs="Arial"/>
          <w:lang w:val="af-ZA"/>
        </w:rPr>
      </w:pPr>
    </w:p>
    <w:p w:rsidR="00EE5CC6" w:rsidRPr="00F46428" w:rsidRDefault="00EE5CC6" w:rsidP="00EE5CC6">
      <w:pPr>
        <w:rPr>
          <w:rFonts w:ascii="Arial" w:hAnsi="Arial" w:cs="Arial"/>
          <w:lang w:val="af-ZA"/>
        </w:rPr>
      </w:pPr>
    </w:p>
    <w:p w:rsidR="00790AA1" w:rsidRPr="00F46428" w:rsidRDefault="00790AA1">
      <w:pPr>
        <w:rPr>
          <w:rFonts w:ascii="Arial" w:hAnsi="Arial" w:cs="Arial"/>
          <w:szCs w:val="20"/>
          <w:lang w:val="af-ZA"/>
        </w:rPr>
      </w:pPr>
    </w:p>
    <w:tbl>
      <w:tblPr>
        <w:tblW w:w="0" w:type="auto"/>
        <w:tblInd w:w="13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</w:tblGrid>
      <w:tr w:rsidR="00EE5CC6" w:rsidRPr="00F46428" w:rsidTr="00EE5CC6">
        <w:tc>
          <w:tcPr>
            <w:tcW w:w="7905" w:type="dxa"/>
          </w:tcPr>
          <w:p w:rsidR="00EE5CC6" w:rsidRPr="00F46428" w:rsidRDefault="00EE5CC6" w:rsidP="00EE5CC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af-ZA"/>
              </w:rPr>
            </w:pPr>
          </w:p>
          <w:p w:rsidR="00EE5CC6" w:rsidRPr="00F46428" w:rsidRDefault="00EE5CC6" w:rsidP="00EE5CC6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F46428">
              <w:rPr>
                <w:rFonts w:ascii="Arial" w:hAnsi="Arial" w:cs="Arial"/>
                <w:bCs/>
                <w:lang w:val="af-ZA"/>
              </w:rPr>
              <w:t>Hierdie vraestel besta</w:t>
            </w:r>
            <w:r w:rsidR="00807C1E" w:rsidRPr="00F46428">
              <w:rPr>
                <w:rFonts w:ascii="Arial" w:hAnsi="Arial" w:cs="Arial"/>
                <w:bCs/>
                <w:lang w:val="af-ZA"/>
              </w:rPr>
              <w:t>an uit 9</w:t>
            </w:r>
            <w:r w:rsidRPr="00F46428">
              <w:rPr>
                <w:rFonts w:ascii="Arial" w:hAnsi="Arial" w:cs="Arial"/>
                <w:bCs/>
                <w:lang w:val="af-ZA"/>
              </w:rPr>
              <w:t xml:space="preserve"> bladsye</w:t>
            </w:r>
            <w:r w:rsidR="002455FF" w:rsidRPr="00F46428">
              <w:rPr>
                <w:rFonts w:ascii="Arial" w:hAnsi="Arial" w:cs="Arial"/>
                <w:bCs/>
                <w:lang w:val="af-ZA"/>
              </w:rPr>
              <w:t>, 1 diagramblad en 1 formuleb</w:t>
            </w:r>
            <w:r w:rsidRPr="00F46428">
              <w:rPr>
                <w:rFonts w:ascii="Arial" w:hAnsi="Arial" w:cs="Arial"/>
                <w:bCs/>
                <w:lang w:val="af-ZA"/>
              </w:rPr>
              <w:t>l</w:t>
            </w:r>
            <w:r w:rsidR="002455FF" w:rsidRPr="00F46428">
              <w:rPr>
                <w:rFonts w:ascii="Arial" w:hAnsi="Arial" w:cs="Arial"/>
                <w:bCs/>
                <w:lang w:val="af-ZA"/>
              </w:rPr>
              <w:t>ad</w:t>
            </w:r>
            <w:r w:rsidRPr="00F46428">
              <w:rPr>
                <w:rFonts w:ascii="Arial" w:hAnsi="Arial" w:cs="Arial"/>
                <w:bCs/>
                <w:lang w:val="af-ZA"/>
              </w:rPr>
              <w:t>.</w:t>
            </w:r>
          </w:p>
          <w:p w:rsidR="00EE5CC6" w:rsidRPr="00F46428" w:rsidRDefault="00EE5CC6" w:rsidP="00EE5CC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af-ZA"/>
              </w:rPr>
            </w:pPr>
          </w:p>
        </w:tc>
      </w:tr>
    </w:tbl>
    <w:p w:rsidR="00790AA1" w:rsidRPr="00EE5CC6" w:rsidRDefault="00790AA1" w:rsidP="006638FA">
      <w:pPr>
        <w:jc w:val="center"/>
        <w:rPr>
          <w:rFonts w:ascii="Arial" w:hAnsi="Arial" w:cs="Arial"/>
          <w:bCs/>
          <w:szCs w:val="20"/>
        </w:rPr>
      </w:pPr>
    </w:p>
    <w:p w:rsidR="00EE5CC6" w:rsidRDefault="00EE5CC6">
      <w:pPr>
        <w:pStyle w:val="Header"/>
        <w:tabs>
          <w:tab w:val="clear" w:pos="4153"/>
          <w:tab w:val="clear" w:pos="8306"/>
        </w:tabs>
        <w:rPr>
          <w:rFonts w:ascii="Arial" w:hAnsi="Arial" w:cs="Arial"/>
        </w:rPr>
      </w:pPr>
    </w:p>
    <w:p w:rsidR="00760C9B" w:rsidRPr="00EE5CC6" w:rsidRDefault="00760C9B">
      <w:pPr>
        <w:pStyle w:val="Head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9923" w:type="dxa"/>
        <w:tblInd w:w="108" w:type="dxa"/>
        <w:tblLook w:val="0000"/>
      </w:tblPr>
      <w:tblGrid>
        <w:gridCol w:w="426"/>
        <w:gridCol w:w="8930"/>
        <w:gridCol w:w="567"/>
      </w:tblGrid>
      <w:tr w:rsidR="00695F07" w:rsidRPr="001E0221" w:rsidTr="001E0221">
        <w:tc>
          <w:tcPr>
            <w:tcW w:w="9356" w:type="dxa"/>
            <w:gridSpan w:val="2"/>
          </w:tcPr>
          <w:p w:rsidR="00695F07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b/>
                <w:bCs/>
                <w:lang w:val="af-ZA"/>
              </w:rPr>
              <w:t>INSTRUKSIES EN INFORMASIE</w:t>
            </w:r>
          </w:p>
        </w:tc>
        <w:tc>
          <w:tcPr>
            <w:tcW w:w="567" w:type="dxa"/>
          </w:tcPr>
          <w:p w:rsidR="00695F07" w:rsidRPr="002455FF" w:rsidRDefault="00695F0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9356" w:type="dxa"/>
            <w:gridSpan w:val="2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9356" w:type="dxa"/>
            <w:gridSpan w:val="2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Lees die volgende instruksies sorgvuldig deur voordat jy die vrae beantwoord.</w:t>
            </w:r>
          </w:p>
        </w:tc>
        <w:tc>
          <w:tcPr>
            <w:tcW w:w="567" w:type="dxa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9356" w:type="dxa"/>
            <w:gridSpan w:val="2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695F07" w:rsidRPr="001E0221" w:rsidTr="001E0221">
        <w:tc>
          <w:tcPr>
            <w:tcW w:w="426" w:type="dxa"/>
          </w:tcPr>
          <w:p w:rsidR="00695F07" w:rsidRPr="002455FF" w:rsidRDefault="00695F07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930" w:type="dxa"/>
          </w:tcPr>
          <w:p w:rsidR="00695F07" w:rsidRPr="002455FF" w:rsidRDefault="00C259EC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Die vraestel bestaan uit 10 vrae.</w:t>
            </w:r>
            <w:r w:rsidR="00695F07" w:rsidRPr="002455FF">
              <w:rPr>
                <w:rFonts w:ascii="Arial" w:hAnsi="Arial" w:cs="Arial"/>
                <w:lang w:val="af-ZA"/>
              </w:rPr>
              <w:t xml:space="preserve"> </w:t>
            </w:r>
            <w:r w:rsidRPr="002455FF">
              <w:rPr>
                <w:rFonts w:ascii="Arial" w:hAnsi="Arial" w:cs="Arial"/>
                <w:lang w:val="af-ZA"/>
              </w:rPr>
              <w:t>Beantwoord al die vrae</w:t>
            </w:r>
            <w:r w:rsidR="00695F07" w:rsidRPr="002455F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567" w:type="dxa"/>
          </w:tcPr>
          <w:p w:rsidR="00695F07" w:rsidRPr="002455FF" w:rsidRDefault="00695F07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930" w:type="dxa"/>
          </w:tcPr>
          <w:p w:rsidR="001E0221" w:rsidRPr="002455FF" w:rsidRDefault="001E0221" w:rsidP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Toon duidelik al die berekenings,</w:t>
            </w:r>
            <w:r w:rsidR="002455FF">
              <w:rPr>
                <w:rFonts w:ascii="Arial" w:hAnsi="Arial" w:cs="Arial"/>
                <w:lang w:val="af-ZA"/>
              </w:rPr>
              <w:t xml:space="preserve"> diagramme, grafieke, ens.</w:t>
            </w:r>
            <w:r w:rsidRPr="002455FF">
              <w:rPr>
                <w:rFonts w:ascii="Arial" w:hAnsi="Arial" w:cs="Arial"/>
                <w:lang w:val="af-ZA"/>
              </w:rPr>
              <w:t xml:space="preserve"> wat jy gebruik</w:t>
            </w:r>
          </w:p>
          <w:p w:rsidR="001E0221" w:rsidRPr="002455FF" w:rsidRDefault="001E0221" w:rsidP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het om jou vrae te beantwoord.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'n Goedgekeurde sakreken</w:t>
            </w:r>
            <w:r w:rsidR="002455FF" w:rsidRPr="002455FF">
              <w:rPr>
                <w:rFonts w:ascii="Arial" w:hAnsi="Arial" w:cs="Arial"/>
                <w:lang w:val="af-ZA"/>
              </w:rPr>
              <w:t>aar (nie-programmeerbaar en nie-</w:t>
            </w:r>
            <w:r w:rsidRPr="002455FF">
              <w:rPr>
                <w:rFonts w:ascii="Arial" w:hAnsi="Arial" w:cs="Arial"/>
                <w:lang w:val="af-ZA"/>
              </w:rPr>
              <w:t>grafies) mag gebruik word</w:t>
            </w:r>
            <w:r w:rsidR="002455FF" w:rsidRPr="002455FF">
              <w:rPr>
                <w:rFonts w:ascii="Arial" w:hAnsi="Arial" w:cs="Arial"/>
                <w:lang w:val="af-ZA"/>
              </w:rPr>
              <w:t>,</w:t>
            </w:r>
            <w:r w:rsidRPr="002455FF">
              <w:rPr>
                <w:rFonts w:ascii="Arial" w:hAnsi="Arial" w:cs="Arial"/>
                <w:lang w:val="af-ZA"/>
              </w:rPr>
              <w:t xml:space="preserve"> tensy anders vermeld.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Indien nodig, moet alle antwoorde tot TWEE desimale syfers afgerond word, tensy anders vermeld.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Nommer alle antwoorde volgens die nommer</w:t>
            </w:r>
            <w:r w:rsidR="002455FF">
              <w:rPr>
                <w:rFonts w:ascii="Arial" w:hAnsi="Arial" w:cs="Arial"/>
                <w:lang w:val="af-ZA"/>
              </w:rPr>
              <w:t>ing</w:t>
            </w:r>
            <w:r w:rsidRPr="002455FF">
              <w:rPr>
                <w:rFonts w:ascii="Arial" w:hAnsi="Arial" w:cs="Arial"/>
                <w:lang w:val="af-ZA"/>
              </w:rPr>
              <w:t>stelsel wat in die vraestel gebruik is.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8930" w:type="dxa"/>
          </w:tcPr>
          <w:p w:rsidR="001E0221" w:rsidRPr="002455FF" w:rsidRDefault="002455FF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Diagramme</w:t>
            </w:r>
            <w:r w:rsidR="001E0221" w:rsidRPr="002455FF">
              <w:rPr>
                <w:rFonts w:ascii="Arial" w:hAnsi="Arial" w:cs="Arial"/>
                <w:lang w:val="af-ZA"/>
              </w:rPr>
              <w:t xml:space="preserve"> is </w:t>
            </w:r>
            <w:r w:rsidRPr="002455FF">
              <w:rPr>
                <w:rFonts w:ascii="Arial" w:hAnsi="Arial" w:cs="Arial"/>
                <w:lang w:val="af-ZA"/>
              </w:rPr>
              <w:t>NIE</w:t>
            </w:r>
            <w:r w:rsidR="001E0221" w:rsidRPr="002455FF">
              <w:rPr>
                <w:rFonts w:ascii="Arial" w:hAnsi="Arial" w:cs="Arial"/>
                <w:lang w:val="af-ZA"/>
              </w:rPr>
              <w:t xml:space="preserve"> volgens skaal geteken </w:t>
            </w:r>
            <w:r w:rsidRPr="002455FF">
              <w:rPr>
                <w:rFonts w:ascii="Arial" w:hAnsi="Arial" w:cs="Arial"/>
                <w:lang w:val="af-ZA"/>
              </w:rPr>
              <w:t>NIE</w:t>
            </w:r>
            <w:r w:rsidR="001E0221" w:rsidRPr="002455F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Dit is in jou eie belang om leesbaar te skryf en jou werk netjies aan te bied.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'n Inligtingsblad met formules is ingesluit.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9.</w:t>
            </w: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'n Diagramblad word voorsien.</w:t>
            </w: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1E0221" w:rsidTr="001E0221">
        <w:tc>
          <w:tcPr>
            <w:tcW w:w="426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1E0221" w:rsidRPr="002455FF" w:rsidRDefault="001E02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1E0221" w:rsidRPr="002455FF" w:rsidRDefault="001E0221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790AA1" w:rsidRDefault="00790AA1"/>
    <w:p w:rsidR="001E0221" w:rsidRDefault="001E0221" w:rsidP="009500BC">
      <w:pPr>
        <w:rPr>
          <w:rFonts w:ascii="Arial" w:hAnsi="Arial" w:cs="Arial"/>
          <w:sz w:val="18"/>
          <w:szCs w:val="18"/>
        </w:rPr>
      </w:pPr>
    </w:p>
    <w:p w:rsidR="00760C9B" w:rsidRDefault="00760C9B" w:rsidP="009500BC">
      <w:pPr>
        <w:rPr>
          <w:rFonts w:ascii="Arial" w:hAnsi="Arial" w:cs="Arial"/>
          <w:sz w:val="18"/>
          <w:szCs w:val="18"/>
        </w:rPr>
      </w:pPr>
    </w:p>
    <w:p w:rsidR="00760C9B" w:rsidRDefault="00760C9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760C9B" w:rsidRPr="002455FF" w:rsidRDefault="00760C9B" w:rsidP="009500BC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108" w:type="dxa"/>
        <w:tblLook w:val="01E0"/>
      </w:tblPr>
      <w:tblGrid>
        <w:gridCol w:w="550"/>
        <w:gridCol w:w="8381"/>
        <w:gridCol w:w="850"/>
      </w:tblGrid>
      <w:tr w:rsidR="001E0221" w:rsidRPr="002455FF" w:rsidTr="001E0221">
        <w:tc>
          <w:tcPr>
            <w:tcW w:w="8931" w:type="dxa"/>
            <w:gridSpan w:val="2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b/>
                <w:lang w:val="af-ZA"/>
              </w:rPr>
              <w:t>VRAAG 1</w:t>
            </w:r>
          </w:p>
        </w:tc>
        <w:tc>
          <w:tcPr>
            <w:tcW w:w="850" w:type="dxa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2455FF" w:rsidTr="001E0221">
        <w:tc>
          <w:tcPr>
            <w:tcW w:w="550" w:type="dxa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81" w:type="dxa"/>
          </w:tcPr>
          <w:p w:rsidR="001E0221" w:rsidRPr="002455FF" w:rsidRDefault="001E0221" w:rsidP="009500B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2455FF" w:rsidTr="001E0221">
        <w:tc>
          <w:tcPr>
            <w:tcW w:w="550" w:type="dxa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381" w:type="dxa"/>
          </w:tcPr>
          <w:p w:rsidR="001E0221" w:rsidRPr="002455FF" w:rsidRDefault="001E0221" w:rsidP="009500BC">
            <w:pPr>
              <w:rPr>
                <w:rFonts w:ascii="Arial" w:hAnsi="Arial" w:cs="Arial"/>
                <w:noProof/>
                <w:lang w:val="af-ZA"/>
              </w:rPr>
            </w:pPr>
            <w:r w:rsidRPr="002455FF">
              <w:rPr>
                <w:rFonts w:ascii="Arial" w:hAnsi="Arial" w:cs="Arial"/>
                <w:noProof/>
                <w:lang w:val="af-ZA"/>
              </w:rPr>
              <w:t>Die vergelyking van die lyn AB</w:t>
            </w:r>
            <w:r w:rsidRPr="002455FF">
              <w:rPr>
                <w:rFonts w:ascii="Arial" w:hAnsi="Arial" w:cs="Arial"/>
                <w:lang w:val="af-ZA"/>
              </w:rPr>
              <w:t xml:space="preserve"> is y = -x +1 en die inklinasie van die lyn CD is 35°. Die y – afsnit van CD is (0; 2)</w:t>
            </w:r>
            <w:r w:rsidR="002455FF" w:rsidRPr="002455F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50" w:type="dxa"/>
          </w:tcPr>
          <w:p w:rsidR="001E0221" w:rsidRPr="002455FF" w:rsidRDefault="001E0221" w:rsidP="009500BC">
            <w:pPr>
              <w:rPr>
                <w:rFonts w:ascii="Arial" w:hAnsi="Arial" w:cs="Arial"/>
                <w:lang w:val="af-ZA"/>
              </w:rPr>
            </w:pPr>
          </w:p>
        </w:tc>
      </w:tr>
      <w:tr w:rsidR="002455FF" w:rsidRPr="002455FF" w:rsidTr="001E0221">
        <w:tc>
          <w:tcPr>
            <w:tcW w:w="550" w:type="dxa"/>
          </w:tcPr>
          <w:p w:rsidR="002455FF" w:rsidRPr="002455FF" w:rsidRDefault="002455FF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381" w:type="dxa"/>
          </w:tcPr>
          <w:p w:rsidR="002455FF" w:rsidRPr="002455FF" w:rsidRDefault="002455FF" w:rsidP="009500BC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850" w:type="dxa"/>
          </w:tcPr>
          <w:p w:rsidR="002455FF" w:rsidRPr="002455FF" w:rsidRDefault="002455FF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2455FF" w:rsidTr="001E0221">
        <w:tc>
          <w:tcPr>
            <w:tcW w:w="550" w:type="dxa"/>
          </w:tcPr>
          <w:p w:rsidR="00461CC0" w:rsidRPr="002455FF" w:rsidRDefault="00461CC0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81" w:type="dxa"/>
          </w:tcPr>
          <w:p w:rsidR="00461CC0" w:rsidRPr="002455FF" w:rsidRDefault="00DC6A34" w:rsidP="009500BC">
            <w:pPr>
              <w:rPr>
                <w:rFonts w:ascii="Arial" w:hAnsi="Arial" w:cs="Arial"/>
                <w:noProof/>
                <w:lang w:val="af-ZA"/>
              </w:rPr>
            </w:pPr>
            <w:r w:rsidRPr="002455FF">
              <w:rPr>
                <w:rFonts w:ascii="Arial" w:hAnsi="Arial" w:cs="Arial"/>
                <w:noProof/>
                <w:lang w:val="af-ZA"/>
              </w:rPr>
              <w:t>Bepaal:</w:t>
            </w:r>
          </w:p>
        </w:tc>
        <w:tc>
          <w:tcPr>
            <w:tcW w:w="850" w:type="dxa"/>
          </w:tcPr>
          <w:p w:rsidR="00461CC0" w:rsidRPr="002455FF" w:rsidRDefault="00461CC0" w:rsidP="009500B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552" type="#_x0000_t202" style="position:absolute;margin-left:210.05pt;margin-top:6.75pt;width:34.2pt;height:22.8pt;z-index:251608576;mso-position-horizontal-relative:text;mso-position-vertical-relative:text" filled="f" stroked="f">
            <v:fill opacity="0"/>
            <v:textbox style="mso-next-textbox:#_x0000_s4552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y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57" type="#_x0000_t202" style="position:absolute;margin-left:227.75pt;margin-top:8.2pt;width:34.2pt;height:22.8pt;z-index:251613696;mso-position-horizontal-relative:text;mso-position-vertical-relative:text" filled="f" stroked="f">
            <v:fill opacity="0"/>
            <v:textbox style="mso-next-textbox:#_x0000_s4557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D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54" type="#_x0000_t202" style="position:absolute;margin-left:159.35pt;margin-top:8.2pt;width:34.2pt;height:22.8pt;z-index:251610624;mso-position-horizontal-relative:text;mso-position-vertical-relative:text" filled="f" stroked="f">
            <v:fill opacity="0"/>
            <v:textbox style="mso-next-textbox:#_x0000_s4554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A</w:t>
                  </w:r>
                </w:p>
                <w:p w:rsidR="00316F30" w:rsidRDefault="00316F30"/>
              </w:txbxContent>
            </v:textbox>
          </v:shape>
        </w:pict>
      </w: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line id="_x0000_s4532" style="position:absolute;flip:y;z-index:251602432" from="73.85pt,8.65pt" to="233.45pt,111.25pt">
            <v:stroke startarrow="open" endarrow="open"/>
          </v:line>
        </w:pict>
      </w:r>
      <w:r w:rsidRPr="00AB7B26">
        <w:rPr>
          <w:rFonts w:ascii="Arial" w:hAnsi="Arial" w:cs="Arial"/>
          <w:noProof/>
        </w:rPr>
        <w:pict>
          <v:line id="_x0000_s4531" style="position:absolute;z-index:251601408" from="176.45pt,8.65pt" to="281.9pt,119.8pt">
            <v:stroke startarrow="open" endarrow="open"/>
          </v:line>
        </w:pict>
      </w:r>
      <w:r w:rsidRPr="00AB7B26">
        <w:rPr>
          <w:rFonts w:ascii="Arial" w:hAnsi="Arial" w:cs="Arial"/>
          <w:noProof/>
        </w:rPr>
        <w:pict>
          <v:line id="_x0000_s4529" style="position:absolute;z-index:251599360" from="210.65pt,.1pt" to="210.65pt,116.95pt">
            <v:stroke startarrow="block" endarrow="block"/>
          </v:line>
        </w:pict>
      </w:r>
    </w:p>
    <w:p w:rsidR="004C16EE" w:rsidRPr="001E0221" w:rsidRDefault="004C16EE">
      <w:pPr>
        <w:rPr>
          <w:rFonts w:ascii="Arial" w:hAnsi="Arial" w:cs="Arial"/>
        </w:rPr>
      </w:pP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33" type="#_x0000_t202" style="position:absolute;margin-left:185pt;margin-top:.2pt;width:24.45pt;height:21.15pt;z-index:251603456;mso-wrap-style:none" filled="f" stroked="f">
            <v:fill opacity="0"/>
            <v:textbox style="mso-next-textbox:#_x0000_s4533;mso-fit-shape-to-text:t">
              <w:txbxContent>
                <w:p w:rsidR="00316F30" w:rsidRDefault="00316F30" w:rsidP="004C16EE">
                  <w:r w:rsidRPr="002455FF">
                    <w:rPr>
                      <w:rFonts w:ascii="Arial" w:hAnsi="Arial" w:cs="Arial"/>
                      <w:position w:val="-6"/>
                    </w:rPr>
                    <w:object w:dxaOrig="200" w:dyaOrig="279">
                      <v:shape id="_x0000_i1073" type="#_x0000_t75" style="width:10pt;height:14pt" o:ole="">
                        <v:imagedata r:id="rId10" o:title=""/>
                      </v:shape>
                      <o:OLEObject Type="Embed" ProgID="Equation.DSMT4" ShapeID="_x0000_i1073" DrawAspect="Content" ObjectID="_1309867820" r:id="rId11"/>
                    </w:object>
                  </w:r>
                </w:p>
              </w:txbxContent>
            </v:textbox>
          </v:shape>
        </w:pict>
      </w: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609" style="position:absolute;margin-left:182.15pt;margin-top:.65pt;width:28.5pt;height:6.15pt;z-index:25163417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123" path="m,c66,52,133,105,228,114v95,9,285,-48,342,-57e" fillcolor="black">
            <v:fill opacity="0"/>
            <v:path arrowok="t"/>
          </v:shape>
        </w:pict>
      </w:r>
    </w:p>
    <w:p w:rsidR="004C16EE" w:rsidRPr="001E0221" w:rsidRDefault="004C16EE">
      <w:pPr>
        <w:rPr>
          <w:rFonts w:ascii="Arial" w:hAnsi="Arial" w:cs="Arial"/>
        </w:rPr>
      </w:pP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43" style="position:absolute;margin-left:125.15pt;margin-top:8.05pt;width:16.6pt;height:25.65pt;z-index:25160550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2,513" path="m285,513v23,-72,47,-143,,-228c238,200,47,47,,e" filled="f">
            <v:fill opacity="0"/>
            <v:stroke endarrow="block"/>
            <v:path arrowok="t"/>
          </v:shape>
        </w:pict>
      </w: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53" type="#_x0000_t202" style="position:absolute;margin-left:375.95pt;margin-top:8.5pt;width:34.2pt;height:22.8pt;z-index:251609600" filled="f" stroked="f">
            <v:fill opacity="0"/>
            <v:textbox style="mso-next-textbox:#_x0000_s4553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x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47" type="#_x0000_t202" style="position:absolute;margin-left:259.1pt;margin-top:2.8pt;width:26.45pt;height:21pt;z-index:251606528;mso-wrap-style:none" filled="f" stroked="f">
            <v:fill opacity="0"/>
            <v:textbox style="mso-next-textbox:#_x0000_s4547;mso-fit-shape-to-text:t">
              <w:txbxContent>
                <w:p w:rsidR="00316F30" w:rsidRDefault="00316F30" w:rsidP="004C16EE">
                  <w:r w:rsidRPr="002455FF">
                    <w:rPr>
                      <w:rFonts w:ascii="Arial" w:hAnsi="Arial" w:cs="Arial"/>
                      <w:position w:val="-6"/>
                    </w:rPr>
                    <w:object w:dxaOrig="240" w:dyaOrig="220">
                      <v:shape id="_x0000_i1074" type="#_x0000_t75" style="width:12pt;height:11pt" o:ole="">
                        <v:imagedata r:id="rId12" o:title=""/>
                      </v:shape>
                      <o:OLEObject Type="Embed" ProgID="Equation.DSMT4" ShapeID="_x0000_i1074" DrawAspect="Content" ObjectID="_1309867821" r:id="rId13"/>
                    </w:objec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51" style="position:absolute;margin-left:253.4pt;margin-top:3.75pt;width:34.2pt;height:13.3pt;z-index:25160755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4,266" path="m,38c114,19,228,,342,38,456,76,627,228,684,266e" filled="f">
            <v:fill opacity="0"/>
            <v:stroke startarrow="block"/>
            <v:path arrowok="t"/>
          </v:shape>
        </w:pict>
      </w:r>
      <w:r w:rsidRPr="00AB7B26">
        <w:rPr>
          <w:rFonts w:ascii="Arial" w:hAnsi="Arial" w:cs="Arial"/>
          <w:noProof/>
        </w:rPr>
        <w:pict>
          <v:shape id="_x0000_s4537" type="#_x0000_t202" style="position:absolute;margin-left:108.05pt;margin-top:-.05pt;width:34.2pt;height:22.8pt;z-index:251604480" filled="f" stroked="f">
            <v:fill opacity="0"/>
            <v:textbox style="mso-next-textbox:#_x0000_s4537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35</w:t>
                  </w:r>
                  <w:r w:rsidRPr="002455FF">
                    <w:rPr>
                      <w:rFonts w:ascii="Arial" w:hAnsi="Arial" w:cs="Arial"/>
                      <w:vertAlign w:val="superscript"/>
                    </w:rPr>
                    <w:t>o</w:t>
                  </w:r>
                </w:p>
                <w:p w:rsidR="00316F30" w:rsidRDefault="00316F30"/>
              </w:txbxContent>
            </v:textbox>
          </v:shape>
        </w:pict>
      </w:r>
    </w:p>
    <w:p w:rsidR="004C16EE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59" type="#_x0000_t202" style="position:absolute;margin-left:190.55pt;margin-top:3.7pt;width:34.2pt;height:22.8pt;z-index:251614720" filled="f" stroked="f">
            <v:fill opacity="0"/>
            <v:textbox style="mso-next-textbox:#_x0000_s4559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0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56" type="#_x0000_t202" style="position:absolute;margin-left:56.75pt;margin-top:3.25pt;width:34.2pt;height:22.8pt;z-index:251612672" filled="f" stroked="f">
            <v:fill opacity="0"/>
            <v:textbox style="mso-next-textbox:#_x0000_s4556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C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55" type="#_x0000_t202" style="position:absolute;margin-left:276.2pt;margin-top:6.1pt;width:34.2pt;height:22.8pt;z-index:251611648" filled="f" stroked="f">
            <v:fill opacity="0"/>
            <v:textbox style="mso-next-textbox:#_x0000_s4555">
              <w:txbxContent>
                <w:p w:rsidR="00316F30" w:rsidRPr="002455FF" w:rsidRDefault="00316F30" w:rsidP="004C16EE">
                  <w:pPr>
                    <w:rPr>
                      <w:rFonts w:ascii="Arial" w:hAnsi="Arial" w:cs="Arial"/>
                      <w:vertAlign w:val="superscript"/>
                    </w:rPr>
                  </w:pPr>
                  <w:r w:rsidRPr="002455FF">
                    <w:rPr>
                      <w:rFonts w:ascii="Arial" w:hAnsi="Arial" w:cs="Arial"/>
                    </w:rPr>
                    <w:t>B</w:t>
                  </w:r>
                </w:p>
                <w:p w:rsidR="00316F30" w:rsidRDefault="00316F30"/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line id="_x0000_s4530" style="position:absolute;z-index:251600384" from="56.75pt,6.1pt" to="381.65pt,6.1pt">
            <v:stroke startarrow="block" endarrow="block"/>
          </v:line>
        </w:pict>
      </w:r>
    </w:p>
    <w:p w:rsidR="004C16EE" w:rsidRPr="001E0221" w:rsidRDefault="004C16EE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550"/>
        <w:gridCol w:w="834"/>
        <w:gridCol w:w="7655"/>
        <w:gridCol w:w="708"/>
      </w:tblGrid>
      <w:tr w:rsidR="001E0221" w:rsidRPr="001E0221" w:rsidTr="001E0221">
        <w:tc>
          <w:tcPr>
            <w:tcW w:w="550" w:type="dxa"/>
          </w:tcPr>
          <w:p w:rsidR="00695F07" w:rsidRPr="002455FF" w:rsidRDefault="00695F07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4" w:type="dxa"/>
          </w:tcPr>
          <w:p w:rsidR="00695F07" w:rsidRPr="002455FF" w:rsidRDefault="00695F07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695F07" w:rsidRPr="002455FF" w:rsidRDefault="00695F07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695F07" w:rsidRPr="001E0221" w:rsidRDefault="00695F07" w:rsidP="009500BC">
            <w:pPr>
              <w:rPr>
                <w:rFonts w:ascii="Arial" w:hAnsi="Arial" w:cs="Arial"/>
              </w:rPr>
            </w:pPr>
          </w:p>
        </w:tc>
      </w:tr>
      <w:tr w:rsidR="001E0221" w:rsidRPr="001E0221" w:rsidTr="001E0221">
        <w:tc>
          <w:tcPr>
            <w:tcW w:w="550" w:type="dxa"/>
          </w:tcPr>
          <w:p w:rsidR="00695F07" w:rsidRPr="002455FF" w:rsidRDefault="00695F07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4" w:type="dxa"/>
          </w:tcPr>
          <w:p w:rsidR="00695F07" w:rsidRPr="002455FF" w:rsidRDefault="004C16EE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1.1</w:t>
            </w:r>
            <w:r w:rsidR="00F96B3D" w:rsidRPr="002455FF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655" w:type="dxa"/>
          </w:tcPr>
          <w:p w:rsidR="00695F07" w:rsidRPr="002455FF" w:rsidRDefault="002455FF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D</w:t>
            </w:r>
            <w:r w:rsidR="00DC6A34" w:rsidRPr="002455FF">
              <w:rPr>
                <w:rFonts w:ascii="Arial" w:hAnsi="Arial" w:cs="Arial"/>
                <w:lang w:val="af-ZA"/>
              </w:rPr>
              <w:t>ie inklinasie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</w:t>
            </w:r>
            <w:r w:rsidR="001E6A22">
              <w:rPr>
                <w:rFonts w:ascii="Arial" w:hAnsi="Arial" w:cs="Arial"/>
                <w:lang w:val="af-ZA"/>
              </w:rPr>
              <w:t xml:space="preserve">van </w:t>
            </w:r>
            <w:r w:rsidR="00461CC0" w:rsidRPr="002455FF">
              <w:rPr>
                <w:rFonts w:ascii="Arial" w:hAnsi="Arial" w:cs="Arial"/>
                <w:lang w:val="af-ZA"/>
              </w:rPr>
              <w:t>AB.</w:t>
            </w:r>
          </w:p>
        </w:tc>
        <w:tc>
          <w:tcPr>
            <w:tcW w:w="708" w:type="dxa"/>
          </w:tcPr>
          <w:p w:rsidR="00695F07" w:rsidRPr="001E0221" w:rsidRDefault="00B261ED" w:rsidP="00EE5CC6">
            <w:pPr>
              <w:jc w:val="right"/>
              <w:rPr>
                <w:rFonts w:ascii="Arial" w:hAnsi="Arial" w:cs="Arial"/>
              </w:rPr>
            </w:pPr>
            <w:r w:rsidRPr="001E0221">
              <w:rPr>
                <w:rFonts w:ascii="Arial" w:hAnsi="Arial" w:cs="Arial"/>
              </w:rPr>
              <w:t>(3)</w:t>
            </w:r>
          </w:p>
        </w:tc>
      </w:tr>
      <w:tr w:rsidR="001E0221" w:rsidRPr="001E0221" w:rsidTr="001E0221">
        <w:tc>
          <w:tcPr>
            <w:tcW w:w="550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34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5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695F07" w:rsidRPr="002455FF" w:rsidRDefault="00695F07" w:rsidP="00EE5CC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221" w:rsidRPr="001E0221" w:rsidTr="001E0221">
        <w:tc>
          <w:tcPr>
            <w:tcW w:w="550" w:type="dxa"/>
          </w:tcPr>
          <w:p w:rsidR="00695F07" w:rsidRPr="002455FF" w:rsidRDefault="00695F07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4" w:type="dxa"/>
          </w:tcPr>
          <w:p w:rsidR="00695F07" w:rsidRPr="002455FF" w:rsidRDefault="007E4D6C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</w:t>
            </w:r>
            <w:r w:rsidR="00F96B3D" w:rsidRPr="002455F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7655" w:type="dxa"/>
          </w:tcPr>
          <w:p w:rsidR="00695F07" w:rsidRPr="002455FF" w:rsidRDefault="002455FF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D</w:t>
            </w:r>
            <w:r w:rsidR="00DC6A34" w:rsidRPr="002455FF">
              <w:rPr>
                <w:rFonts w:ascii="Arial" w:hAnsi="Arial" w:cs="Arial"/>
                <w:lang w:val="af-ZA"/>
              </w:rPr>
              <w:t>ie vergelyking van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CD.</w:t>
            </w:r>
          </w:p>
        </w:tc>
        <w:tc>
          <w:tcPr>
            <w:tcW w:w="708" w:type="dxa"/>
          </w:tcPr>
          <w:p w:rsidR="00695F07" w:rsidRPr="001E0221" w:rsidRDefault="00807F49" w:rsidP="00EE5CC6">
            <w:pPr>
              <w:jc w:val="right"/>
              <w:rPr>
                <w:rFonts w:ascii="Arial" w:hAnsi="Arial" w:cs="Arial"/>
              </w:rPr>
            </w:pPr>
            <w:r w:rsidRPr="001E0221">
              <w:rPr>
                <w:rFonts w:ascii="Arial" w:hAnsi="Arial" w:cs="Arial"/>
              </w:rPr>
              <w:t>(3</w:t>
            </w:r>
            <w:r w:rsidR="00B356B8" w:rsidRPr="001E0221">
              <w:rPr>
                <w:rFonts w:ascii="Arial" w:hAnsi="Arial" w:cs="Arial"/>
              </w:rPr>
              <w:t>)</w:t>
            </w:r>
          </w:p>
        </w:tc>
      </w:tr>
      <w:tr w:rsidR="001E0221" w:rsidRPr="001E0221" w:rsidTr="001E0221">
        <w:tc>
          <w:tcPr>
            <w:tcW w:w="550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34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5" w:type="dxa"/>
          </w:tcPr>
          <w:p w:rsidR="00695F07" w:rsidRPr="002455FF" w:rsidRDefault="00695F07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695F07" w:rsidRPr="002455FF" w:rsidRDefault="00695F07" w:rsidP="00EE5CC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6B3D" w:rsidRPr="001E0221" w:rsidTr="001E0221">
        <w:tc>
          <w:tcPr>
            <w:tcW w:w="550" w:type="dxa"/>
          </w:tcPr>
          <w:p w:rsidR="00F96B3D" w:rsidRPr="002455FF" w:rsidRDefault="00F96B3D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489" w:type="dxa"/>
            <w:gridSpan w:val="2"/>
          </w:tcPr>
          <w:p w:rsidR="002455FF" w:rsidRPr="002455FF" w:rsidRDefault="00DC6A34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Twee reguit lyne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, RS </w:t>
            </w:r>
            <w:r w:rsidRPr="002455FF">
              <w:rPr>
                <w:rFonts w:ascii="Arial" w:hAnsi="Arial" w:cs="Arial"/>
                <w:lang w:val="af-ZA"/>
              </w:rPr>
              <w:t>en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PQ </w:t>
            </w:r>
            <w:r w:rsidRPr="002455FF">
              <w:rPr>
                <w:rFonts w:ascii="Arial" w:hAnsi="Arial" w:cs="Arial"/>
                <w:lang w:val="af-ZA"/>
              </w:rPr>
              <w:t>sny mekaar by</w:t>
            </w:r>
            <w:r w:rsidR="00F96B3D" w:rsidRPr="002455FF">
              <w:rPr>
                <w:rFonts w:ascii="Arial" w:hAnsi="Arial" w:cs="Arial"/>
                <w:lang w:val="af-ZA"/>
              </w:rPr>
              <w:t xml:space="preserve"> </w:t>
            </w:r>
            <w:r w:rsidR="00C819CF" w:rsidRPr="002455FF">
              <w:rPr>
                <w:rFonts w:ascii="Arial" w:hAnsi="Arial" w:cs="Arial"/>
                <w:lang w:val="af-ZA"/>
              </w:rPr>
              <w:t>M (</w:t>
            </w:r>
            <w:r w:rsidR="00F96B3D" w:rsidRPr="002455FF">
              <w:rPr>
                <w:rFonts w:ascii="Arial" w:hAnsi="Arial" w:cs="Arial"/>
                <w:lang w:val="af-ZA"/>
              </w:rPr>
              <w:t>3</w:t>
            </w:r>
            <w:r w:rsidR="00C819CF" w:rsidRPr="002455FF">
              <w:rPr>
                <w:rFonts w:ascii="Arial" w:hAnsi="Arial" w:cs="Arial"/>
                <w:lang w:val="af-ZA"/>
              </w:rPr>
              <w:t>; 3</w:t>
            </w:r>
            <w:r w:rsidR="00F96B3D" w:rsidRPr="002455FF">
              <w:rPr>
                <w:rFonts w:ascii="Arial" w:hAnsi="Arial" w:cs="Arial"/>
                <w:lang w:val="af-ZA"/>
              </w:rPr>
              <w:t>)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. </w:t>
            </w:r>
            <w:r w:rsidRPr="002455FF">
              <w:rPr>
                <w:rFonts w:ascii="Arial" w:hAnsi="Arial" w:cs="Arial"/>
                <w:lang w:val="af-ZA"/>
              </w:rPr>
              <w:t>Die koördinate van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</w:t>
            </w:r>
          </w:p>
          <w:p w:rsidR="00F96B3D" w:rsidRPr="002455FF" w:rsidRDefault="00461CC0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 xml:space="preserve">R(1; 5) </w:t>
            </w:r>
            <w:r w:rsidR="00DC6A34" w:rsidRPr="002455FF">
              <w:rPr>
                <w:rFonts w:ascii="Arial" w:hAnsi="Arial" w:cs="Arial"/>
                <w:lang w:val="af-ZA"/>
              </w:rPr>
              <w:t>en</w:t>
            </w:r>
            <w:r w:rsidRPr="002455FF">
              <w:rPr>
                <w:rFonts w:ascii="Arial" w:hAnsi="Arial" w:cs="Arial"/>
                <w:lang w:val="af-ZA"/>
              </w:rPr>
              <w:t xml:space="preserve"> Q(5; 5)</w:t>
            </w:r>
            <w:r w:rsidR="00DC6A34" w:rsidRPr="002455FF">
              <w:rPr>
                <w:rFonts w:ascii="Arial" w:hAnsi="Arial" w:cs="Arial"/>
                <w:lang w:val="af-ZA"/>
              </w:rPr>
              <w:t xml:space="preserve"> word gegee</w:t>
            </w:r>
            <w:r w:rsidR="0054621D" w:rsidRPr="002455F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</w:tcPr>
          <w:p w:rsidR="00F96B3D" w:rsidRPr="001E0221" w:rsidRDefault="00F96B3D" w:rsidP="009500BC">
            <w:pPr>
              <w:rPr>
                <w:rFonts w:ascii="Arial" w:hAnsi="Arial" w:cs="Arial"/>
              </w:rPr>
            </w:pPr>
          </w:p>
        </w:tc>
      </w:tr>
    </w:tbl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83" type="#_x0000_t202" style="position:absolute;margin-left:125.15pt;margin-top:.85pt;width:28.5pt;height:22.8pt;z-index:251627008;mso-position-horizontal-relative:text;mso-position-vertical-relative:text" filled="f" stroked="f">
            <v:fill opacity="0"/>
            <v:textbox style="mso-next-textbox:#_x0000_s4583">
              <w:txbxContent>
                <w:p w:rsidR="00316F30" w:rsidRPr="002455FF" w:rsidRDefault="00316F30">
                  <w:pPr>
                    <w:rPr>
                      <w:rFonts w:ascii="Arial" w:hAnsi="Arial" w:cs="Arial"/>
                      <w:i/>
                    </w:rPr>
                  </w:pPr>
                  <w:r w:rsidRPr="002455FF">
                    <w:rPr>
                      <w:rFonts w:ascii="Arial" w:hAnsi="Arial" w:cs="Arial"/>
                      <w:i/>
                    </w:rPr>
                    <w:t>y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line id="_x0000_s4562" style="position:absolute;z-index:251615744;mso-position-horizontal-relative:text;mso-position-vertical-relative:text" from="145.1pt,9.4pt" to="145.1pt,240.25pt">
            <v:stroke startarrow="block" endarrow="block"/>
          </v:line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line id="_x0000_s4578" style="position:absolute;z-index:251623936" from="136.55pt,7.05pt" to="347.45pt,186.6pt">
            <v:stroke startarrow="open" endarrow="open"/>
          </v:line>
        </w:pict>
      </w:r>
      <w:r w:rsidRPr="00AB7B26">
        <w:rPr>
          <w:rFonts w:ascii="Arial" w:hAnsi="Arial" w:cs="Arial"/>
          <w:noProof/>
        </w:rPr>
        <w:pict>
          <v:line id="_x0000_s4577" style="position:absolute;flip:y;z-index:251622912" from="122.3pt,12.75pt" to="310.4pt,195.15pt">
            <v:stroke startarrow="open" endarrow="open"/>
          </v:line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69" type="#_x0000_t202" style="position:absolute;margin-left:289.75pt;margin-top:11.35pt;width:57pt;height:22.8pt;z-index:251620864" filled="f" stroked="f">
            <v:fill opacity="0"/>
            <v:textbox style="mso-next-textbox:#_x0000_s4569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Q (5; 5)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568" type="#_x0000_t202" style="position:absolute;margin-left:176.45pt;margin-top:10.35pt;width:57pt;height:22.8pt;z-index:251619840" filled="f" stroked="f">
            <v:fill opacity="0"/>
            <v:textbox style="mso-next-textbox:#_x0000_s4568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R (1; 5)</w:t>
                  </w:r>
                </w:p>
              </w:txbxContent>
            </v:textbox>
          </v:shape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oval id="_x0000_s4603" style="position:absolute;margin-left:173.6pt;margin-top:10.8pt;width:2.85pt;height:2.85pt;z-index:251630080" fillcolor="black"/>
        </w:pict>
      </w:r>
      <w:r w:rsidRPr="00AB7B26">
        <w:rPr>
          <w:rFonts w:ascii="Arial" w:hAnsi="Arial" w:cs="Arial"/>
          <w:noProof/>
        </w:rPr>
        <w:pict>
          <v:oval id="_x0000_s4602" style="position:absolute;margin-left:290.45pt;margin-top:2.25pt;width:2.85pt;height:2.85pt;z-index:251629056" fillcolor="black"/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oval id="_x0000_s4598" style="position:absolute;margin-left:395.9pt;margin-top:5.55pt;width:5.7pt;height:5.7pt;z-index:251628032" filled="f" stroked="f">
            <v:fill opacity="0"/>
          </v:oval>
        </w:pict>
      </w:r>
    </w:p>
    <w:p w:rsidR="00F96B3D" w:rsidRPr="001E0221" w:rsidRDefault="00F96B3D">
      <w:pPr>
        <w:rPr>
          <w:rFonts w:ascii="Arial" w:hAnsi="Arial" w:cs="Arial"/>
        </w:rPr>
      </w:pP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66" type="#_x0000_t202" style="position:absolute;margin-left:236.3pt;margin-top:3.6pt;width:57pt;height:22.8pt;z-index:251617792" filled="f" stroked="f">
            <v:fill opacity="0"/>
            <v:textbox style="mso-next-textbox:#_x0000_s4566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M (3; 3)</w:t>
                  </w:r>
                </w:p>
              </w:txbxContent>
            </v:textbox>
          </v:shape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oval id="_x0000_s4604" style="position:absolute;margin-left:230.6pt;margin-top:4.05pt;width:2.85pt;height:2.85pt;z-index:251631104" fillcolor="black"/>
        </w:pict>
      </w:r>
    </w:p>
    <w:p w:rsidR="00F96B3D" w:rsidRPr="001E0221" w:rsidRDefault="00F96B3D">
      <w:pPr>
        <w:rPr>
          <w:rFonts w:ascii="Arial" w:hAnsi="Arial" w:cs="Arial"/>
        </w:rPr>
      </w:pPr>
    </w:p>
    <w:p w:rsidR="00F96B3D" w:rsidRPr="001E0221" w:rsidRDefault="00F96B3D">
      <w:pPr>
        <w:rPr>
          <w:rFonts w:ascii="Arial" w:hAnsi="Arial" w:cs="Arial"/>
        </w:rPr>
      </w:pP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67" type="#_x0000_t202" style="position:absolute;margin-left:173.6pt;margin-top:8.25pt;width:57pt;height:22.8pt;z-index:251618816" filled="f" stroked="f">
            <v:fill opacity="0"/>
            <v:textbox style="mso-next-textbox:#_x0000_s4567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 xml:space="preserve">P </w:t>
                  </w:r>
                </w:p>
              </w:txbxContent>
            </v:textbox>
          </v:shape>
        </w:pict>
      </w:r>
    </w:p>
    <w:p w:rsidR="00F96B3D" w:rsidRPr="001E0221" w:rsidRDefault="00AB7B26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573" type="#_x0000_t202" style="position:absolute;margin-left:316.1pt;margin-top:7.15pt;width:28.5pt;height:22.8pt;z-index:251621888" filled="f" stroked="f">
            <v:fill opacity="0"/>
            <v:textbox style="mso-next-textbox:#_x0000_s4573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S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oval id="_x0000_s4606" style="position:absolute;margin-left:173.6pt;margin-top:3pt;width:2.85pt;height:2.85pt;z-index:251633152" fillcolor="black"/>
        </w:pict>
      </w:r>
    </w:p>
    <w:p w:rsidR="00F96B3D" w:rsidRPr="001E0221" w:rsidRDefault="00AB7B26">
      <w:pPr>
        <w:rPr>
          <w:rFonts w:ascii="Arial" w:hAnsi="Arial" w:cs="Arial"/>
          <w:sz w:val="144"/>
          <w:szCs w:val="144"/>
        </w:rPr>
      </w:pPr>
      <w:r w:rsidRPr="00AB7B26">
        <w:rPr>
          <w:rFonts w:ascii="Arial" w:hAnsi="Arial" w:cs="Arial"/>
          <w:noProof/>
        </w:rPr>
        <w:pict>
          <v:shape id="_x0000_s4581" type="#_x0000_t202" style="position:absolute;margin-left:124.85pt;margin-top:3.3pt;width:17.1pt;height:19.95pt;z-index:251624960" filled="f" stroked="f">
            <v:fill opacity="0"/>
            <v:textbox style="mso-next-textbox:#_x0000_s4581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0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oval id="_x0000_s4605" style="position:absolute;margin-left:313.25pt;margin-top:4.75pt;width:2.85pt;height:2.85pt;z-index:251632128" fillcolor="black"/>
        </w:pict>
      </w:r>
      <w:r w:rsidRPr="00AB7B26">
        <w:rPr>
          <w:rFonts w:ascii="Arial" w:hAnsi="Arial" w:cs="Arial"/>
          <w:noProof/>
        </w:rPr>
        <w:pict>
          <v:shape id="_x0000_s4582" type="#_x0000_t202" style="position:absolute;margin-left:364.55pt;margin-top:9.15pt;width:28.5pt;height:22.8pt;z-index:251625984" filled="f" stroked="f">
            <v:fill opacity="0"/>
            <v:textbox style="mso-next-textbox:#_x0000_s4582">
              <w:txbxContent>
                <w:p w:rsidR="00316F30" w:rsidRPr="002455FF" w:rsidRDefault="00316F30">
                  <w:pPr>
                    <w:rPr>
                      <w:rFonts w:ascii="Arial" w:hAnsi="Arial" w:cs="Arial"/>
                      <w:i/>
                    </w:rPr>
                  </w:pPr>
                  <w:r w:rsidRPr="002455FF">
                    <w:rPr>
                      <w:rFonts w:ascii="Arial" w:hAnsi="Arial" w:cs="Arial"/>
                      <w:i/>
                    </w:rPr>
                    <w:t>x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line id="_x0000_s4563" style="position:absolute;z-index:251616768" from="82.4pt,20.55pt" to="370.25pt,20.55pt">
            <v:stroke startarrow="block" endarrow="block"/>
          </v:line>
        </w:pict>
      </w:r>
    </w:p>
    <w:p w:rsidR="00F96B3D" w:rsidRPr="001E0221" w:rsidRDefault="00F96B3D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534"/>
        <w:gridCol w:w="850"/>
        <w:gridCol w:w="7603"/>
        <w:gridCol w:w="760"/>
      </w:tblGrid>
      <w:tr w:rsidR="001E0221" w:rsidRPr="001E0221" w:rsidTr="001E0221">
        <w:tc>
          <w:tcPr>
            <w:tcW w:w="534" w:type="dxa"/>
          </w:tcPr>
          <w:p w:rsidR="007E4D6C" w:rsidRPr="001E0221" w:rsidRDefault="007E4D6C" w:rsidP="009500B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E4D6C" w:rsidRPr="002455FF" w:rsidRDefault="0054621D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603" w:type="dxa"/>
          </w:tcPr>
          <w:p w:rsidR="007E4D6C" w:rsidRPr="002455FF" w:rsidRDefault="00DC6A34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Bepaal die lengtes van</w:t>
            </w:r>
            <w:r w:rsidR="002455FF">
              <w:rPr>
                <w:rFonts w:ascii="Arial" w:hAnsi="Arial" w:cs="Arial"/>
                <w:lang w:val="af-ZA"/>
              </w:rPr>
              <w:t xml:space="preserve"> RM, MQ e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n RQ. </w:t>
            </w:r>
            <w:r w:rsidR="00B2169F" w:rsidRPr="002455FF">
              <w:rPr>
                <w:rFonts w:ascii="Arial" w:hAnsi="Arial" w:cs="Arial"/>
                <w:lang w:val="af-ZA"/>
              </w:rPr>
              <w:t>T</w:t>
            </w:r>
            <w:r w:rsidRPr="002455FF">
              <w:rPr>
                <w:rFonts w:ascii="Arial" w:hAnsi="Arial" w:cs="Arial"/>
                <w:lang w:val="af-ZA"/>
              </w:rPr>
              <w:t xml:space="preserve">oon </w:t>
            </w:r>
            <w:r w:rsidR="00B2169F" w:rsidRPr="002455FF">
              <w:rPr>
                <w:rFonts w:ascii="Arial" w:hAnsi="Arial" w:cs="Arial"/>
                <w:lang w:val="af-ZA"/>
              </w:rPr>
              <w:t xml:space="preserve">vervolgens </w:t>
            </w:r>
            <w:r w:rsidRPr="002455FF">
              <w:rPr>
                <w:rFonts w:ascii="Arial" w:hAnsi="Arial" w:cs="Arial"/>
                <w:lang w:val="af-ZA"/>
              </w:rPr>
              <w:t>aan dat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</w:t>
            </w:r>
          </w:p>
          <w:p w:rsidR="00461CC0" w:rsidRPr="002455FF" w:rsidRDefault="00461CC0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position w:val="-10"/>
                <w:lang w:val="af-ZA"/>
              </w:rPr>
              <w:object w:dxaOrig="620" w:dyaOrig="380">
                <v:shape id="_x0000_i1025" type="#_x0000_t75" style="width:31pt;height:19pt" o:ole="">
                  <v:imagedata r:id="rId14" o:title=""/>
                </v:shape>
                <o:OLEObject Type="Embed" ProgID="Equation.3" ShapeID="_x0000_i1025" DrawAspect="Content" ObjectID="_1309867772" r:id="rId15"/>
              </w:object>
            </w:r>
            <w:r w:rsidRPr="002455FF">
              <w:rPr>
                <w:rFonts w:ascii="Arial" w:hAnsi="Arial" w:cs="Arial"/>
                <w:lang w:val="af-ZA"/>
              </w:rPr>
              <w:t xml:space="preserve"> =  90°.</w:t>
            </w:r>
          </w:p>
        </w:tc>
        <w:tc>
          <w:tcPr>
            <w:tcW w:w="760" w:type="dxa"/>
          </w:tcPr>
          <w:p w:rsidR="00DC6A34" w:rsidRPr="002455FF" w:rsidRDefault="00DC6A34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7E4D6C" w:rsidRPr="002455FF" w:rsidRDefault="00461CC0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(5</w:t>
            </w:r>
            <w:r w:rsidR="0026305B" w:rsidRPr="002455FF">
              <w:rPr>
                <w:rFonts w:ascii="Arial" w:hAnsi="Arial" w:cs="Arial"/>
                <w:lang w:val="af-ZA"/>
              </w:rPr>
              <w:t>)</w:t>
            </w:r>
          </w:p>
        </w:tc>
      </w:tr>
      <w:tr w:rsidR="001E0221" w:rsidRPr="001E0221" w:rsidTr="001E0221">
        <w:tc>
          <w:tcPr>
            <w:tcW w:w="534" w:type="dxa"/>
          </w:tcPr>
          <w:p w:rsidR="007E4D6C" w:rsidRPr="002455FF" w:rsidRDefault="007E4D6C" w:rsidP="009500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7E4D6C" w:rsidRPr="002455FF" w:rsidRDefault="007E4D6C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3" w:type="dxa"/>
          </w:tcPr>
          <w:p w:rsidR="007E4D6C" w:rsidRPr="002455FF" w:rsidRDefault="007E4D6C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" w:type="dxa"/>
          </w:tcPr>
          <w:p w:rsidR="007E4D6C" w:rsidRPr="002455FF" w:rsidRDefault="007E4D6C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1E0221" w:rsidTr="001E0221">
        <w:tc>
          <w:tcPr>
            <w:tcW w:w="534" w:type="dxa"/>
          </w:tcPr>
          <w:p w:rsidR="002D0D56" w:rsidRPr="001E0221" w:rsidRDefault="002D0D56" w:rsidP="009500B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D0D56" w:rsidRPr="002455FF" w:rsidRDefault="002D0D56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603" w:type="dxa"/>
          </w:tcPr>
          <w:p w:rsidR="002D0D56" w:rsidRPr="002455FF" w:rsidRDefault="00DC6A34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As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M </w:t>
            </w:r>
            <w:r w:rsidRPr="002455FF">
              <w:rPr>
                <w:rFonts w:ascii="Arial" w:hAnsi="Arial" w:cs="Arial"/>
                <w:lang w:val="af-ZA"/>
              </w:rPr>
              <w:t xml:space="preserve">die middelpunt van 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PQ</w:t>
            </w:r>
            <w:r w:rsidRPr="002455FF">
              <w:rPr>
                <w:rFonts w:ascii="Arial" w:hAnsi="Arial" w:cs="Arial"/>
                <w:lang w:val="af-ZA"/>
              </w:rPr>
              <w:t xml:space="preserve"> is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, </w:t>
            </w:r>
            <w:r w:rsidRPr="002455FF">
              <w:rPr>
                <w:rFonts w:ascii="Arial" w:hAnsi="Arial" w:cs="Arial"/>
                <w:lang w:val="af-ZA"/>
              </w:rPr>
              <w:t xml:space="preserve">bepaal die koördinate van 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P.</w:t>
            </w:r>
          </w:p>
        </w:tc>
        <w:tc>
          <w:tcPr>
            <w:tcW w:w="760" w:type="dxa"/>
          </w:tcPr>
          <w:p w:rsidR="002D0D56" w:rsidRPr="002455FF" w:rsidRDefault="00461CC0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1E0221" w:rsidTr="001E0221">
        <w:tc>
          <w:tcPr>
            <w:tcW w:w="534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3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" w:type="dxa"/>
          </w:tcPr>
          <w:p w:rsidR="002D0D56" w:rsidRPr="002455FF" w:rsidRDefault="002D0D56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1E0221" w:rsidTr="001E0221">
        <w:tc>
          <w:tcPr>
            <w:tcW w:w="534" w:type="dxa"/>
          </w:tcPr>
          <w:p w:rsidR="002D0D56" w:rsidRPr="001E0221" w:rsidRDefault="002D0D56" w:rsidP="009500B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D0D56" w:rsidRPr="002455FF" w:rsidRDefault="00461CC0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603" w:type="dxa"/>
          </w:tcPr>
          <w:p w:rsidR="002D0D56" w:rsidRPr="002455FF" w:rsidRDefault="00DC6A34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Bepaal die koördinate van S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so</w:t>
            </w:r>
            <w:r w:rsidRPr="002455FF">
              <w:rPr>
                <w:rFonts w:ascii="Arial" w:hAnsi="Arial" w:cs="Arial"/>
                <w:lang w:val="af-ZA"/>
              </w:rPr>
              <w:t>dat</w:t>
            </w:r>
            <w:r w:rsidR="00461CC0" w:rsidRPr="002455FF">
              <w:rPr>
                <w:rFonts w:ascii="Arial" w:hAnsi="Arial" w:cs="Arial"/>
                <w:lang w:val="af-ZA"/>
              </w:rPr>
              <w:t xml:space="preserve"> QRPS </w:t>
            </w:r>
            <w:r w:rsidR="002455FF">
              <w:rPr>
                <w:rFonts w:ascii="Arial" w:hAnsi="Arial" w:cs="Arial"/>
                <w:lang w:val="af-ZA"/>
              </w:rPr>
              <w:t>’</w:t>
            </w:r>
            <w:r w:rsidRPr="002455FF">
              <w:rPr>
                <w:rFonts w:ascii="Arial" w:hAnsi="Arial" w:cs="Arial"/>
                <w:lang w:val="af-ZA"/>
              </w:rPr>
              <w:t>n ruit is.</w:t>
            </w:r>
          </w:p>
        </w:tc>
        <w:tc>
          <w:tcPr>
            <w:tcW w:w="760" w:type="dxa"/>
          </w:tcPr>
          <w:p w:rsidR="002D0D56" w:rsidRPr="002455FF" w:rsidRDefault="00461CC0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1E0221" w:rsidTr="001E0221">
        <w:tc>
          <w:tcPr>
            <w:tcW w:w="534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3" w:type="dxa"/>
          </w:tcPr>
          <w:p w:rsidR="002D0D56" w:rsidRPr="002455FF" w:rsidRDefault="002D0D56" w:rsidP="009500B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0" w:type="dxa"/>
          </w:tcPr>
          <w:p w:rsidR="002D0D56" w:rsidRPr="002455FF" w:rsidRDefault="002D0D56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1E0221" w:rsidTr="001E0221">
        <w:tc>
          <w:tcPr>
            <w:tcW w:w="534" w:type="dxa"/>
          </w:tcPr>
          <w:p w:rsidR="007028D5" w:rsidRPr="001E0221" w:rsidRDefault="007028D5" w:rsidP="009500B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028D5" w:rsidRPr="002455FF" w:rsidRDefault="007028D5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603" w:type="dxa"/>
          </w:tcPr>
          <w:p w:rsidR="007028D5" w:rsidRPr="002455FF" w:rsidRDefault="00461CC0" w:rsidP="009500BC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 xml:space="preserve">Is QRPS </w:t>
            </w:r>
            <w:r w:rsidR="002455FF">
              <w:rPr>
                <w:rFonts w:ascii="Arial" w:hAnsi="Arial" w:cs="Arial"/>
                <w:lang w:val="af-ZA"/>
              </w:rPr>
              <w:t>ook ’</w:t>
            </w:r>
            <w:r w:rsidR="00DC6A34" w:rsidRPr="002455FF">
              <w:rPr>
                <w:rFonts w:ascii="Arial" w:hAnsi="Arial" w:cs="Arial"/>
                <w:lang w:val="af-ZA"/>
              </w:rPr>
              <w:t>n vierkant</w:t>
            </w:r>
            <w:r w:rsidRPr="002455FF">
              <w:rPr>
                <w:rFonts w:ascii="Arial" w:hAnsi="Arial" w:cs="Arial"/>
                <w:lang w:val="af-ZA"/>
              </w:rPr>
              <w:t xml:space="preserve">? </w:t>
            </w:r>
            <w:r w:rsidR="002455FF">
              <w:rPr>
                <w:rFonts w:ascii="Arial" w:hAnsi="Arial" w:cs="Arial"/>
                <w:lang w:val="af-ZA"/>
              </w:rPr>
              <w:t>Verskaf ’</w:t>
            </w:r>
            <w:r w:rsidR="00DC6A34" w:rsidRPr="002455FF">
              <w:rPr>
                <w:rFonts w:ascii="Arial" w:hAnsi="Arial" w:cs="Arial"/>
                <w:lang w:val="af-ZA"/>
              </w:rPr>
              <w:t>n rede vir jou antwoord</w:t>
            </w:r>
            <w:r w:rsidR="002455F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60" w:type="dxa"/>
          </w:tcPr>
          <w:p w:rsidR="007028D5" w:rsidRPr="002455FF" w:rsidRDefault="00461CC0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1E0221" w:rsidTr="001E0221">
        <w:tc>
          <w:tcPr>
            <w:tcW w:w="534" w:type="dxa"/>
          </w:tcPr>
          <w:p w:rsidR="007028D5" w:rsidRPr="001E0221" w:rsidRDefault="007028D5" w:rsidP="009500B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7028D5" w:rsidRPr="002455FF" w:rsidRDefault="007028D5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03" w:type="dxa"/>
          </w:tcPr>
          <w:p w:rsidR="007028D5" w:rsidRPr="002455FF" w:rsidRDefault="007028D5" w:rsidP="009500B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0" w:type="dxa"/>
          </w:tcPr>
          <w:p w:rsidR="007028D5" w:rsidRPr="002455FF" w:rsidRDefault="00AE6BFC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455FF">
              <w:rPr>
                <w:rFonts w:ascii="Arial" w:hAnsi="Arial" w:cs="Arial"/>
                <w:b/>
                <w:lang w:val="af-ZA"/>
              </w:rPr>
              <w:t>[1</w:t>
            </w:r>
            <w:r w:rsidR="00461CC0" w:rsidRPr="002455FF">
              <w:rPr>
                <w:rFonts w:ascii="Arial" w:hAnsi="Arial" w:cs="Arial"/>
                <w:b/>
                <w:lang w:val="af-ZA"/>
              </w:rPr>
              <w:t>8</w:t>
            </w:r>
            <w:r w:rsidRPr="002455FF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1E0221" w:rsidRDefault="001E0221" w:rsidP="004D1214">
      <w:pPr>
        <w:rPr>
          <w:rFonts w:ascii="Arial" w:hAnsi="Arial" w:cs="Arial"/>
        </w:rPr>
      </w:pPr>
    </w:p>
    <w:p w:rsidR="001E0221" w:rsidRDefault="001E0221" w:rsidP="004D1214">
      <w:pPr>
        <w:rPr>
          <w:rFonts w:ascii="Arial" w:hAnsi="Arial" w:cs="Arial"/>
        </w:rPr>
      </w:pPr>
    </w:p>
    <w:p w:rsidR="00760C9B" w:rsidRDefault="00760C9B" w:rsidP="004D1214">
      <w:pPr>
        <w:rPr>
          <w:rFonts w:ascii="Arial" w:hAnsi="Arial" w:cs="Arial"/>
        </w:rPr>
      </w:pPr>
    </w:p>
    <w:tbl>
      <w:tblPr>
        <w:tblW w:w="0" w:type="auto"/>
        <w:tblInd w:w="108" w:type="dxa"/>
        <w:tblLook w:val="01E0"/>
      </w:tblPr>
      <w:tblGrid>
        <w:gridCol w:w="550"/>
        <w:gridCol w:w="8335"/>
        <w:gridCol w:w="761"/>
      </w:tblGrid>
      <w:tr w:rsidR="001E0221" w:rsidRPr="002455FF" w:rsidTr="001E0221">
        <w:tc>
          <w:tcPr>
            <w:tcW w:w="8777" w:type="dxa"/>
            <w:gridSpan w:val="2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61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2455FF" w:rsidTr="001E0221">
        <w:tc>
          <w:tcPr>
            <w:tcW w:w="442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35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1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</w:p>
        </w:tc>
      </w:tr>
      <w:tr w:rsidR="001E0221" w:rsidRPr="002455FF" w:rsidTr="001E0221">
        <w:tc>
          <w:tcPr>
            <w:tcW w:w="442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  <w:r w:rsidRPr="002455FF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335" w:type="dxa"/>
          </w:tcPr>
          <w:p w:rsidR="001E0221" w:rsidRPr="002455FF" w:rsidRDefault="002455FF" w:rsidP="0029348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In die diagram is  P(4; -2) ’</w:t>
            </w:r>
            <w:r w:rsidR="001E0221" w:rsidRPr="002455FF">
              <w:rPr>
                <w:rFonts w:ascii="Arial" w:hAnsi="Arial" w:cs="Arial"/>
                <w:lang w:val="af-ZA"/>
              </w:rPr>
              <w:t>n punt op die sirkel met middelpunt C(-2; 0). Bepaal:</w:t>
            </w:r>
          </w:p>
        </w:tc>
        <w:tc>
          <w:tcPr>
            <w:tcW w:w="761" w:type="dxa"/>
          </w:tcPr>
          <w:p w:rsidR="001E0221" w:rsidRPr="002455FF" w:rsidRDefault="001E0221" w:rsidP="0029348B">
            <w:pPr>
              <w:rPr>
                <w:rFonts w:ascii="Arial" w:hAnsi="Arial" w:cs="Arial"/>
                <w:lang w:val="af-ZA"/>
              </w:rPr>
            </w:pPr>
          </w:p>
        </w:tc>
      </w:tr>
      <w:tr w:rsidR="00EA1E6D" w:rsidRPr="002455FF" w:rsidTr="001E0221">
        <w:tc>
          <w:tcPr>
            <w:tcW w:w="442" w:type="dxa"/>
          </w:tcPr>
          <w:p w:rsidR="00EA1E6D" w:rsidRPr="002455FF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35" w:type="dxa"/>
          </w:tcPr>
          <w:p w:rsidR="00EA1E6D" w:rsidRPr="002455FF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1" w:type="dxa"/>
          </w:tcPr>
          <w:p w:rsidR="00EA1E6D" w:rsidRPr="002455FF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1B4F9D" w:rsidRPr="001E0221" w:rsidRDefault="00AB7B26">
      <w:pPr>
        <w:jc w:val="center"/>
        <w:rPr>
          <w:rFonts w:ascii="Arial" w:hAnsi="Arial" w:cs="Arial"/>
          <w:b/>
          <w:bCs/>
          <w:u w:val="single"/>
        </w:rPr>
      </w:pPr>
      <w:r w:rsidRPr="00AB7B26">
        <w:rPr>
          <w:rFonts w:ascii="Arial" w:hAnsi="Arial" w:cs="Arial"/>
          <w:noProof/>
        </w:rPr>
        <w:pict>
          <v:shape id="_x0000_s4636" type="#_x0000_t202" style="position:absolute;left:0;text-align:left;margin-left:261.35pt;margin-top:6.95pt;width:48.45pt;height:19.95pt;z-index:251644416;mso-position-horizontal-relative:text;mso-position-vertical-relative:text" filled="f" stroked="f">
            <v:fill opacity="0"/>
            <v:textbox style="mso-next-textbox:#_x0000_s4636">
              <w:txbxContent>
                <w:p w:rsidR="00316F30" w:rsidRPr="002455FF" w:rsidRDefault="00316F30">
                  <w:pPr>
                    <w:rPr>
                      <w:rFonts w:ascii="Arial" w:hAnsi="Arial" w:cs="Arial"/>
                      <w:i/>
                    </w:rPr>
                  </w:pPr>
                  <w:r w:rsidRPr="002455FF">
                    <w:rPr>
                      <w:rFonts w:ascii="Arial" w:hAnsi="Arial" w:cs="Arial"/>
                    </w:rPr>
                    <w:t xml:space="preserve"> </w:t>
                  </w:r>
                  <w:r w:rsidRPr="002455FF">
                    <w:rPr>
                      <w:rFonts w:ascii="Arial" w:hAnsi="Arial" w:cs="Arial"/>
                      <w:i/>
                    </w:rPr>
                    <w:t>y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b/>
          <w:bCs/>
          <w:noProof/>
          <w:u w:val="single"/>
        </w:rPr>
        <w:pict>
          <v:line id="_x0000_s4622" style="position:absolute;left:0;text-align:left;z-index:251638272;mso-position-horizontal-relative:text;mso-position-vertical-relative:text" from="261.95pt,13.55pt" to="264.8pt,250.1pt">
            <v:stroke startarrow="block" endarrow="block"/>
          </v:line>
        </w:pict>
      </w:r>
      <w:r w:rsidRPr="00AB7B26">
        <w:rPr>
          <w:rFonts w:ascii="Arial" w:hAnsi="Arial" w:cs="Arial"/>
          <w:b/>
          <w:bCs/>
          <w:noProof/>
          <w:u w:val="single"/>
        </w:rPr>
        <w:pict>
          <v:oval id="_x0000_s4615" style="position:absolute;left:0;text-align:left;margin-left:142.25pt;margin-top:41.6pt;width:179.55pt;height:156.75pt;z-index:251635200;mso-position-horizontal-relative:text;mso-position-vertical-relative:text" filled="f" stroked="f">
            <v:fill opacity="0"/>
          </v:oval>
        </w:pict>
      </w: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AB7B26" w:rsidP="001B4F9D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oval id="_x0000_s4618" style="position:absolute;margin-left:167.9pt;margin-top:.65pt;width:162.45pt;height:165.3pt;z-index:251636224" fillcolor="black">
            <v:fill opacity="0"/>
          </v:oval>
        </w:pict>
      </w: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1B4F9D" w:rsidP="001B4F9D">
      <w:pPr>
        <w:rPr>
          <w:rFonts w:ascii="Arial" w:hAnsi="Arial" w:cs="Arial"/>
        </w:rPr>
      </w:pPr>
    </w:p>
    <w:p w:rsidR="001B4F9D" w:rsidRPr="001E0221" w:rsidRDefault="00AB7B26" w:rsidP="001B4F9D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633" type="#_x0000_t202" style="position:absolute;margin-left:259.1pt;margin-top:11.45pt;width:48.45pt;height:19.95pt;z-index:251641344" filled="f" stroked="f">
            <v:fill opacity="0"/>
            <v:textbox style="mso-next-textbox:#_x0000_s4633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>
                    <w:t xml:space="preserve"> </w:t>
                  </w:r>
                  <w:r w:rsidRPr="002455FF">
                    <w:rPr>
                      <w:rFonts w:ascii="Arial" w:hAnsi="Arial" w:cs="Arial"/>
                    </w:rPr>
                    <w:t>0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shape id="_x0000_s4634" type="#_x0000_t202" style="position:absolute;margin-left:210.65pt;margin-top:11.45pt;width:71.25pt;height:25.65pt;z-index:251642368" filled="f" stroked="f">
            <v:fill opacity="0"/>
            <v:textbox style="mso-next-textbox:#_x0000_s4634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C( -2; 0)</w:t>
                  </w:r>
                </w:p>
              </w:txbxContent>
            </v:textbox>
          </v:shape>
        </w:pict>
      </w:r>
    </w:p>
    <w:p w:rsidR="001B4F9D" w:rsidRPr="001E0221" w:rsidRDefault="00AB7B26" w:rsidP="001B4F9D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635" type="#_x0000_t202" style="position:absolute;margin-left:384.5pt;margin-top:.65pt;width:48.45pt;height:19.95pt;z-index:251643392" filled="f" stroked="f">
            <v:fill opacity="0"/>
            <v:textbox style="mso-next-textbox:#_x0000_s4635">
              <w:txbxContent>
                <w:p w:rsidR="00316F30" w:rsidRPr="002455FF" w:rsidRDefault="00316F30">
                  <w:pPr>
                    <w:rPr>
                      <w:rFonts w:ascii="Arial" w:hAnsi="Arial" w:cs="Arial"/>
                      <w:i/>
                    </w:rPr>
                  </w:pPr>
                  <w:r>
                    <w:t xml:space="preserve"> </w:t>
                  </w:r>
                  <w:r w:rsidRPr="002455FF">
                    <w:rPr>
                      <w:rFonts w:ascii="Arial" w:hAnsi="Arial" w:cs="Arial"/>
                      <w:i/>
                    </w:rPr>
                    <w:t>x</w:t>
                  </w:r>
                </w:p>
              </w:txbxContent>
            </v:textbox>
          </v:shape>
        </w:pict>
      </w:r>
      <w:r w:rsidRPr="00AB7B26">
        <w:rPr>
          <w:rFonts w:ascii="Arial" w:hAnsi="Arial" w:cs="Arial"/>
          <w:noProof/>
        </w:rPr>
        <w:pict>
          <v:line id="_x0000_s4621" style="position:absolute;z-index:251637248" from="93.8pt,2.9pt" to="401.6pt,2.9pt">
            <v:stroke startarrow="block" endarrow="block"/>
          </v:line>
        </w:pict>
      </w:r>
      <w:r w:rsidRPr="00AB7B26">
        <w:rPr>
          <w:rFonts w:ascii="Arial" w:hAnsi="Arial" w:cs="Arial"/>
          <w:noProof/>
        </w:rPr>
        <w:pict>
          <v:oval id="_x0000_s4774" style="position:absolute;margin-left:242pt;margin-top:.5pt;width:2.85pt;height:2.85pt;z-index:251716096" fillcolor="black"/>
        </w:pict>
      </w:r>
    </w:p>
    <w:p w:rsidR="001B4F9D" w:rsidRPr="001E0221" w:rsidRDefault="00AB7B26" w:rsidP="001B4F9D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shape id="_x0000_s4632" type="#_x0000_t202" style="position:absolute;margin-left:321.8pt;margin-top:12.35pt;width:57pt;height:19.95pt;z-index:251640320" filled="f" stroked="f">
            <v:fill opacity="0"/>
            <v:textbox style="mso-next-textbox:#_x0000_s4632">
              <w:txbxContent>
                <w:p w:rsidR="00316F30" w:rsidRPr="002455FF" w:rsidRDefault="00316F30">
                  <w:pPr>
                    <w:rPr>
                      <w:rFonts w:ascii="Arial" w:hAnsi="Arial" w:cs="Arial"/>
                    </w:rPr>
                  </w:pPr>
                  <w:r w:rsidRPr="002455FF">
                    <w:rPr>
                      <w:rFonts w:ascii="Arial" w:hAnsi="Arial" w:cs="Arial"/>
                    </w:rPr>
                    <w:t>P(4; -2)</w:t>
                  </w:r>
                </w:p>
              </w:txbxContent>
            </v:textbox>
          </v:shape>
        </w:pict>
      </w:r>
    </w:p>
    <w:p w:rsidR="001B4F9D" w:rsidRPr="001E0221" w:rsidRDefault="00AB7B26" w:rsidP="001B4F9D">
      <w:pPr>
        <w:rPr>
          <w:rFonts w:ascii="Arial" w:hAnsi="Arial" w:cs="Arial"/>
        </w:rPr>
      </w:pPr>
      <w:r w:rsidRPr="00AB7B26">
        <w:rPr>
          <w:rFonts w:ascii="Arial" w:hAnsi="Arial" w:cs="Arial"/>
          <w:noProof/>
        </w:rPr>
        <w:pict>
          <v:oval id="_x0000_s4631" style="position:absolute;margin-left:321.8pt;margin-top:7.1pt;width:2.85pt;height:2.85pt;z-index:251639296" fillcolor="black"/>
        </w:pict>
      </w:r>
    </w:p>
    <w:p w:rsidR="001B4F9D" w:rsidRPr="001E0221" w:rsidRDefault="001B4F9D">
      <w:pPr>
        <w:jc w:val="center"/>
        <w:rPr>
          <w:rFonts w:ascii="Arial" w:hAnsi="Arial" w:cs="Arial"/>
        </w:rPr>
      </w:pPr>
    </w:p>
    <w:p w:rsidR="001B4F9D" w:rsidRPr="001E0221" w:rsidRDefault="001B4F9D">
      <w:pPr>
        <w:jc w:val="center"/>
        <w:rPr>
          <w:rFonts w:ascii="Arial" w:hAnsi="Arial" w:cs="Arial"/>
        </w:rPr>
      </w:pPr>
    </w:p>
    <w:p w:rsidR="001B4F9D" w:rsidRPr="001E0221" w:rsidRDefault="001B4F9D" w:rsidP="001B4F9D">
      <w:pPr>
        <w:tabs>
          <w:tab w:val="left" w:pos="6285"/>
        </w:tabs>
        <w:rPr>
          <w:rFonts w:ascii="Arial" w:hAnsi="Arial" w:cs="Arial"/>
        </w:rPr>
      </w:pPr>
      <w:r w:rsidRPr="001E0221">
        <w:rPr>
          <w:rFonts w:ascii="Arial" w:hAnsi="Arial" w:cs="Arial"/>
        </w:rPr>
        <w:tab/>
      </w:r>
    </w:p>
    <w:p w:rsidR="001B4F9D" w:rsidRPr="001E0221" w:rsidRDefault="001B4F9D">
      <w:pPr>
        <w:jc w:val="center"/>
        <w:rPr>
          <w:rFonts w:ascii="Arial" w:hAnsi="Arial" w:cs="Arial"/>
        </w:rPr>
      </w:pPr>
    </w:p>
    <w:p w:rsidR="001B4F9D" w:rsidRPr="001E0221" w:rsidRDefault="001B4F9D">
      <w:pPr>
        <w:jc w:val="center"/>
        <w:rPr>
          <w:rFonts w:ascii="Arial" w:hAnsi="Arial" w:cs="Arial"/>
        </w:rPr>
      </w:pPr>
    </w:p>
    <w:p w:rsidR="001B4F9D" w:rsidRDefault="001B4F9D" w:rsidP="001E0221">
      <w:pPr>
        <w:rPr>
          <w:rFonts w:ascii="Arial" w:hAnsi="Arial" w:cs="Arial"/>
        </w:rPr>
      </w:pPr>
    </w:p>
    <w:p w:rsidR="001E0221" w:rsidRPr="001E0221" w:rsidRDefault="001E0221" w:rsidP="001E0221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550"/>
        <w:gridCol w:w="750"/>
        <w:gridCol w:w="7703"/>
        <w:gridCol w:w="643"/>
      </w:tblGrid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703" w:type="dxa"/>
          </w:tcPr>
          <w:p w:rsidR="00EA1E6D" w:rsidRPr="001D7AB8" w:rsidRDefault="002455FF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Die</w:t>
            </w:r>
            <w:r w:rsidR="006365D3" w:rsidRPr="001D7AB8">
              <w:rPr>
                <w:rFonts w:ascii="Arial" w:hAnsi="Arial" w:cs="Arial"/>
                <w:lang w:val="af-ZA"/>
              </w:rPr>
              <w:t xml:space="preserve"> vergelyking van die sirkel in die vorm</w:t>
            </w:r>
            <w:r w:rsidR="00EA1E6D" w:rsidRPr="001D7AB8">
              <w:rPr>
                <w:rFonts w:ascii="Arial" w:hAnsi="Arial" w:cs="Arial"/>
                <w:lang w:val="af-ZA"/>
              </w:rPr>
              <w:t>: ax</w:t>
            </w:r>
            <w:r w:rsidR="00EA1E6D" w:rsidRPr="001D7AB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EA1E6D" w:rsidRPr="001D7AB8">
              <w:rPr>
                <w:rFonts w:ascii="Arial" w:hAnsi="Arial" w:cs="Arial"/>
                <w:lang w:val="af-ZA"/>
              </w:rPr>
              <w:t xml:space="preserve"> + bx + cy</w:t>
            </w:r>
            <w:r w:rsidR="00EA1E6D" w:rsidRPr="001D7AB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EA1E6D" w:rsidRPr="001D7AB8">
              <w:rPr>
                <w:rFonts w:ascii="Arial" w:hAnsi="Arial" w:cs="Arial"/>
                <w:lang w:val="af-ZA"/>
              </w:rPr>
              <w:t xml:space="preserve"> + dy + e</w:t>
            </w:r>
            <w:r w:rsidR="00B2169F" w:rsidRPr="001D7AB8">
              <w:rPr>
                <w:rFonts w:ascii="Arial" w:hAnsi="Arial" w:cs="Arial"/>
                <w:lang w:val="af-ZA"/>
              </w:rPr>
              <w:t xml:space="preserve"> =  0.</w:t>
            </w: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703" w:type="dxa"/>
          </w:tcPr>
          <w:p w:rsidR="00EA1E6D" w:rsidRPr="001D7AB8" w:rsidRDefault="002455FF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D</w:t>
            </w:r>
            <w:r w:rsidR="006365D3" w:rsidRPr="001D7AB8">
              <w:rPr>
                <w:rFonts w:ascii="Arial" w:hAnsi="Arial" w:cs="Arial"/>
                <w:lang w:val="af-ZA"/>
              </w:rPr>
              <w:t>ie vergelyking van die raaklyn aan die sirkel by</w:t>
            </w:r>
            <w:r w:rsidR="00EA1E6D" w:rsidRPr="001D7AB8">
              <w:rPr>
                <w:rFonts w:ascii="Arial" w:hAnsi="Arial" w:cs="Arial"/>
                <w:lang w:val="af-ZA"/>
              </w:rPr>
              <w:t xml:space="preserve"> P.</w:t>
            </w: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703" w:type="dxa"/>
          </w:tcPr>
          <w:p w:rsidR="00EA1E6D" w:rsidRPr="001D7AB8" w:rsidRDefault="002455FF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O</w:t>
            </w:r>
            <w:r w:rsidR="006365D3" w:rsidRPr="001D7AB8">
              <w:rPr>
                <w:rFonts w:ascii="Arial" w:hAnsi="Arial" w:cs="Arial"/>
                <w:lang w:val="af-ZA"/>
              </w:rPr>
              <w:t>f die punt</w:t>
            </w:r>
            <w:r w:rsidR="00EA1E6D" w:rsidRPr="001D7AB8">
              <w:rPr>
                <w:rFonts w:ascii="Arial" w:hAnsi="Arial" w:cs="Arial"/>
                <w:lang w:val="af-ZA"/>
              </w:rPr>
              <w:t xml:space="preserve"> (3; 4) </w:t>
            </w:r>
            <w:r w:rsidR="006365D3" w:rsidRPr="001D7AB8">
              <w:rPr>
                <w:rFonts w:ascii="Arial" w:hAnsi="Arial" w:cs="Arial"/>
                <w:lang w:val="af-ZA"/>
              </w:rPr>
              <w:t>binne of buite die sirkel lê.</w:t>
            </w:r>
          </w:p>
        </w:tc>
        <w:tc>
          <w:tcPr>
            <w:tcW w:w="643" w:type="dxa"/>
          </w:tcPr>
          <w:p w:rsidR="00EA1E6D" w:rsidRPr="001D7AB8" w:rsidRDefault="00CE5675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E5675" w:rsidRPr="001D7AB8" w:rsidTr="001E0221">
        <w:tc>
          <w:tcPr>
            <w:tcW w:w="550" w:type="dxa"/>
          </w:tcPr>
          <w:p w:rsidR="00CE5675" w:rsidRPr="001D7AB8" w:rsidRDefault="00CE5675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453" w:type="dxa"/>
            <w:gridSpan w:val="2"/>
          </w:tcPr>
          <w:p w:rsidR="00CE5675" w:rsidRPr="001D7AB8" w:rsidRDefault="006365D3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Die punt</w:t>
            </w:r>
            <w:r w:rsidR="00CE5675" w:rsidRPr="001D7AB8">
              <w:rPr>
                <w:rFonts w:ascii="Arial" w:hAnsi="Arial" w:cs="Arial"/>
                <w:lang w:val="af-ZA"/>
              </w:rPr>
              <w:t xml:space="preserve"> (1; p) </w:t>
            </w:r>
            <w:r w:rsidRPr="001D7AB8">
              <w:rPr>
                <w:rFonts w:ascii="Arial" w:hAnsi="Arial" w:cs="Arial"/>
                <w:lang w:val="af-ZA"/>
              </w:rPr>
              <w:t xml:space="preserve">lê op die sirkel </w:t>
            </w:r>
            <w:r w:rsidR="00CE5675" w:rsidRPr="001D7AB8">
              <w:rPr>
                <w:rFonts w:ascii="Arial" w:hAnsi="Arial" w:cs="Arial"/>
                <w:lang w:val="af-ZA"/>
              </w:rPr>
              <w:t xml:space="preserve"> x</w:t>
            </w:r>
            <w:r w:rsidR="00CE5675" w:rsidRPr="001D7AB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CE5675" w:rsidRPr="001D7AB8">
              <w:rPr>
                <w:rFonts w:ascii="Arial" w:hAnsi="Arial" w:cs="Arial"/>
                <w:lang w:val="af-ZA"/>
              </w:rPr>
              <w:t xml:space="preserve"> – 4x + y</w:t>
            </w:r>
            <w:r w:rsidR="00CE5675" w:rsidRPr="001D7AB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="00CE5675" w:rsidRPr="001D7AB8">
              <w:rPr>
                <w:rFonts w:ascii="Arial" w:hAnsi="Arial" w:cs="Arial"/>
                <w:lang w:val="af-ZA"/>
              </w:rPr>
              <w:t xml:space="preserve"> – 2y – 45 = 0.</w:t>
            </w:r>
          </w:p>
        </w:tc>
        <w:tc>
          <w:tcPr>
            <w:tcW w:w="643" w:type="dxa"/>
          </w:tcPr>
          <w:p w:rsidR="00CE5675" w:rsidRPr="001D7AB8" w:rsidRDefault="00CE567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CE5675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703" w:type="dxa"/>
          </w:tcPr>
          <w:p w:rsidR="00EA1E6D" w:rsidRPr="001D7AB8" w:rsidRDefault="006365D3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 xml:space="preserve">Bereken die waardes van </w:t>
            </w:r>
            <w:r w:rsidR="00CE5675" w:rsidRPr="001D7AB8">
              <w:rPr>
                <w:rFonts w:ascii="Arial" w:hAnsi="Arial" w:cs="Arial"/>
                <w:lang w:val="af-ZA"/>
              </w:rPr>
              <w:t xml:space="preserve"> p.</w:t>
            </w:r>
          </w:p>
        </w:tc>
        <w:tc>
          <w:tcPr>
            <w:tcW w:w="643" w:type="dxa"/>
          </w:tcPr>
          <w:p w:rsidR="00EA1E6D" w:rsidRPr="001D7AB8" w:rsidRDefault="00CE5675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EA1E6D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CE5675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703" w:type="dxa"/>
          </w:tcPr>
          <w:p w:rsidR="00EA1E6D" w:rsidRPr="001D7AB8" w:rsidRDefault="006365D3" w:rsidP="0029348B">
            <w:pPr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Bereken die oppervlakte van die sirkel.</w:t>
            </w:r>
          </w:p>
        </w:tc>
        <w:tc>
          <w:tcPr>
            <w:tcW w:w="643" w:type="dxa"/>
          </w:tcPr>
          <w:p w:rsidR="00EA1E6D" w:rsidRPr="001D7AB8" w:rsidRDefault="00CE5675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1D7AB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0221" w:rsidRPr="001D7AB8" w:rsidTr="001E0221">
        <w:tc>
          <w:tcPr>
            <w:tcW w:w="5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03" w:type="dxa"/>
          </w:tcPr>
          <w:p w:rsidR="00EA1E6D" w:rsidRPr="001D7AB8" w:rsidRDefault="00EA1E6D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EA1E6D" w:rsidRPr="001D7AB8" w:rsidRDefault="00CE567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1D7AB8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  <w:tr w:rsidR="004972A5" w:rsidRPr="001D7AB8" w:rsidTr="001E0221">
        <w:tc>
          <w:tcPr>
            <w:tcW w:w="550" w:type="dxa"/>
          </w:tcPr>
          <w:p w:rsidR="004972A5" w:rsidRPr="001D7AB8" w:rsidRDefault="004972A5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53" w:type="dxa"/>
            <w:gridSpan w:val="2"/>
          </w:tcPr>
          <w:p w:rsidR="004972A5" w:rsidRPr="001D7AB8" w:rsidRDefault="004972A5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4972A5" w:rsidRPr="001D7AB8" w:rsidRDefault="004972A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972A5" w:rsidRPr="001D7AB8" w:rsidTr="001E0221">
        <w:tc>
          <w:tcPr>
            <w:tcW w:w="550" w:type="dxa"/>
          </w:tcPr>
          <w:p w:rsidR="004972A5" w:rsidRPr="001D7AB8" w:rsidRDefault="004972A5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53" w:type="dxa"/>
            <w:gridSpan w:val="2"/>
          </w:tcPr>
          <w:p w:rsidR="004972A5" w:rsidRPr="001D7AB8" w:rsidRDefault="004972A5" w:rsidP="002934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</w:tcPr>
          <w:p w:rsidR="004972A5" w:rsidRPr="001D7AB8" w:rsidRDefault="004972A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972A5" w:rsidRPr="001E0221" w:rsidRDefault="004972A5" w:rsidP="004972A5">
      <w:pPr>
        <w:rPr>
          <w:rFonts w:ascii="Arial" w:hAnsi="Arial" w:cs="Arial"/>
        </w:rPr>
      </w:pPr>
    </w:p>
    <w:p w:rsidR="00937C60" w:rsidRPr="001E0221" w:rsidRDefault="00937C60" w:rsidP="004972A5">
      <w:pPr>
        <w:rPr>
          <w:rFonts w:ascii="Arial" w:hAnsi="Arial" w:cs="Arial"/>
          <w:b/>
        </w:rPr>
      </w:pPr>
    </w:p>
    <w:p w:rsidR="00937C60" w:rsidRDefault="00937C60" w:rsidP="004972A5">
      <w:pPr>
        <w:rPr>
          <w:rFonts w:ascii="Arial" w:hAnsi="Arial" w:cs="Arial"/>
          <w:b/>
          <w:sz w:val="16"/>
          <w:szCs w:val="16"/>
        </w:rPr>
      </w:pPr>
    </w:p>
    <w:p w:rsidR="00760C9B" w:rsidRDefault="00760C9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760C9B" w:rsidRPr="005E0695" w:rsidRDefault="00760C9B" w:rsidP="004972A5">
      <w:pPr>
        <w:rPr>
          <w:rFonts w:ascii="Arial" w:hAnsi="Arial" w:cs="Arial"/>
          <w:b/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567"/>
        <w:gridCol w:w="851"/>
        <w:gridCol w:w="9"/>
        <w:gridCol w:w="7645"/>
        <w:gridCol w:w="709"/>
      </w:tblGrid>
      <w:tr w:rsidR="005E0695" w:rsidRPr="0005436F" w:rsidTr="005E0695">
        <w:tc>
          <w:tcPr>
            <w:tcW w:w="9072" w:type="dxa"/>
            <w:gridSpan w:val="4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60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45" w:type="dxa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505" w:type="dxa"/>
            <w:gridSpan w:val="3"/>
          </w:tcPr>
          <w:p w:rsidR="00AF5CD9" w:rsidRPr="0005436F" w:rsidRDefault="00D057E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Die punt</w:t>
            </w:r>
            <w:r w:rsidR="00AF5CD9" w:rsidRPr="0005436F">
              <w:rPr>
                <w:rFonts w:ascii="Arial" w:hAnsi="Arial" w:cs="Arial"/>
                <w:lang w:val="af-ZA"/>
              </w:rPr>
              <w:t xml:space="preserve"> A(-5; 2) </w:t>
            </w:r>
            <w:r w:rsidRPr="0005436F">
              <w:rPr>
                <w:rFonts w:ascii="Arial" w:hAnsi="Arial" w:cs="Arial"/>
                <w:lang w:val="af-ZA"/>
              </w:rPr>
              <w:t>word gegee</w:t>
            </w:r>
            <w:r w:rsidR="00B2169F" w:rsidRPr="0005436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654" w:type="dxa"/>
            <w:gridSpan w:val="2"/>
          </w:tcPr>
          <w:p w:rsidR="00AF5CD9" w:rsidRPr="0005436F" w:rsidRDefault="00D057E0" w:rsidP="002455FF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As </w:t>
            </w:r>
            <w:r w:rsidR="00B2169F" w:rsidRPr="0005436F">
              <w:rPr>
                <w:rFonts w:ascii="Arial" w:hAnsi="Arial" w:cs="Arial"/>
                <w:lang w:val="af-ZA"/>
              </w:rPr>
              <w:t xml:space="preserve"> A om die oorsprong</w:t>
            </w:r>
            <w:r w:rsidRPr="0005436F">
              <w:rPr>
                <w:rFonts w:ascii="Arial" w:hAnsi="Arial" w:cs="Arial"/>
                <w:lang w:val="af-ZA"/>
              </w:rPr>
              <w:t xml:space="preserve"> geroteer word deur</w:t>
            </w:r>
            <w:r w:rsidR="00AF5CD9" w:rsidRPr="0005436F">
              <w:rPr>
                <w:rFonts w:ascii="Arial" w:hAnsi="Arial" w:cs="Arial"/>
                <w:lang w:val="af-ZA"/>
              </w:rPr>
              <w:t xml:space="preserve"> 180° </w:t>
            </w:r>
            <w:r w:rsidRPr="0005436F">
              <w:rPr>
                <w:rFonts w:ascii="Arial" w:hAnsi="Arial" w:cs="Arial"/>
                <w:lang w:val="af-ZA"/>
              </w:rPr>
              <w:t>na</w:t>
            </w:r>
            <w:r w:rsidR="00AF5CD9" w:rsidRPr="0005436F">
              <w:rPr>
                <w:rFonts w:ascii="Arial" w:hAnsi="Arial" w:cs="Arial"/>
                <w:lang w:val="af-ZA"/>
              </w:rPr>
              <w:t xml:space="preserve"> A', </w:t>
            </w:r>
            <w:r w:rsidRPr="0005436F">
              <w:rPr>
                <w:rFonts w:ascii="Arial" w:hAnsi="Arial" w:cs="Arial"/>
                <w:lang w:val="af-ZA"/>
              </w:rPr>
              <w:t>skryf die koördinate van</w:t>
            </w:r>
            <w:r w:rsidR="002455FF" w:rsidRPr="0005436F">
              <w:rPr>
                <w:rFonts w:ascii="Arial" w:hAnsi="Arial" w:cs="Arial"/>
                <w:lang w:val="af-ZA"/>
              </w:rPr>
              <w:t xml:space="preserve"> A' neer.</w:t>
            </w: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654" w:type="dxa"/>
            <w:gridSpan w:val="2"/>
          </w:tcPr>
          <w:p w:rsidR="00AF5CD9" w:rsidRPr="0005436F" w:rsidRDefault="00D057E0" w:rsidP="0005436F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As</w:t>
            </w:r>
            <w:r w:rsidR="001E6A22">
              <w:rPr>
                <w:rFonts w:ascii="Arial" w:hAnsi="Arial" w:cs="Arial"/>
                <w:lang w:val="af-ZA"/>
              </w:rPr>
              <w:t xml:space="preserve"> A </w:t>
            </w:r>
            <w:r w:rsidR="00AF5CD9" w:rsidRPr="0005436F">
              <w:rPr>
                <w:rFonts w:ascii="Arial" w:hAnsi="Arial" w:cs="Arial"/>
                <w:lang w:val="af-ZA"/>
              </w:rPr>
              <w:t>anti-</w:t>
            </w:r>
            <w:r w:rsidRPr="0005436F">
              <w:rPr>
                <w:rFonts w:ascii="Arial" w:hAnsi="Arial" w:cs="Arial"/>
                <w:lang w:val="af-ZA"/>
              </w:rPr>
              <w:t>kloksgewys</w:t>
            </w:r>
            <w:r w:rsidR="001E6A22">
              <w:rPr>
                <w:rFonts w:ascii="Arial" w:hAnsi="Arial" w:cs="Arial"/>
                <w:lang w:val="af-ZA"/>
              </w:rPr>
              <w:t xml:space="preserve"> om die oorsprong</w:t>
            </w:r>
            <w:r w:rsidRPr="0005436F">
              <w:rPr>
                <w:rFonts w:ascii="Arial" w:hAnsi="Arial" w:cs="Arial"/>
                <w:lang w:val="af-ZA"/>
              </w:rPr>
              <w:t xml:space="preserve"> geroteer word deur </w:t>
            </w:r>
            <w:r w:rsidR="00B2169F" w:rsidRPr="0005436F">
              <w:rPr>
                <w:rFonts w:ascii="Arial" w:hAnsi="Arial" w:cs="Arial"/>
                <w:lang w:val="af-ZA"/>
              </w:rPr>
              <w:t>90</w:t>
            </w:r>
            <w:r w:rsidR="00AF5CD9" w:rsidRPr="0005436F">
              <w:rPr>
                <w:rFonts w:ascii="Arial" w:hAnsi="Arial" w:cs="Arial"/>
                <w:lang w:val="af-ZA"/>
              </w:rPr>
              <w:t>°</w:t>
            </w:r>
            <w:r w:rsidRPr="0005436F">
              <w:rPr>
                <w:rFonts w:ascii="Arial" w:hAnsi="Arial" w:cs="Arial"/>
                <w:lang w:val="af-ZA"/>
              </w:rPr>
              <w:t xml:space="preserve"> na</w:t>
            </w:r>
            <w:r w:rsidR="00AF5CD9" w:rsidRPr="0005436F">
              <w:rPr>
                <w:rFonts w:ascii="Arial" w:hAnsi="Arial" w:cs="Arial"/>
                <w:lang w:val="af-ZA"/>
              </w:rPr>
              <w:t xml:space="preserve"> A'', </w:t>
            </w:r>
            <w:r w:rsidRPr="0005436F">
              <w:rPr>
                <w:rFonts w:ascii="Arial" w:hAnsi="Arial" w:cs="Arial"/>
                <w:lang w:val="af-ZA"/>
              </w:rPr>
              <w:t>skryf die</w:t>
            </w:r>
            <w:r w:rsidR="00AF5CD9" w:rsidRPr="0005436F">
              <w:rPr>
                <w:rFonts w:ascii="Arial" w:hAnsi="Arial" w:cs="Arial"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lang w:val="af-ZA"/>
              </w:rPr>
              <w:t>koördinate van</w:t>
            </w:r>
            <w:r w:rsidR="0005436F" w:rsidRPr="0005436F">
              <w:rPr>
                <w:rFonts w:ascii="Arial" w:hAnsi="Arial" w:cs="Arial"/>
                <w:lang w:val="af-ZA"/>
              </w:rPr>
              <w:t xml:space="preserve"> A'' neer.</w:t>
            </w: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AF5CD9" w:rsidRPr="0005436F" w:rsidRDefault="00AF5CD9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2580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3.1.</w:t>
            </w:r>
            <w:r w:rsidR="00B2169F" w:rsidRPr="0005436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654" w:type="dxa"/>
            <w:gridSpan w:val="2"/>
          </w:tcPr>
          <w:p w:rsidR="00AF5CD9" w:rsidRPr="0005436F" w:rsidRDefault="00D057E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Gee die reël waardeur </w:t>
            </w:r>
            <w:r w:rsidR="00A25803" w:rsidRPr="0005436F">
              <w:rPr>
                <w:rFonts w:ascii="Arial" w:hAnsi="Arial" w:cs="Arial"/>
                <w:lang w:val="af-ZA"/>
              </w:rPr>
              <w:t xml:space="preserve"> A </w:t>
            </w:r>
            <w:r w:rsidRPr="0005436F">
              <w:rPr>
                <w:rFonts w:ascii="Arial" w:hAnsi="Arial" w:cs="Arial"/>
                <w:lang w:val="af-ZA"/>
              </w:rPr>
              <w:t>na</w:t>
            </w:r>
            <w:r w:rsidR="00A25803" w:rsidRPr="0005436F">
              <w:rPr>
                <w:rFonts w:ascii="Arial" w:hAnsi="Arial" w:cs="Arial"/>
                <w:lang w:val="af-ZA"/>
              </w:rPr>
              <w:t xml:space="preserve"> A''</w:t>
            </w:r>
            <w:r w:rsidRPr="0005436F">
              <w:rPr>
                <w:rFonts w:ascii="Arial" w:hAnsi="Arial" w:cs="Arial"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b/>
                <w:lang w:val="af-ZA"/>
              </w:rPr>
              <w:t>getransleer</w:t>
            </w:r>
            <w:r w:rsidRPr="0005436F">
              <w:rPr>
                <w:rFonts w:ascii="Arial" w:hAnsi="Arial" w:cs="Arial"/>
                <w:lang w:val="af-ZA"/>
              </w:rPr>
              <w:t xml:space="preserve"> kan word.</w:t>
            </w:r>
          </w:p>
        </w:tc>
        <w:tc>
          <w:tcPr>
            <w:tcW w:w="709" w:type="dxa"/>
          </w:tcPr>
          <w:p w:rsidR="00AF5CD9" w:rsidRPr="0005436F" w:rsidRDefault="00A25803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F5CD9" w:rsidRPr="0005436F" w:rsidRDefault="00AF5CD9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F5CD9" w:rsidRPr="0005436F" w:rsidRDefault="00AF5CD9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505" w:type="dxa"/>
            <w:gridSpan w:val="3"/>
          </w:tcPr>
          <w:p w:rsidR="008B6ED6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84" style="position:absolute;z-index:251667968;mso-position-horizontal-relative:text;mso-position-vertical-relative:text" from="208.05pt,25.4pt" to="208.05pt,407.3pt" strokeweight="2.25pt">
                  <v:stroke startarrow="block" endarrow="block"/>
                </v:line>
              </w:pict>
            </w:r>
            <w:r w:rsidR="00A25803" w:rsidRPr="0005436F">
              <w:rPr>
                <w:rFonts w:ascii="Arial" w:hAnsi="Arial" w:cs="Arial"/>
                <w:lang w:val="af-ZA"/>
              </w:rPr>
              <w:t xml:space="preserve">∆PQR </w:t>
            </w:r>
            <w:r w:rsidR="00D057E0" w:rsidRPr="0005436F">
              <w:rPr>
                <w:rFonts w:ascii="Arial" w:hAnsi="Arial" w:cs="Arial"/>
                <w:lang w:val="af-ZA"/>
              </w:rPr>
              <w:t>met hoekpunte</w:t>
            </w:r>
            <w:r w:rsidR="00A25803" w:rsidRPr="0005436F">
              <w:rPr>
                <w:rFonts w:ascii="Arial" w:hAnsi="Arial" w:cs="Arial"/>
                <w:lang w:val="af-ZA"/>
              </w:rPr>
              <w:t xml:space="preserve"> P(-2; 6), Q(-2; 2) </w:t>
            </w:r>
            <w:r w:rsidR="00D057E0" w:rsidRPr="0005436F">
              <w:rPr>
                <w:rFonts w:ascii="Arial" w:hAnsi="Arial" w:cs="Arial"/>
                <w:lang w:val="af-ZA"/>
              </w:rPr>
              <w:t>en</w:t>
            </w:r>
            <w:r w:rsidR="00A25803" w:rsidRPr="0005436F">
              <w:rPr>
                <w:rFonts w:ascii="Arial" w:hAnsi="Arial" w:cs="Arial"/>
                <w:lang w:val="af-ZA"/>
              </w:rPr>
              <w:t xml:space="preserve"> R(-6; 2) </w:t>
            </w:r>
            <w:r w:rsidR="0005436F">
              <w:rPr>
                <w:rFonts w:ascii="Arial" w:hAnsi="Arial" w:cs="Arial"/>
                <w:lang w:val="af-ZA"/>
              </w:rPr>
              <w:t>word op ’</w:t>
            </w:r>
            <w:r w:rsidR="00D057E0" w:rsidRPr="0005436F">
              <w:rPr>
                <w:rFonts w:ascii="Arial" w:hAnsi="Arial" w:cs="Arial"/>
                <w:lang w:val="af-ZA"/>
              </w:rPr>
              <w:t>n Cartesiese vlak hieronder aangetoon.</w:t>
            </w: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8B6ED6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85" style="position:absolute;z-index:251668992;mso-position-horizontal-relative:text;mso-position-vertical-relative:text" from="20.75pt,187.75pt" to="448.25pt,187.75pt" strokeweight="2.25pt">
                  <v:stroke startarrow="block" endarrow="block"/>
                </v:line>
              </w:pict>
            </w:r>
          </w:p>
        </w:tc>
        <w:tc>
          <w:tcPr>
            <w:tcW w:w="8505" w:type="dxa"/>
            <w:gridSpan w:val="3"/>
          </w:tcPr>
          <w:p w:rsidR="008B6ED6" w:rsidRPr="0005436F" w:rsidRDefault="00AB7B2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AB7B26">
              <w:rPr>
                <w:rFonts w:ascii="Arial" w:hAnsi="Arial" w:cs="Arial"/>
                <w:noProof/>
                <w:sz w:val="18"/>
                <w:szCs w:val="18"/>
                <w:lang w:val="af-ZA"/>
              </w:rPr>
              <w:pict>
                <v:line id="_x0000_s4683" style="position:absolute;z-index:251666944;mso-position-horizontal-relative:text;mso-position-vertical-relative:text" from="407.5pt,-6.15pt" to="421.75pt,5.25pt" stroked="f"/>
              </w:pict>
            </w:r>
          </w:p>
          <w:tbl>
            <w:tblPr>
              <w:tblW w:w="8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0"/>
              <w:gridCol w:w="520"/>
              <w:gridCol w:w="520"/>
              <w:gridCol w:w="520"/>
              <w:gridCol w:w="520"/>
              <w:gridCol w:w="520"/>
              <w:gridCol w:w="457"/>
              <w:gridCol w:w="583"/>
              <w:gridCol w:w="520"/>
              <w:gridCol w:w="521"/>
              <w:gridCol w:w="521"/>
              <w:gridCol w:w="521"/>
              <w:gridCol w:w="521"/>
              <w:gridCol w:w="521"/>
              <w:gridCol w:w="521"/>
              <w:gridCol w:w="521"/>
            </w:tblGrid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8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shape id="_x0000_s4695" type="#_x0000_t202" style="position:absolute;margin-left:14pt;margin-top:15.75pt;width:31.35pt;height:28.5pt;z-index:251676160;mso-position-horizontal-relative:text;mso-position-vertical-relative:text" stroked="f">
                        <v:fill opacity="0"/>
                        <v:textbox style="mso-next-textbox:#_x0000_s4695">
                          <w:txbxContent>
                            <w:p w:rsidR="00316F30" w:rsidRPr="00017C76" w:rsidRDefault="00316F30" w:rsidP="00840A7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17C76">
                                <w:rPr>
                                  <w:rFonts w:ascii="Arial" w:hAnsi="Arial" w:cs="Arial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7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line id="_x0000_s4692" style="position:absolute;flip:y;z-index:251673088;mso-position-horizontal-relative:text;mso-position-vertical-relative:text" from="20.25pt,-.05pt" to="122.85pt,88.3pt" strokeweight="1.5pt"/>
                    </w:pict>
                  </w: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line id="_x0000_s4691" style="position:absolute;z-index:251672064;mso-position-horizontal-relative:text;mso-position-vertical-relative:text" from="-5.4pt,-.15pt" to="-5.4pt,88.2pt" strokeweight="1.5pt"/>
                    </w:pict>
                  </w: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6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5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hRule="exact"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4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shape id="_x0000_s4693" type="#_x0000_t202" style="position:absolute;margin-left:4.65pt;margin-top:17.35pt;width:31.35pt;height:28.5pt;z-index:251674112;mso-position-horizontal-relative:text;mso-position-vertical-relative:text" stroked="f">
                        <v:fill opacity="0"/>
                        <v:textbox style="mso-next-textbox:#_x0000_s4693">
                          <w:txbxContent>
                            <w:p w:rsidR="00316F30" w:rsidRPr="00017C76" w:rsidRDefault="00316F3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17C76">
                                <w:rPr>
                                  <w:rFonts w:ascii="Arial" w:hAnsi="Arial" w:cs="Arial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line id="_x0000_s4690" style="position:absolute;z-index:251671040;mso-position-horizontal-relative:text;mso-position-vertical-relative:text" from="20pt,21.75pt" to="122.6pt,21.75pt" strokeweight="1.5pt"/>
                    </w:pict>
                  </w: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lang w:val="af-ZA"/>
                    </w:rPr>
                    <w:pict>
                      <v:shape id="_x0000_s4694" type="#_x0000_t202" style="position:absolute;margin-left:14.15pt;margin-top:17.9pt;width:31.35pt;height:28.5pt;z-index:251675136;mso-position-horizontal-relative:text;mso-position-vertical-relative:text" stroked="f">
                        <v:fill opacity="0"/>
                        <v:textbox style="mso-next-textbox:#_x0000_s4694">
                          <w:txbxContent>
                            <w:p w:rsidR="00316F30" w:rsidRPr="00017C76" w:rsidRDefault="00316F30" w:rsidP="00840A7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17C76"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3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2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E3790C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1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-7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-6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-5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-4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-3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-2</w:t>
                  </w:r>
                </w:p>
              </w:tc>
              <w:tc>
                <w:tcPr>
                  <w:tcW w:w="457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-1</w:t>
                  </w:r>
                </w:p>
              </w:tc>
              <w:tc>
                <w:tcPr>
                  <w:tcW w:w="583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0</w:t>
                  </w:r>
                </w:p>
              </w:tc>
              <w:tc>
                <w:tcPr>
                  <w:tcW w:w="520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1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2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3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4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5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6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7</w:t>
                  </w:r>
                </w:p>
              </w:tc>
              <w:tc>
                <w:tcPr>
                  <w:tcW w:w="521" w:type="dxa"/>
                </w:tcPr>
                <w:p w:rsidR="0080541B" w:rsidRPr="0005436F" w:rsidRDefault="00E3790C" w:rsidP="00EE5CC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8</w:t>
                  </w: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-1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503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-2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-3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-4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-5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3C12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-6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1E0221" w:rsidRPr="0005436F" w:rsidTr="00EE5CC6">
              <w:trPr>
                <w:trHeight w:val="432"/>
              </w:trPr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57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83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0" w:type="dxa"/>
                </w:tcPr>
                <w:p w:rsidR="0080541B" w:rsidRPr="0005436F" w:rsidRDefault="00AB7B26" w:rsidP="004972A5">
                  <w:pPr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AB7B26">
                    <w:rPr>
                      <w:rFonts w:ascii="Arial" w:hAnsi="Arial" w:cs="Arial"/>
                      <w:noProof/>
                      <w:sz w:val="20"/>
                      <w:szCs w:val="20"/>
                      <w:lang w:val="af-ZA"/>
                    </w:rPr>
                    <w:pict>
                      <v:line id="_x0000_s4688" style="position:absolute;z-index:251670016;mso-position-horizontal-relative:text;mso-position-vertical-relative:text" from="-2.85pt,60.1pt" to="22.8pt,68.65pt" stroked="f"/>
                    </w:pict>
                  </w:r>
                  <w:r w:rsidR="00AB3C12" w:rsidRPr="0005436F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-7</w:t>
                  </w: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21" w:type="dxa"/>
                </w:tcPr>
                <w:p w:rsidR="0080541B" w:rsidRPr="0005436F" w:rsidRDefault="0080541B" w:rsidP="004972A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1E6A22" w:rsidRPr="001E6A22" w:rsidRDefault="001E6A22" w:rsidP="004972A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8B6ED6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654" w:type="dxa"/>
            <w:gridSpan w:val="2"/>
          </w:tcPr>
          <w:p w:rsidR="00A25803" w:rsidRPr="0005436F" w:rsidRDefault="00A2580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∆P'Q'R' </w:t>
            </w:r>
            <w:r w:rsidR="00D057E0" w:rsidRPr="0005436F">
              <w:rPr>
                <w:rFonts w:ascii="Arial" w:hAnsi="Arial" w:cs="Arial"/>
                <w:lang w:val="af-ZA"/>
              </w:rPr>
              <w:t>is die beeld van</w:t>
            </w:r>
            <w:r w:rsidRPr="0005436F">
              <w:rPr>
                <w:rFonts w:ascii="Arial" w:hAnsi="Arial" w:cs="Arial"/>
                <w:lang w:val="af-ZA"/>
              </w:rPr>
              <w:t xml:space="preserve"> ∆PQR </w:t>
            </w:r>
            <w:r w:rsidR="002F2C84" w:rsidRPr="0005436F">
              <w:rPr>
                <w:rFonts w:ascii="Arial" w:hAnsi="Arial" w:cs="Arial"/>
                <w:lang w:val="af-ZA"/>
              </w:rPr>
              <w:t xml:space="preserve">na dit verklein is met </w:t>
            </w:r>
            <w:r w:rsidR="00E71801" w:rsidRPr="0005436F">
              <w:rPr>
                <w:rFonts w:ascii="Arial" w:hAnsi="Arial" w:cs="Arial"/>
                <w:lang w:val="af-ZA"/>
              </w:rPr>
              <w:t>'</w:t>
            </w:r>
            <w:r w:rsidR="002F2C84" w:rsidRPr="0005436F">
              <w:rPr>
                <w:rFonts w:ascii="Arial" w:hAnsi="Arial" w:cs="Arial"/>
                <w:lang w:val="af-ZA"/>
              </w:rPr>
              <w:t>n faktor van</w:t>
            </w:r>
            <w:r w:rsidRPr="0005436F">
              <w:rPr>
                <w:rFonts w:ascii="Arial" w:hAnsi="Arial" w:cs="Arial"/>
                <w:lang w:val="af-ZA"/>
              </w:rPr>
              <w:t xml:space="preserve"> </w:t>
            </w:r>
            <w:r w:rsidR="005E0695" w:rsidRPr="0005436F">
              <w:rPr>
                <w:rFonts w:ascii="Arial" w:hAnsi="Arial" w:cs="Arial"/>
                <w:position w:val="-24"/>
                <w:lang w:val="af-ZA"/>
              </w:rPr>
              <w:object w:dxaOrig="240" w:dyaOrig="620">
                <v:shape id="_x0000_i1026" type="#_x0000_t75" style="width:12pt;height:31pt" o:ole="">
                  <v:imagedata r:id="rId16" o:title=""/>
                </v:shape>
                <o:OLEObject Type="Embed" ProgID="Equation.3" ShapeID="_x0000_i1026" DrawAspect="Content" ObjectID="_1309867773" r:id="rId17"/>
              </w:object>
            </w:r>
            <w:r w:rsidRPr="0005436F">
              <w:rPr>
                <w:rFonts w:ascii="Arial" w:hAnsi="Arial" w:cs="Arial"/>
                <w:lang w:val="af-ZA"/>
              </w:rPr>
              <w:t xml:space="preserve">. </w:t>
            </w:r>
            <w:r w:rsidR="002F2C84" w:rsidRPr="0005436F">
              <w:rPr>
                <w:rFonts w:ascii="Arial" w:hAnsi="Arial" w:cs="Arial"/>
                <w:lang w:val="af-ZA"/>
              </w:rPr>
              <w:t xml:space="preserve">Teken </w:t>
            </w:r>
            <w:r w:rsidRPr="0005436F">
              <w:rPr>
                <w:rFonts w:ascii="Arial" w:hAnsi="Arial" w:cs="Arial"/>
                <w:lang w:val="af-ZA"/>
              </w:rPr>
              <w:t xml:space="preserve">∆P'Q'R' </w:t>
            </w:r>
            <w:r w:rsidR="00CB1F52" w:rsidRPr="0005436F">
              <w:rPr>
                <w:rFonts w:ascii="Arial" w:hAnsi="Arial" w:cs="Arial"/>
                <w:lang w:val="af-ZA"/>
              </w:rPr>
              <w:t>op die grafiekpapier wat voorsien word</w:t>
            </w:r>
            <w:r w:rsidRPr="0005436F">
              <w:rPr>
                <w:rFonts w:ascii="Arial" w:hAnsi="Arial" w:cs="Arial"/>
                <w:lang w:val="af-ZA"/>
              </w:rPr>
              <w:t xml:space="preserve">. </w:t>
            </w:r>
            <w:r w:rsidR="00CB1F52" w:rsidRPr="0005436F">
              <w:rPr>
                <w:rFonts w:ascii="Arial" w:hAnsi="Arial" w:cs="Arial"/>
                <w:lang w:val="af-ZA"/>
              </w:rPr>
              <w:t>Merk alle hoekpunte</w:t>
            </w:r>
            <w:r w:rsidRPr="0005436F">
              <w:rPr>
                <w:rFonts w:ascii="Arial" w:hAnsi="Arial" w:cs="Arial"/>
                <w:lang w:val="af-ZA"/>
              </w:rPr>
              <w:t>.</w:t>
            </w:r>
            <w:r w:rsidR="00515199" w:rsidRPr="0005436F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A25803" w:rsidRPr="0005436F" w:rsidRDefault="00A25803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5E0695" w:rsidRPr="0005436F" w:rsidRDefault="005E069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A25803" w:rsidRPr="0005436F" w:rsidRDefault="00A25803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8B6ED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B6ED6" w:rsidRPr="0005436F" w:rsidRDefault="008B6ED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A2580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654" w:type="dxa"/>
            <w:gridSpan w:val="2"/>
          </w:tcPr>
          <w:p w:rsidR="00A25803" w:rsidRPr="0005436F" w:rsidRDefault="00A25803" w:rsidP="005E0695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∆P''Q''R'' is </w:t>
            </w:r>
            <w:r w:rsidR="00CB1F52" w:rsidRPr="0005436F">
              <w:rPr>
                <w:rFonts w:ascii="Arial" w:hAnsi="Arial" w:cs="Arial"/>
                <w:lang w:val="af-ZA"/>
              </w:rPr>
              <w:t>die refleksie van</w:t>
            </w:r>
            <w:r w:rsidRPr="0005436F">
              <w:rPr>
                <w:rFonts w:ascii="Arial" w:hAnsi="Arial" w:cs="Arial"/>
                <w:lang w:val="af-ZA"/>
              </w:rPr>
              <w:t xml:space="preserve"> ∆PQR in </w:t>
            </w:r>
            <w:r w:rsidR="00CB1F52" w:rsidRPr="0005436F">
              <w:rPr>
                <w:rFonts w:ascii="Arial" w:hAnsi="Arial" w:cs="Arial"/>
                <w:lang w:val="af-ZA"/>
              </w:rPr>
              <w:t xml:space="preserve">die lyn </w:t>
            </w:r>
            <w:r w:rsidRPr="0005436F">
              <w:rPr>
                <w:rFonts w:ascii="Arial" w:hAnsi="Arial" w:cs="Arial"/>
                <w:lang w:val="af-ZA"/>
              </w:rPr>
              <w:t xml:space="preserve">y  =  x. </w:t>
            </w:r>
            <w:r w:rsidR="00CB1F52" w:rsidRPr="0005436F">
              <w:rPr>
                <w:rFonts w:ascii="Arial" w:hAnsi="Arial" w:cs="Arial"/>
                <w:lang w:val="af-ZA"/>
              </w:rPr>
              <w:t xml:space="preserve">Teken </w:t>
            </w:r>
            <w:r w:rsidRPr="0005436F">
              <w:rPr>
                <w:rFonts w:ascii="Arial" w:hAnsi="Arial" w:cs="Arial"/>
                <w:lang w:val="af-ZA"/>
              </w:rPr>
              <w:t xml:space="preserve">∆P''Q''R'' </w:t>
            </w:r>
            <w:r w:rsidR="00CB1F52" w:rsidRPr="0005436F">
              <w:rPr>
                <w:rFonts w:ascii="Arial" w:hAnsi="Arial" w:cs="Arial"/>
                <w:lang w:val="af-ZA"/>
              </w:rPr>
              <w:t>op</w:t>
            </w:r>
            <w:r w:rsidR="005E0695" w:rsidRPr="0005436F">
              <w:rPr>
                <w:rFonts w:ascii="Arial" w:hAnsi="Arial" w:cs="Arial"/>
                <w:lang w:val="af-ZA"/>
              </w:rPr>
              <w:t xml:space="preserve"> </w:t>
            </w:r>
            <w:r w:rsidR="00E71801" w:rsidRPr="0005436F">
              <w:rPr>
                <w:rFonts w:ascii="Arial" w:hAnsi="Arial" w:cs="Arial"/>
                <w:lang w:val="af-ZA"/>
              </w:rPr>
              <w:t>d</w:t>
            </w:r>
            <w:r w:rsidR="0005436F">
              <w:rPr>
                <w:rFonts w:ascii="Arial" w:hAnsi="Arial" w:cs="Arial"/>
                <w:lang w:val="af-ZA"/>
              </w:rPr>
              <w:t>ie grafiek</w:t>
            </w:r>
            <w:r w:rsidR="00CB1F52" w:rsidRPr="0005436F">
              <w:rPr>
                <w:rFonts w:ascii="Arial" w:hAnsi="Arial" w:cs="Arial"/>
                <w:lang w:val="af-ZA"/>
              </w:rPr>
              <w:t>papier wat voorsien word</w:t>
            </w:r>
            <w:r w:rsidRPr="0005436F">
              <w:rPr>
                <w:rFonts w:ascii="Arial" w:hAnsi="Arial" w:cs="Arial"/>
                <w:lang w:val="af-ZA"/>
              </w:rPr>
              <w:t xml:space="preserve">. </w:t>
            </w:r>
            <w:r w:rsidR="00CB1F52" w:rsidRPr="0005436F">
              <w:rPr>
                <w:rFonts w:ascii="Arial" w:hAnsi="Arial" w:cs="Arial"/>
                <w:lang w:val="af-ZA"/>
              </w:rPr>
              <w:t>Merk al jou hoekpunte</w:t>
            </w:r>
            <w:r w:rsidRPr="0005436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A25803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</w:t>
            </w:r>
            <w:r w:rsidR="00A25803" w:rsidRPr="0005436F">
              <w:rPr>
                <w:rFonts w:ascii="Arial" w:hAnsi="Arial" w:cs="Arial"/>
                <w:lang w:val="af-ZA"/>
              </w:rPr>
              <w:t>)</w:t>
            </w:r>
          </w:p>
        </w:tc>
      </w:tr>
      <w:tr w:rsidR="001E0221" w:rsidRPr="0005436F" w:rsidTr="005E0695">
        <w:tc>
          <w:tcPr>
            <w:tcW w:w="567" w:type="dxa"/>
          </w:tcPr>
          <w:p w:rsidR="00E71801" w:rsidRPr="0005436F" w:rsidRDefault="00E71801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E71801" w:rsidRPr="0005436F" w:rsidRDefault="00E71801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E71801" w:rsidRPr="0005436F" w:rsidRDefault="00E71801" w:rsidP="00EE5CC6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E71801" w:rsidRPr="0005436F" w:rsidRDefault="00E71801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A2580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654" w:type="dxa"/>
            <w:gridSpan w:val="2"/>
          </w:tcPr>
          <w:p w:rsidR="008B6ED6" w:rsidRPr="0005436F" w:rsidRDefault="00CB1F52" w:rsidP="00EE5CC6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Bepaal die verhouding</w:t>
            </w:r>
            <w:r w:rsidR="00A25803" w:rsidRPr="0005436F">
              <w:rPr>
                <w:rFonts w:ascii="Arial" w:hAnsi="Arial" w:cs="Arial"/>
                <w:lang w:val="af-ZA"/>
              </w:rPr>
              <w:t xml:space="preserve"> </w:t>
            </w:r>
            <w:r w:rsidR="001E6A22">
              <w:rPr>
                <w:rFonts w:ascii="Arial" w:hAnsi="Arial" w:cs="Arial"/>
                <w:lang w:val="af-ZA"/>
              </w:rPr>
              <w:t xml:space="preserve">oppervlakte </w:t>
            </w:r>
            <w:r w:rsidR="00A25803" w:rsidRPr="0005436F">
              <w:rPr>
                <w:rFonts w:ascii="Arial" w:hAnsi="Arial" w:cs="Arial"/>
                <w:lang w:val="af-ZA"/>
              </w:rPr>
              <w:t>∆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PQR : </w:t>
            </w:r>
            <w:r w:rsidR="001E6A22">
              <w:rPr>
                <w:rFonts w:ascii="Arial" w:hAnsi="Arial" w:cs="Arial"/>
                <w:lang w:val="af-ZA"/>
              </w:rPr>
              <w:t xml:space="preserve">oppervlakte </w:t>
            </w:r>
            <w:r w:rsidR="0092535A" w:rsidRPr="0005436F">
              <w:rPr>
                <w:rFonts w:ascii="Arial" w:hAnsi="Arial" w:cs="Arial"/>
                <w:lang w:val="af-ZA"/>
              </w:rPr>
              <w:t>∆P'Q'R'</w:t>
            </w:r>
          </w:p>
        </w:tc>
        <w:tc>
          <w:tcPr>
            <w:tcW w:w="709" w:type="dxa"/>
          </w:tcPr>
          <w:p w:rsidR="008B6ED6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8B6ED6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B6ED6" w:rsidRPr="0005436F" w:rsidRDefault="008B6ED6" w:rsidP="00EE5CC6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5E0695" w:rsidRPr="0005436F" w:rsidRDefault="005E0695" w:rsidP="00EE5CC6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</w:tbl>
    <w:p w:rsidR="005E0695" w:rsidRPr="005E0695" w:rsidRDefault="005E0695">
      <w:pPr>
        <w:rPr>
          <w:rFonts w:ascii="Arial" w:hAnsi="Arial" w:cs="Arial"/>
          <w:sz w:val="18"/>
          <w:szCs w:val="18"/>
        </w:rPr>
      </w:pPr>
    </w:p>
    <w:p w:rsidR="005E0695" w:rsidRDefault="005E0695"/>
    <w:tbl>
      <w:tblPr>
        <w:tblW w:w="9781" w:type="dxa"/>
        <w:tblInd w:w="108" w:type="dxa"/>
        <w:tblLayout w:type="fixed"/>
        <w:tblLook w:val="01E0"/>
      </w:tblPr>
      <w:tblGrid>
        <w:gridCol w:w="567"/>
        <w:gridCol w:w="851"/>
        <w:gridCol w:w="14"/>
        <w:gridCol w:w="7640"/>
        <w:gridCol w:w="709"/>
      </w:tblGrid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92535A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7654" w:type="dxa"/>
            <w:gridSpan w:val="2"/>
          </w:tcPr>
          <w:p w:rsidR="0092535A" w:rsidRPr="0005436F" w:rsidRDefault="00CB1F52" w:rsidP="00EE5CC6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Meld of die transformasie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 </w:t>
            </w:r>
            <w:r w:rsidR="00E71801" w:rsidRPr="0005436F">
              <w:rPr>
                <w:rFonts w:ascii="Arial" w:hAnsi="Arial" w:cs="Arial"/>
                <w:lang w:val="af-ZA"/>
              </w:rPr>
              <w:t>van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 ∆PQR</w:t>
            </w:r>
            <w:r w:rsidRPr="0005436F">
              <w:rPr>
                <w:rFonts w:ascii="Arial" w:hAnsi="Arial" w:cs="Arial"/>
                <w:lang w:val="af-ZA"/>
              </w:rPr>
              <w:t xml:space="preserve"> na 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 ∆P''Q''R'' </w:t>
            </w:r>
            <w:r w:rsidRPr="0005436F">
              <w:rPr>
                <w:rFonts w:ascii="Arial" w:hAnsi="Arial" w:cs="Arial"/>
                <w:lang w:val="af-ZA"/>
              </w:rPr>
              <w:t>rigied is of nie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. </w:t>
            </w:r>
            <w:r w:rsidR="0005436F">
              <w:rPr>
                <w:rFonts w:ascii="Arial" w:hAnsi="Arial" w:cs="Arial"/>
                <w:lang w:val="af-ZA"/>
              </w:rPr>
              <w:t>Gee ’</w:t>
            </w:r>
            <w:r w:rsidRPr="0005436F">
              <w:rPr>
                <w:rFonts w:ascii="Arial" w:hAnsi="Arial" w:cs="Arial"/>
                <w:lang w:val="af-ZA"/>
              </w:rPr>
              <w:t>n rede</w:t>
            </w:r>
            <w:r w:rsidR="00E71801" w:rsidRPr="0005436F">
              <w:rPr>
                <w:rFonts w:ascii="Arial" w:hAnsi="Arial" w:cs="Arial"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lang w:val="af-ZA"/>
              </w:rPr>
              <w:t>vir jou  antwoord</w:t>
            </w:r>
            <w:r w:rsidR="0092535A" w:rsidRPr="0005436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92535A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25803" w:rsidRPr="0005436F" w:rsidRDefault="00A25803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25803" w:rsidRPr="0005436F" w:rsidRDefault="00A25803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25803" w:rsidRPr="0005436F" w:rsidRDefault="00E71801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3.2.5</w:t>
            </w:r>
          </w:p>
        </w:tc>
        <w:tc>
          <w:tcPr>
            <w:tcW w:w="7654" w:type="dxa"/>
            <w:gridSpan w:val="2"/>
          </w:tcPr>
          <w:p w:rsidR="0005436F" w:rsidRDefault="00E71801" w:rsidP="00EE5CC6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As Q om die oorsprong deur 180° geroteer word, sal die beeld ook Q'' wees. In die algemeen, watter verhouding moet tussen x en</w:t>
            </w:r>
            <w:r w:rsidR="0005436F">
              <w:rPr>
                <w:rFonts w:ascii="Arial" w:hAnsi="Arial" w:cs="Arial"/>
                <w:lang w:val="af-ZA"/>
              </w:rPr>
              <w:t xml:space="preserve"> y bestaan sodat die beeld van ’</w:t>
            </w:r>
            <w:r w:rsidRPr="0005436F">
              <w:rPr>
                <w:rFonts w:ascii="Arial" w:hAnsi="Arial" w:cs="Arial"/>
                <w:lang w:val="af-ZA"/>
              </w:rPr>
              <w:t xml:space="preserve">n punt B(x; y) na refleksie in die lyn </w:t>
            </w:r>
          </w:p>
          <w:p w:rsidR="00A25803" w:rsidRPr="0005436F" w:rsidRDefault="00E71801" w:rsidP="00EE5CC6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y  =  x saamval met die beeld na rotasie om die oorsprong deur 180°.</w:t>
            </w:r>
          </w:p>
        </w:tc>
        <w:tc>
          <w:tcPr>
            <w:tcW w:w="709" w:type="dxa"/>
          </w:tcPr>
          <w:p w:rsidR="0092535A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5E0695">
        <w:tc>
          <w:tcPr>
            <w:tcW w:w="567" w:type="dxa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25803" w:rsidRPr="0005436F" w:rsidRDefault="00A25803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</w:tcPr>
          <w:p w:rsidR="00A25803" w:rsidRPr="0005436F" w:rsidRDefault="00A25803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A25803" w:rsidRPr="0005436F" w:rsidRDefault="00A25803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25803" w:rsidRPr="0005436F" w:rsidRDefault="00E71801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3.2.6</w:t>
            </w:r>
          </w:p>
        </w:tc>
        <w:tc>
          <w:tcPr>
            <w:tcW w:w="7654" w:type="dxa"/>
            <w:gridSpan w:val="2"/>
          </w:tcPr>
          <w:p w:rsidR="00A25803" w:rsidRPr="0005436F" w:rsidRDefault="00E71801" w:rsidP="00EE5CC6">
            <w:pPr>
              <w:jc w:val="both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As R anti-kloksgewys om die oo</w:t>
            </w:r>
            <w:r w:rsidR="0005436F">
              <w:rPr>
                <w:rFonts w:ascii="Arial" w:hAnsi="Arial" w:cs="Arial"/>
                <w:lang w:val="af-ZA"/>
              </w:rPr>
              <w:t>rsprong deur ’</w:t>
            </w:r>
            <w:r w:rsidRPr="0005436F">
              <w:rPr>
                <w:rFonts w:ascii="Arial" w:hAnsi="Arial" w:cs="Arial"/>
                <w:lang w:val="af-ZA"/>
              </w:rPr>
              <w:t>n hoek θ geroteer word, is die beeld (2; -6). Bepaal die grootte van θ. Gee die antwoord afgerond tot een desimale syfer.</w:t>
            </w:r>
          </w:p>
        </w:tc>
        <w:tc>
          <w:tcPr>
            <w:tcW w:w="709" w:type="dxa"/>
          </w:tcPr>
          <w:p w:rsidR="0092535A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8B6ED6" w:rsidRPr="0005436F" w:rsidRDefault="003348CC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[24]</w:t>
            </w:r>
          </w:p>
        </w:tc>
      </w:tr>
      <w:tr w:rsidR="001E0221" w:rsidRPr="0005436F" w:rsidTr="005E0695">
        <w:tc>
          <w:tcPr>
            <w:tcW w:w="567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B6ED6" w:rsidRPr="0005436F" w:rsidRDefault="008B6ED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8B6ED6" w:rsidRPr="0005436F" w:rsidRDefault="008B6ED6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0695" w:rsidRPr="0005436F" w:rsidTr="005E0695">
        <w:tc>
          <w:tcPr>
            <w:tcW w:w="9072" w:type="dxa"/>
            <w:gridSpan w:val="4"/>
          </w:tcPr>
          <w:p w:rsidR="005E0695" w:rsidRPr="0005436F" w:rsidRDefault="005E0695" w:rsidP="005E0695">
            <w:pPr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4</w:t>
            </w:r>
          </w:p>
          <w:p w:rsidR="005E0695" w:rsidRPr="0005436F" w:rsidRDefault="005E0695" w:rsidP="005E0695">
            <w:pPr>
              <w:rPr>
                <w:rFonts w:ascii="Arial" w:hAnsi="Arial" w:cs="Arial"/>
                <w:lang w:val="af-ZA"/>
              </w:rPr>
            </w:pPr>
          </w:p>
          <w:p w:rsidR="005E0695" w:rsidRPr="0005436F" w:rsidRDefault="005E0695" w:rsidP="005E069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In hierdie vraag mag geen sakrekenaar gebruik word.</w:t>
            </w: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017C76" w:rsidRPr="00017C76" w:rsidRDefault="00017C76" w:rsidP="004972A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4972A5" w:rsidRPr="0005436F" w:rsidRDefault="00017C76" w:rsidP="004972A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05" w:type="dxa"/>
            <w:gridSpan w:val="3"/>
          </w:tcPr>
          <w:p w:rsidR="004972A5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Vereenvoudig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:  </w:t>
            </w:r>
            <w:r w:rsidR="0092535A" w:rsidRPr="0005436F">
              <w:rPr>
                <w:rFonts w:ascii="Arial" w:hAnsi="Arial" w:cs="Arial"/>
                <w:position w:val="-28"/>
                <w:lang w:val="af-ZA"/>
              </w:rPr>
              <w:object w:dxaOrig="3400" w:dyaOrig="660">
                <v:shape id="_x0000_i1027" type="#_x0000_t75" style="width:170pt;height:33pt" o:ole="">
                  <v:imagedata r:id="rId18" o:title=""/>
                </v:shape>
                <o:OLEObject Type="Embed" ProgID="Equation.3" ShapeID="_x0000_i1027" DrawAspect="Content" ObjectID="_1309867774" r:id="rId19"/>
              </w:object>
            </w:r>
          </w:p>
        </w:tc>
        <w:tc>
          <w:tcPr>
            <w:tcW w:w="709" w:type="dxa"/>
          </w:tcPr>
          <w:p w:rsidR="004972A5" w:rsidRPr="0005436F" w:rsidRDefault="004972A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71801" w:rsidRPr="0005436F" w:rsidRDefault="00E71801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(7)</w:t>
            </w:r>
          </w:p>
        </w:tc>
      </w:tr>
      <w:tr w:rsidR="005E0695" w:rsidRPr="0005436F" w:rsidTr="005E0695">
        <w:tc>
          <w:tcPr>
            <w:tcW w:w="567" w:type="dxa"/>
          </w:tcPr>
          <w:p w:rsidR="0092535A" w:rsidRPr="0005436F" w:rsidRDefault="0092535A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92535A" w:rsidRPr="0005436F" w:rsidRDefault="0092535A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92535A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92535A" w:rsidRPr="0005436F" w:rsidRDefault="0092535A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505" w:type="dxa"/>
            <w:gridSpan w:val="3"/>
          </w:tcPr>
          <w:p w:rsidR="0092535A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Gegee:</w:t>
            </w:r>
            <w:r w:rsidR="00F01386" w:rsidRPr="0005436F">
              <w:rPr>
                <w:rFonts w:ascii="Arial" w:hAnsi="Arial" w:cs="Arial"/>
                <w:lang w:val="af-ZA"/>
              </w:rPr>
              <w:t xml:space="preserve"> 13 cos A + 5 = 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0 </w:t>
            </w:r>
            <w:r w:rsidRPr="0005436F">
              <w:rPr>
                <w:rFonts w:ascii="Arial" w:hAnsi="Arial" w:cs="Arial"/>
                <w:lang w:val="af-ZA"/>
              </w:rPr>
              <w:t>en</w:t>
            </w:r>
            <w:r w:rsidR="0092535A" w:rsidRPr="0005436F">
              <w:rPr>
                <w:rFonts w:ascii="Arial" w:hAnsi="Arial" w:cs="Arial"/>
                <w:lang w:val="af-ZA"/>
              </w:rPr>
              <w:t xml:space="preserve"> A </w:t>
            </w:r>
            <w:r w:rsidR="003F4B67" w:rsidRPr="0005436F">
              <w:rPr>
                <w:rFonts w:ascii="Arial" w:hAnsi="Arial" w:cs="Arial"/>
                <w:position w:val="-4"/>
                <w:lang w:val="af-ZA"/>
              </w:rPr>
              <w:object w:dxaOrig="200" w:dyaOrig="200">
                <v:shape id="_x0000_i1028" type="#_x0000_t75" style="width:10pt;height:10pt" o:ole="">
                  <v:imagedata r:id="rId20" o:title=""/>
                </v:shape>
                <o:OLEObject Type="Embed" ProgID="Equation.3" ShapeID="_x0000_i1028" DrawAspect="Content" ObjectID="_1309867775" r:id="rId21"/>
              </w:object>
            </w:r>
            <w:r w:rsidR="0092535A" w:rsidRPr="0005436F">
              <w:rPr>
                <w:rFonts w:ascii="Arial" w:hAnsi="Arial" w:cs="Arial"/>
                <w:lang w:val="af-ZA"/>
              </w:rPr>
              <w:t xml:space="preserve"> [0°</w:t>
            </w:r>
            <w:r w:rsidR="003F4B67" w:rsidRPr="0005436F">
              <w:rPr>
                <w:rFonts w:ascii="Arial" w:hAnsi="Arial" w:cs="Arial"/>
                <w:lang w:val="af-ZA"/>
              </w:rPr>
              <w:t xml:space="preserve">; 180°]. </w:t>
            </w:r>
            <w:r w:rsidR="00F01386" w:rsidRPr="0005436F">
              <w:rPr>
                <w:rFonts w:ascii="Arial" w:hAnsi="Arial" w:cs="Arial"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lang w:val="af-ZA"/>
              </w:rPr>
              <w:t xml:space="preserve">Bepaal </w:t>
            </w:r>
            <w:r w:rsidR="0005436F" w:rsidRPr="0005436F">
              <w:rPr>
                <w:rFonts w:ascii="Arial" w:hAnsi="Arial" w:cs="Arial"/>
                <w:lang w:val="af-ZA"/>
              </w:rPr>
              <w:t>SONDER</w:t>
            </w:r>
            <w:r w:rsidR="0005436F">
              <w:rPr>
                <w:rFonts w:ascii="Arial" w:hAnsi="Arial" w:cs="Arial"/>
                <w:lang w:val="af-ZA"/>
              </w:rPr>
              <w:t xml:space="preserve"> die gebruik van ’</w:t>
            </w:r>
            <w:r w:rsidRPr="0005436F">
              <w:rPr>
                <w:rFonts w:ascii="Arial" w:hAnsi="Arial" w:cs="Arial"/>
                <w:lang w:val="af-ZA"/>
              </w:rPr>
              <w:t>n sakrekenaar die waardes van:</w:t>
            </w:r>
          </w:p>
        </w:tc>
        <w:tc>
          <w:tcPr>
            <w:tcW w:w="709" w:type="dxa"/>
          </w:tcPr>
          <w:p w:rsidR="0092535A" w:rsidRPr="0005436F" w:rsidRDefault="0092535A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sin A</w:t>
            </w: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sin 2A</w:t>
            </w:r>
          </w:p>
        </w:tc>
        <w:tc>
          <w:tcPr>
            <w:tcW w:w="709" w:type="dxa"/>
          </w:tcPr>
          <w:p w:rsidR="003F4B67" w:rsidRPr="0005436F" w:rsidRDefault="003348CC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65" w:type="dxa"/>
            <w:gridSpan w:val="2"/>
          </w:tcPr>
          <w:p w:rsidR="003F4B67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640" w:type="dxa"/>
          </w:tcPr>
          <w:p w:rsidR="003F4B67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Bewys dat</w:t>
            </w:r>
            <w:r w:rsidR="003F4B67" w:rsidRPr="0005436F">
              <w:rPr>
                <w:rFonts w:ascii="Arial" w:hAnsi="Arial" w:cs="Arial"/>
                <w:lang w:val="af-ZA"/>
              </w:rPr>
              <w:t xml:space="preserve"> tan x  =  </w:t>
            </w:r>
            <w:r w:rsidR="003348CC" w:rsidRPr="0005436F">
              <w:rPr>
                <w:rFonts w:ascii="Arial" w:hAnsi="Arial" w:cs="Arial"/>
                <w:position w:val="-24"/>
                <w:lang w:val="af-ZA"/>
              </w:rPr>
              <w:object w:dxaOrig="1700" w:dyaOrig="620">
                <v:shape id="_x0000_i1029" type="#_x0000_t75" style="width:85pt;height:31pt" o:ole="">
                  <v:imagedata r:id="rId22" o:title=""/>
                </v:shape>
                <o:OLEObject Type="Embed" ProgID="Equation.3" ShapeID="_x0000_i1029" DrawAspect="Content" ObjectID="_1309867776" r:id="rId23"/>
              </w:object>
            </w: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640" w:type="dxa"/>
          </w:tcPr>
          <w:p w:rsidR="003F4B67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Bepaal die algemene oplossing van</w:t>
            </w:r>
            <w:r w:rsidR="0005436F">
              <w:rPr>
                <w:rFonts w:ascii="Arial" w:hAnsi="Arial" w:cs="Arial"/>
                <w:lang w:val="af-ZA"/>
              </w:rPr>
              <w:t>: sin 2x  –</w:t>
            </w:r>
            <w:r w:rsidR="00E71801" w:rsidRPr="0005436F">
              <w:rPr>
                <w:rFonts w:ascii="Arial" w:hAnsi="Arial" w:cs="Arial"/>
                <w:lang w:val="af-ZA"/>
              </w:rPr>
              <w:t xml:space="preserve">  cos x   =  0.</w:t>
            </w: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(8)</w:t>
            </w: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7640" w:type="dxa"/>
          </w:tcPr>
          <w:p w:rsidR="003F4B67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As</w:t>
            </w:r>
            <w:r w:rsidR="003F4B67" w:rsidRPr="0005436F">
              <w:rPr>
                <w:rFonts w:ascii="Arial" w:hAnsi="Arial" w:cs="Arial"/>
                <w:lang w:val="af-ZA"/>
              </w:rPr>
              <w:t xml:space="preserve"> x </w:t>
            </w:r>
            <w:r w:rsidR="003F4B67" w:rsidRPr="0005436F">
              <w:rPr>
                <w:rFonts w:ascii="Arial" w:hAnsi="Arial" w:cs="Arial"/>
                <w:position w:val="-4"/>
                <w:lang w:val="af-ZA"/>
              </w:rPr>
              <w:object w:dxaOrig="200" w:dyaOrig="200">
                <v:shape id="_x0000_i1030" type="#_x0000_t75" style="width:10pt;height:10pt" o:ole="">
                  <v:imagedata r:id="rId24" o:title=""/>
                </v:shape>
                <o:OLEObject Type="Embed" ProgID="Equation.3" ShapeID="_x0000_i1030" DrawAspect="Content" ObjectID="_1309867777" r:id="rId25"/>
              </w:object>
            </w:r>
            <w:r w:rsidR="003F4B67" w:rsidRPr="0005436F">
              <w:rPr>
                <w:rFonts w:ascii="Arial" w:hAnsi="Arial" w:cs="Arial"/>
                <w:lang w:val="af-ZA"/>
              </w:rPr>
              <w:t xml:space="preserve"> [-90°; 180°], </w:t>
            </w:r>
            <w:r w:rsidRPr="0005436F">
              <w:rPr>
                <w:rFonts w:ascii="Arial" w:hAnsi="Arial" w:cs="Arial"/>
                <w:lang w:val="af-ZA"/>
              </w:rPr>
              <w:t>skryf neer die waardes van</w:t>
            </w:r>
            <w:r w:rsidR="003F4B67" w:rsidRPr="0005436F">
              <w:rPr>
                <w:rFonts w:ascii="Arial" w:hAnsi="Arial" w:cs="Arial"/>
                <w:lang w:val="af-ZA"/>
              </w:rPr>
              <w:t xml:space="preserve"> x </w:t>
            </w:r>
            <w:r w:rsidRPr="0005436F">
              <w:rPr>
                <w:rFonts w:ascii="Arial" w:hAnsi="Arial" w:cs="Arial"/>
                <w:lang w:val="af-ZA"/>
              </w:rPr>
              <w:t xml:space="preserve">waarvoor die identiteit in </w:t>
            </w:r>
            <w:r w:rsidR="0005436F" w:rsidRPr="0005436F">
              <w:rPr>
                <w:rFonts w:ascii="Arial" w:hAnsi="Arial" w:cs="Arial"/>
                <w:lang w:val="af-ZA"/>
              </w:rPr>
              <w:t>VRAAG</w:t>
            </w:r>
            <w:r w:rsidR="003F4B67" w:rsidRPr="0005436F">
              <w:rPr>
                <w:rFonts w:ascii="Arial" w:hAnsi="Arial" w:cs="Arial"/>
                <w:lang w:val="af-ZA"/>
              </w:rPr>
              <w:t xml:space="preserve"> 4.3.1 </w:t>
            </w:r>
            <w:r w:rsidRPr="0005436F">
              <w:rPr>
                <w:rFonts w:ascii="Arial" w:hAnsi="Arial" w:cs="Arial"/>
                <w:lang w:val="af-ZA"/>
              </w:rPr>
              <w:t>ongedefinieërd sal wees.</w:t>
            </w: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3F4B67" w:rsidRPr="0005436F" w:rsidRDefault="003F4B67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05436F" w:rsidTr="005E0695">
        <w:tc>
          <w:tcPr>
            <w:tcW w:w="567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3F4B67" w:rsidRPr="0005436F" w:rsidRDefault="003F4B67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F4B67" w:rsidRPr="0005436F" w:rsidRDefault="003F4B67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[30]</w:t>
            </w: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5E0695">
        <w:tc>
          <w:tcPr>
            <w:tcW w:w="9072" w:type="dxa"/>
            <w:gridSpan w:val="4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505" w:type="dxa"/>
            <w:gridSpan w:val="3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As cos 38° = a, druk </w:t>
            </w:r>
            <w:r w:rsidRPr="0005436F">
              <w:rPr>
                <w:rFonts w:ascii="Arial" w:hAnsi="Arial" w:cs="Arial"/>
                <w:position w:val="-24"/>
                <w:lang w:val="af-ZA"/>
              </w:rPr>
              <w:object w:dxaOrig="3000" w:dyaOrig="620">
                <v:shape id="_x0000_i1031" type="#_x0000_t75" style="width:150pt;height:31pt" o:ole="">
                  <v:imagedata r:id="rId26" o:title=""/>
                </v:shape>
                <o:OLEObject Type="Embed" ProgID="Equation.3" ShapeID="_x0000_i1031" DrawAspect="Content" ObjectID="_1309867778" r:id="rId27"/>
              </w:object>
            </w:r>
            <w:r w:rsidRPr="0005436F">
              <w:rPr>
                <w:rFonts w:ascii="Arial" w:hAnsi="Arial" w:cs="Arial"/>
                <w:lang w:val="af-ZA"/>
              </w:rPr>
              <w:t xml:space="preserve"> uit in terme van a.</w:t>
            </w: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5E0695" w:rsidRPr="0005436F" w:rsidTr="005E0695">
        <w:tc>
          <w:tcPr>
            <w:tcW w:w="567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5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5E0695">
        <w:tc>
          <w:tcPr>
            <w:tcW w:w="567" w:type="dxa"/>
          </w:tcPr>
          <w:p w:rsidR="00A460AC" w:rsidRPr="0005436F" w:rsidRDefault="00A460AC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A460AC" w:rsidRPr="0005436F" w:rsidRDefault="00A460AC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D509CF" w:rsidRPr="0005436F" w:rsidRDefault="00D509CF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972A5" w:rsidRDefault="004972A5" w:rsidP="005E0695">
      <w:pPr>
        <w:rPr>
          <w:rFonts w:ascii="Arial" w:hAnsi="Arial" w:cs="Arial"/>
          <w:b/>
        </w:rPr>
      </w:pPr>
    </w:p>
    <w:p w:rsidR="005E0695" w:rsidRDefault="005E0695" w:rsidP="005E0695">
      <w:pPr>
        <w:rPr>
          <w:rFonts w:ascii="Arial" w:hAnsi="Arial" w:cs="Arial"/>
          <w:b/>
        </w:rPr>
      </w:pPr>
    </w:p>
    <w:p w:rsidR="00760C9B" w:rsidRDefault="00760C9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5E0695" w:rsidRPr="005B3145" w:rsidRDefault="005E0695" w:rsidP="005E0695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08" w:type="dxa"/>
        <w:tblLook w:val="01E0"/>
      </w:tblPr>
      <w:tblGrid>
        <w:gridCol w:w="567"/>
        <w:gridCol w:w="197"/>
        <w:gridCol w:w="553"/>
        <w:gridCol w:w="184"/>
        <w:gridCol w:w="122"/>
        <w:gridCol w:w="107"/>
        <w:gridCol w:w="7343"/>
        <w:gridCol w:w="676"/>
      </w:tblGrid>
      <w:tr w:rsidR="005E0695" w:rsidRPr="0005436F" w:rsidTr="00316F30">
        <w:tc>
          <w:tcPr>
            <w:tcW w:w="9073" w:type="dxa"/>
            <w:gridSpan w:val="7"/>
          </w:tcPr>
          <w:p w:rsidR="005E0695" w:rsidRPr="0005436F" w:rsidRDefault="005E069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6</w:t>
            </w:r>
          </w:p>
        </w:tc>
        <w:tc>
          <w:tcPr>
            <w:tcW w:w="676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316F30">
        <w:tc>
          <w:tcPr>
            <w:tcW w:w="764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E0695" w:rsidRPr="0005436F" w:rsidTr="00316F30">
        <w:tc>
          <w:tcPr>
            <w:tcW w:w="9073" w:type="dxa"/>
            <w:gridSpan w:val="7"/>
          </w:tcPr>
          <w:p w:rsidR="005E0695" w:rsidRPr="0005436F" w:rsidRDefault="0005436F" w:rsidP="005E069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Die buiteblad van jou W</w:t>
            </w:r>
            <w:r w:rsidR="00017C76">
              <w:rPr>
                <w:rFonts w:ascii="Arial" w:hAnsi="Arial" w:cs="Arial"/>
                <w:lang w:val="af-ZA"/>
              </w:rPr>
              <w:t>iskunde</w:t>
            </w:r>
            <w:r w:rsidR="005E0695" w:rsidRPr="0005436F">
              <w:rPr>
                <w:rFonts w:ascii="Arial" w:hAnsi="Arial" w:cs="Arial"/>
                <w:lang w:val="af-ZA"/>
              </w:rPr>
              <w:t xml:space="preserve">boek, EABCDF, staan regop soos in die figuur aangedui.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5E0695" w:rsidRPr="0005436F">
              <w:rPr>
                <w:rFonts w:ascii="Arial" w:hAnsi="Arial" w:cs="Arial"/>
                <w:lang w:val="af-ZA"/>
              </w:rPr>
              <w:t>AC en AF is die hoeklyne van die identiese reghoeke ABCD en AEFD onderskeidelik.</w:t>
            </w:r>
          </w:p>
          <w:p w:rsidR="005E0695" w:rsidRPr="0005436F" w:rsidRDefault="0005436F" w:rsidP="005E069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AB  =  p eenhede en</w:t>
            </w:r>
            <w:r w:rsidR="005E0695" w:rsidRPr="0005436F">
              <w:rPr>
                <w:rFonts w:ascii="Arial" w:hAnsi="Arial" w:cs="Arial"/>
                <w:lang w:val="af-ZA"/>
              </w:rPr>
              <w:t xml:space="preserve"> CF  =  q eenhede.</w:t>
            </w:r>
          </w:p>
        </w:tc>
        <w:tc>
          <w:tcPr>
            <w:tcW w:w="676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E0695" w:rsidRPr="0005436F" w:rsidTr="00316F30">
        <w:tc>
          <w:tcPr>
            <w:tcW w:w="764" w:type="dxa"/>
            <w:gridSpan w:val="2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5E0695" w:rsidRPr="0005436F" w:rsidRDefault="005E069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5E0695" w:rsidRPr="0005436F" w:rsidRDefault="005E0695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B3145" w:rsidRPr="0005436F" w:rsidTr="00316F30">
        <w:tc>
          <w:tcPr>
            <w:tcW w:w="764" w:type="dxa"/>
            <w:gridSpan w:val="2"/>
          </w:tcPr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671" type="#_x0000_t202" style="position:absolute;margin-left:100.2pt;margin-top:4.25pt;width:37.05pt;height:25.65pt;z-index:251661824;mso-position-horizontal-relative:text;mso-position-vertical-relative:text" stroked="f">
                  <v:fill opacity="0"/>
                  <v:textbox style="mso-next-textbox:#_x0000_s4671">
                    <w:txbxContent>
                      <w:p w:rsidR="00316F30" w:rsidRPr="005E0695" w:rsidRDefault="00316F30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677" type="#_x0000_t202" style="position:absolute;margin-left:196.6pt;margin-top:4.7pt;width:37.05pt;height:25.65pt;z-index:251662848;mso-position-horizontal-relative:text;mso-position-vertical-relative:text" stroked="f">
                  <v:fill opacity="0"/>
                  <v:textbox style="mso-next-textbox:#_x0000_s4677">
                    <w:txbxContent>
                      <w:p w:rsidR="00316F30" w:rsidRPr="005E0695" w:rsidRDefault="00316F30" w:rsidP="000075F9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9" style="position:absolute;z-index:251659776" from="192.35pt,5.35pt" to="192.35pt,13.9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5" style="position:absolute;z-index:251656704" from="115.55pt,5.35pt" to="181.1pt,170.6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7" style="position:absolute;z-index:251652608" from="115.55pt,5.35pt" to="203.9pt,139.3pt">
                  <v:stroke dashstyle="1 1"/>
                </v:lin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5" style="position:absolute;z-index:251650560" from="204.2pt,4.5pt" to="204.2pt,138.4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3" style="position:absolute;z-index:251648512" from="116.45pt,6.6pt" to="182pt,37.9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1" style="position:absolute;z-index:251646464" from="115.55pt,5.35pt" to="203.9pt,5.3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0" style="position:absolute;z-index:251645440" from="115.55pt,5.35pt" to="115.55pt,139.3pt"/>
              </w:pict>
            </w: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73" type="#_x0000_t202" style="position:absolute;margin-left:176pt;margin-top:13.05pt;width:37.05pt;height:25.65pt;z-index:251715072" stroked="f">
                  <v:fill opacity="0"/>
                  <v:textbox style="mso-next-textbox:#_x0000_s4773">
                    <w:txbxContent>
                      <w:p w:rsidR="00316F30" w:rsidRPr="005E0695" w:rsidRDefault="00316F30" w:rsidP="008F3F54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70" style="position:absolute;z-index:251660800" from="192.5pt,.1pt" to="203.9pt,.1pt"/>
              </w:pict>
            </w: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6" style="position:absolute;z-index:251657728" from="172.55pt,6.25pt" to="172.55pt,17.6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4" style="position:absolute;z-index:251649536" from="181.4pt,9.6pt" to="181.4pt,143.55pt"/>
              </w:pict>
            </w: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7" style="position:absolute;z-index:251658752" from="172.55pt,3.25pt" to="181.1pt,3.25pt"/>
              </w:pict>
            </w: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1" style="position:absolute;z-index:251653632" from="181.1pt,8.5pt" to="203.9pt,42.7pt"/>
              </w:pict>
            </w: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679" type="#_x0000_t202" style="position:absolute;margin-left:199.4pt;margin-top:4.2pt;width:37.05pt;height:25.65pt;z-index:251664896" stroked="f">
                  <v:fill opacity="0"/>
                  <v:textbox style="mso-next-textbox:#_x0000_s4679">
                    <w:txbxContent>
                      <w:p w:rsidR="00316F30" w:rsidRPr="005E0695" w:rsidRDefault="00316F30" w:rsidP="002E7F8E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678" type="#_x0000_t202" style="position:absolute;margin-left:96.65pt;margin-top:6.3pt;width:37.05pt;height:25.65pt;z-index:251663872" stroked="f">
                  <v:fill opacity="0"/>
                  <v:textbox style="mso-next-textbox:#_x0000_s4678">
                    <w:txbxContent>
                      <w:p w:rsidR="00316F30" w:rsidRPr="005E0695" w:rsidRDefault="00316F30" w:rsidP="002E7F8E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3" style="position:absolute;z-index:251655680" from="181.1pt,1.3pt" to="203.9pt,1.3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62" style="position:absolute;z-index:251654656" from="115.55pt,1.3pt" to="181.1pt,1.3pt">
                  <v:stroke dashstyle="1 1"/>
                </v:lin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6" style="position:absolute;flip:x;z-index:251651584" from="181.1pt,1.3pt" to="203.9pt,32.65pt">
                  <v:stroke dashstyle="1 1"/>
                </v:lin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52" style="position:absolute;z-index:251647488" from="115.55pt,1.3pt" to="181.1pt,32.65pt"/>
              </w:pict>
            </w: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680" type="#_x0000_t202" style="position:absolute;margin-left:170.3pt;margin-top:.65pt;width:37.05pt;height:25.65pt;z-index:251665920" stroked="f">
                  <v:fill opacity="0"/>
                  <v:textbox style="mso-next-textbox:#_x0000_s4680">
                    <w:txbxContent>
                      <w:p w:rsidR="00316F30" w:rsidRPr="005E0695" w:rsidRDefault="00316F30" w:rsidP="002E7F8E">
                        <w:pPr>
                          <w:rPr>
                            <w:rFonts w:ascii="Arial" w:hAnsi="Arial" w:cs="Arial"/>
                          </w:rPr>
                        </w:pPr>
                        <w:r w:rsidRPr="005E0695">
                          <w:rPr>
                            <w:rFonts w:ascii="Arial" w:hAnsi="Arial" w:cs="Arial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</w:p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0E4AC4" w:rsidRPr="0005436F" w:rsidRDefault="000E4AC4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B3145" w:rsidRPr="0005436F" w:rsidTr="00316F30">
        <w:tc>
          <w:tcPr>
            <w:tcW w:w="764" w:type="dxa"/>
            <w:gridSpan w:val="2"/>
          </w:tcPr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  <w:p w:rsidR="000E4AC4" w:rsidRPr="0005436F" w:rsidRDefault="002E7F8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6</w:t>
            </w:r>
            <w:r w:rsidR="000E4AC4" w:rsidRPr="0005436F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309" w:type="dxa"/>
            <w:gridSpan w:val="5"/>
          </w:tcPr>
          <w:p w:rsidR="000E4AC4" w:rsidRPr="0005436F" w:rsidRDefault="00850DE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Toon aan dat</w:t>
            </w:r>
            <w:r w:rsidR="000E4AC4" w:rsidRPr="0005436F">
              <w:rPr>
                <w:rFonts w:ascii="Arial" w:hAnsi="Arial" w:cs="Arial"/>
                <w:lang w:val="af-ZA"/>
              </w:rPr>
              <w:t xml:space="preserve"> cos </w:t>
            </w:r>
            <w:r w:rsidR="000E4AC4" w:rsidRPr="0005436F">
              <w:rPr>
                <w:rFonts w:ascii="Arial" w:hAnsi="Arial" w:cs="Arial"/>
                <w:position w:val="-6"/>
                <w:lang w:val="af-ZA"/>
              </w:rPr>
              <w:object w:dxaOrig="540" w:dyaOrig="340">
                <v:shape id="_x0000_i1032" type="#_x0000_t75" style="width:27pt;height:17pt" o:ole="">
                  <v:imagedata r:id="rId28" o:title=""/>
                </v:shape>
                <o:OLEObject Type="Embed" ProgID="Equation.3" ShapeID="_x0000_i1032" DrawAspect="Content" ObjectID="_1309867779" r:id="rId29"/>
              </w:object>
            </w:r>
            <w:r w:rsidR="000E4AC4" w:rsidRPr="0005436F">
              <w:rPr>
                <w:rFonts w:ascii="Arial" w:hAnsi="Arial" w:cs="Arial"/>
                <w:lang w:val="af-ZA"/>
              </w:rPr>
              <w:t xml:space="preserve"> =  </w:t>
            </w:r>
            <w:r w:rsidR="000E4AC4" w:rsidRPr="0005436F">
              <w:rPr>
                <w:rFonts w:ascii="Arial" w:hAnsi="Arial" w:cs="Arial"/>
                <w:position w:val="-30"/>
                <w:lang w:val="af-ZA"/>
              </w:rPr>
              <w:object w:dxaOrig="780" w:dyaOrig="720">
                <v:shape id="_x0000_i1033" type="#_x0000_t75" style="width:39pt;height:36pt" o:ole="">
                  <v:imagedata r:id="rId30" o:title=""/>
                </v:shape>
                <o:OLEObject Type="Embed" ProgID="Equation.3" ShapeID="_x0000_i1033" DrawAspect="Content" ObjectID="_1309867780" r:id="rId31"/>
              </w:object>
            </w:r>
          </w:p>
        </w:tc>
        <w:tc>
          <w:tcPr>
            <w:tcW w:w="676" w:type="dxa"/>
          </w:tcPr>
          <w:p w:rsidR="000E4AC4" w:rsidRPr="0005436F" w:rsidRDefault="000E4AC4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0E4AC4" w:rsidRPr="0005436F" w:rsidRDefault="000E4AC4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E0221" w:rsidRPr="0005436F" w:rsidTr="00316F30">
        <w:tc>
          <w:tcPr>
            <w:tcW w:w="764" w:type="dxa"/>
            <w:gridSpan w:val="2"/>
          </w:tcPr>
          <w:p w:rsidR="00D509CF" w:rsidRPr="0005436F" w:rsidRDefault="00D509CF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966" w:type="dxa"/>
            <w:gridSpan w:val="4"/>
          </w:tcPr>
          <w:p w:rsidR="00D509CF" w:rsidRPr="0005436F" w:rsidRDefault="00D509CF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43" w:type="dxa"/>
          </w:tcPr>
          <w:p w:rsidR="00D509CF" w:rsidRPr="0005436F" w:rsidRDefault="00D509CF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D509CF" w:rsidRPr="0005436F" w:rsidRDefault="00D509CF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B3145" w:rsidRPr="0005436F" w:rsidTr="00316F30">
        <w:tc>
          <w:tcPr>
            <w:tcW w:w="764" w:type="dxa"/>
            <w:gridSpan w:val="2"/>
          </w:tcPr>
          <w:p w:rsidR="000E4AC4" w:rsidRPr="0005436F" w:rsidRDefault="005B314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309" w:type="dxa"/>
            <w:gridSpan w:val="5"/>
          </w:tcPr>
          <w:p w:rsidR="000E4AC4" w:rsidRPr="0005436F" w:rsidRDefault="003348CC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 xml:space="preserve">FC  =  12 eenhede en </w:t>
            </w:r>
            <w:r w:rsidRPr="0005436F">
              <w:rPr>
                <w:rFonts w:ascii="Arial" w:hAnsi="Arial" w:cs="Arial"/>
                <w:position w:val="-6"/>
                <w:lang w:val="af-ZA"/>
              </w:rPr>
              <w:object w:dxaOrig="540" w:dyaOrig="340">
                <v:shape id="_x0000_i1034" type="#_x0000_t75" style="width:27pt;height:17pt" o:ole="">
                  <v:imagedata r:id="rId32" o:title=""/>
                </v:shape>
                <o:OLEObject Type="Embed" ProgID="Equation.3" ShapeID="_x0000_i1034" DrawAspect="Content" ObjectID="_1309867781" r:id="rId33"/>
              </w:object>
            </w:r>
            <w:r w:rsidRPr="0005436F">
              <w:rPr>
                <w:rFonts w:ascii="Arial" w:hAnsi="Arial" w:cs="Arial"/>
                <w:lang w:val="af-ZA"/>
              </w:rPr>
              <w:t xml:space="preserve"> =  27,8°, bereken die lengte van AC.</w:t>
            </w:r>
          </w:p>
        </w:tc>
        <w:tc>
          <w:tcPr>
            <w:tcW w:w="676" w:type="dxa"/>
          </w:tcPr>
          <w:p w:rsidR="000E4AC4" w:rsidRPr="0005436F" w:rsidRDefault="003348CC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E0221" w:rsidRPr="0005436F" w:rsidTr="00316F30">
        <w:tc>
          <w:tcPr>
            <w:tcW w:w="764" w:type="dxa"/>
            <w:gridSpan w:val="2"/>
          </w:tcPr>
          <w:p w:rsidR="00D509CF" w:rsidRPr="0005436F" w:rsidRDefault="00D509CF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6" w:type="dxa"/>
            <w:gridSpan w:val="4"/>
          </w:tcPr>
          <w:p w:rsidR="00D509CF" w:rsidRPr="0005436F" w:rsidRDefault="00D509CF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43" w:type="dxa"/>
          </w:tcPr>
          <w:p w:rsidR="00D509CF" w:rsidRPr="0005436F" w:rsidRDefault="00D509CF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D509CF" w:rsidRPr="0005436F" w:rsidRDefault="003348CC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1E0221" w:rsidRPr="0005436F" w:rsidTr="00316F30">
        <w:tc>
          <w:tcPr>
            <w:tcW w:w="764" w:type="dxa"/>
            <w:gridSpan w:val="2"/>
          </w:tcPr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6" w:type="dxa"/>
            <w:gridSpan w:val="4"/>
          </w:tcPr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43" w:type="dxa"/>
          </w:tcPr>
          <w:p w:rsidR="000E4AC4" w:rsidRPr="0005436F" w:rsidRDefault="000E4AC4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0E4AC4" w:rsidRPr="0005436F" w:rsidRDefault="000E4AC4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B3145" w:rsidRPr="0005436F" w:rsidTr="00316F30">
        <w:tc>
          <w:tcPr>
            <w:tcW w:w="9073" w:type="dxa"/>
            <w:gridSpan w:val="7"/>
          </w:tcPr>
          <w:p w:rsidR="005B3145" w:rsidRPr="0005436F" w:rsidRDefault="005B3145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7</w:t>
            </w:r>
          </w:p>
        </w:tc>
        <w:tc>
          <w:tcPr>
            <w:tcW w:w="676" w:type="dxa"/>
          </w:tcPr>
          <w:p w:rsidR="005B3145" w:rsidRPr="0005436F" w:rsidRDefault="005B3145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0E4AC4" w:rsidRPr="0005436F" w:rsidRDefault="000E4AC4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163" w:type="dxa"/>
            <w:gridSpan w:val="5"/>
          </w:tcPr>
          <w:p w:rsidR="000E4AC4" w:rsidRPr="0005436F" w:rsidRDefault="000E4AC4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43" w:type="dxa"/>
          </w:tcPr>
          <w:p w:rsidR="000E4AC4" w:rsidRPr="0005436F" w:rsidRDefault="000E4AC4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0E4AC4" w:rsidRPr="0005436F" w:rsidRDefault="000E4AC4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316F30" w:rsidRPr="0005436F" w:rsidTr="00316F30">
        <w:tc>
          <w:tcPr>
            <w:tcW w:w="567" w:type="dxa"/>
          </w:tcPr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b/>
                <w:noProof/>
                <w:lang w:val="af-ZA"/>
              </w:rPr>
              <w:pict>
                <v:line id="_x0000_s4702" style="position:absolute;z-index:251679232;mso-position-horizontal-relative:text;mso-position-vertical-relative:text" from="139.4pt,.35pt" to="159.35pt,8.9pt" stroked="f"/>
              </w:pict>
            </w:r>
            <w:r w:rsidRPr="00AB7B26">
              <w:rPr>
                <w:rFonts w:ascii="Arial" w:hAnsi="Arial" w:cs="Arial"/>
                <w:b/>
                <w:noProof/>
                <w:lang w:val="af-ZA"/>
              </w:rPr>
              <w:pict>
                <v:line id="_x0000_s4699" style="position:absolute;z-index:251678208;mso-position-horizontal-relative:text;mso-position-vertical-relative:text" from="353.15pt,3.2pt" to="378.8pt,11.75pt" stroked="f"/>
              </w:pict>
            </w:r>
            <w:r w:rsidR="00682683" w:rsidRPr="0005436F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9182" w:type="dxa"/>
            <w:gridSpan w:val="7"/>
          </w:tcPr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07" style="position:absolute;z-index:251681280;mso-position-horizontal-relative:text;mso-position-vertical-relative:text" from="205.7pt,12.3pt" to="205.7pt,186.15pt">
                  <v:stroke startarrow="block" endarrow="block"/>
                </v:lin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69" type="#_x0000_t202" style="position:absolute;margin-left:200.3pt;margin-top:.3pt;width:41.85pt;height:25.65pt;z-index:251710976;mso-position-horizontal-relative:text;mso-position-vertical-relative:text" stroked="f">
                  <v:fill opacity="0"/>
                  <v:textbox style="mso-next-textbox:#_x0000_s4769">
                    <w:txbxContent>
                      <w:p w:rsidR="00316F30" w:rsidRPr="0005436F" w:rsidRDefault="00316F30" w:rsidP="00437F7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05436F">
                          <w:rPr>
                            <w:rFonts w:ascii="Arial" w:hAnsi="Arial" w:cs="Arial"/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698" style="position:absolute;z-index:251677184;mso-position-horizontal-relative:text;mso-position-vertical-relative:text" from="461.7pt,-469.35pt" to="467.4pt,-449.4pt" stroked="f"/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8" type="#_x0000_t202" style="position:absolute;margin-left:201.05pt;margin-top:13.35pt;width:21.6pt;height:25.65pt;z-index:251703808" stroked="f">
                  <v:fill opacity="0"/>
                  <v:textbox style="mso-next-textbox:#_x0000_s4738">
                    <w:txbxContent>
                      <w:p w:rsidR="00316F30" w:rsidRPr="001D7AB8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1D7AB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66" style="position:absolute;margin-left:74.3pt;margin-top:1pt;width:270.75pt;height:126.8pt;z-index:25170790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15,2479" path="m,171c14,104,29,38,228,399v199,361,608,1947,969,1938c1558,2328,2109,684,2394,342,2679,,2746,133,2907,285v161,152,276,627,456,969c3543,1596,3696,2479,3990,2337,4284,2195,4893,760,5130,399,5367,38,5368,209,5415,171e" filled="f">
                  <v:stroke startarrow="oval" endarrow="oval"/>
                  <v:path arrowok="t"/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7" style="position:absolute;z-index:251692544" from="204.8pt,8.3pt" to="210.5pt,8.3pt"/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71" type="#_x0000_t202" style="position:absolute;margin-left:122pt;margin-top:12.3pt;width:41.85pt;height:25.65pt;z-index:251713024" stroked="f">
                  <v:fill opacity="0"/>
                  <v:textbox style="mso-next-textbox:#_x0000_s4771">
                    <w:txbxContent>
                      <w:p w:rsidR="00316F30" w:rsidRPr="0005436F" w:rsidRDefault="00316F30" w:rsidP="00437F7A">
                        <w:pPr>
                          <w:rPr>
                            <w:rFonts w:ascii="Arial" w:hAnsi="Arial" w:cs="Arial"/>
                            <w:b/>
                            <w:i/>
                          </w:rPr>
                        </w:pPr>
                        <w:r w:rsidRPr="0005436F">
                          <w:rPr>
                            <w:rFonts w:ascii="Arial" w:hAnsi="Arial" w:cs="Arial"/>
                            <w:b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7" type="#_x0000_t202" style="position:absolute;margin-left:203.9pt;margin-top:6.35pt;width:21.6pt;height:25.65pt;z-index:251702784" stroked="f">
                  <v:fill opacity="0"/>
                  <v:textbox style="mso-next-textbox:#_x0000_s4737">
                    <w:txbxContent>
                      <w:p w:rsidR="00316F30" w:rsidRPr="001D7AB8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1D7AB8">
                          <w:rPr>
                            <w:rFonts w:ascii="Arial" w:hAnsi="Arial" w:cs="Arial"/>
                          </w:rPr>
                          <w:t>½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70" type="#_x0000_t202" style="position:absolute;margin-left:299pt;margin-top:12.35pt;width:41.85pt;height:25.65pt;z-index:251712000" stroked="f">
                  <v:fill opacity="0"/>
                  <v:textbox style="mso-next-textbox:#_x0000_s4770">
                    <w:txbxContent>
                      <w:p w:rsidR="00316F30" w:rsidRPr="0005436F" w:rsidRDefault="00316F30" w:rsidP="00437F7A">
                        <w:pPr>
                          <w:rPr>
                            <w:rFonts w:ascii="Arial" w:hAnsi="Arial" w:cs="Arial"/>
                            <w:b/>
                            <w:i/>
                          </w:rPr>
                        </w:pPr>
                        <w:r w:rsidRPr="0005436F">
                          <w:rPr>
                            <w:rFonts w:ascii="Arial" w:hAnsi="Arial" w:cs="Arial"/>
                            <w:b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8" style="position:absolute;z-index:251693568" from="204.2pt,.9pt" to="209.9pt,.9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51" style="position:absolute;margin-left:69.95pt;margin-top:3.5pt;width:270.75pt;height:51.3pt;z-index:25170688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15,1026" path="m,513c432,256,865,,1311,v446,,912,342,1368,513c3135,684,3591,1026,4047,1026v456,,1140,-427,1368,-513e" filled="f">
                  <v:stroke startarrow="oval" endarrow="oval"/>
                  <v:path arrowok="t"/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68" type="#_x0000_t202" style="position:absolute;margin-left:358.55pt;margin-top:12.4pt;width:41.85pt;height:25.65pt;z-index:251709952" stroked="f">
                  <v:fill opacity="0"/>
                  <v:textbox style="mso-next-textbox:#_x0000_s4768">
                    <w:txbxContent>
                      <w:p w:rsidR="00316F30" w:rsidRPr="0005436F" w:rsidRDefault="00316F30" w:rsidP="00437F7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05436F">
                          <w:rPr>
                            <w:rFonts w:ascii="Arial" w:hAnsi="Arial" w:cs="Arial"/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67" type="#_x0000_t202" style="position:absolute;margin-left:192.95pt;margin-top:4.35pt;width:41.85pt;height:25.65pt;z-index:251708928" stroked="f">
                  <v:fill opacity="0"/>
                  <v:textbox style="mso-next-textbox:#_x0000_s4767">
                    <w:txbxContent>
                      <w:p w:rsidR="00316F30" w:rsidRPr="00437F7A" w:rsidRDefault="00316F30" w:rsidP="00437F7A">
                        <w:r w:rsidRPr="00437F7A">
                          <w:t>O</w:t>
                        </w:r>
                      </w:p>
                    </w:txbxContent>
                  </v:textbox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2" type="#_x0000_t202" style="position:absolute;margin-left:232.4pt;margin-top:4.9pt;width:31.05pt;height:25.65pt;z-index:251697664" stroked="f">
                  <v:fill opacity="0"/>
                  <v:textbox style="mso-next-textbox:#_x0000_s4732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45°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0" type="#_x0000_t202" style="position:absolute;margin-left:259.85pt;margin-top:3.85pt;width:33.6pt;height:25.65pt;z-index:251695616" stroked="f">
                  <v:fill opacity="0"/>
                  <v:textbox style="mso-next-textbox:#_x0000_s4730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90°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1" type="#_x0000_t202" style="position:absolute;margin-left:155.6pt;margin-top:1.7pt;width:37.35pt;height:25.65pt;z-index:251696640" stroked="f">
                  <v:fill opacity="0"/>
                  <v:textbox style="mso-next-textbox:#_x0000_s4731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-45°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0" style="position:absolute;z-index:251685376" from="244.4pt,1.1pt" to="244.4pt,6.8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06" style="position:absolute;z-index:251680256" from="38.9pt,1.2pt" to="372.05pt,1.55pt">
                  <v:stroke startarrow="block" endarrow="block"/>
                </v:lin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6" type="#_x0000_t202" style="position:absolute;margin-left:53.3pt;margin-top:2.35pt;width:41.85pt;height:25.65pt;z-index:251701760" stroked="f">
                  <v:fill opacity="0"/>
                  <v:textbox style="mso-next-textbox:#_x0000_s4736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-180°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3" type="#_x0000_t202" style="position:absolute;margin-left:85.85pt;margin-top:2.1pt;width:41.85pt;height:25.65pt;z-index:251698688" stroked="f">
                  <v:fill opacity="0"/>
                  <v:textbox style="mso-next-textbox:#_x0000_s4733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-135°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29" type="#_x0000_t202" style="position:absolute;margin-left:122.45pt;margin-top:2.85pt;width:34.2pt;height:25.65pt;z-index:251694592" stroked="f">
                  <v:fill opacity="0"/>
                  <v:textbox style="mso-next-textbox:#_x0000_s4729">
                    <w:txbxContent>
                      <w:p w:rsidR="00316F30" w:rsidRPr="0005436F" w:rsidRDefault="00316F30" w:rsidP="00682683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-90°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4" type="#_x0000_t202" style="position:absolute;margin-left:293.45pt;margin-top:2.7pt;width:41.85pt;height:25.65pt;z-index:251699712" stroked="f">
                  <v:fill opacity="0"/>
                  <v:textbox style="mso-next-textbox:#_x0000_s4734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135°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5" type="#_x0000_t202" style="position:absolute;margin-left:327.05pt;margin-top:3.75pt;width:41.85pt;height:25.65pt;z-index:251700736" stroked="f">
                  <v:fill opacity="0"/>
                  <v:textbox style="mso-next-textbox:#_x0000_s4735">
                    <w:txbxContent>
                      <w:p w:rsidR="00316F30" w:rsidRPr="0005436F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05436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180°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4" style="position:absolute;z-index:251689472" from="70.55pt,2.55pt" to="70.55pt,8.2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3" style="position:absolute;z-index:251688448" from="104.45pt,1.3pt" to="104.45pt,7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2" style="position:absolute;z-index:251687424" from="137.3pt,2.4pt" to="137.3pt,8.1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1" style="position:absolute;z-index:251686400" from="170.9pt,1.6pt" to="170.9pt,7.3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18" style="position:absolute;z-index:251683328" from="306.35pt,1.25pt" to="306.35pt,6.95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19" style="position:absolute;z-index:251684352" from="340.25pt,1.6pt" to="340.25pt,7.3pt"/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17" style="position:absolute;z-index:251682304" from="271.7pt,1.65pt" to="271.7pt,7.35pt"/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39" type="#_x0000_t202" style="position:absolute;margin-left:207.8pt;margin-top:2.15pt;width:33pt;height:25.65pt;z-index:251704832" stroked="f">
                  <v:fill opacity="0"/>
                  <v:textbox style="mso-next-textbox:#_x0000_s4739">
                    <w:txbxContent>
                      <w:p w:rsidR="00316F30" w:rsidRPr="001D7AB8" w:rsidRDefault="00316F30" w:rsidP="004B1C60">
                        <w:pPr>
                          <w:rPr>
                            <w:rFonts w:ascii="Arial" w:hAnsi="Arial" w:cs="Arial"/>
                          </w:rPr>
                        </w:pPr>
                        <w:r w:rsidRPr="001D7AB8">
                          <w:rPr>
                            <w:rFonts w:ascii="Arial" w:hAnsi="Arial" w:cs="Arial"/>
                          </w:rPr>
                          <w:t>-½</w:t>
                        </w:r>
                      </w:p>
                    </w:txbxContent>
                  </v:textbox>
                </v:shape>
              </w:pict>
            </w: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6" style="position:absolute;z-index:251691520" from="204.2pt,13.05pt" to="209.9pt,13.05pt"/>
              </w:pict>
            </w:r>
          </w:p>
          <w:p w:rsidR="00682683" w:rsidRPr="0005436F" w:rsidRDefault="00682683" w:rsidP="004972A5">
            <w:pPr>
              <w:rPr>
                <w:rFonts w:ascii="Arial" w:hAnsi="Arial" w:cs="Arial"/>
                <w:lang w:val="af-ZA"/>
              </w:rPr>
            </w:pP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shape id="_x0000_s4740" type="#_x0000_t202" style="position:absolute;margin-left:208.05pt;margin-top:2.75pt;width:25.35pt;height:25.65pt;z-index:251705856" stroked="f">
                  <v:fill opacity="0"/>
                  <v:textbox style="mso-next-textbox:#_x0000_s4740">
                    <w:txbxContent>
                      <w:p w:rsidR="00316F30" w:rsidRPr="001D7AB8" w:rsidRDefault="00316F30" w:rsidP="004B1C60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D7AB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</w:p>
          <w:p w:rsidR="00682683" w:rsidRPr="0005436F" w:rsidRDefault="00AB7B26" w:rsidP="004972A5">
            <w:pPr>
              <w:rPr>
                <w:rFonts w:ascii="Arial" w:hAnsi="Arial" w:cs="Arial"/>
                <w:lang w:val="af-ZA"/>
              </w:rPr>
            </w:pPr>
            <w:r w:rsidRPr="00AB7B26">
              <w:rPr>
                <w:rFonts w:ascii="Arial" w:hAnsi="Arial" w:cs="Arial"/>
                <w:noProof/>
                <w:lang w:val="af-ZA"/>
              </w:rPr>
              <w:pict>
                <v:line id="_x0000_s4725" style="position:absolute;z-index:251690496" from="204.2pt,.15pt" to="209.9pt,.15pt"/>
              </w:pict>
            </w:r>
          </w:p>
          <w:p w:rsidR="00682683" w:rsidRPr="0005436F" w:rsidRDefault="00682683" w:rsidP="004972A5">
            <w:pPr>
              <w:rPr>
                <w:rFonts w:ascii="Arial" w:hAnsi="Arial" w:cs="Arial"/>
                <w:lang w:val="af-ZA"/>
              </w:rPr>
            </w:pPr>
          </w:p>
          <w:p w:rsidR="00682683" w:rsidRPr="0005436F" w:rsidRDefault="00682683" w:rsidP="004972A5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360BD5" w:rsidRPr="0005436F" w:rsidRDefault="00360BD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56" w:type="dxa"/>
            <w:gridSpan w:val="4"/>
          </w:tcPr>
          <w:p w:rsidR="00360BD5" w:rsidRPr="0005436F" w:rsidRDefault="00360BD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50" w:type="dxa"/>
            <w:gridSpan w:val="2"/>
          </w:tcPr>
          <w:p w:rsidR="00360BD5" w:rsidRPr="0005436F" w:rsidRDefault="00360BD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360BD5" w:rsidRPr="0005436F" w:rsidRDefault="00360BD5" w:rsidP="004972A5">
            <w:pPr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5B3145" w:rsidRPr="0005436F" w:rsidTr="00316F30">
        <w:tc>
          <w:tcPr>
            <w:tcW w:w="567" w:type="dxa"/>
          </w:tcPr>
          <w:p w:rsidR="000F3005" w:rsidRPr="0005436F" w:rsidRDefault="004F0714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</w:t>
            </w:r>
            <w:r w:rsidR="000F3005" w:rsidRPr="0005436F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506" w:type="dxa"/>
            <w:gridSpan w:val="6"/>
          </w:tcPr>
          <w:p w:rsidR="000F3005" w:rsidRPr="0005436F" w:rsidRDefault="009827EC" w:rsidP="004972A5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 xml:space="preserve">Die grafiek in die figuur verteenwoordig die kurwes van </w:t>
            </w:r>
          </w:p>
          <w:p w:rsidR="000F3005" w:rsidRPr="0005436F" w:rsidRDefault="000F3005" w:rsidP="004972A5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  <w:p w:rsidR="000F3005" w:rsidRPr="0005436F" w:rsidRDefault="000F3005" w:rsidP="005B3145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)  =  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>cos ax, -180° ≤  x   ≤  180° en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i/>
                <w:noProof/>
                <w:lang w:val="af-ZA"/>
              </w:rPr>
              <w:t>g</w:t>
            </w:r>
            <w:r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Pr="0005436F">
              <w:rPr>
                <w:rFonts w:ascii="Arial" w:hAnsi="Arial" w:cs="Arial"/>
                <w:noProof/>
                <w:lang w:val="af-ZA"/>
              </w:rPr>
              <w:t>)  =  b sin x , -180° ≤  x   ≤  180°</w:t>
            </w:r>
          </w:p>
        </w:tc>
        <w:tc>
          <w:tcPr>
            <w:tcW w:w="676" w:type="dxa"/>
          </w:tcPr>
          <w:p w:rsidR="000F3005" w:rsidRPr="0005436F" w:rsidRDefault="000F3005" w:rsidP="004972A5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5B3145" w:rsidRPr="0005436F" w:rsidTr="00316F30">
        <w:tc>
          <w:tcPr>
            <w:tcW w:w="567" w:type="dxa"/>
          </w:tcPr>
          <w:p w:rsidR="005B3145" w:rsidRPr="0005436F" w:rsidRDefault="005B3145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06" w:type="dxa"/>
            <w:gridSpan w:val="6"/>
          </w:tcPr>
          <w:p w:rsidR="005B3145" w:rsidRPr="0005436F" w:rsidRDefault="005B3145" w:rsidP="004972A5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5B3145" w:rsidRPr="0005436F" w:rsidRDefault="005B3145" w:rsidP="004972A5">
            <w:pPr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4F0714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</w:t>
            </w:r>
            <w:r w:rsidR="000F3005" w:rsidRPr="0005436F">
              <w:rPr>
                <w:rFonts w:ascii="Arial" w:hAnsi="Arial" w:cs="Arial"/>
                <w:lang w:val="af-ZA"/>
              </w:rPr>
              <w:t>.1.1</w:t>
            </w:r>
          </w:p>
        </w:tc>
        <w:tc>
          <w:tcPr>
            <w:tcW w:w="7756" w:type="dxa"/>
            <w:gridSpan w:val="4"/>
          </w:tcPr>
          <w:p w:rsidR="008F0FB8" w:rsidRPr="0005436F" w:rsidRDefault="009827EC" w:rsidP="004972A5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Bepaal</w:t>
            </w:r>
            <w:r w:rsidR="000F3005" w:rsidRPr="0005436F">
              <w:rPr>
                <w:rFonts w:ascii="Arial" w:hAnsi="Arial" w:cs="Arial"/>
                <w:noProof/>
                <w:lang w:val="af-ZA"/>
              </w:rPr>
              <w:t xml:space="preserve"> a </w:t>
            </w:r>
            <w:r w:rsidRPr="0005436F">
              <w:rPr>
                <w:rFonts w:ascii="Arial" w:hAnsi="Arial" w:cs="Arial"/>
                <w:noProof/>
                <w:lang w:val="af-ZA"/>
              </w:rPr>
              <w:t>en</w:t>
            </w:r>
            <w:r w:rsidR="000F3005" w:rsidRPr="0005436F">
              <w:rPr>
                <w:rFonts w:ascii="Arial" w:hAnsi="Arial" w:cs="Arial"/>
                <w:noProof/>
                <w:lang w:val="af-ZA"/>
              </w:rPr>
              <w:t xml:space="preserve"> b.</w:t>
            </w:r>
          </w:p>
        </w:tc>
        <w:tc>
          <w:tcPr>
            <w:tcW w:w="676" w:type="dxa"/>
          </w:tcPr>
          <w:p w:rsidR="008F0FB8" w:rsidRPr="0005436F" w:rsidRDefault="000F3005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4F0714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</w:t>
            </w:r>
            <w:r w:rsidR="000F3005" w:rsidRPr="0005436F">
              <w:rPr>
                <w:rFonts w:ascii="Arial" w:hAnsi="Arial" w:cs="Arial"/>
                <w:lang w:val="af-ZA"/>
              </w:rPr>
              <w:t>.1.2</w:t>
            </w:r>
          </w:p>
        </w:tc>
        <w:tc>
          <w:tcPr>
            <w:tcW w:w="7756" w:type="dxa"/>
            <w:gridSpan w:val="4"/>
          </w:tcPr>
          <w:p w:rsidR="008F0FB8" w:rsidRPr="0005436F" w:rsidRDefault="009827EC" w:rsidP="004972A5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Bepaal die periode van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D32C5F" w:rsidRPr="004F24F8">
              <w:rPr>
                <w:rFonts w:ascii="Arial" w:hAnsi="Arial" w:cs="Arial"/>
                <w:i/>
                <w:noProof/>
                <w:lang w:val="af-ZA"/>
              </w:rPr>
              <w:t>g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676" w:type="dxa"/>
          </w:tcPr>
          <w:p w:rsidR="008F0FB8" w:rsidRPr="0005436F" w:rsidRDefault="00D32C5F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4F0714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</w:t>
            </w:r>
            <w:r w:rsidR="00D32C5F" w:rsidRPr="0005436F">
              <w:rPr>
                <w:rFonts w:ascii="Arial" w:hAnsi="Arial" w:cs="Arial"/>
                <w:lang w:val="af-ZA"/>
              </w:rPr>
              <w:t>.1.</w:t>
            </w:r>
            <w:r w:rsidR="008B010E" w:rsidRPr="0005436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756" w:type="dxa"/>
            <w:gridSpan w:val="4"/>
          </w:tcPr>
          <w:p w:rsidR="008F0FB8" w:rsidRPr="0005436F" w:rsidRDefault="009827EC" w:rsidP="004972A5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Wat is die minimum waarde van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Pr="0005436F">
              <w:rPr>
                <w:rFonts w:ascii="Arial" w:hAnsi="Arial" w:cs="Arial"/>
                <w:noProof/>
                <w:lang w:val="af-ZA"/>
              </w:rPr>
              <w:t>(x)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>?</w:t>
            </w:r>
          </w:p>
        </w:tc>
        <w:tc>
          <w:tcPr>
            <w:tcW w:w="676" w:type="dxa"/>
          </w:tcPr>
          <w:p w:rsidR="008F0FB8" w:rsidRPr="0005436F" w:rsidRDefault="00D32C5F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1D7AB8" w:rsidRPr="001D7AB8" w:rsidRDefault="001D7AB8" w:rsidP="004972A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8F0FB8" w:rsidRPr="0005436F" w:rsidRDefault="004F0714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</w:t>
            </w:r>
            <w:r w:rsidR="00D32C5F" w:rsidRPr="0005436F">
              <w:rPr>
                <w:rFonts w:ascii="Arial" w:hAnsi="Arial" w:cs="Arial"/>
                <w:lang w:val="af-ZA"/>
              </w:rPr>
              <w:t>.1.</w:t>
            </w:r>
            <w:r w:rsidR="008B010E" w:rsidRPr="0005436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756" w:type="dxa"/>
            <w:gridSpan w:val="4"/>
          </w:tcPr>
          <w:p w:rsidR="008F0FB8" w:rsidRPr="0005436F" w:rsidRDefault="00DF7A44" w:rsidP="004972A5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Vir hoeveel waardes van x sal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D32C5F"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="00D32C5F"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>)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+ </w:t>
            </w:r>
            <w:r w:rsidR="008B010E" w:rsidRPr="0005436F">
              <w:rPr>
                <w:rFonts w:ascii="Arial" w:hAnsi="Arial" w:cs="Arial"/>
                <w:noProof/>
                <w:position w:val="-24"/>
                <w:lang w:val="af-ZA"/>
              </w:rPr>
              <w:object w:dxaOrig="240" w:dyaOrig="620">
                <v:shape id="_x0000_i1035" type="#_x0000_t75" style="width:12pt;height:31pt" o:ole="">
                  <v:imagedata r:id="rId34" o:title=""/>
                </v:shape>
                <o:OLEObject Type="Embed" ProgID="Equation.3" ShapeID="_x0000_i1035" DrawAspect="Content" ObjectID="_1309867782" r:id="rId35"/>
              </w:objec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 xml:space="preserve">  =  </w:t>
            </w:r>
            <w:r w:rsidR="00D32C5F" w:rsidRPr="004F24F8">
              <w:rPr>
                <w:rFonts w:ascii="Arial" w:hAnsi="Arial" w:cs="Arial"/>
                <w:i/>
                <w:noProof/>
                <w:lang w:val="af-ZA"/>
              </w:rPr>
              <w:t>g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 xml:space="preserve">(x) </w:t>
            </w:r>
            <w:r w:rsidRPr="0005436F">
              <w:rPr>
                <w:rFonts w:ascii="Arial" w:hAnsi="Arial" w:cs="Arial"/>
                <w:noProof/>
                <w:lang w:val="af-ZA"/>
              </w:rPr>
              <w:t>in die gegewe interval</w:t>
            </w:r>
            <w:r w:rsidR="00D32C5F" w:rsidRPr="0005436F">
              <w:rPr>
                <w:rFonts w:ascii="Arial" w:hAnsi="Arial" w:cs="Arial"/>
                <w:noProof/>
                <w:lang w:val="af-ZA"/>
              </w:rPr>
              <w:t>?</w:t>
            </w: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B010E" w:rsidRPr="0005436F" w:rsidRDefault="008B010E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C235B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750" w:type="dxa"/>
            <w:gridSpan w:val="2"/>
          </w:tcPr>
          <w:p w:rsidR="008F0FB8" w:rsidRPr="0005436F" w:rsidRDefault="00C235B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7756" w:type="dxa"/>
            <w:gridSpan w:val="4"/>
          </w:tcPr>
          <w:p w:rsidR="008F0FB8" w:rsidRPr="0005436F" w:rsidRDefault="00DF7A44" w:rsidP="004F24F8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Skets die grafiek van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)  =  tan(x + 45°) </w:t>
            </w:r>
            <w:r w:rsidRPr="0005436F">
              <w:rPr>
                <w:rFonts w:ascii="Arial" w:hAnsi="Arial" w:cs="Arial"/>
                <w:noProof/>
                <w:lang w:val="af-ZA"/>
              </w:rPr>
              <w:t>vir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x </w:t>
            </w:r>
            <w:r w:rsidR="00C235B3" w:rsidRPr="0005436F">
              <w:rPr>
                <w:rFonts w:ascii="Arial" w:hAnsi="Arial" w:cs="Arial"/>
                <w:noProof/>
                <w:position w:val="-4"/>
                <w:lang w:val="af-ZA"/>
              </w:rPr>
              <w:object w:dxaOrig="200" w:dyaOrig="200">
                <v:shape id="_x0000_i1036" type="#_x0000_t75" style="width:10pt;height:10pt" o:ole="">
                  <v:imagedata r:id="rId36" o:title=""/>
                </v:shape>
                <o:OLEObject Type="Embed" ProgID="Equation.3" ShapeID="_x0000_i1036" DrawAspect="Content" ObjectID="_1309867783" r:id="rId37"/>
              </w:objec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[</w:t>
            </w:r>
            <w:r w:rsidR="001E6A22">
              <w:rPr>
                <w:rFonts w:ascii="Arial" w:hAnsi="Arial" w:cs="Arial"/>
                <w:noProof/>
                <w:lang w:val="af-ZA"/>
              </w:rPr>
              <w:t>-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135°; 45°]. </w:t>
            </w:r>
            <w:r w:rsidRPr="0005436F">
              <w:rPr>
                <w:rFonts w:ascii="Arial" w:hAnsi="Arial" w:cs="Arial"/>
                <w:noProof/>
                <w:lang w:val="af-ZA"/>
              </w:rPr>
              <w:t>Dui aan die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as</w:t>
            </w:r>
            <w:r w:rsidR="004F24F8">
              <w:rPr>
                <w:rFonts w:ascii="Arial" w:hAnsi="Arial" w:cs="Arial"/>
                <w:noProof/>
                <w:lang w:val="af-ZA"/>
              </w:rPr>
              <w:t>i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mptote </w:t>
            </w:r>
            <w:r w:rsidRPr="0005436F">
              <w:rPr>
                <w:rFonts w:ascii="Arial" w:hAnsi="Arial" w:cs="Arial"/>
                <w:noProof/>
                <w:lang w:val="af-ZA"/>
              </w:rPr>
              <w:t>en die afsnitte met die asse.</w:t>
            </w: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C235B3" w:rsidRPr="0005436F" w:rsidRDefault="00C235B3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rPr>
          <w:trHeight w:val="171"/>
        </w:trPr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C235B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7756" w:type="dxa"/>
            <w:gridSpan w:val="4"/>
          </w:tcPr>
          <w:p w:rsidR="008F0FB8" w:rsidRPr="0005436F" w:rsidRDefault="00DF7A44" w:rsidP="001E6A22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Bereken die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x –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 koör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dina</w:t>
            </w:r>
            <w:r w:rsidR="001E6A22">
              <w:rPr>
                <w:rFonts w:ascii="Arial" w:hAnsi="Arial" w:cs="Arial"/>
                <w:noProof/>
                <w:lang w:val="af-ZA"/>
              </w:rPr>
              <w:t>a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t </w:t>
            </w:r>
            <w:r w:rsidRPr="0005436F">
              <w:rPr>
                <w:rFonts w:ascii="Arial" w:hAnsi="Arial" w:cs="Arial"/>
                <w:noProof/>
                <w:lang w:val="af-ZA"/>
              </w:rPr>
              <w:t>van die punt waarvoor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)  =  2.</w:t>
            </w:r>
          </w:p>
        </w:tc>
        <w:tc>
          <w:tcPr>
            <w:tcW w:w="676" w:type="dxa"/>
          </w:tcPr>
          <w:p w:rsidR="008F0FB8" w:rsidRPr="0005436F" w:rsidRDefault="00C235B3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C235B3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7.2.3</w:t>
            </w:r>
          </w:p>
        </w:tc>
        <w:tc>
          <w:tcPr>
            <w:tcW w:w="7756" w:type="dxa"/>
            <w:gridSpan w:val="4"/>
          </w:tcPr>
          <w:p w:rsidR="008F0FB8" w:rsidRPr="0005436F" w:rsidRDefault="00DF7A44" w:rsidP="001E6A22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>Bepaal die waardes van x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waarvoor 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f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(</w:t>
            </w:r>
            <w:r w:rsidR="00C235B3" w:rsidRPr="0005436F">
              <w:rPr>
                <w:rFonts w:ascii="Arial" w:hAnsi="Arial" w:cs="Arial"/>
                <w:i/>
                <w:noProof/>
                <w:lang w:val="af-ZA"/>
              </w:rPr>
              <w:t>x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) &gt; 2</w:t>
            </w:r>
            <w:r w:rsidR="001E6A22">
              <w:rPr>
                <w:rFonts w:ascii="Arial" w:hAnsi="Arial" w:cs="Arial"/>
                <w:noProof/>
                <w:lang w:val="af-ZA"/>
              </w:rPr>
              <w:t xml:space="preserve"> en x </w:t>
            </w:r>
            <m:oMath>
              <m:r>
                <w:rPr>
                  <w:rFonts w:ascii="Cambria Math" w:hAnsi="Cambria Math" w:cs="Arial"/>
                  <w:noProof/>
                  <w:lang w:val="af-ZA"/>
                </w:rPr>
                <m:t>∈</m:t>
              </m:r>
            </m:oMath>
            <w:r w:rsidR="001E6A22">
              <w:rPr>
                <w:rFonts w:ascii="Arial" w:hAnsi="Arial" w:cs="Arial"/>
                <w:noProof/>
                <w:lang w:val="af-ZA"/>
              </w:rPr>
              <w:t xml:space="preserve"> [-135º, 45º]</w:t>
            </w:r>
            <w:r w:rsidR="00C235B3" w:rsidRPr="0005436F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676" w:type="dxa"/>
          </w:tcPr>
          <w:p w:rsidR="008F0FB8" w:rsidRPr="0005436F" w:rsidRDefault="00C235B3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B010E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7.2.4</w:t>
            </w:r>
          </w:p>
        </w:tc>
        <w:tc>
          <w:tcPr>
            <w:tcW w:w="7756" w:type="dxa"/>
            <w:gridSpan w:val="4"/>
          </w:tcPr>
          <w:p w:rsidR="001E6A22" w:rsidRDefault="008B010E" w:rsidP="001E6A22">
            <w:pPr>
              <w:rPr>
                <w:rFonts w:ascii="Arial" w:hAnsi="Arial" w:cs="Arial"/>
                <w:noProof/>
                <w:lang w:val="af-ZA"/>
              </w:rPr>
            </w:pPr>
            <w:r w:rsidRPr="0005436F">
              <w:rPr>
                <w:rFonts w:ascii="Arial" w:hAnsi="Arial" w:cs="Arial"/>
                <w:noProof/>
                <w:lang w:val="af-ZA"/>
              </w:rPr>
              <w:t xml:space="preserve">Bepaal met gebruik van die grafiek of op enige ander wyse, die waarde van x waarvoor sin x. cos </w:t>
            </w:r>
            <w:r w:rsidR="001E6A22">
              <w:rPr>
                <w:rFonts w:ascii="Arial" w:hAnsi="Arial" w:cs="Arial"/>
                <w:noProof/>
                <w:lang w:val="af-ZA"/>
              </w:rPr>
              <w:t>45º</w: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  + </w:t>
            </w:r>
            <w:r w:rsidRPr="0005436F">
              <w:rPr>
                <w:rFonts w:ascii="Arial" w:hAnsi="Arial" w:cs="Arial"/>
                <w:noProof/>
                <w:position w:val="-28"/>
                <w:lang w:val="af-ZA"/>
              </w:rPr>
              <w:object w:dxaOrig="420" w:dyaOrig="660">
                <v:shape id="_x0000_i1037" type="#_x0000_t75" style="width:21pt;height:33pt" o:ole="">
                  <v:imagedata r:id="rId38" o:title=""/>
                </v:shape>
                <o:OLEObject Type="Embed" ProgID="Equation.3" ShapeID="_x0000_i1037" DrawAspect="Content" ObjectID="_1309867784" r:id="rId39"/>
              </w:object>
            </w:r>
            <w:r w:rsidRPr="0005436F">
              <w:rPr>
                <w:rFonts w:ascii="Arial" w:hAnsi="Arial" w:cs="Arial"/>
                <w:noProof/>
                <w:lang w:val="af-ZA"/>
              </w:rPr>
              <w:t xml:space="preserve">cos x  =  cos(x  +  45°) </w:t>
            </w:r>
            <w:r w:rsidR="001E6A22">
              <w:rPr>
                <w:rFonts w:ascii="Arial" w:hAnsi="Arial" w:cs="Arial"/>
                <w:noProof/>
                <w:lang w:val="af-ZA"/>
              </w:rPr>
              <w:t xml:space="preserve">en </w:t>
            </w:r>
          </w:p>
          <w:p w:rsidR="008F0FB8" w:rsidRPr="0005436F" w:rsidRDefault="001E6A22" w:rsidP="001E6A22">
            <w:pPr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 xml:space="preserve">x </w:t>
            </w:r>
            <m:oMath>
              <m:r>
                <w:rPr>
                  <w:rFonts w:ascii="Cambria Math" w:hAnsi="Cambria Math" w:cs="Arial"/>
                  <w:noProof/>
                  <w:lang w:val="af-ZA"/>
                </w:rPr>
                <m:t>∈</m:t>
              </m:r>
            </m:oMath>
            <w:r>
              <w:rPr>
                <w:rFonts w:ascii="Arial" w:hAnsi="Arial" w:cs="Arial"/>
                <w:noProof/>
                <w:lang w:val="af-ZA"/>
              </w:rPr>
              <w:t xml:space="preserve"> [-135º, 45º]</w:t>
            </w:r>
            <w:r w:rsidR="008B010E" w:rsidRPr="0005436F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B010E" w:rsidRPr="0005436F" w:rsidRDefault="008B010E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B010E" w:rsidRPr="0005436F" w:rsidRDefault="008B010E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B010E" w:rsidRPr="0005436F" w:rsidRDefault="008B010E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B010E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[17]</w:t>
            </w:r>
          </w:p>
        </w:tc>
      </w:tr>
      <w:tr w:rsidR="001E0221" w:rsidRPr="0005436F" w:rsidTr="00316F30">
        <w:tc>
          <w:tcPr>
            <w:tcW w:w="567" w:type="dxa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B3145" w:rsidRPr="0005436F" w:rsidTr="00316F30">
        <w:tc>
          <w:tcPr>
            <w:tcW w:w="9073" w:type="dxa"/>
            <w:gridSpan w:val="7"/>
          </w:tcPr>
          <w:p w:rsidR="005B3145" w:rsidRPr="0005436F" w:rsidRDefault="005B3145" w:rsidP="004972A5">
            <w:pPr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8</w:t>
            </w:r>
          </w:p>
        </w:tc>
        <w:tc>
          <w:tcPr>
            <w:tcW w:w="676" w:type="dxa"/>
          </w:tcPr>
          <w:p w:rsidR="005B3145" w:rsidRPr="0005436F" w:rsidRDefault="005B3145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221" w:rsidRPr="0005436F" w:rsidTr="00316F30">
        <w:tc>
          <w:tcPr>
            <w:tcW w:w="764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59" w:type="dxa"/>
            <w:gridSpan w:val="3"/>
          </w:tcPr>
          <w:p w:rsidR="008F0FB8" w:rsidRPr="0005436F" w:rsidRDefault="008F0FB8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450" w:type="dxa"/>
            <w:gridSpan w:val="2"/>
          </w:tcPr>
          <w:p w:rsidR="008F0FB8" w:rsidRPr="0005436F" w:rsidRDefault="008F0FB8" w:rsidP="004972A5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8F0FB8" w:rsidRPr="0005436F" w:rsidRDefault="008F0FB8" w:rsidP="00EE5CC6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760C9B" w:rsidRPr="0005436F" w:rsidTr="00756D94">
        <w:tc>
          <w:tcPr>
            <w:tcW w:w="9073" w:type="dxa"/>
            <w:gridSpan w:val="7"/>
          </w:tcPr>
          <w:p w:rsidR="00760C9B" w:rsidRPr="0005436F" w:rsidRDefault="00760C9B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Die vo</w:t>
            </w:r>
            <w:r>
              <w:rPr>
                <w:rFonts w:ascii="Arial" w:hAnsi="Arial" w:cs="Arial"/>
                <w:lang w:val="af-ZA"/>
              </w:rPr>
              <w:t>lgende tab</w:t>
            </w:r>
            <w:r w:rsidRPr="0005436F">
              <w:rPr>
                <w:rFonts w:ascii="Arial" w:hAnsi="Arial" w:cs="Arial"/>
                <w:lang w:val="af-ZA"/>
              </w:rPr>
              <w:t>e</w:t>
            </w:r>
            <w:r>
              <w:rPr>
                <w:rFonts w:ascii="Arial" w:hAnsi="Arial" w:cs="Arial"/>
                <w:lang w:val="af-ZA"/>
              </w:rPr>
              <w:t>l</w:t>
            </w:r>
            <w:r w:rsidRPr="0005436F">
              <w:rPr>
                <w:rFonts w:ascii="Arial" w:hAnsi="Arial" w:cs="Arial"/>
                <w:lang w:val="af-ZA"/>
              </w:rPr>
              <w:t xml:space="preserve"> toon die aantal selfone wat Mr.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05436F">
              <w:rPr>
                <w:rFonts w:ascii="Arial" w:hAnsi="Arial" w:cs="Arial"/>
                <w:lang w:val="af-ZA"/>
              </w:rPr>
              <w:t xml:space="preserve">Tinkle </w:t>
            </w:r>
            <w:r>
              <w:rPr>
                <w:rFonts w:ascii="Arial" w:hAnsi="Arial" w:cs="Arial"/>
                <w:lang w:val="af-ZA"/>
              </w:rPr>
              <w:t>oor ’</w:t>
            </w:r>
            <w:r w:rsidRPr="0005436F">
              <w:rPr>
                <w:rFonts w:ascii="Arial" w:hAnsi="Arial" w:cs="Arial"/>
                <w:lang w:val="af-ZA"/>
              </w:rPr>
              <w:t xml:space="preserve">n periode van 12 </w:t>
            </w:r>
          </w:p>
          <w:p w:rsidR="00760C9B" w:rsidRPr="0005436F" w:rsidRDefault="00121A95" w:rsidP="00892AB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</w:t>
            </w:r>
            <w:r w:rsidR="00760C9B" w:rsidRPr="0005436F">
              <w:rPr>
                <w:rFonts w:ascii="Arial" w:hAnsi="Arial" w:cs="Arial"/>
                <w:lang w:val="af-ZA"/>
              </w:rPr>
              <w:t>eke verkoop.</w:t>
            </w:r>
          </w:p>
          <w:p w:rsidR="00760C9B" w:rsidRPr="0005436F" w:rsidRDefault="00760C9B" w:rsidP="00892ABA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00"/>
              <w:gridCol w:w="432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617"/>
              <w:gridCol w:w="617"/>
            </w:tblGrid>
            <w:tr w:rsidR="00760C9B" w:rsidRPr="0005436F">
              <w:trPr>
                <w:trHeight w:val="432"/>
                <w:jc w:val="center"/>
              </w:trPr>
              <w:tc>
                <w:tcPr>
                  <w:tcW w:w="1500" w:type="dxa"/>
                </w:tcPr>
                <w:p w:rsidR="00760C9B" w:rsidRPr="0005436F" w:rsidRDefault="00760C9B" w:rsidP="00D54C83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Aantal weke</w:t>
                  </w:r>
                </w:p>
              </w:tc>
              <w:tc>
                <w:tcPr>
                  <w:tcW w:w="432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6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7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9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10</w:t>
                  </w:r>
                </w:p>
              </w:tc>
              <w:tc>
                <w:tcPr>
                  <w:tcW w:w="57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11</w:t>
                  </w:r>
                </w:p>
              </w:tc>
              <w:tc>
                <w:tcPr>
                  <w:tcW w:w="57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12</w:t>
                  </w:r>
                </w:p>
              </w:tc>
            </w:tr>
            <w:tr w:rsidR="00760C9B" w:rsidRPr="0005436F">
              <w:trPr>
                <w:trHeight w:val="413"/>
                <w:jc w:val="center"/>
              </w:trPr>
              <w:tc>
                <w:tcPr>
                  <w:tcW w:w="1500" w:type="dxa"/>
                </w:tcPr>
                <w:p w:rsidR="00760C9B" w:rsidRPr="0005436F" w:rsidRDefault="00760C9B" w:rsidP="00D54C83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Aantal selfone</w:t>
                  </w:r>
                </w:p>
              </w:tc>
              <w:tc>
                <w:tcPr>
                  <w:tcW w:w="432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20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35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90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56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60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70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77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93</w:t>
                  </w:r>
                </w:p>
              </w:tc>
              <w:tc>
                <w:tcPr>
                  <w:tcW w:w="45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87</w:t>
                  </w:r>
                </w:p>
              </w:tc>
              <w:tc>
                <w:tcPr>
                  <w:tcW w:w="57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110</w:t>
                  </w:r>
                </w:p>
              </w:tc>
              <w:tc>
                <w:tcPr>
                  <w:tcW w:w="576" w:type="dxa"/>
                  <w:vAlign w:val="center"/>
                </w:tcPr>
                <w:p w:rsidR="00760C9B" w:rsidRPr="0005436F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5436F">
                    <w:rPr>
                      <w:rFonts w:ascii="Arial" w:hAnsi="Arial" w:cs="Arial"/>
                      <w:lang w:val="af-ZA"/>
                    </w:rPr>
                    <w:t>118</w:t>
                  </w:r>
                </w:p>
              </w:tc>
            </w:tr>
          </w:tbl>
          <w:p w:rsidR="00760C9B" w:rsidRPr="0005436F" w:rsidRDefault="00760C9B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  <w:p w:rsidR="00760C9B" w:rsidRPr="0005436F" w:rsidRDefault="00760C9B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Stel die data as  op 'n spreigrafiek voor  op die grafiekpapier wat op die diagramvel voorsien word.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Identifisee</w:t>
            </w:r>
            <w:r w:rsidR="00760C9B">
              <w:rPr>
                <w:rFonts w:ascii="Arial" w:hAnsi="Arial" w:cs="Arial"/>
                <w:lang w:val="af-ZA"/>
              </w:rPr>
              <w:t xml:space="preserve">r </w:t>
            </w:r>
            <w:r w:rsidR="001E6A22">
              <w:rPr>
                <w:rFonts w:ascii="Arial" w:hAnsi="Arial" w:cs="Arial"/>
                <w:lang w:val="af-ZA"/>
              </w:rPr>
              <w:t xml:space="preserve">vanaf jou grafiek </w:t>
            </w:r>
            <w:r w:rsidR="00760C9B">
              <w:rPr>
                <w:rFonts w:ascii="Arial" w:hAnsi="Arial" w:cs="Arial"/>
                <w:lang w:val="af-ZA"/>
              </w:rPr>
              <w:t>enige uitskieters in die data-</w:t>
            </w:r>
            <w:r w:rsidRPr="0005436F">
              <w:rPr>
                <w:rFonts w:ascii="Arial" w:hAnsi="Arial" w:cs="Arial"/>
                <w:lang w:val="af-ZA"/>
              </w:rPr>
              <w:t>items.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Teken 'n lyn wat die beste pas.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8.4</w:t>
            </w:r>
          </w:p>
        </w:tc>
        <w:tc>
          <w:tcPr>
            <w:tcW w:w="8309" w:type="dxa"/>
            <w:gridSpan w:val="5"/>
          </w:tcPr>
          <w:p w:rsidR="00316F30" w:rsidRPr="0005436F" w:rsidRDefault="00760C9B" w:rsidP="001E6A2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Skat die</w:t>
            </w:r>
            <w:r w:rsidR="00316F30" w:rsidRPr="0005436F">
              <w:rPr>
                <w:rFonts w:ascii="Arial" w:hAnsi="Arial" w:cs="Arial"/>
                <w:lang w:val="af-ZA"/>
              </w:rPr>
              <w:t xml:space="preserve"> moontlike aantal verkope vir week 1</w:t>
            </w:r>
            <w:r w:rsidR="001E6A22">
              <w:rPr>
                <w:rFonts w:ascii="Arial" w:hAnsi="Arial" w:cs="Arial"/>
                <w:lang w:val="af-ZA"/>
              </w:rPr>
              <w:t>5</w:t>
            </w:r>
            <w:r w:rsidR="00316F30" w:rsidRPr="0005436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[7]</w:t>
            </w: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05436F" w:rsidTr="00316F30">
        <w:tc>
          <w:tcPr>
            <w:tcW w:w="9073" w:type="dxa"/>
            <w:gridSpan w:val="7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VRAAG 9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05436F" w:rsidTr="00316F30">
        <w:tc>
          <w:tcPr>
            <w:tcW w:w="764" w:type="dxa"/>
            <w:gridSpan w:val="2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309" w:type="dxa"/>
            <w:gridSpan w:val="5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9073" w:type="dxa"/>
            <w:gridSpan w:val="7"/>
          </w:tcPr>
          <w:p w:rsidR="00316F30" w:rsidRPr="0005436F" w:rsidRDefault="00316F30" w:rsidP="00316F30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Die aantal lopies aangete</w:t>
            </w:r>
            <w:r w:rsidR="00121A95">
              <w:rPr>
                <w:rFonts w:ascii="Arial" w:hAnsi="Arial" w:cs="Arial"/>
                <w:lang w:val="af-ZA"/>
              </w:rPr>
              <w:t>ken deur 11 Suid-</w:t>
            </w:r>
            <w:r w:rsidR="00760C9B">
              <w:rPr>
                <w:rFonts w:ascii="Arial" w:hAnsi="Arial" w:cs="Arial"/>
                <w:lang w:val="af-ZA"/>
              </w:rPr>
              <w:t>Afrikaanse spe</w:t>
            </w:r>
            <w:r w:rsidRPr="0005436F">
              <w:rPr>
                <w:rFonts w:ascii="Arial" w:hAnsi="Arial" w:cs="Arial"/>
                <w:lang w:val="af-ZA"/>
              </w:rPr>
              <w:t>lers is as volg:</w:t>
            </w:r>
          </w:p>
          <w:p w:rsidR="00316F30" w:rsidRPr="0005436F" w:rsidRDefault="00316F30" w:rsidP="00316F3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316F30" w:rsidRPr="0005436F" w:rsidRDefault="00316F30" w:rsidP="00760C9B">
            <w:pPr>
              <w:jc w:val="center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23    33    40    42    45    50    53    57    61    70    77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05436F" w:rsidTr="00316F30">
        <w:tc>
          <w:tcPr>
            <w:tcW w:w="567" w:type="dxa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506" w:type="dxa"/>
            <w:gridSpan w:val="6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316F30" w:rsidRPr="0005436F" w:rsidTr="00316F30">
        <w:tc>
          <w:tcPr>
            <w:tcW w:w="567" w:type="dxa"/>
          </w:tcPr>
          <w:p w:rsidR="00316F30" w:rsidRPr="0005436F" w:rsidRDefault="00316F30" w:rsidP="004972A5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8506" w:type="dxa"/>
            <w:gridSpan w:val="6"/>
          </w:tcPr>
          <w:p w:rsidR="00316F30" w:rsidRPr="0005436F" w:rsidRDefault="00316F30" w:rsidP="00892ABA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Bereken die volgende:</w:t>
            </w: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05436F" w:rsidTr="00316F30">
        <w:tc>
          <w:tcPr>
            <w:tcW w:w="567" w:type="dxa"/>
          </w:tcPr>
          <w:p w:rsidR="00316F30" w:rsidRPr="0005436F" w:rsidRDefault="00316F30" w:rsidP="004972A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8506" w:type="dxa"/>
            <w:gridSpan w:val="6"/>
          </w:tcPr>
          <w:p w:rsidR="00316F30" w:rsidRPr="0005436F" w:rsidRDefault="00316F30" w:rsidP="00892ABA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76" w:type="dxa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1E0221" w:rsidRPr="0005436F" w:rsidTr="00316F30">
        <w:trPr>
          <w:trHeight w:val="260"/>
        </w:trPr>
        <w:tc>
          <w:tcPr>
            <w:tcW w:w="567" w:type="dxa"/>
          </w:tcPr>
          <w:p w:rsidR="00464BC7" w:rsidRPr="0005436F" w:rsidRDefault="00464BC7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464BC7" w:rsidRPr="0005436F" w:rsidRDefault="00464BC7" w:rsidP="00EE5CC6">
            <w:pPr>
              <w:ind w:right="-108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9.1.1</w:t>
            </w:r>
          </w:p>
        </w:tc>
        <w:tc>
          <w:tcPr>
            <w:tcW w:w="7756" w:type="dxa"/>
            <w:gridSpan w:val="4"/>
          </w:tcPr>
          <w:p w:rsidR="00464BC7" w:rsidRPr="0005436F" w:rsidRDefault="00052599" w:rsidP="00EE5CC6">
            <w:pPr>
              <w:ind w:right="530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die gemiddelde</w:t>
            </w:r>
            <w:r w:rsidR="004850D9" w:rsidRPr="0005436F">
              <w:rPr>
                <w:rFonts w:ascii="Arial" w:hAnsi="Arial" w:cs="Arial"/>
                <w:lang w:val="af-ZA"/>
              </w:rPr>
              <w:t xml:space="preserve"> van die</w:t>
            </w:r>
            <w:r w:rsidRPr="0005436F">
              <w:rPr>
                <w:rFonts w:ascii="Arial" w:hAnsi="Arial" w:cs="Arial"/>
                <w:lang w:val="af-ZA"/>
              </w:rPr>
              <w:t xml:space="preserve"> telling</w:t>
            </w:r>
            <w:r w:rsidR="004850D9" w:rsidRPr="0005436F">
              <w:rPr>
                <w:rFonts w:ascii="Arial" w:hAnsi="Arial" w:cs="Arial"/>
                <w:lang w:val="af-ZA"/>
              </w:rPr>
              <w:t>s</w:t>
            </w:r>
            <w:r w:rsidR="008F3F54" w:rsidRPr="0005436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6" w:type="dxa"/>
            <w:shd w:val="clear" w:color="auto" w:fill="auto"/>
          </w:tcPr>
          <w:p w:rsidR="00ED11E4" w:rsidRPr="0005436F" w:rsidRDefault="00ED11E4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E0221" w:rsidRPr="0005436F" w:rsidTr="00316F30">
        <w:trPr>
          <w:trHeight w:val="260"/>
        </w:trPr>
        <w:tc>
          <w:tcPr>
            <w:tcW w:w="567" w:type="dxa"/>
          </w:tcPr>
          <w:p w:rsidR="00ED11E4" w:rsidRPr="0005436F" w:rsidRDefault="00ED11E4" w:rsidP="00ED11E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ED11E4" w:rsidRPr="0005436F" w:rsidRDefault="00ED11E4" w:rsidP="00EE5CC6">
            <w:pPr>
              <w:ind w:right="530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ED11E4" w:rsidRPr="0005436F" w:rsidRDefault="00ED11E4" w:rsidP="00316F30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  <w:shd w:val="clear" w:color="auto" w:fill="auto"/>
          </w:tcPr>
          <w:p w:rsidR="00ED11E4" w:rsidRPr="0005436F" w:rsidRDefault="00ED11E4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1E0221" w:rsidRPr="0005436F" w:rsidTr="00316F30">
        <w:trPr>
          <w:trHeight w:val="260"/>
        </w:trPr>
        <w:tc>
          <w:tcPr>
            <w:tcW w:w="567" w:type="dxa"/>
          </w:tcPr>
          <w:p w:rsidR="00ED11E4" w:rsidRPr="0005436F" w:rsidRDefault="00ED11E4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ED11E4" w:rsidRPr="0005436F" w:rsidRDefault="00ED11E4" w:rsidP="00EE5CC6">
            <w:pPr>
              <w:ind w:right="-108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9.1.2</w:t>
            </w:r>
          </w:p>
        </w:tc>
        <w:tc>
          <w:tcPr>
            <w:tcW w:w="7756" w:type="dxa"/>
            <w:gridSpan w:val="4"/>
          </w:tcPr>
          <w:p w:rsidR="00ED11E4" w:rsidRPr="0005436F" w:rsidRDefault="00052599" w:rsidP="00EE5CC6">
            <w:pPr>
              <w:ind w:right="530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die standa</w:t>
            </w:r>
            <w:r w:rsidR="001E6A22">
              <w:rPr>
                <w:rFonts w:ascii="Arial" w:hAnsi="Arial" w:cs="Arial"/>
                <w:lang w:val="af-ZA"/>
              </w:rPr>
              <w:t>a</w:t>
            </w:r>
            <w:r w:rsidRPr="0005436F">
              <w:rPr>
                <w:rFonts w:ascii="Arial" w:hAnsi="Arial" w:cs="Arial"/>
                <w:lang w:val="af-ZA"/>
              </w:rPr>
              <w:t>rdafwyking.</w:t>
            </w:r>
          </w:p>
        </w:tc>
        <w:tc>
          <w:tcPr>
            <w:tcW w:w="676" w:type="dxa"/>
            <w:shd w:val="clear" w:color="auto" w:fill="auto"/>
          </w:tcPr>
          <w:p w:rsidR="00ED11E4" w:rsidRPr="0005436F" w:rsidRDefault="00316F30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E0221" w:rsidRPr="0005436F" w:rsidTr="00316F30">
        <w:trPr>
          <w:trHeight w:val="260"/>
        </w:trPr>
        <w:tc>
          <w:tcPr>
            <w:tcW w:w="567" w:type="dxa"/>
          </w:tcPr>
          <w:p w:rsidR="00464BC7" w:rsidRPr="0005436F" w:rsidRDefault="00464BC7" w:rsidP="00ED11E4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50" w:type="dxa"/>
            <w:gridSpan w:val="2"/>
          </w:tcPr>
          <w:p w:rsidR="00464BC7" w:rsidRPr="0005436F" w:rsidRDefault="00464BC7" w:rsidP="00EE5CC6">
            <w:pPr>
              <w:ind w:right="530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56" w:type="dxa"/>
            <w:gridSpan w:val="4"/>
          </w:tcPr>
          <w:p w:rsidR="00464BC7" w:rsidRPr="0005436F" w:rsidRDefault="00464BC7" w:rsidP="00EE5CC6">
            <w:pPr>
              <w:ind w:right="530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76" w:type="dxa"/>
            <w:shd w:val="clear" w:color="auto" w:fill="auto"/>
          </w:tcPr>
          <w:p w:rsidR="00ED11E4" w:rsidRPr="0005436F" w:rsidRDefault="00ED11E4" w:rsidP="00EE5CC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316F30" w:rsidRPr="0005436F" w:rsidTr="00316F30">
        <w:trPr>
          <w:trHeight w:val="260"/>
        </w:trPr>
        <w:tc>
          <w:tcPr>
            <w:tcW w:w="567" w:type="dxa"/>
          </w:tcPr>
          <w:p w:rsidR="00ED11E4" w:rsidRPr="0005436F" w:rsidRDefault="00ED11E4" w:rsidP="00ED11E4">
            <w:pPr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8506" w:type="dxa"/>
            <w:gridSpan w:val="6"/>
          </w:tcPr>
          <w:p w:rsidR="00ED11E4" w:rsidRPr="0005436F" w:rsidRDefault="00052599" w:rsidP="00EE5CC6">
            <w:pPr>
              <w:ind w:right="530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Skryf neer al die tellings binne een stand</w:t>
            </w:r>
            <w:r w:rsidR="001E6A22">
              <w:rPr>
                <w:rFonts w:ascii="Arial" w:hAnsi="Arial" w:cs="Arial"/>
                <w:lang w:val="af-ZA"/>
              </w:rPr>
              <w:t>a</w:t>
            </w:r>
            <w:r w:rsidRPr="0005436F">
              <w:rPr>
                <w:rFonts w:ascii="Arial" w:hAnsi="Arial" w:cs="Arial"/>
                <w:lang w:val="af-ZA"/>
              </w:rPr>
              <w:t>ardafwyking van die gemiddelde</w:t>
            </w:r>
            <w:r w:rsidR="008F3F54" w:rsidRPr="0005436F">
              <w:rPr>
                <w:rFonts w:ascii="Arial" w:hAnsi="Arial" w:cs="Arial"/>
                <w:lang w:val="af-ZA"/>
              </w:rPr>
              <w:t>.</w:t>
            </w:r>
            <w:r w:rsidR="00ED11E4" w:rsidRPr="0005436F">
              <w:rPr>
                <w:rFonts w:ascii="Arial" w:hAnsi="Arial" w:cs="Arial"/>
                <w:lang w:val="af-ZA"/>
              </w:rPr>
              <w:t xml:space="preserve">   </w:t>
            </w:r>
          </w:p>
        </w:tc>
        <w:tc>
          <w:tcPr>
            <w:tcW w:w="676" w:type="dxa"/>
            <w:shd w:val="clear" w:color="auto" w:fill="auto"/>
          </w:tcPr>
          <w:p w:rsidR="00760C9B" w:rsidRDefault="00760C9B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ED11E4" w:rsidRPr="0005436F" w:rsidRDefault="00ED11E4" w:rsidP="00EE5CC6">
            <w:pPr>
              <w:jc w:val="right"/>
              <w:rPr>
                <w:rFonts w:ascii="Arial" w:hAnsi="Arial" w:cs="Arial"/>
                <w:lang w:val="af-ZA"/>
              </w:rPr>
            </w:pPr>
            <w:r w:rsidRPr="0005436F">
              <w:rPr>
                <w:rFonts w:ascii="Arial" w:hAnsi="Arial" w:cs="Arial"/>
                <w:lang w:val="af-ZA"/>
              </w:rPr>
              <w:t>(</w:t>
            </w:r>
            <w:r w:rsidR="007C09AC" w:rsidRPr="0005436F">
              <w:rPr>
                <w:rFonts w:ascii="Arial" w:hAnsi="Arial" w:cs="Arial"/>
                <w:lang w:val="af-ZA"/>
              </w:rPr>
              <w:t>3</w:t>
            </w:r>
            <w:r w:rsidRPr="0005436F">
              <w:rPr>
                <w:rFonts w:ascii="Arial" w:hAnsi="Arial" w:cs="Arial"/>
                <w:lang w:val="af-ZA"/>
              </w:rPr>
              <w:t>)</w:t>
            </w:r>
          </w:p>
        </w:tc>
      </w:tr>
      <w:tr w:rsidR="001E0221" w:rsidRPr="0005436F" w:rsidTr="00316F30">
        <w:tc>
          <w:tcPr>
            <w:tcW w:w="567" w:type="dxa"/>
          </w:tcPr>
          <w:p w:rsidR="00464BC7" w:rsidRPr="0005436F" w:rsidRDefault="00464BC7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34" w:type="dxa"/>
            <w:gridSpan w:val="3"/>
          </w:tcPr>
          <w:p w:rsidR="00464BC7" w:rsidRPr="0005436F" w:rsidRDefault="00464BC7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72" w:type="dxa"/>
            <w:gridSpan w:val="3"/>
          </w:tcPr>
          <w:p w:rsidR="00464BC7" w:rsidRPr="0005436F" w:rsidRDefault="00464BC7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  <w:shd w:val="clear" w:color="auto" w:fill="auto"/>
          </w:tcPr>
          <w:p w:rsidR="00ED11E4" w:rsidRPr="0005436F" w:rsidRDefault="00ED11E4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5436F">
              <w:rPr>
                <w:rFonts w:ascii="Arial" w:hAnsi="Arial" w:cs="Arial"/>
                <w:b/>
                <w:lang w:val="af-ZA"/>
              </w:rPr>
              <w:t>[</w:t>
            </w:r>
            <w:r w:rsidR="007C09AC" w:rsidRPr="0005436F">
              <w:rPr>
                <w:rFonts w:ascii="Arial" w:hAnsi="Arial" w:cs="Arial"/>
                <w:b/>
                <w:lang w:val="af-ZA"/>
              </w:rPr>
              <w:t>9</w:t>
            </w:r>
            <w:r w:rsidRPr="0005436F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316F30" w:rsidRPr="0005436F" w:rsidTr="00316F30">
        <w:tc>
          <w:tcPr>
            <w:tcW w:w="567" w:type="dxa"/>
          </w:tcPr>
          <w:p w:rsidR="00316F30" w:rsidRPr="0005436F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34" w:type="dxa"/>
            <w:gridSpan w:val="3"/>
          </w:tcPr>
          <w:p w:rsidR="00316F30" w:rsidRPr="0005436F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72" w:type="dxa"/>
            <w:gridSpan w:val="3"/>
          </w:tcPr>
          <w:p w:rsidR="00316F30" w:rsidRPr="0005436F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6" w:type="dxa"/>
            <w:shd w:val="clear" w:color="auto" w:fill="auto"/>
          </w:tcPr>
          <w:p w:rsidR="00316F30" w:rsidRPr="0005436F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316F30" w:rsidRPr="00316F30" w:rsidRDefault="00316F30">
      <w:pPr>
        <w:rPr>
          <w:rFonts w:ascii="Arial" w:hAnsi="Arial" w:cs="Arial"/>
        </w:rPr>
      </w:pPr>
    </w:p>
    <w:p w:rsidR="00316F30" w:rsidRPr="00316F30" w:rsidRDefault="00316F30">
      <w:pPr>
        <w:rPr>
          <w:rFonts w:ascii="Arial" w:hAnsi="Arial" w:cs="Arial"/>
        </w:rPr>
      </w:pPr>
    </w:p>
    <w:tbl>
      <w:tblPr>
        <w:tblW w:w="0" w:type="auto"/>
        <w:tblInd w:w="111" w:type="dxa"/>
        <w:tblLook w:val="01E0"/>
      </w:tblPr>
      <w:tblGrid>
        <w:gridCol w:w="721"/>
        <w:gridCol w:w="921"/>
        <w:gridCol w:w="7286"/>
        <w:gridCol w:w="149"/>
        <w:gridCol w:w="640"/>
        <w:gridCol w:w="29"/>
      </w:tblGrid>
      <w:tr w:rsidR="00316F30" w:rsidRPr="00760C9B" w:rsidTr="00316F30">
        <w:tc>
          <w:tcPr>
            <w:tcW w:w="9077" w:type="dxa"/>
            <w:gridSpan w:val="4"/>
          </w:tcPr>
          <w:p w:rsidR="00316F30" w:rsidRPr="00760C9B" w:rsidRDefault="00316F30" w:rsidP="00ED11E4">
            <w:pPr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b/>
                <w:lang w:val="af-ZA"/>
              </w:rPr>
              <w:t>VRAAG 10</w:t>
            </w:r>
          </w:p>
        </w:tc>
        <w:tc>
          <w:tcPr>
            <w:tcW w:w="669" w:type="dxa"/>
            <w:gridSpan w:val="2"/>
            <w:shd w:val="clear" w:color="auto" w:fill="auto"/>
          </w:tcPr>
          <w:p w:rsidR="00316F30" w:rsidRPr="00760C9B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760C9B" w:rsidTr="00316F30">
        <w:tc>
          <w:tcPr>
            <w:tcW w:w="721" w:type="dxa"/>
          </w:tcPr>
          <w:p w:rsidR="00316F30" w:rsidRPr="00760C9B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21" w:type="dxa"/>
          </w:tcPr>
          <w:p w:rsidR="00316F30" w:rsidRPr="00760C9B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5" w:type="dxa"/>
            <w:gridSpan w:val="2"/>
          </w:tcPr>
          <w:p w:rsidR="00316F30" w:rsidRPr="00760C9B" w:rsidRDefault="00316F30" w:rsidP="00ED11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9" w:type="dxa"/>
            <w:gridSpan w:val="2"/>
            <w:shd w:val="clear" w:color="auto" w:fill="auto"/>
          </w:tcPr>
          <w:p w:rsidR="00316F30" w:rsidRPr="00760C9B" w:rsidRDefault="00316F30" w:rsidP="00EE5C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60C9B" w:rsidRPr="00760C9B" w:rsidTr="008D79A6">
        <w:trPr>
          <w:gridAfter w:val="1"/>
          <w:wAfter w:w="29" w:type="dxa"/>
          <w:trHeight w:val="3762"/>
        </w:trPr>
        <w:tc>
          <w:tcPr>
            <w:tcW w:w="9717" w:type="dxa"/>
            <w:gridSpan w:val="5"/>
          </w:tcPr>
          <w:p w:rsidR="00760C9B" w:rsidRPr="00760C9B" w:rsidRDefault="00760C9B" w:rsidP="00892ABA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jc w:val="center"/>
              <w:tblInd w:w="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856"/>
              <w:gridCol w:w="2116"/>
              <w:gridCol w:w="1961"/>
            </w:tblGrid>
            <w:tr w:rsidR="00760C9B" w:rsidRPr="00760C9B" w:rsidTr="00760C9B">
              <w:trPr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Interval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Frekwensie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Kumulatiewe frekwensie</w:t>
                  </w:r>
                </w:p>
              </w:tc>
            </w:tr>
            <w:tr w:rsidR="00760C9B" w:rsidRPr="00760C9B" w:rsidTr="00760C9B">
              <w:trPr>
                <w:trHeight w:val="506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5 ≤  x  &lt;  15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trHeight w:val="400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15  ≤  x  &lt;  25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trHeight w:val="406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25  ≤  x  &lt;  35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17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trHeight w:val="440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35  ≤  x  &lt;  45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20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trHeight w:val="404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45  ≤  x  &lt;  55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7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trHeight w:val="410"/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55  ≤  x  &lt;  65</w:t>
                  </w: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60C9B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760C9B" w:rsidRPr="00760C9B" w:rsidTr="00760C9B">
              <w:trPr>
                <w:jc w:val="center"/>
              </w:trPr>
              <w:tc>
                <w:tcPr>
                  <w:tcW w:w="185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116" w:type="dxa"/>
                  <w:vAlign w:val="bottom"/>
                </w:tcPr>
                <w:p w:rsidR="00760C9B" w:rsidRPr="00760C9B" w:rsidRDefault="00760C9B" w:rsidP="0076722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961" w:type="dxa"/>
                </w:tcPr>
                <w:p w:rsidR="00760C9B" w:rsidRPr="00760C9B" w:rsidRDefault="00760C9B" w:rsidP="0076722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760C9B" w:rsidRPr="00760C9B" w:rsidRDefault="00760C9B" w:rsidP="00892ABA">
            <w:pPr>
              <w:rPr>
                <w:rFonts w:ascii="Arial" w:hAnsi="Arial" w:cs="Arial"/>
                <w:lang w:val="af-ZA"/>
              </w:rPr>
            </w:pPr>
          </w:p>
          <w:p w:rsidR="00760C9B" w:rsidRPr="00760C9B" w:rsidRDefault="00760C9B" w:rsidP="00892ABA">
            <w:pPr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Gebruik bostaande data om:</w:t>
            </w:r>
          </w:p>
          <w:p w:rsidR="00760C9B" w:rsidRPr="00760C9B" w:rsidRDefault="00760C9B" w:rsidP="004972A5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16F30" w:rsidRPr="00760C9B" w:rsidTr="00F01386">
        <w:trPr>
          <w:gridAfter w:val="1"/>
          <w:wAfter w:w="29" w:type="dxa"/>
          <w:trHeight w:val="236"/>
        </w:trPr>
        <w:tc>
          <w:tcPr>
            <w:tcW w:w="721" w:type="dxa"/>
          </w:tcPr>
          <w:p w:rsidR="00141460" w:rsidRPr="00760C9B" w:rsidRDefault="00141460" w:rsidP="00F01386">
            <w:pPr>
              <w:ind w:right="-120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10.1</w:t>
            </w:r>
          </w:p>
        </w:tc>
        <w:tc>
          <w:tcPr>
            <w:tcW w:w="8207" w:type="dxa"/>
            <w:gridSpan w:val="2"/>
          </w:tcPr>
          <w:p w:rsidR="00141460" w:rsidRPr="00760C9B" w:rsidRDefault="00017C76" w:rsidP="00017C76">
            <w:pPr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 xml:space="preserve">Die tabel </w:t>
            </w:r>
            <w:r>
              <w:rPr>
                <w:rFonts w:ascii="Arial" w:hAnsi="Arial" w:cs="Arial"/>
                <w:lang w:val="af-ZA"/>
              </w:rPr>
              <w:t>te v</w:t>
            </w:r>
            <w:r w:rsidR="00D0733B" w:rsidRPr="00760C9B">
              <w:rPr>
                <w:rFonts w:ascii="Arial" w:hAnsi="Arial" w:cs="Arial"/>
                <w:lang w:val="af-ZA"/>
              </w:rPr>
              <w:t>oltooi</w:t>
            </w:r>
            <w:r w:rsidR="00866BDC" w:rsidRPr="00760C9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9" w:type="dxa"/>
            <w:gridSpan w:val="2"/>
          </w:tcPr>
          <w:p w:rsidR="00141460" w:rsidRPr="00760C9B" w:rsidRDefault="00141460" w:rsidP="00F01386">
            <w:pPr>
              <w:ind w:left="87"/>
              <w:jc w:val="right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01386" w:rsidRPr="00760C9B" w:rsidTr="00F01386">
        <w:trPr>
          <w:gridAfter w:val="1"/>
          <w:wAfter w:w="29" w:type="dxa"/>
          <w:trHeight w:val="236"/>
        </w:trPr>
        <w:tc>
          <w:tcPr>
            <w:tcW w:w="721" w:type="dxa"/>
          </w:tcPr>
          <w:p w:rsidR="00F01386" w:rsidRPr="00760C9B" w:rsidRDefault="00F01386" w:rsidP="00F01386">
            <w:pPr>
              <w:ind w:right="-120"/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1414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9" w:type="dxa"/>
            <w:gridSpan w:val="2"/>
          </w:tcPr>
          <w:p w:rsidR="00F01386" w:rsidRPr="00760C9B" w:rsidRDefault="00F01386" w:rsidP="00F01386">
            <w:pPr>
              <w:ind w:left="87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16F30" w:rsidRPr="00760C9B" w:rsidTr="00316F30">
        <w:trPr>
          <w:gridAfter w:val="1"/>
          <w:wAfter w:w="29" w:type="dxa"/>
          <w:trHeight w:val="512"/>
        </w:trPr>
        <w:tc>
          <w:tcPr>
            <w:tcW w:w="721" w:type="dxa"/>
          </w:tcPr>
          <w:p w:rsidR="00141460" w:rsidRPr="00760C9B" w:rsidRDefault="00141460" w:rsidP="00EE5CC6">
            <w:pPr>
              <w:ind w:right="-120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10.2</w:t>
            </w:r>
          </w:p>
          <w:p w:rsidR="00141460" w:rsidRPr="00760C9B" w:rsidRDefault="00141460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141460" w:rsidRPr="00760C9B" w:rsidRDefault="00760C9B" w:rsidP="0014146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’</w:t>
            </w:r>
            <w:r w:rsidR="00D0733B" w:rsidRPr="00760C9B">
              <w:rPr>
                <w:rFonts w:ascii="Arial" w:hAnsi="Arial" w:cs="Arial"/>
                <w:lang w:val="af-ZA"/>
              </w:rPr>
              <w:t xml:space="preserve">n </w:t>
            </w:r>
            <w:r w:rsidR="00A01C05" w:rsidRPr="00760C9B">
              <w:rPr>
                <w:rFonts w:ascii="Arial" w:hAnsi="Arial" w:cs="Arial"/>
                <w:lang w:val="af-ZA"/>
              </w:rPr>
              <w:t>O</w:t>
            </w:r>
            <w:r w:rsidR="00D0733B" w:rsidRPr="00760C9B">
              <w:rPr>
                <w:rFonts w:ascii="Arial" w:hAnsi="Arial" w:cs="Arial"/>
                <w:lang w:val="af-ZA"/>
              </w:rPr>
              <w:t>gief  van die data op die grafiekpapier wat in die diagramblad voorsien word</w:t>
            </w:r>
            <w:r w:rsidR="004F24F8">
              <w:rPr>
                <w:rFonts w:ascii="Arial" w:hAnsi="Arial" w:cs="Arial"/>
                <w:lang w:val="af-ZA"/>
              </w:rPr>
              <w:t>, te teken</w:t>
            </w:r>
            <w:r w:rsidR="00DC767A" w:rsidRPr="00760C9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9" w:type="dxa"/>
            <w:gridSpan w:val="2"/>
          </w:tcPr>
          <w:p w:rsidR="00141460" w:rsidRPr="00760C9B" w:rsidRDefault="00316F30" w:rsidP="00316F30">
            <w:pPr>
              <w:ind w:right="-330" w:firstLine="114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 xml:space="preserve">   </w:t>
            </w:r>
            <w:r w:rsidR="00141460" w:rsidRPr="00760C9B">
              <w:rPr>
                <w:rFonts w:ascii="Arial" w:hAnsi="Arial" w:cs="Arial"/>
                <w:lang w:val="af-ZA"/>
              </w:rPr>
              <w:t>(3)</w:t>
            </w:r>
          </w:p>
          <w:p w:rsidR="00141460" w:rsidRPr="00760C9B" w:rsidRDefault="00141460" w:rsidP="00EE5C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01386" w:rsidRPr="00760C9B" w:rsidTr="00F01386">
        <w:trPr>
          <w:gridAfter w:val="1"/>
          <w:wAfter w:w="29" w:type="dxa"/>
          <w:trHeight w:val="124"/>
        </w:trPr>
        <w:tc>
          <w:tcPr>
            <w:tcW w:w="721" w:type="dxa"/>
          </w:tcPr>
          <w:p w:rsidR="00F01386" w:rsidRPr="00760C9B" w:rsidRDefault="00F01386" w:rsidP="00EE5CC6">
            <w:pPr>
              <w:ind w:right="-120"/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1414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9" w:type="dxa"/>
            <w:gridSpan w:val="2"/>
          </w:tcPr>
          <w:p w:rsidR="00F01386" w:rsidRPr="00760C9B" w:rsidRDefault="00F01386" w:rsidP="00316F30">
            <w:pPr>
              <w:ind w:right="-330" w:firstLine="114"/>
              <w:rPr>
                <w:rFonts w:ascii="Arial" w:hAnsi="Arial" w:cs="Arial"/>
                <w:lang w:val="af-ZA"/>
              </w:rPr>
            </w:pPr>
          </w:p>
        </w:tc>
      </w:tr>
      <w:tr w:rsidR="00316F30" w:rsidRPr="00760C9B" w:rsidTr="00760C9B">
        <w:trPr>
          <w:gridAfter w:val="1"/>
          <w:wAfter w:w="29" w:type="dxa"/>
          <w:trHeight w:val="193"/>
        </w:trPr>
        <w:tc>
          <w:tcPr>
            <w:tcW w:w="721" w:type="dxa"/>
          </w:tcPr>
          <w:p w:rsidR="00141460" w:rsidRPr="00760C9B" w:rsidRDefault="00141460" w:rsidP="004972A5">
            <w:pPr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10.3</w:t>
            </w:r>
          </w:p>
        </w:tc>
        <w:tc>
          <w:tcPr>
            <w:tcW w:w="8207" w:type="dxa"/>
            <w:gridSpan w:val="2"/>
          </w:tcPr>
          <w:p w:rsidR="00141460" w:rsidRPr="00760C9B" w:rsidRDefault="00D0733B" w:rsidP="00EE5CC6">
            <w:pPr>
              <w:ind w:right="-330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Gebruik die ogief</w:t>
            </w:r>
            <w:r w:rsidR="00DC767A" w:rsidRPr="00760C9B">
              <w:rPr>
                <w:rFonts w:ascii="Arial" w:hAnsi="Arial" w:cs="Arial"/>
                <w:lang w:val="af-ZA"/>
              </w:rPr>
              <w:t xml:space="preserve"> </w:t>
            </w:r>
            <w:r w:rsidRPr="00760C9B">
              <w:rPr>
                <w:rFonts w:ascii="Arial" w:hAnsi="Arial" w:cs="Arial"/>
                <w:lang w:val="af-ZA"/>
              </w:rPr>
              <w:t xml:space="preserve"> om die onderste kwartiel</w:t>
            </w:r>
            <w:r w:rsidR="00DC767A" w:rsidRPr="00760C9B">
              <w:rPr>
                <w:rFonts w:ascii="Arial" w:hAnsi="Arial" w:cs="Arial"/>
                <w:lang w:val="af-ZA"/>
              </w:rPr>
              <w:t xml:space="preserve">, </w:t>
            </w:r>
            <w:r w:rsidRPr="00760C9B">
              <w:rPr>
                <w:rFonts w:ascii="Arial" w:hAnsi="Arial" w:cs="Arial"/>
                <w:lang w:val="af-ZA"/>
              </w:rPr>
              <w:t xml:space="preserve">mediaan en </w:t>
            </w:r>
            <w:r w:rsidR="00121A95">
              <w:rPr>
                <w:rFonts w:ascii="Arial" w:hAnsi="Arial" w:cs="Arial"/>
                <w:lang w:val="af-ZA"/>
              </w:rPr>
              <w:t>boo</w:t>
            </w:r>
            <w:r w:rsidR="00E60497">
              <w:rPr>
                <w:rFonts w:ascii="Arial" w:hAnsi="Arial" w:cs="Arial"/>
                <w:lang w:val="af-ZA"/>
              </w:rPr>
              <w:t>n</w:t>
            </w:r>
            <w:r w:rsidR="00121A95">
              <w:rPr>
                <w:rFonts w:ascii="Arial" w:hAnsi="Arial" w:cs="Arial"/>
                <w:lang w:val="af-ZA"/>
              </w:rPr>
              <w:t xml:space="preserve">ste </w:t>
            </w:r>
            <w:r w:rsidRPr="00760C9B">
              <w:rPr>
                <w:rFonts w:ascii="Arial" w:hAnsi="Arial" w:cs="Arial"/>
                <w:lang w:val="af-ZA"/>
              </w:rPr>
              <w:t>kwartiel te skat</w:t>
            </w:r>
            <w:r w:rsidR="00760C9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9" w:type="dxa"/>
            <w:gridSpan w:val="2"/>
          </w:tcPr>
          <w:p w:rsidR="00141460" w:rsidRPr="00760C9B" w:rsidRDefault="00DC767A" w:rsidP="00EE5CC6">
            <w:pPr>
              <w:ind w:right="-330"/>
              <w:jc w:val="center"/>
              <w:rPr>
                <w:rFonts w:ascii="Arial" w:hAnsi="Arial" w:cs="Arial"/>
                <w:b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01386" w:rsidRPr="00760C9B" w:rsidTr="00F01386">
        <w:trPr>
          <w:gridAfter w:val="1"/>
          <w:wAfter w:w="29" w:type="dxa"/>
          <w:trHeight w:val="162"/>
        </w:trPr>
        <w:tc>
          <w:tcPr>
            <w:tcW w:w="721" w:type="dxa"/>
          </w:tcPr>
          <w:p w:rsidR="00F01386" w:rsidRPr="00760C9B" w:rsidRDefault="00F0138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EE5CC6">
            <w:pPr>
              <w:ind w:right="-330"/>
              <w:rPr>
                <w:rFonts w:ascii="Arial" w:hAnsi="Arial" w:cs="Arial"/>
                <w:lang w:val="af-ZA"/>
              </w:rPr>
            </w:pPr>
          </w:p>
        </w:tc>
        <w:tc>
          <w:tcPr>
            <w:tcW w:w="789" w:type="dxa"/>
            <w:gridSpan w:val="2"/>
          </w:tcPr>
          <w:p w:rsidR="00F01386" w:rsidRPr="00760C9B" w:rsidRDefault="00F01386" w:rsidP="00EE5CC6">
            <w:pPr>
              <w:ind w:right="-330"/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16F30" w:rsidRPr="00760C9B" w:rsidTr="00F01386">
        <w:trPr>
          <w:gridAfter w:val="1"/>
          <w:wAfter w:w="29" w:type="dxa"/>
          <w:trHeight w:val="322"/>
        </w:trPr>
        <w:tc>
          <w:tcPr>
            <w:tcW w:w="721" w:type="dxa"/>
          </w:tcPr>
          <w:p w:rsidR="00DC767A" w:rsidRPr="00760C9B" w:rsidRDefault="00DC767A" w:rsidP="004972A5">
            <w:pPr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10.4</w:t>
            </w:r>
          </w:p>
        </w:tc>
        <w:tc>
          <w:tcPr>
            <w:tcW w:w="8207" w:type="dxa"/>
            <w:gridSpan w:val="2"/>
          </w:tcPr>
          <w:p w:rsidR="00DC767A" w:rsidRPr="00760C9B" w:rsidRDefault="001E6A22" w:rsidP="001E6A22">
            <w:pPr>
              <w:ind w:right="-33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Lewer v</w:t>
            </w:r>
            <w:r w:rsidR="00D0733B" w:rsidRPr="00760C9B">
              <w:rPr>
                <w:rFonts w:ascii="Arial" w:hAnsi="Arial" w:cs="Arial"/>
                <w:lang w:val="af-ZA"/>
              </w:rPr>
              <w:t xml:space="preserve">ervolgens </w:t>
            </w:r>
            <w:r w:rsidR="00760C9B" w:rsidRPr="00760C9B">
              <w:rPr>
                <w:rFonts w:ascii="Arial" w:hAnsi="Arial" w:cs="Arial"/>
                <w:lang w:val="af-ZA"/>
              </w:rPr>
              <w:t>kommentaar</w:t>
            </w:r>
            <w:r w:rsidR="00D0733B" w:rsidRPr="00760C9B">
              <w:rPr>
                <w:rFonts w:ascii="Arial" w:hAnsi="Arial" w:cs="Arial"/>
                <w:lang w:val="af-ZA"/>
              </w:rPr>
              <w:t xml:space="preserve"> oor die verspreiding van die data.</w:t>
            </w:r>
          </w:p>
        </w:tc>
        <w:tc>
          <w:tcPr>
            <w:tcW w:w="789" w:type="dxa"/>
            <w:gridSpan w:val="2"/>
          </w:tcPr>
          <w:p w:rsidR="00DC767A" w:rsidRPr="00760C9B" w:rsidRDefault="00DC767A" w:rsidP="00F01386">
            <w:pPr>
              <w:ind w:right="-330"/>
              <w:jc w:val="center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01386" w:rsidRPr="00760C9B" w:rsidTr="00F01386">
        <w:trPr>
          <w:gridAfter w:val="1"/>
          <w:wAfter w:w="29" w:type="dxa"/>
          <w:trHeight w:val="135"/>
        </w:trPr>
        <w:tc>
          <w:tcPr>
            <w:tcW w:w="721" w:type="dxa"/>
          </w:tcPr>
          <w:p w:rsidR="00F01386" w:rsidRPr="00760C9B" w:rsidRDefault="00F0138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EE5CC6">
            <w:pPr>
              <w:ind w:right="-330"/>
              <w:rPr>
                <w:rFonts w:ascii="Arial" w:hAnsi="Arial" w:cs="Arial"/>
                <w:lang w:val="af-ZA"/>
              </w:rPr>
            </w:pPr>
          </w:p>
        </w:tc>
        <w:tc>
          <w:tcPr>
            <w:tcW w:w="789" w:type="dxa"/>
            <w:gridSpan w:val="2"/>
          </w:tcPr>
          <w:p w:rsidR="00F01386" w:rsidRPr="00760C9B" w:rsidRDefault="00F01386" w:rsidP="00EE5CC6">
            <w:pPr>
              <w:ind w:right="-330"/>
              <w:jc w:val="center"/>
              <w:rPr>
                <w:rFonts w:ascii="Arial" w:hAnsi="Arial" w:cs="Arial"/>
                <w:lang w:val="af-ZA"/>
              </w:rPr>
            </w:pPr>
            <w:r w:rsidRPr="00760C9B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F01386" w:rsidRPr="00760C9B" w:rsidTr="00F01386">
        <w:trPr>
          <w:gridAfter w:val="1"/>
          <w:wAfter w:w="29" w:type="dxa"/>
          <w:trHeight w:val="135"/>
        </w:trPr>
        <w:tc>
          <w:tcPr>
            <w:tcW w:w="721" w:type="dxa"/>
          </w:tcPr>
          <w:p w:rsidR="00F01386" w:rsidRPr="00760C9B" w:rsidRDefault="00F0138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EE5CC6">
            <w:pPr>
              <w:ind w:right="-330"/>
              <w:rPr>
                <w:rFonts w:ascii="Arial" w:hAnsi="Arial" w:cs="Arial"/>
                <w:lang w:val="af-ZA"/>
              </w:rPr>
            </w:pPr>
          </w:p>
        </w:tc>
        <w:tc>
          <w:tcPr>
            <w:tcW w:w="789" w:type="dxa"/>
            <w:gridSpan w:val="2"/>
          </w:tcPr>
          <w:p w:rsidR="00F01386" w:rsidRPr="00760C9B" w:rsidRDefault="00F01386" w:rsidP="00EE5CC6">
            <w:pPr>
              <w:ind w:right="-330"/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F01386" w:rsidRPr="00760C9B" w:rsidTr="00F01386">
        <w:trPr>
          <w:gridAfter w:val="1"/>
          <w:wAfter w:w="29" w:type="dxa"/>
          <w:trHeight w:val="135"/>
        </w:trPr>
        <w:tc>
          <w:tcPr>
            <w:tcW w:w="721" w:type="dxa"/>
          </w:tcPr>
          <w:p w:rsidR="00F01386" w:rsidRPr="00760C9B" w:rsidRDefault="00F01386" w:rsidP="004972A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07" w:type="dxa"/>
            <w:gridSpan w:val="2"/>
          </w:tcPr>
          <w:p w:rsidR="00F01386" w:rsidRPr="00760C9B" w:rsidRDefault="00F01386" w:rsidP="00EE5CC6">
            <w:pPr>
              <w:ind w:right="-330"/>
              <w:rPr>
                <w:rFonts w:ascii="Arial" w:hAnsi="Arial" w:cs="Arial"/>
                <w:b/>
                <w:lang w:val="af-ZA"/>
              </w:rPr>
            </w:pP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</w:r>
            <w:r w:rsidRPr="00760C9B">
              <w:rPr>
                <w:rFonts w:ascii="Arial" w:hAnsi="Arial" w:cs="Arial"/>
                <w:b/>
                <w:lang w:val="af-ZA"/>
              </w:rPr>
              <w:tab/>
              <w:t xml:space="preserve">       TOTAAL:</w:t>
            </w:r>
          </w:p>
        </w:tc>
        <w:tc>
          <w:tcPr>
            <w:tcW w:w="789" w:type="dxa"/>
            <w:gridSpan w:val="2"/>
          </w:tcPr>
          <w:p w:rsidR="00F01386" w:rsidRPr="00760C9B" w:rsidRDefault="00F01386" w:rsidP="00EE5CC6">
            <w:pPr>
              <w:ind w:right="-330"/>
              <w:jc w:val="center"/>
              <w:rPr>
                <w:rFonts w:ascii="Arial" w:hAnsi="Arial" w:cs="Arial"/>
                <w:b/>
                <w:lang w:val="af-ZA"/>
              </w:rPr>
            </w:pPr>
            <w:r w:rsidRPr="00760C9B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4972A5" w:rsidRPr="001E0221" w:rsidRDefault="004972A5" w:rsidP="00760C9B">
      <w:pPr>
        <w:rPr>
          <w:rFonts w:ascii="Arial" w:hAnsi="Arial" w:cs="Arial"/>
        </w:rPr>
      </w:pPr>
    </w:p>
    <w:p w:rsidR="004972A5" w:rsidRPr="001E0221" w:rsidRDefault="004972A5" w:rsidP="00760C9B">
      <w:pPr>
        <w:rPr>
          <w:rFonts w:ascii="Arial" w:hAnsi="Arial" w:cs="Arial"/>
        </w:rPr>
      </w:pPr>
    </w:p>
    <w:p w:rsidR="00760C9B" w:rsidRDefault="00760C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E0221" w:rsidRDefault="001E0221" w:rsidP="00760C9B">
      <w:pPr>
        <w:rPr>
          <w:rFonts w:ascii="Arial" w:hAnsi="Arial" w:cs="Arial"/>
        </w:rPr>
      </w:pPr>
    </w:p>
    <w:p w:rsidR="00790AA1" w:rsidRPr="001E0221" w:rsidRDefault="0083350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I</w:t>
      </w:r>
      <w:r w:rsidR="00790AA1" w:rsidRPr="001E0221">
        <w:rPr>
          <w:rFonts w:ascii="Arial" w:hAnsi="Arial" w:cs="Arial"/>
          <w:b/>
          <w:bCs/>
          <w:u w:val="single"/>
        </w:rPr>
        <w:t xml:space="preserve">NFORMATION </w:t>
      </w:r>
      <w:r w:rsidR="00790AA1" w:rsidRPr="001E0221">
        <w:rPr>
          <w:rFonts w:ascii="Arial" w:hAnsi="Arial" w:cs="Arial"/>
          <w:b/>
          <w:u w:val="single"/>
        </w:rPr>
        <w:t>SHEET:  MATHEMATICS</w:t>
      </w:r>
    </w:p>
    <w:p w:rsidR="00790AA1" w:rsidRPr="001E0221" w:rsidRDefault="00790AA1">
      <w:pPr>
        <w:jc w:val="center"/>
        <w:rPr>
          <w:rFonts w:ascii="Arial" w:hAnsi="Arial" w:cs="Arial"/>
          <w:b/>
          <w:bCs/>
          <w:u w:val="single"/>
        </w:rPr>
      </w:pPr>
      <w:r w:rsidRPr="001E0221">
        <w:rPr>
          <w:rFonts w:ascii="Arial" w:hAnsi="Arial" w:cs="Arial"/>
          <w:b/>
          <w:u w:val="single"/>
        </w:rPr>
        <w:t>INLIGTINGSBLAD:  WISKUNDE</w: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24"/>
        </w:rPr>
        <w:object w:dxaOrig="2020" w:dyaOrig="760">
          <v:shape id="_x0000_i1038" type="#_x0000_t75" style="width:101pt;height:38pt" o:ole="" fillcolor="window">
            <v:imagedata r:id="rId40" o:title=""/>
          </v:shape>
          <o:OLEObject Type="Embed" ProgID="Equation.3" ShapeID="_x0000_i1038" DrawAspect="Content" ObjectID="_1309867785" r:id="rId41"/>
        </w:objec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</w:rPr>
      </w:pPr>
      <w:r w:rsidRPr="001E0221">
        <w:rPr>
          <w:rFonts w:ascii="Arial" w:hAnsi="Arial" w:cs="Arial"/>
          <w:position w:val="-10"/>
        </w:rPr>
        <w:object w:dxaOrig="1320" w:dyaOrig="320">
          <v:shape id="_x0000_i1039" type="#_x0000_t75" style="width:66pt;height:16pt" o:ole="">
            <v:imagedata r:id="rId42" o:title=""/>
          </v:shape>
          <o:OLEObject Type="Embed" ProgID="Equation.3" ShapeID="_x0000_i1039" DrawAspect="Content" ObjectID="_1309867786" r:id="rId43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  <w:position w:val="-10"/>
        </w:rPr>
        <w:object w:dxaOrig="1320" w:dyaOrig="320">
          <v:shape id="_x0000_i1040" type="#_x0000_t75" style="width:66pt;height:16pt" o:ole="">
            <v:imagedata r:id="rId44" o:title=""/>
          </v:shape>
          <o:OLEObject Type="Embed" ProgID="Equation.3" ShapeID="_x0000_i1040" DrawAspect="Content" ObjectID="_1309867787" r:id="rId45"/>
        </w:objec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</w:rPr>
      </w:pPr>
      <w:r w:rsidRPr="001E0221">
        <w:rPr>
          <w:rFonts w:ascii="Arial" w:hAnsi="Arial" w:cs="Arial"/>
          <w:position w:val="-10"/>
        </w:rPr>
        <w:object w:dxaOrig="1280" w:dyaOrig="360">
          <v:shape id="_x0000_i1041" type="#_x0000_t75" style="width:64pt;height:18pt" o:ole="">
            <v:imagedata r:id="rId46" o:title=""/>
          </v:shape>
          <o:OLEObject Type="Embed" ProgID="Equation.3" ShapeID="_x0000_i1041" DrawAspect="Content" ObjectID="_1309867788" r:id="rId47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  <w:position w:val="-10"/>
        </w:rPr>
        <w:object w:dxaOrig="1280" w:dyaOrig="360">
          <v:shape id="_x0000_i1042" type="#_x0000_t75" style="width:64pt;height:18pt" o:ole="">
            <v:imagedata r:id="rId48" o:title=""/>
          </v:shape>
          <o:OLEObject Type="Embed" ProgID="Equation.3" ShapeID="_x0000_i1042" DrawAspect="Content" ObjectID="_1309867789" r:id="rId49"/>
        </w:objec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28"/>
        </w:rPr>
        <w:object w:dxaOrig="820" w:dyaOrig="680">
          <v:shape id="_x0000_i1043" type="#_x0000_t75" style="width:41pt;height:34pt" o:ole="">
            <v:imagedata r:id="rId50" o:title=""/>
          </v:shape>
          <o:OLEObject Type="Embed" ProgID="Equation.3" ShapeID="_x0000_i1043" DrawAspect="Content" ObjectID="_1309867790" r:id="rId51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  <w:position w:val="-28"/>
        </w:rPr>
        <w:object w:dxaOrig="1440" w:dyaOrig="680">
          <v:shape id="_x0000_i1044" type="#_x0000_t75" style="width:1in;height:34pt" o:ole="">
            <v:imagedata r:id="rId52" o:title=""/>
          </v:shape>
          <o:OLEObject Type="Embed" ProgID="Equation.3" ShapeID="_x0000_i1044" DrawAspect="Content" ObjectID="_1309867791" r:id="rId53"/>
        </w:object>
      </w:r>
      <w:r w:rsidRPr="001E0221">
        <w:rPr>
          <w:rFonts w:ascii="Arial" w:hAnsi="Arial" w:cs="Arial"/>
          <w:b/>
        </w:rPr>
        <w:tab/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28"/>
        </w:rPr>
        <w:object w:dxaOrig="3340" w:dyaOrig="680">
          <v:shape id="_x0000_i1045" type="#_x0000_t75" style="width:167pt;height:34pt" o:ole="">
            <v:imagedata r:id="rId54" o:title=""/>
          </v:shape>
          <o:OLEObject Type="Embed" ProgID="Equation.3" ShapeID="_x0000_i1045" DrawAspect="Content" ObjectID="_1309867792" r:id="rId55"/>
        </w:object>
      </w:r>
      <w:r w:rsidRPr="001E0221">
        <w:rPr>
          <w:rFonts w:ascii="Arial" w:hAnsi="Arial" w:cs="Arial"/>
          <w:b/>
        </w:rPr>
        <w:tab/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28"/>
        </w:rPr>
        <w:object w:dxaOrig="1900" w:dyaOrig="700">
          <v:shape id="_x0000_i1046" type="#_x0000_t75" style="width:95pt;height:35pt" o:ole="">
            <v:imagedata r:id="rId56" o:title=""/>
          </v:shape>
          <o:OLEObject Type="Embed" ProgID="Equation.3" ShapeID="_x0000_i1046" DrawAspect="Content" ObjectID="_1309867793" r:id="rId57"/>
        </w:object>
      </w:r>
      <w:r w:rsidRPr="001E0221">
        <w:rPr>
          <w:rFonts w:ascii="Arial" w:hAnsi="Arial" w:cs="Arial"/>
          <w:b/>
        </w:rPr>
        <w:t xml:space="preserve">   ;</w: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  <w:position w:val="-4"/>
        </w:rPr>
        <w:object w:dxaOrig="520" w:dyaOrig="260">
          <v:shape id="_x0000_i1047" type="#_x0000_t75" style="width:26pt;height:13pt" o:ole="">
            <v:imagedata r:id="rId58" o:title=""/>
          </v:shape>
          <o:OLEObject Type="Embed" ProgID="Equation.3" ShapeID="_x0000_i1047" DrawAspect="Content" ObjectID="_1309867794" r:id="rId59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  <w:position w:val="-28"/>
        </w:rPr>
        <w:object w:dxaOrig="1520" w:dyaOrig="680">
          <v:shape id="_x0000_i1048" type="#_x0000_t75" style="width:76pt;height:34pt" o:ole="">
            <v:imagedata r:id="rId60" o:title=""/>
          </v:shape>
          <o:OLEObject Type="Embed" ProgID="Equation.3" ShapeID="_x0000_i1048" DrawAspect="Content" ObjectID="_1309867795" r:id="rId61"/>
        </w:object>
      </w:r>
      <w:r w:rsidRPr="001E0221">
        <w:rPr>
          <w:rFonts w:ascii="Arial" w:hAnsi="Arial" w:cs="Arial"/>
          <w:b/>
        </w:rPr>
        <w:t xml:space="preserve"> ; </w:t>
      </w:r>
      <w:r w:rsidRPr="001E0221">
        <w:rPr>
          <w:rFonts w:ascii="Arial" w:hAnsi="Arial" w:cs="Arial"/>
          <w:b/>
          <w:position w:val="-4"/>
        </w:rPr>
        <w:object w:dxaOrig="1020" w:dyaOrig="260">
          <v:shape id="_x0000_i1049" type="#_x0000_t75" style="width:51pt;height:13pt" o:ole="">
            <v:imagedata r:id="rId62" o:title=""/>
          </v:shape>
          <o:OLEObject Type="Embed" ProgID="Equation.3" ShapeID="_x0000_i1049" DrawAspect="Content" ObjectID="_1309867796" r:id="rId63"/>
        </w:object>
      </w:r>
      <w:r w:rsidRPr="001E0221">
        <w:rPr>
          <w:rFonts w:ascii="Arial" w:hAnsi="Arial" w:cs="Arial"/>
          <w:b/>
        </w:rPr>
        <w:t xml:space="preserve"> </w: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24"/>
        </w:rPr>
        <w:object w:dxaOrig="1700" w:dyaOrig="680">
          <v:shape id="_x0000_i1050" type="#_x0000_t75" style="width:85pt;height:34pt" o:ole="">
            <v:imagedata r:id="rId64" o:title=""/>
          </v:shape>
          <o:OLEObject Type="Embed" ProgID="Equation.3" ShapeID="_x0000_i1050" DrawAspect="Content" ObjectID="_1309867797" r:id="rId65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position w:val="-24"/>
        </w:rPr>
        <w:object w:dxaOrig="1840" w:dyaOrig="700">
          <v:shape id="_x0000_i1051" type="#_x0000_t75" style="width:82pt;height:31pt" o:ole="" fillcolor="window">
            <v:imagedata r:id="rId66" o:title=""/>
          </v:shape>
          <o:OLEObject Type="Embed" ProgID="Equation.DSMT4" ShapeID="_x0000_i1051" DrawAspect="Content" ObjectID="_1309867798" r:id="rId67"/>
        </w:object>
      </w:r>
    </w:p>
    <w:p w:rsidR="00790AA1" w:rsidRPr="001E0221" w:rsidRDefault="00790AA1">
      <w:pPr>
        <w:spacing w:line="360" w:lineRule="auto"/>
        <w:ind w:firstLine="360"/>
        <w:rPr>
          <w:rFonts w:ascii="Arial" w:hAnsi="Arial" w:cs="Arial"/>
        </w:rPr>
      </w:pPr>
      <w:r w:rsidRPr="001E0221">
        <w:rPr>
          <w:rFonts w:ascii="Arial" w:hAnsi="Arial" w:cs="Arial"/>
          <w:b/>
          <w:position w:val="-24"/>
        </w:rPr>
        <w:object w:dxaOrig="2799" w:dyaOrig="620">
          <v:shape id="_x0000_i1052" type="#_x0000_t75" style="width:140pt;height:31pt" o:ole="" fillcolor="window">
            <v:imagedata r:id="rId68" o:title=""/>
          </v:shape>
          <o:OLEObject Type="Embed" ProgID="Equation.3" ShapeID="_x0000_i1052" DrawAspect="Content" ObjectID="_1309867799" r:id="rId69"/>
        </w:object>
      </w:r>
    </w:p>
    <w:p w:rsidR="00790AA1" w:rsidRPr="001E0221" w:rsidRDefault="00790AA1">
      <w:pPr>
        <w:spacing w:line="360" w:lineRule="auto"/>
        <w:ind w:firstLine="450"/>
        <w:rPr>
          <w:rFonts w:ascii="Arial" w:hAnsi="Arial" w:cs="Arial"/>
        </w:rPr>
      </w:pPr>
      <w:r w:rsidRPr="001E0221">
        <w:rPr>
          <w:rFonts w:ascii="Arial" w:hAnsi="Arial" w:cs="Arial"/>
          <w:b/>
          <w:position w:val="-12"/>
        </w:rPr>
        <w:object w:dxaOrig="2880" w:dyaOrig="480">
          <v:shape id="_x0000_i1053" type="#_x0000_t75" style="width:2in;height:24pt" o:ole="" fillcolor="window">
            <v:imagedata r:id="rId70" o:title=""/>
          </v:shape>
          <o:OLEObject Type="Embed" ProgID="Equation.3" ShapeID="_x0000_i1053" DrawAspect="Content" ObjectID="_1309867800" r:id="rId71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Cs/>
        </w:rPr>
        <w:t>M</w:t>
      </w:r>
      <w:r w:rsidRPr="001E0221">
        <w:rPr>
          <w:rFonts w:ascii="Arial" w:hAnsi="Arial" w:cs="Arial"/>
          <w:position w:val="-32"/>
        </w:rPr>
        <w:object w:dxaOrig="1939" w:dyaOrig="760">
          <v:shape id="_x0000_i1054" type="#_x0000_t75" style="width:97pt;height:38pt" o:ole="" fillcolor="window">
            <v:imagedata r:id="rId72" o:title=""/>
          </v:shape>
          <o:OLEObject Type="Embed" ProgID="Equation.3" ShapeID="_x0000_i1054" DrawAspect="Content" ObjectID="_1309867801" r:id="rId73"/>
        </w:object>
      </w:r>
      <w:r w:rsidRPr="001E0221">
        <w:rPr>
          <w:rFonts w:ascii="Arial" w:hAnsi="Arial" w:cs="Arial"/>
        </w:rPr>
        <w:t xml:space="preserve"> </w:t>
      </w:r>
    </w:p>
    <w:p w:rsidR="00790AA1" w:rsidRPr="001E0221" w:rsidRDefault="00790AA1">
      <w:pPr>
        <w:spacing w:line="360" w:lineRule="auto"/>
        <w:ind w:firstLine="450"/>
        <w:rPr>
          <w:rFonts w:ascii="Arial" w:hAnsi="Arial" w:cs="Arial"/>
          <w:b/>
        </w:rPr>
      </w:pPr>
      <w:r w:rsidRPr="001E0221">
        <w:rPr>
          <w:rFonts w:ascii="Arial" w:hAnsi="Arial" w:cs="Arial"/>
          <w:b/>
          <w:position w:val="-10"/>
        </w:rPr>
        <w:object w:dxaOrig="1100" w:dyaOrig="279">
          <v:shape id="_x0000_i1055" type="#_x0000_t75" style="width:55pt;height:14pt" o:ole="" fillcolor="window">
            <v:imagedata r:id="rId74" o:title=""/>
          </v:shape>
          <o:OLEObject Type="Embed" ProgID="Equation.3" ShapeID="_x0000_i1055" DrawAspect="Content" ObjectID="_1309867802" r:id="rId75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  <w:position w:val="-10"/>
        </w:rPr>
        <w:object w:dxaOrig="1820" w:dyaOrig="340">
          <v:shape id="_x0000_i1056" type="#_x0000_t75" style="width:91pt;height:17pt" o:ole="" fillcolor="window">
            <v:imagedata r:id="rId76" o:title=""/>
          </v:shape>
          <o:OLEObject Type="Embed" ProgID="Equation.3" ShapeID="_x0000_i1056" DrawAspect="Content" ObjectID="_1309867803" r:id="rId77"/>
        </w:object>
      </w:r>
      <w:r w:rsidRPr="001E0221">
        <w:rPr>
          <w:rFonts w:ascii="Arial" w:hAnsi="Arial" w:cs="Arial"/>
          <w:b/>
        </w:rPr>
        <w:tab/>
      </w:r>
    </w:p>
    <w:p w:rsidR="004F6F00" w:rsidRPr="001E0221" w:rsidRDefault="00790AA1" w:rsidP="004F6F00">
      <w:pPr>
        <w:spacing w:line="360" w:lineRule="auto"/>
        <w:ind w:firstLine="450"/>
        <w:rPr>
          <w:rFonts w:ascii="Arial" w:hAnsi="Arial" w:cs="Arial"/>
        </w:rPr>
      </w:pPr>
      <w:r w:rsidRPr="001E0221">
        <w:rPr>
          <w:rFonts w:ascii="Arial" w:hAnsi="Arial" w:cs="Arial"/>
          <w:b/>
          <w:position w:val="-32"/>
        </w:rPr>
        <w:object w:dxaOrig="1260" w:dyaOrig="740">
          <v:shape id="_x0000_i1057" type="#_x0000_t75" style="width:63pt;height:37pt" o:ole="" fillcolor="window">
            <v:imagedata r:id="rId78" o:title=""/>
          </v:shape>
          <o:OLEObject Type="Embed" ProgID="Equation.3" ShapeID="_x0000_i1057" DrawAspect="Content" ObjectID="_1309867804" r:id="rId79"/>
        </w:object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b/>
        </w:rPr>
        <w:tab/>
      </w:r>
      <w:r w:rsidRPr="001E0221">
        <w:rPr>
          <w:rFonts w:ascii="Arial" w:hAnsi="Arial" w:cs="Arial"/>
          <w:position w:val="-6"/>
        </w:rPr>
        <w:object w:dxaOrig="960" w:dyaOrig="279">
          <v:shape id="_x0000_i1058" type="#_x0000_t75" style="width:48pt;height:14pt" o:ole="" fillcolor="window">
            <v:imagedata r:id="rId80" o:title=""/>
          </v:shape>
          <o:OLEObject Type="Embed" ProgID="Equation.3" ShapeID="_x0000_i1058" DrawAspect="Content" ObjectID="_1309867805" r:id="rId81"/>
        </w:object>
      </w:r>
      <w:r w:rsidR="004F6F00" w:rsidRPr="001E0221">
        <w:rPr>
          <w:rFonts w:ascii="Arial" w:hAnsi="Arial" w:cs="Arial"/>
        </w:rPr>
        <w:t xml:space="preserve">        </w:t>
      </w:r>
      <w:r w:rsidR="004F6F00" w:rsidRPr="001E0221">
        <w:rPr>
          <w:rFonts w:ascii="Arial" w:hAnsi="Arial" w:cs="Arial"/>
          <w:b/>
          <w:position w:val="-10"/>
        </w:rPr>
        <w:object w:dxaOrig="2240" w:dyaOrig="380">
          <v:shape id="_x0000_i1059" type="#_x0000_t75" style="width:112pt;height:19pt" o:ole="">
            <v:imagedata r:id="rId82" o:title=""/>
          </v:shape>
          <o:OLEObject Type="Embed" ProgID="Equation.3" ShapeID="_x0000_i1059" DrawAspect="Content" ObjectID="_1309867806" r:id="rId83"/>
        </w:object>
      </w:r>
    </w:p>
    <w:p w:rsidR="00790AA1" w:rsidRPr="001E0221" w:rsidRDefault="00790AA1" w:rsidP="00803406">
      <w:pPr>
        <w:spacing w:line="360" w:lineRule="auto"/>
        <w:ind w:firstLine="450"/>
        <w:rPr>
          <w:rFonts w:ascii="Arial" w:hAnsi="Arial" w:cs="Arial"/>
        </w:rPr>
      </w:pPr>
      <w:r w:rsidRPr="001E0221">
        <w:rPr>
          <w:rFonts w:ascii="Arial" w:hAnsi="Arial" w:cs="Arial"/>
          <w:i/>
        </w:rPr>
        <w:t xml:space="preserve">In </w:t>
      </w:r>
      <w:r w:rsidRPr="001E0221">
        <w:rPr>
          <w:rFonts w:ascii="Arial" w:hAnsi="Arial" w:cs="Arial"/>
          <w:i/>
        </w:rPr>
        <w:sym w:font="Symbol" w:char="F044"/>
      </w:r>
      <w:r w:rsidRPr="001E0221">
        <w:rPr>
          <w:rFonts w:ascii="Arial" w:hAnsi="Arial" w:cs="Arial"/>
          <w:i/>
        </w:rPr>
        <w:t>ABC:</w:t>
      </w:r>
      <w:r w:rsidRPr="001E0221">
        <w:rPr>
          <w:rFonts w:ascii="Arial" w:hAnsi="Arial" w:cs="Arial"/>
          <w:i/>
        </w:rPr>
        <w:tab/>
      </w:r>
      <w:r w:rsidRPr="001E0221">
        <w:rPr>
          <w:rFonts w:ascii="Arial" w:hAnsi="Arial" w:cs="Arial"/>
          <w:position w:val="-24"/>
        </w:rPr>
        <w:object w:dxaOrig="2120" w:dyaOrig="620">
          <v:shape id="_x0000_i1060" type="#_x0000_t75" style="width:106pt;height:31pt" o:ole="" fillcolor="window">
            <v:imagedata r:id="rId84" o:title=""/>
          </v:shape>
          <o:OLEObject Type="Embed" ProgID="Equation.3" ShapeID="_x0000_i1060" DrawAspect="Content" ObjectID="_1309867807" r:id="rId85"/>
        </w:object>
      </w:r>
      <w:r w:rsidRPr="001E0221">
        <w:rPr>
          <w:rFonts w:ascii="Arial" w:hAnsi="Arial" w:cs="Arial"/>
        </w:rPr>
        <w:tab/>
      </w:r>
      <w:r w:rsidR="004F6F00" w:rsidRPr="001E0221">
        <w:rPr>
          <w:rFonts w:ascii="Arial" w:hAnsi="Arial" w:cs="Arial"/>
        </w:rPr>
        <w:t xml:space="preserve">   </w:t>
      </w:r>
      <w:r w:rsidRPr="001E0221">
        <w:rPr>
          <w:rFonts w:ascii="Arial" w:hAnsi="Arial" w:cs="Arial"/>
          <w:position w:val="-6"/>
        </w:rPr>
        <w:object w:dxaOrig="2540" w:dyaOrig="360">
          <v:shape id="_x0000_i1061" type="#_x0000_t75" style="width:127pt;height:18pt" o:ole="" fillcolor="window">
            <v:imagedata r:id="rId86" o:title=""/>
          </v:shape>
          <o:OLEObject Type="Embed" ProgID="Equation.3" ShapeID="_x0000_i1061" DrawAspect="Content" ObjectID="_1309867808" r:id="rId87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="004F6F00" w:rsidRPr="001E0221">
        <w:rPr>
          <w:rFonts w:ascii="Arial" w:hAnsi="Arial" w:cs="Arial"/>
          <w:position w:val="-24"/>
        </w:rPr>
        <w:object w:dxaOrig="2420" w:dyaOrig="620">
          <v:shape id="_x0000_i1062" type="#_x0000_t75" style="width:121pt;height:31pt" o:ole="" fillcolor="window">
            <v:imagedata r:id="rId88" o:title=""/>
          </v:shape>
          <o:OLEObject Type="Embed" ProgID="Equation.3" ShapeID="_x0000_i1062" DrawAspect="Content" ObjectID="_1309867809" r:id="rId89"/>
        </w:object>
      </w:r>
    </w:p>
    <w:p w:rsidR="00790AA1" w:rsidRPr="001E0221" w:rsidRDefault="00790AA1">
      <w:pPr>
        <w:spacing w:line="360" w:lineRule="auto"/>
        <w:ind w:left="397"/>
        <w:rPr>
          <w:rFonts w:ascii="Arial" w:hAnsi="Arial" w:cs="Arial"/>
        </w:rPr>
      </w:pPr>
      <w:r w:rsidRPr="001E0221">
        <w:rPr>
          <w:rFonts w:ascii="Arial" w:hAnsi="Arial" w:cs="Arial"/>
          <w:position w:val="-10"/>
        </w:rPr>
        <w:object w:dxaOrig="3660" w:dyaOrig="340">
          <v:shape id="_x0000_i1063" type="#_x0000_t75" style="width:183pt;height:17pt" o:ole="">
            <v:imagedata r:id="rId90" o:title=""/>
          </v:shape>
          <o:OLEObject Type="Embed" ProgID="Equation.3" ShapeID="_x0000_i1063" DrawAspect="Content" ObjectID="_1309867810" r:id="rId91"/>
        </w:object>
      </w:r>
      <w:r w:rsidRPr="001E0221">
        <w:rPr>
          <w:rFonts w:ascii="Arial" w:hAnsi="Arial" w:cs="Arial"/>
        </w:rPr>
        <w:tab/>
        <w:t xml:space="preserve">            </w:t>
      </w:r>
      <w:r w:rsidRPr="001E0221">
        <w:rPr>
          <w:rFonts w:ascii="Arial" w:hAnsi="Arial" w:cs="Arial"/>
          <w:position w:val="-10"/>
        </w:rPr>
        <w:object w:dxaOrig="3660" w:dyaOrig="340">
          <v:shape id="_x0000_i1064" type="#_x0000_t75" style="width:183pt;height:17pt" o:ole="">
            <v:imagedata r:id="rId92" o:title=""/>
          </v:shape>
          <o:OLEObject Type="Embed" ProgID="Equation.3" ShapeID="_x0000_i1064" DrawAspect="Content" ObjectID="_1309867811" r:id="rId93"/>
        </w:object>
      </w:r>
      <w:r w:rsidRPr="001E0221">
        <w:rPr>
          <w:rFonts w:ascii="Arial" w:hAnsi="Arial" w:cs="Arial"/>
        </w:rPr>
        <w:tab/>
      </w:r>
    </w:p>
    <w:p w:rsidR="00790AA1" w:rsidRPr="001E0221" w:rsidRDefault="00790AA1">
      <w:pPr>
        <w:spacing w:line="360" w:lineRule="auto"/>
        <w:ind w:left="397"/>
        <w:rPr>
          <w:rFonts w:ascii="Arial" w:hAnsi="Arial" w:cs="Arial"/>
        </w:rPr>
      </w:pPr>
      <w:r w:rsidRPr="001E0221">
        <w:rPr>
          <w:rFonts w:ascii="Arial" w:hAnsi="Arial" w:cs="Arial"/>
          <w:position w:val="-10"/>
        </w:rPr>
        <w:object w:dxaOrig="3700" w:dyaOrig="340">
          <v:shape id="_x0000_i1065" type="#_x0000_t75" style="width:185pt;height:17pt" o:ole="">
            <v:imagedata r:id="rId94" o:title=""/>
          </v:shape>
          <o:OLEObject Type="Embed" ProgID="Equation.3" ShapeID="_x0000_i1065" DrawAspect="Content" ObjectID="_1309867812" r:id="rId95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</w:p>
    <w:p w:rsidR="00790AA1" w:rsidRPr="001E0221" w:rsidRDefault="00790AA1">
      <w:pPr>
        <w:spacing w:line="360" w:lineRule="auto"/>
        <w:ind w:left="397"/>
        <w:rPr>
          <w:rFonts w:ascii="Arial" w:hAnsi="Arial" w:cs="Arial"/>
        </w:rPr>
      </w:pPr>
      <w:r w:rsidRPr="001E0221">
        <w:rPr>
          <w:rFonts w:ascii="Arial" w:hAnsi="Arial" w:cs="Arial"/>
          <w:position w:val="-56"/>
        </w:rPr>
        <w:object w:dxaOrig="2540" w:dyaOrig="1240">
          <v:shape id="_x0000_i1066" type="#_x0000_t75" style="width:127pt;height:62pt" o:ole="">
            <v:imagedata r:id="rId96" o:title=""/>
          </v:shape>
          <o:OLEObject Type="Embed" ProgID="Equation.3" ShapeID="_x0000_i1066" DrawAspect="Content" ObjectID="_1309867813" r:id="rId97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="00803406" w:rsidRPr="001E0221">
        <w:rPr>
          <w:rFonts w:ascii="Arial" w:hAnsi="Arial" w:cs="Arial"/>
          <w:position w:val="-10"/>
        </w:rPr>
        <w:object w:dxaOrig="3700" w:dyaOrig="340">
          <v:shape id="_x0000_i1067" type="#_x0000_t75" style="width:185pt;height:17pt" o:ole="">
            <v:imagedata r:id="rId98" o:title=""/>
          </v:shape>
          <o:OLEObject Type="Embed" ProgID="Equation.3" ShapeID="_x0000_i1067" DrawAspect="Content" ObjectID="_1309867814" r:id="rId99"/>
        </w:object>
      </w:r>
      <w:r w:rsidR="00803406" w:rsidRPr="001E0221">
        <w:rPr>
          <w:rFonts w:ascii="Arial" w:hAnsi="Arial" w:cs="Arial"/>
        </w:rPr>
        <w:t xml:space="preserve"> </w:t>
      </w:r>
      <w:r w:rsidRPr="001E0221">
        <w:rPr>
          <w:rFonts w:ascii="Arial" w:hAnsi="Arial" w:cs="Arial"/>
          <w:position w:val="-6"/>
        </w:rPr>
        <w:object w:dxaOrig="2140" w:dyaOrig="279">
          <v:shape id="_x0000_i1068" type="#_x0000_t75" style="width:107pt;height:14pt" o:ole="">
            <v:imagedata r:id="rId100" o:title=""/>
          </v:shape>
          <o:OLEObject Type="Embed" ProgID="Equation.3" ShapeID="_x0000_i1068" DrawAspect="Content" ObjectID="_1309867815" r:id="rId101"/>
        </w:object>
      </w:r>
      <w:r w:rsidRPr="001E0221">
        <w:rPr>
          <w:rFonts w:ascii="Arial" w:hAnsi="Arial" w:cs="Arial"/>
        </w:rPr>
        <w:tab/>
      </w:r>
    </w:p>
    <w:p w:rsidR="00790AA1" w:rsidRPr="001E0221" w:rsidRDefault="00790AA1">
      <w:pPr>
        <w:spacing w:line="360" w:lineRule="auto"/>
        <w:ind w:left="397"/>
        <w:rPr>
          <w:rFonts w:ascii="Arial" w:hAnsi="Arial" w:cs="Arial"/>
        </w:rPr>
      </w:pPr>
      <w:r w:rsidRPr="001E0221">
        <w:rPr>
          <w:rFonts w:ascii="Arial" w:hAnsi="Arial" w:cs="Arial"/>
          <w:position w:val="-24"/>
        </w:rPr>
        <w:object w:dxaOrig="1020" w:dyaOrig="680">
          <v:shape id="_x0000_i1069" type="#_x0000_t75" style="width:51pt;height:34pt" o:ole="">
            <v:imagedata r:id="rId102" o:title=""/>
          </v:shape>
          <o:OLEObject Type="Embed" ProgID="Equation.3" ShapeID="_x0000_i1069" DrawAspect="Content" ObjectID="_1309867816" r:id="rId103"/>
        </w:object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</w:rPr>
        <w:tab/>
      </w:r>
      <w:r w:rsidRPr="001E0221">
        <w:rPr>
          <w:rFonts w:ascii="Arial" w:hAnsi="Arial" w:cs="Arial"/>
          <w:position w:val="-24"/>
        </w:rPr>
        <w:object w:dxaOrig="1719" w:dyaOrig="1020">
          <v:shape id="_x0000_i1070" type="#_x0000_t75" style="width:86pt;height:51pt" o:ole="">
            <v:imagedata r:id="rId104" o:title=""/>
          </v:shape>
          <o:OLEObject Type="Embed" ProgID="Equation.3" ShapeID="_x0000_i1070" DrawAspect="Content" ObjectID="_1309867817" r:id="rId105"/>
        </w:object>
      </w:r>
      <w:r w:rsidR="00833508">
        <w:rPr>
          <w:rFonts w:ascii="Arial" w:hAnsi="Arial" w:cs="Arial"/>
        </w:rPr>
        <w:t xml:space="preserve">   </w:t>
      </w:r>
      <w:r w:rsidR="00803406" w:rsidRPr="001E0221">
        <w:rPr>
          <w:rFonts w:ascii="Arial" w:hAnsi="Arial" w:cs="Arial"/>
        </w:rPr>
        <w:t xml:space="preserve"> </w:t>
      </w:r>
      <w:r w:rsidRPr="001E0221">
        <w:rPr>
          <w:rFonts w:ascii="Arial" w:hAnsi="Arial" w:cs="Arial"/>
          <w:position w:val="-28"/>
        </w:rPr>
        <w:object w:dxaOrig="1320" w:dyaOrig="660">
          <v:shape id="_x0000_i1071" type="#_x0000_t75" style="width:66pt;height:33pt" o:ole="">
            <v:imagedata r:id="rId106" o:title=""/>
          </v:shape>
          <o:OLEObject Type="Embed" ProgID="Equation.3" ShapeID="_x0000_i1071" DrawAspect="Content" ObjectID="_1309867818" r:id="rId107"/>
        </w:object>
      </w:r>
      <w:r w:rsidR="00803406" w:rsidRPr="001E0221">
        <w:rPr>
          <w:rFonts w:ascii="Arial" w:hAnsi="Arial" w:cs="Arial"/>
        </w:rPr>
        <w:t xml:space="preserve">    </w:t>
      </w:r>
      <w:r w:rsidRPr="001E0221">
        <w:rPr>
          <w:rFonts w:ascii="Arial" w:hAnsi="Arial" w:cs="Arial"/>
        </w:rPr>
        <w:t>(</w:t>
      </w:r>
      <w:r w:rsidRPr="001E0221">
        <w:rPr>
          <w:rFonts w:ascii="Arial" w:hAnsi="Arial" w:cs="Arial"/>
          <w:i/>
          <w:iCs/>
        </w:rPr>
        <w:t>A or B</w:t>
      </w:r>
      <w:r w:rsidRPr="001E0221">
        <w:rPr>
          <w:rFonts w:ascii="Arial" w:hAnsi="Arial" w:cs="Arial"/>
        </w:rPr>
        <w:t xml:space="preserve">) </w:t>
      </w:r>
      <w:r w:rsidR="00A460AC" w:rsidRPr="001E0221">
        <w:rPr>
          <w:rFonts w:ascii="Arial" w:hAnsi="Arial" w:cs="Arial"/>
        </w:rPr>
        <w:t xml:space="preserve">= </w:t>
      </w:r>
      <w:r w:rsidR="00A460AC" w:rsidRPr="001E0221">
        <w:rPr>
          <w:rFonts w:ascii="Arial" w:hAnsi="Arial" w:cs="Arial"/>
          <w:i/>
          <w:iCs/>
        </w:rPr>
        <w:t>P</w:t>
      </w:r>
      <w:r w:rsidR="00A460AC" w:rsidRPr="001E0221">
        <w:rPr>
          <w:rFonts w:ascii="Arial" w:hAnsi="Arial" w:cs="Arial"/>
        </w:rPr>
        <w:t xml:space="preserve">( </w:t>
      </w:r>
      <w:r w:rsidR="00A460AC" w:rsidRPr="001E0221">
        <w:rPr>
          <w:rFonts w:ascii="Arial" w:hAnsi="Arial" w:cs="Arial"/>
          <w:i/>
          <w:iCs/>
        </w:rPr>
        <w:t>A</w:t>
      </w:r>
      <w:r w:rsidR="00A460AC" w:rsidRPr="001E0221">
        <w:rPr>
          <w:rFonts w:ascii="Arial" w:hAnsi="Arial" w:cs="Arial"/>
        </w:rPr>
        <w:t xml:space="preserve">) + </w:t>
      </w:r>
      <w:r w:rsidR="00A460AC" w:rsidRPr="001E0221">
        <w:rPr>
          <w:rFonts w:ascii="Arial" w:hAnsi="Arial" w:cs="Arial"/>
          <w:i/>
          <w:iCs/>
        </w:rPr>
        <w:t>P</w:t>
      </w:r>
      <w:r w:rsidR="00A460AC" w:rsidRPr="001E0221">
        <w:rPr>
          <w:rFonts w:ascii="Arial" w:hAnsi="Arial" w:cs="Arial"/>
        </w:rPr>
        <w:t>(</w:t>
      </w:r>
      <w:r w:rsidR="00A460AC" w:rsidRPr="001E0221">
        <w:rPr>
          <w:rFonts w:ascii="Arial" w:hAnsi="Arial" w:cs="Arial"/>
          <w:i/>
          <w:iCs/>
        </w:rPr>
        <w:t>B</w:t>
      </w:r>
      <w:r w:rsidR="00A460AC" w:rsidRPr="001E0221">
        <w:rPr>
          <w:rFonts w:ascii="Arial" w:hAnsi="Arial" w:cs="Arial"/>
        </w:rPr>
        <w:t xml:space="preserve">) – </w:t>
      </w:r>
      <w:r w:rsidR="00A460AC" w:rsidRPr="001E0221">
        <w:rPr>
          <w:rFonts w:ascii="Arial" w:hAnsi="Arial" w:cs="Arial"/>
          <w:i/>
          <w:iCs/>
        </w:rPr>
        <w:t>P</w:t>
      </w:r>
      <w:r w:rsidR="00A460AC" w:rsidRPr="001E0221">
        <w:rPr>
          <w:rFonts w:ascii="Arial" w:hAnsi="Arial" w:cs="Arial"/>
        </w:rPr>
        <w:t>(</w:t>
      </w:r>
      <w:r w:rsidR="00A460AC" w:rsidRPr="001E0221">
        <w:rPr>
          <w:rFonts w:ascii="Arial" w:hAnsi="Arial" w:cs="Arial"/>
          <w:i/>
          <w:iCs/>
        </w:rPr>
        <w:t xml:space="preserve">A </w:t>
      </w:r>
      <w:r w:rsidR="000E567C">
        <w:rPr>
          <w:rFonts w:ascii="Arial" w:hAnsi="Arial" w:cs="Arial"/>
          <w:i/>
          <w:iCs/>
        </w:rPr>
        <w:t>en</w:t>
      </w:r>
      <w:r w:rsidR="00A460AC" w:rsidRPr="001E0221">
        <w:rPr>
          <w:rFonts w:ascii="Arial" w:hAnsi="Arial" w:cs="Arial"/>
          <w:i/>
          <w:iCs/>
        </w:rPr>
        <w:t xml:space="preserve"> B</w:t>
      </w:r>
      <w:r w:rsidR="00A460AC" w:rsidRPr="001E0221">
        <w:rPr>
          <w:rFonts w:ascii="Arial" w:hAnsi="Arial" w:cs="Arial"/>
        </w:rPr>
        <w:t>)</w:t>
      </w:r>
    </w:p>
    <w:sectPr w:rsidR="00790AA1" w:rsidRPr="001E0221" w:rsidSect="00BD3E68">
      <w:headerReference w:type="even" r:id="rId108"/>
      <w:headerReference w:type="default" r:id="rId109"/>
      <w:footerReference w:type="even" r:id="rId110"/>
      <w:footerReference w:type="default" r:id="rId111"/>
      <w:headerReference w:type="first" r:id="rId112"/>
      <w:footerReference w:type="first" r:id="rId113"/>
      <w:pgSz w:w="11909" w:h="16834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47E" w:rsidRDefault="00E3247E">
      <w:r>
        <w:separator/>
      </w:r>
    </w:p>
  </w:endnote>
  <w:endnote w:type="continuationSeparator" w:id="1">
    <w:p w:rsidR="00E3247E" w:rsidRDefault="00E32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1E" w:rsidRDefault="00807C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1E" w:rsidRDefault="00807C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1E" w:rsidRDefault="00807C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47E" w:rsidRDefault="00E3247E">
      <w:r>
        <w:separator/>
      </w:r>
    </w:p>
  </w:footnote>
  <w:footnote w:type="continuationSeparator" w:id="1">
    <w:p w:rsidR="00E3247E" w:rsidRDefault="00E32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30" w:rsidRPr="00EE5CC6" w:rsidRDefault="00AB7B26" w:rsidP="00EE5CC6">
    <w:pPr>
      <w:pStyle w:val="Header"/>
      <w:tabs>
        <w:tab w:val="clear" w:pos="4153"/>
        <w:tab w:val="clear" w:pos="8306"/>
        <w:tab w:val="center" w:pos="4536"/>
        <w:tab w:val="right" w:pos="9639"/>
      </w:tabs>
      <w:rPr>
        <w:rFonts w:ascii="Arial" w:hAnsi="Arial" w:cs="Arial"/>
        <w:b/>
        <w:sz w:val="16"/>
        <w:szCs w:val="16"/>
        <w:u w:val="single"/>
      </w:rPr>
    </w:pPr>
    <w:r w:rsidRPr="00EE5CC6">
      <w:rPr>
        <w:rFonts w:ascii="Arial" w:hAnsi="Arial" w:cs="Arial"/>
        <w:b/>
        <w:sz w:val="22"/>
        <w:szCs w:val="22"/>
        <w:u w:val="single"/>
      </w:rPr>
      <w:fldChar w:fldCharType="begin"/>
    </w:r>
    <w:r w:rsidR="00316F30" w:rsidRPr="00EE5CC6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EE5CC6">
      <w:rPr>
        <w:rFonts w:ascii="Arial" w:hAnsi="Arial" w:cs="Arial"/>
        <w:b/>
        <w:sz w:val="22"/>
        <w:szCs w:val="22"/>
        <w:u w:val="single"/>
      </w:rPr>
      <w:fldChar w:fldCharType="separate"/>
    </w:r>
    <w:r w:rsidR="00984C86">
      <w:rPr>
        <w:rFonts w:ascii="Arial" w:hAnsi="Arial" w:cs="Arial"/>
        <w:b/>
        <w:noProof/>
        <w:sz w:val="22"/>
        <w:szCs w:val="22"/>
        <w:u w:val="single"/>
      </w:rPr>
      <w:t>4</w:t>
    </w:r>
    <w:r w:rsidRPr="00EE5CC6">
      <w:rPr>
        <w:rFonts w:ascii="Arial" w:hAnsi="Arial" w:cs="Arial"/>
        <w:b/>
        <w:sz w:val="22"/>
        <w:szCs w:val="22"/>
        <w:u w:val="single"/>
      </w:rPr>
      <w:fldChar w:fldCharType="end"/>
    </w:r>
    <w:r w:rsidR="00316F30" w:rsidRPr="00EE5CC6">
      <w:rPr>
        <w:rFonts w:ascii="Arial" w:hAnsi="Arial" w:cs="Arial"/>
        <w:b/>
        <w:sz w:val="22"/>
        <w:szCs w:val="22"/>
        <w:u w:val="single"/>
      </w:rPr>
      <w:tab/>
    </w:r>
    <w:r w:rsidR="00316F30" w:rsidRPr="00EE5CC6">
      <w:rPr>
        <w:rFonts w:ascii="Arial" w:hAnsi="Arial" w:cs="Arial"/>
        <w:b/>
        <w:sz w:val="20"/>
        <w:szCs w:val="20"/>
        <w:u w:val="single"/>
      </w:rPr>
      <w:t>WISKUNDE – TWEEDE VRAESTEL (MATH)</w:t>
    </w:r>
    <w:r w:rsidR="00316F30" w:rsidRPr="00EE5CC6">
      <w:rPr>
        <w:rFonts w:ascii="Arial" w:hAnsi="Arial" w:cs="Arial"/>
        <w:b/>
        <w:sz w:val="20"/>
        <w:szCs w:val="20"/>
        <w:u w:val="single"/>
      </w:rPr>
      <w:tab/>
    </w:r>
    <w:r w:rsidR="00316F30" w:rsidRPr="00EE5CC6">
      <w:rPr>
        <w:rFonts w:ascii="Arial" w:hAnsi="Arial" w:cs="Arial"/>
        <w:b/>
        <w:sz w:val="16"/>
        <w:szCs w:val="16"/>
        <w:u w:val="single"/>
      </w:rPr>
      <w:t>(KOPIEREG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30" w:rsidRPr="00EE5CC6" w:rsidRDefault="00316F30" w:rsidP="00EE5CC6">
    <w:pPr>
      <w:pStyle w:val="Header"/>
      <w:tabs>
        <w:tab w:val="clear" w:pos="4153"/>
        <w:tab w:val="clear" w:pos="8306"/>
        <w:tab w:val="center" w:pos="5103"/>
        <w:tab w:val="right" w:pos="9639"/>
      </w:tabs>
      <w:rPr>
        <w:rFonts w:ascii="Arial" w:hAnsi="Arial" w:cs="Arial"/>
        <w:b/>
        <w:sz w:val="22"/>
        <w:szCs w:val="22"/>
        <w:u w:val="single"/>
      </w:rPr>
    </w:pPr>
    <w:r w:rsidRPr="00EE5CC6">
      <w:rPr>
        <w:rFonts w:ascii="Arial" w:hAnsi="Arial" w:cs="Arial"/>
        <w:b/>
        <w:sz w:val="16"/>
        <w:szCs w:val="16"/>
        <w:u w:val="single"/>
      </w:rPr>
      <w:t>(KOPIEREG 09/09)</w:t>
    </w:r>
    <w:r w:rsidRPr="00EE5CC6">
      <w:rPr>
        <w:rFonts w:ascii="Arial" w:hAnsi="Arial" w:cs="Arial"/>
        <w:b/>
        <w:sz w:val="16"/>
        <w:szCs w:val="16"/>
        <w:u w:val="single"/>
      </w:rPr>
      <w:tab/>
    </w:r>
    <w:r w:rsidRPr="00EE5CC6">
      <w:rPr>
        <w:rFonts w:ascii="Arial" w:hAnsi="Arial" w:cs="Arial"/>
        <w:b/>
        <w:sz w:val="20"/>
        <w:szCs w:val="20"/>
        <w:u w:val="single"/>
      </w:rPr>
      <w:t>WISKUNDE – TWEEDE VRAESTEL (MATH)</w:t>
    </w:r>
    <w:r w:rsidRPr="00EE5CC6">
      <w:rPr>
        <w:rFonts w:ascii="Arial" w:hAnsi="Arial" w:cs="Arial"/>
        <w:b/>
        <w:sz w:val="20"/>
        <w:szCs w:val="20"/>
        <w:u w:val="single"/>
      </w:rPr>
      <w:tab/>
    </w:r>
    <w:r w:rsidR="00AB7B26" w:rsidRPr="00EE5CC6">
      <w:rPr>
        <w:rFonts w:ascii="Arial" w:hAnsi="Arial" w:cs="Arial"/>
        <w:b/>
        <w:sz w:val="22"/>
        <w:szCs w:val="22"/>
        <w:u w:val="single"/>
      </w:rPr>
      <w:fldChar w:fldCharType="begin"/>
    </w:r>
    <w:r w:rsidRPr="00EE5CC6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AB7B26" w:rsidRPr="00EE5CC6">
      <w:rPr>
        <w:rFonts w:ascii="Arial" w:hAnsi="Arial" w:cs="Arial"/>
        <w:b/>
        <w:sz w:val="22"/>
        <w:szCs w:val="22"/>
        <w:u w:val="single"/>
      </w:rPr>
      <w:fldChar w:fldCharType="separate"/>
    </w:r>
    <w:r w:rsidR="00984C86">
      <w:rPr>
        <w:rFonts w:ascii="Arial" w:hAnsi="Arial" w:cs="Arial"/>
        <w:b/>
        <w:noProof/>
        <w:sz w:val="22"/>
        <w:szCs w:val="22"/>
        <w:u w:val="single"/>
      </w:rPr>
      <w:t>5</w:t>
    </w:r>
    <w:r w:rsidR="00AB7B26" w:rsidRPr="00EE5CC6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1E" w:rsidRDefault="00807C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738F9"/>
    <w:multiLevelType w:val="hybridMultilevel"/>
    <w:tmpl w:val="E29AD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ABB5F69"/>
    <w:multiLevelType w:val="hybridMultilevel"/>
    <w:tmpl w:val="5E4E3556"/>
    <w:lvl w:ilvl="0" w:tplc="B33CB9AE">
      <w:start w:val="1"/>
      <w:numFmt w:val="bullet"/>
      <w:lvlText w:val=""/>
      <w:lvlJc w:val="left"/>
      <w:pPr>
        <w:tabs>
          <w:tab w:val="num" w:pos="792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3A18EB"/>
    <w:multiLevelType w:val="hybridMultilevel"/>
    <w:tmpl w:val="5E4E3556"/>
    <w:lvl w:ilvl="0" w:tplc="AA086D8A">
      <w:start w:val="1"/>
      <w:numFmt w:val="bullet"/>
      <w:lvlText w:val=""/>
      <w:lvlJc w:val="left"/>
      <w:pPr>
        <w:tabs>
          <w:tab w:val="num" w:pos="792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20"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7650">
      <v:stroke startarrow="block" endarrow="block"/>
      <o:colormenu v:ext="edit" fillcolor="black" strokecolor="navy"/>
    </o:shapedefaults>
  </w:hdrShapeDefaults>
  <w:footnotePr>
    <w:footnote w:id="0"/>
    <w:footnote w:id="1"/>
  </w:footnotePr>
  <w:endnotePr>
    <w:endnote w:id="0"/>
    <w:endnote w:id="1"/>
  </w:endnotePr>
  <w:compat/>
  <w:rsids>
    <w:rsidRoot w:val="0024735E"/>
    <w:rsid w:val="000055C4"/>
    <w:rsid w:val="000075F9"/>
    <w:rsid w:val="00012D39"/>
    <w:rsid w:val="00012F87"/>
    <w:rsid w:val="00017C76"/>
    <w:rsid w:val="00031555"/>
    <w:rsid w:val="00034807"/>
    <w:rsid w:val="00034F02"/>
    <w:rsid w:val="0004468C"/>
    <w:rsid w:val="000476F9"/>
    <w:rsid w:val="00052599"/>
    <w:rsid w:val="0005436F"/>
    <w:rsid w:val="00057B17"/>
    <w:rsid w:val="000603AB"/>
    <w:rsid w:val="0006071C"/>
    <w:rsid w:val="00062BC3"/>
    <w:rsid w:val="000673A2"/>
    <w:rsid w:val="00070934"/>
    <w:rsid w:val="00077F90"/>
    <w:rsid w:val="0008231C"/>
    <w:rsid w:val="000A07C5"/>
    <w:rsid w:val="000A2936"/>
    <w:rsid w:val="000B5902"/>
    <w:rsid w:val="000B5B4C"/>
    <w:rsid w:val="000D3132"/>
    <w:rsid w:val="000E0DDE"/>
    <w:rsid w:val="000E4AC4"/>
    <w:rsid w:val="000E4BC4"/>
    <w:rsid w:val="000E567C"/>
    <w:rsid w:val="000F3005"/>
    <w:rsid w:val="000F394C"/>
    <w:rsid w:val="00116B3B"/>
    <w:rsid w:val="00120A1A"/>
    <w:rsid w:val="00121A95"/>
    <w:rsid w:val="00123B77"/>
    <w:rsid w:val="001406A6"/>
    <w:rsid w:val="00141460"/>
    <w:rsid w:val="001975AE"/>
    <w:rsid w:val="001A7562"/>
    <w:rsid w:val="001B0CDD"/>
    <w:rsid w:val="001B19E0"/>
    <w:rsid w:val="001B4F9D"/>
    <w:rsid w:val="001D7AB8"/>
    <w:rsid w:val="001E0221"/>
    <w:rsid w:val="001E1B9C"/>
    <w:rsid w:val="001E6A22"/>
    <w:rsid w:val="0020726B"/>
    <w:rsid w:val="002417A5"/>
    <w:rsid w:val="002455FF"/>
    <w:rsid w:val="0024735E"/>
    <w:rsid w:val="0026305B"/>
    <w:rsid w:val="00267B56"/>
    <w:rsid w:val="00271B67"/>
    <w:rsid w:val="00274259"/>
    <w:rsid w:val="00274EF6"/>
    <w:rsid w:val="00276B5C"/>
    <w:rsid w:val="0028228F"/>
    <w:rsid w:val="002838C3"/>
    <w:rsid w:val="0029348B"/>
    <w:rsid w:val="00293966"/>
    <w:rsid w:val="002B16AF"/>
    <w:rsid w:val="002D0D56"/>
    <w:rsid w:val="002E2A6F"/>
    <w:rsid w:val="002E7377"/>
    <w:rsid w:val="002E7F8E"/>
    <w:rsid w:val="002F03C6"/>
    <w:rsid w:val="002F2C84"/>
    <w:rsid w:val="002F4E6C"/>
    <w:rsid w:val="00314BDD"/>
    <w:rsid w:val="00316CF1"/>
    <w:rsid w:val="00316F30"/>
    <w:rsid w:val="0032134B"/>
    <w:rsid w:val="003250C4"/>
    <w:rsid w:val="003348CC"/>
    <w:rsid w:val="00335404"/>
    <w:rsid w:val="0033556F"/>
    <w:rsid w:val="00336021"/>
    <w:rsid w:val="00337CFB"/>
    <w:rsid w:val="00350CBB"/>
    <w:rsid w:val="00360BD5"/>
    <w:rsid w:val="00365300"/>
    <w:rsid w:val="003827D2"/>
    <w:rsid w:val="00385ADA"/>
    <w:rsid w:val="00396642"/>
    <w:rsid w:val="003A2C84"/>
    <w:rsid w:val="003B6293"/>
    <w:rsid w:val="003C39A8"/>
    <w:rsid w:val="003C557B"/>
    <w:rsid w:val="003D5D2A"/>
    <w:rsid w:val="003E7C70"/>
    <w:rsid w:val="003F2E95"/>
    <w:rsid w:val="003F4B67"/>
    <w:rsid w:val="003F4D2A"/>
    <w:rsid w:val="003F5C2C"/>
    <w:rsid w:val="00416580"/>
    <w:rsid w:val="00416C36"/>
    <w:rsid w:val="00421CC2"/>
    <w:rsid w:val="00437F7A"/>
    <w:rsid w:val="004464FB"/>
    <w:rsid w:val="00450212"/>
    <w:rsid w:val="00461CC0"/>
    <w:rsid w:val="00464BC7"/>
    <w:rsid w:val="004701EF"/>
    <w:rsid w:val="0047286D"/>
    <w:rsid w:val="00474E94"/>
    <w:rsid w:val="004850D9"/>
    <w:rsid w:val="004972A5"/>
    <w:rsid w:val="004A6B78"/>
    <w:rsid w:val="004B1C60"/>
    <w:rsid w:val="004B4556"/>
    <w:rsid w:val="004B5BFE"/>
    <w:rsid w:val="004C084B"/>
    <w:rsid w:val="004C16EE"/>
    <w:rsid w:val="004C685A"/>
    <w:rsid w:val="004C7351"/>
    <w:rsid w:val="004D1214"/>
    <w:rsid w:val="004D3CFD"/>
    <w:rsid w:val="004D4EDA"/>
    <w:rsid w:val="004F0714"/>
    <w:rsid w:val="004F145C"/>
    <w:rsid w:val="004F24F8"/>
    <w:rsid w:val="004F6F00"/>
    <w:rsid w:val="004F7771"/>
    <w:rsid w:val="005002C4"/>
    <w:rsid w:val="005066AE"/>
    <w:rsid w:val="005068E8"/>
    <w:rsid w:val="00515199"/>
    <w:rsid w:val="00522FC5"/>
    <w:rsid w:val="005240CF"/>
    <w:rsid w:val="00531409"/>
    <w:rsid w:val="00541332"/>
    <w:rsid w:val="0054621D"/>
    <w:rsid w:val="005538FA"/>
    <w:rsid w:val="00555EA4"/>
    <w:rsid w:val="005600E7"/>
    <w:rsid w:val="0056106D"/>
    <w:rsid w:val="00581080"/>
    <w:rsid w:val="00586775"/>
    <w:rsid w:val="00596812"/>
    <w:rsid w:val="00597013"/>
    <w:rsid w:val="00597D6E"/>
    <w:rsid w:val="005A1038"/>
    <w:rsid w:val="005A248A"/>
    <w:rsid w:val="005A321A"/>
    <w:rsid w:val="005B3145"/>
    <w:rsid w:val="005C51B0"/>
    <w:rsid w:val="005C72BF"/>
    <w:rsid w:val="005E0695"/>
    <w:rsid w:val="005F492C"/>
    <w:rsid w:val="005F5AF0"/>
    <w:rsid w:val="00601D7B"/>
    <w:rsid w:val="00605791"/>
    <w:rsid w:val="00620AB5"/>
    <w:rsid w:val="006240EA"/>
    <w:rsid w:val="006365D3"/>
    <w:rsid w:val="006411B4"/>
    <w:rsid w:val="00655E2F"/>
    <w:rsid w:val="00657CAF"/>
    <w:rsid w:val="006638FA"/>
    <w:rsid w:val="006730FF"/>
    <w:rsid w:val="006821AA"/>
    <w:rsid w:val="00682683"/>
    <w:rsid w:val="00683691"/>
    <w:rsid w:val="00695F07"/>
    <w:rsid w:val="006D0A88"/>
    <w:rsid w:val="006D0B32"/>
    <w:rsid w:val="006D3448"/>
    <w:rsid w:val="006D5322"/>
    <w:rsid w:val="006E3106"/>
    <w:rsid w:val="007028D5"/>
    <w:rsid w:val="007131D6"/>
    <w:rsid w:val="00714A86"/>
    <w:rsid w:val="00716BF6"/>
    <w:rsid w:val="007174D6"/>
    <w:rsid w:val="00720839"/>
    <w:rsid w:val="00723309"/>
    <w:rsid w:val="0073215B"/>
    <w:rsid w:val="00760C9B"/>
    <w:rsid w:val="00766EC0"/>
    <w:rsid w:val="00767220"/>
    <w:rsid w:val="0077406F"/>
    <w:rsid w:val="00782C2E"/>
    <w:rsid w:val="007835BA"/>
    <w:rsid w:val="00786AF4"/>
    <w:rsid w:val="00790AA1"/>
    <w:rsid w:val="007936F7"/>
    <w:rsid w:val="007A2215"/>
    <w:rsid w:val="007B062C"/>
    <w:rsid w:val="007C09AC"/>
    <w:rsid w:val="007C2EDE"/>
    <w:rsid w:val="007D70B8"/>
    <w:rsid w:val="007E4D6C"/>
    <w:rsid w:val="007F2B5D"/>
    <w:rsid w:val="00803406"/>
    <w:rsid w:val="0080541B"/>
    <w:rsid w:val="00807C1E"/>
    <w:rsid w:val="00807F49"/>
    <w:rsid w:val="00812198"/>
    <w:rsid w:val="0083201A"/>
    <w:rsid w:val="00833508"/>
    <w:rsid w:val="008370E5"/>
    <w:rsid w:val="0083760C"/>
    <w:rsid w:val="00840A70"/>
    <w:rsid w:val="00844C3A"/>
    <w:rsid w:val="00850DEE"/>
    <w:rsid w:val="00855E99"/>
    <w:rsid w:val="00864688"/>
    <w:rsid w:val="008649E9"/>
    <w:rsid w:val="00866BDC"/>
    <w:rsid w:val="00870B2D"/>
    <w:rsid w:val="00873531"/>
    <w:rsid w:val="0088585F"/>
    <w:rsid w:val="0088665C"/>
    <w:rsid w:val="00887392"/>
    <w:rsid w:val="00892ABA"/>
    <w:rsid w:val="00892CAD"/>
    <w:rsid w:val="008A0161"/>
    <w:rsid w:val="008A3FFA"/>
    <w:rsid w:val="008A5A2E"/>
    <w:rsid w:val="008B010E"/>
    <w:rsid w:val="008B6ED6"/>
    <w:rsid w:val="008F0FB8"/>
    <w:rsid w:val="008F3F54"/>
    <w:rsid w:val="00910A71"/>
    <w:rsid w:val="00911BB5"/>
    <w:rsid w:val="00913601"/>
    <w:rsid w:val="00922D18"/>
    <w:rsid w:val="00923A6F"/>
    <w:rsid w:val="0092535A"/>
    <w:rsid w:val="00932F49"/>
    <w:rsid w:val="00937C60"/>
    <w:rsid w:val="00941AAF"/>
    <w:rsid w:val="009500BC"/>
    <w:rsid w:val="009573CD"/>
    <w:rsid w:val="0097411D"/>
    <w:rsid w:val="009827EC"/>
    <w:rsid w:val="00984C86"/>
    <w:rsid w:val="009868C9"/>
    <w:rsid w:val="009A7881"/>
    <w:rsid w:val="009B5FC8"/>
    <w:rsid w:val="009C3687"/>
    <w:rsid w:val="009D1216"/>
    <w:rsid w:val="009D42AB"/>
    <w:rsid w:val="009D7FD4"/>
    <w:rsid w:val="009E0211"/>
    <w:rsid w:val="009E3FAB"/>
    <w:rsid w:val="00A01C05"/>
    <w:rsid w:val="00A04871"/>
    <w:rsid w:val="00A154C6"/>
    <w:rsid w:val="00A16340"/>
    <w:rsid w:val="00A23CEF"/>
    <w:rsid w:val="00A25803"/>
    <w:rsid w:val="00A33575"/>
    <w:rsid w:val="00A366FE"/>
    <w:rsid w:val="00A45EFF"/>
    <w:rsid w:val="00A460AC"/>
    <w:rsid w:val="00A500BD"/>
    <w:rsid w:val="00A5668B"/>
    <w:rsid w:val="00A74017"/>
    <w:rsid w:val="00A77E1A"/>
    <w:rsid w:val="00A829A9"/>
    <w:rsid w:val="00A85140"/>
    <w:rsid w:val="00AA37E7"/>
    <w:rsid w:val="00AA3D4A"/>
    <w:rsid w:val="00AB3C12"/>
    <w:rsid w:val="00AB67AD"/>
    <w:rsid w:val="00AB7B26"/>
    <w:rsid w:val="00AC330A"/>
    <w:rsid w:val="00AC3568"/>
    <w:rsid w:val="00AC4613"/>
    <w:rsid w:val="00AD2D46"/>
    <w:rsid w:val="00AE4349"/>
    <w:rsid w:val="00AE475A"/>
    <w:rsid w:val="00AE6BFC"/>
    <w:rsid w:val="00AF2A6C"/>
    <w:rsid w:val="00AF3317"/>
    <w:rsid w:val="00AF5CD9"/>
    <w:rsid w:val="00AF60D6"/>
    <w:rsid w:val="00B0275E"/>
    <w:rsid w:val="00B05A14"/>
    <w:rsid w:val="00B1499C"/>
    <w:rsid w:val="00B14E8A"/>
    <w:rsid w:val="00B17C63"/>
    <w:rsid w:val="00B2169F"/>
    <w:rsid w:val="00B23998"/>
    <w:rsid w:val="00B24E32"/>
    <w:rsid w:val="00B261ED"/>
    <w:rsid w:val="00B26AB5"/>
    <w:rsid w:val="00B356B8"/>
    <w:rsid w:val="00B42EA6"/>
    <w:rsid w:val="00B44EE3"/>
    <w:rsid w:val="00B50A28"/>
    <w:rsid w:val="00B71456"/>
    <w:rsid w:val="00BA36FE"/>
    <w:rsid w:val="00BA5E5F"/>
    <w:rsid w:val="00BC5070"/>
    <w:rsid w:val="00BD3E68"/>
    <w:rsid w:val="00BF0DA0"/>
    <w:rsid w:val="00C00797"/>
    <w:rsid w:val="00C148A0"/>
    <w:rsid w:val="00C235B3"/>
    <w:rsid w:val="00C259EC"/>
    <w:rsid w:val="00C25FD4"/>
    <w:rsid w:val="00C422C1"/>
    <w:rsid w:val="00C44FA1"/>
    <w:rsid w:val="00C45A96"/>
    <w:rsid w:val="00C45F18"/>
    <w:rsid w:val="00C57E10"/>
    <w:rsid w:val="00C61633"/>
    <w:rsid w:val="00C649D5"/>
    <w:rsid w:val="00C666B9"/>
    <w:rsid w:val="00C71CAA"/>
    <w:rsid w:val="00C745A1"/>
    <w:rsid w:val="00C755AB"/>
    <w:rsid w:val="00C7618F"/>
    <w:rsid w:val="00C819CF"/>
    <w:rsid w:val="00C824CA"/>
    <w:rsid w:val="00CB0ED6"/>
    <w:rsid w:val="00CB1F52"/>
    <w:rsid w:val="00CB30F7"/>
    <w:rsid w:val="00CC1E6A"/>
    <w:rsid w:val="00CE5675"/>
    <w:rsid w:val="00D0532F"/>
    <w:rsid w:val="00D057E0"/>
    <w:rsid w:val="00D0733B"/>
    <w:rsid w:val="00D0792F"/>
    <w:rsid w:val="00D10338"/>
    <w:rsid w:val="00D11093"/>
    <w:rsid w:val="00D15714"/>
    <w:rsid w:val="00D22A4D"/>
    <w:rsid w:val="00D23D32"/>
    <w:rsid w:val="00D32C5F"/>
    <w:rsid w:val="00D37BEE"/>
    <w:rsid w:val="00D506AD"/>
    <w:rsid w:val="00D509CF"/>
    <w:rsid w:val="00D54C83"/>
    <w:rsid w:val="00D96069"/>
    <w:rsid w:val="00DA05EB"/>
    <w:rsid w:val="00DA1434"/>
    <w:rsid w:val="00DA3962"/>
    <w:rsid w:val="00DA6EBD"/>
    <w:rsid w:val="00DB3552"/>
    <w:rsid w:val="00DC6A34"/>
    <w:rsid w:val="00DC767A"/>
    <w:rsid w:val="00DD1D6D"/>
    <w:rsid w:val="00DE49D1"/>
    <w:rsid w:val="00DF7A44"/>
    <w:rsid w:val="00E11CCF"/>
    <w:rsid w:val="00E132FC"/>
    <w:rsid w:val="00E3247E"/>
    <w:rsid w:val="00E3790C"/>
    <w:rsid w:val="00E50DDE"/>
    <w:rsid w:val="00E537C4"/>
    <w:rsid w:val="00E56A45"/>
    <w:rsid w:val="00E60497"/>
    <w:rsid w:val="00E63213"/>
    <w:rsid w:val="00E71801"/>
    <w:rsid w:val="00E76095"/>
    <w:rsid w:val="00EA1E6D"/>
    <w:rsid w:val="00EC3192"/>
    <w:rsid w:val="00ED11E4"/>
    <w:rsid w:val="00EE26C8"/>
    <w:rsid w:val="00EE5330"/>
    <w:rsid w:val="00EE5CC6"/>
    <w:rsid w:val="00F01386"/>
    <w:rsid w:val="00F03054"/>
    <w:rsid w:val="00F16506"/>
    <w:rsid w:val="00F27DD4"/>
    <w:rsid w:val="00F33812"/>
    <w:rsid w:val="00F402A7"/>
    <w:rsid w:val="00F411BB"/>
    <w:rsid w:val="00F43CDB"/>
    <w:rsid w:val="00F46428"/>
    <w:rsid w:val="00F469AF"/>
    <w:rsid w:val="00F612E2"/>
    <w:rsid w:val="00F94CE6"/>
    <w:rsid w:val="00F96B3D"/>
    <w:rsid w:val="00FB5C96"/>
    <w:rsid w:val="00FB6888"/>
    <w:rsid w:val="00FD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v:stroke startarrow="block" endarrow="block"/>
      <o:colormenu v:ext="edit" fillcolor="black" strokecolor="navy"/>
    </o:shapedefaults>
    <o:shapelayout v:ext="edit">
      <o:idmap v:ext="edit" data="1,3,4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9"/>
        <o:entry new="11" old="10"/>
        <o:entry new="12" old="0"/>
        <o:entry new="13" old="12"/>
        <o:entry new="14" old="0"/>
        <o:entry new="15" old="0"/>
        <o:entry new="16" old="0"/>
        <o:entry new="17" old="0"/>
        <o:entry new="18" old="0"/>
        <o:entry new="19" old="18"/>
        <o:entry new="20" old="19"/>
        <o:entry new="21" old="19"/>
        <o:entry new="22" old="21"/>
        <o:entry new="23" old="21"/>
        <o:entry new="24" old="0"/>
        <o:entry new="25" old="0"/>
        <o:entry new="26" old="0"/>
        <o:entry new="27" old="0"/>
        <o:entry new="28" old="27"/>
        <o:entry new="29" old="28"/>
        <o:entry new="30" old="29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0E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600E7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qFormat/>
    <w:rsid w:val="005600E7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qFormat/>
    <w:rsid w:val="005600E7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qFormat/>
    <w:rsid w:val="005600E7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5600E7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qFormat/>
    <w:rsid w:val="005600E7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rsid w:val="005600E7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qFormat/>
    <w:rsid w:val="005600E7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qFormat/>
    <w:rsid w:val="005600E7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600E7"/>
    <w:rPr>
      <w:rFonts w:ascii="Arial" w:hAnsi="Arial"/>
      <w:b/>
      <w:bCs/>
      <w:sz w:val="20"/>
    </w:rPr>
  </w:style>
  <w:style w:type="paragraph" w:styleId="Header">
    <w:name w:val="header"/>
    <w:basedOn w:val="Normal"/>
    <w:link w:val="HeaderChar"/>
    <w:uiPriority w:val="99"/>
    <w:rsid w:val="005600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00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00E7"/>
  </w:style>
  <w:style w:type="paragraph" w:styleId="BodyTextIndent">
    <w:name w:val="Body Text Indent"/>
    <w:basedOn w:val="Normal"/>
    <w:rsid w:val="005600E7"/>
    <w:pPr>
      <w:ind w:left="720" w:hanging="720"/>
    </w:pPr>
    <w:rPr>
      <w:rFonts w:ascii="Arial" w:hAnsi="Arial"/>
    </w:rPr>
  </w:style>
  <w:style w:type="paragraph" w:styleId="BodyText2">
    <w:name w:val="Body Text 2"/>
    <w:basedOn w:val="Normal"/>
    <w:rsid w:val="005600E7"/>
    <w:pPr>
      <w:jc w:val="center"/>
    </w:pPr>
    <w:rPr>
      <w:rFonts w:ascii="Arial" w:hAnsi="Arial"/>
      <w:b/>
      <w:bCs/>
      <w:sz w:val="20"/>
    </w:rPr>
  </w:style>
  <w:style w:type="paragraph" w:styleId="BodyText3">
    <w:name w:val="Body Text 3"/>
    <w:basedOn w:val="Normal"/>
    <w:rsid w:val="005600E7"/>
    <w:rPr>
      <w:rFonts w:ascii="Arial" w:hAnsi="Arial"/>
      <w:b/>
      <w:bCs/>
      <w:sz w:val="22"/>
    </w:rPr>
  </w:style>
  <w:style w:type="paragraph" w:styleId="BodyTextIndent2">
    <w:name w:val="Body Text Indent 2"/>
    <w:basedOn w:val="Normal"/>
    <w:rsid w:val="005600E7"/>
    <w:pPr>
      <w:ind w:left="720"/>
    </w:pPr>
    <w:rPr>
      <w:rFonts w:ascii="Arial" w:hAnsi="Arial"/>
      <w:i/>
      <w:iCs/>
    </w:rPr>
  </w:style>
  <w:style w:type="paragraph" w:styleId="BodyTextIndent3">
    <w:name w:val="Body Text Indent 3"/>
    <w:basedOn w:val="Normal"/>
    <w:rsid w:val="005600E7"/>
    <w:pPr>
      <w:ind w:firstLine="720"/>
    </w:pPr>
    <w:rPr>
      <w:rFonts w:ascii="Arial" w:hAnsi="Arial"/>
      <w:b/>
      <w:bCs/>
      <w:i/>
      <w:iCs/>
      <w:sz w:val="22"/>
    </w:rPr>
  </w:style>
  <w:style w:type="paragraph" w:customStyle="1" w:styleId="BulletList1">
    <w:name w:val="Bullet List 1"/>
    <w:basedOn w:val="Normal"/>
    <w:rsid w:val="005600E7"/>
    <w:rPr>
      <w:szCs w:val="20"/>
      <w:lang w:val="en-GB"/>
    </w:rPr>
  </w:style>
  <w:style w:type="paragraph" w:customStyle="1" w:styleId="HeaderBase">
    <w:name w:val="Header Base"/>
    <w:basedOn w:val="Normal"/>
    <w:rsid w:val="005600E7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paragraph" w:customStyle="1" w:styleId="Pages">
    <w:name w:val="Pages"/>
    <w:basedOn w:val="BodyText"/>
    <w:rsid w:val="005600E7"/>
    <w:rPr>
      <w:bCs w:val="0"/>
      <w:sz w:val="24"/>
      <w:szCs w:val="20"/>
      <w:lang w:val="en-GB"/>
    </w:rPr>
  </w:style>
  <w:style w:type="paragraph" w:styleId="List2">
    <w:name w:val="List 2"/>
    <w:basedOn w:val="List"/>
    <w:rsid w:val="005600E7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rsid w:val="005600E7"/>
    <w:pPr>
      <w:tabs>
        <w:tab w:val="left" w:pos="720"/>
      </w:tabs>
      <w:spacing w:after="80"/>
      <w:ind w:left="720" w:hanging="360"/>
    </w:pPr>
    <w:rPr>
      <w:b w:val="0"/>
      <w:bCs w:val="0"/>
      <w:sz w:val="24"/>
      <w:szCs w:val="20"/>
      <w:lang w:val="en-GB"/>
    </w:rPr>
  </w:style>
  <w:style w:type="table" w:styleId="TableGrid">
    <w:name w:val="Table Grid"/>
    <w:basedOn w:val="TableNormal"/>
    <w:rsid w:val="004D3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EE5CC6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E6A22"/>
    <w:rPr>
      <w:color w:val="808080"/>
    </w:rPr>
  </w:style>
  <w:style w:type="paragraph" w:styleId="BalloonText">
    <w:name w:val="Balloon Text"/>
    <w:basedOn w:val="Normal"/>
    <w:link w:val="BalloonTextChar"/>
    <w:rsid w:val="001E6A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6A2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header" Target="header3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image" Target="media/image48.wmf"/><Relationship Id="rId110" Type="http://schemas.openxmlformats.org/officeDocument/2006/relationships/footer" Target="footer1.xm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13" Type="http://schemas.openxmlformats.org/officeDocument/2006/relationships/footer" Target="footer3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header" Target="header2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VOORBLAD%20-%20NSS%20-%20Gr%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047A-56F1-4E07-80E3-CB33C5A7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VOORBLAD - NSS - Gr 11.dot</Template>
  <TotalTime>155</TotalTime>
  <Pages>1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/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subject/>
  <dc:creator>Administrator</dc:creator>
  <cp:keywords/>
  <dc:description/>
  <cp:lastModifiedBy>exams</cp:lastModifiedBy>
  <cp:revision>24</cp:revision>
  <cp:lastPrinted>2009-07-23T13:21:00Z</cp:lastPrinted>
  <dcterms:created xsi:type="dcterms:W3CDTF">2009-06-14T14:44:00Z</dcterms:created>
  <dcterms:modified xsi:type="dcterms:W3CDTF">2009-07-23T13:22:00Z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