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5E1" w:rsidRPr="00F370B6" w:rsidRDefault="005541AA" w:rsidP="00DC4E26">
      <w:pPr>
        <w:rPr>
          <w:noProof w:val="0"/>
          <w:lang w:val="af-ZA"/>
        </w:rPr>
      </w:pPr>
      <w:r w:rsidRPr="00F370B6">
        <w:rPr>
          <w:lang w:val="en-ZA" w:eastAsia="en-Z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39370</wp:posOffset>
            </wp:positionV>
            <wp:extent cx="1352550" cy="1193800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45E1" w:rsidRPr="00F370B6" w:rsidRDefault="001245E1" w:rsidP="00DC4E26">
      <w:pPr>
        <w:rPr>
          <w:noProof w:val="0"/>
          <w:lang w:val="af-ZA"/>
        </w:rPr>
      </w:pPr>
    </w:p>
    <w:p w:rsidR="001245E1" w:rsidRPr="00F370B6" w:rsidRDefault="001245E1" w:rsidP="00DC4E26">
      <w:pPr>
        <w:tabs>
          <w:tab w:val="left" w:pos="0"/>
          <w:tab w:val="left" w:pos="3828"/>
        </w:tabs>
        <w:ind w:firstLine="3261"/>
        <w:rPr>
          <w:rFonts w:ascii="Arial" w:hAnsi="Arial"/>
          <w:noProof w:val="0"/>
          <w:lang w:val="af-ZA"/>
        </w:rPr>
      </w:pPr>
      <w:r w:rsidRPr="00F370B6">
        <w:rPr>
          <w:rFonts w:ascii="Arial" w:hAnsi="Arial"/>
          <w:noProof w:val="0"/>
          <w:lang w:val="af-ZA"/>
        </w:rPr>
        <w:t>Province of the</w:t>
      </w:r>
    </w:p>
    <w:p w:rsidR="001245E1" w:rsidRPr="00F370B6" w:rsidRDefault="001245E1" w:rsidP="00DC4E26">
      <w:pPr>
        <w:tabs>
          <w:tab w:val="left" w:pos="0"/>
          <w:tab w:val="left" w:pos="3261"/>
        </w:tabs>
        <w:ind w:firstLine="3261"/>
        <w:rPr>
          <w:rFonts w:ascii="Arial" w:hAnsi="Arial"/>
          <w:b/>
          <w:noProof w:val="0"/>
          <w:sz w:val="32"/>
          <w:szCs w:val="32"/>
          <w:u w:val="single"/>
          <w:lang w:val="af-ZA"/>
        </w:rPr>
      </w:pPr>
      <w:r w:rsidRPr="00F370B6">
        <w:rPr>
          <w:rFonts w:ascii="Arial" w:hAnsi="Arial"/>
          <w:b/>
          <w:noProof w:val="0"/>
          <w:sz w:val="32"/>
          <w:szCs w:val="32"/>
          <w:u w:val="single"/>
          <w:lang w:val="af-ZA"/>
        </w:rPr>
        <w:t>EASTERN CAPE</w:t>
      </w:r>
    </w:p>
    <w:p w:rsidR="001245E1" w:rsidRPr="00F370B6" w:rsidRDefault="001245E1" w:rsidP="00DC4E26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noProof w:val="0"/>
          <w:lang w:val="af-ZA"/>
        </w:rPr>
      </w:pPr>
      <w:r w:rsidRPr="00F370B6">
        <w:rPr>
          <w:rFonts w:ascii="Arial" w:hAnsi="Arial"/>
          <w:noProof w:val="0"/>
          <w:lang w:val="af-ZA"/>
        </w:rPr>
        <w:tab/>
      </w:r>
      <w:r w:rsidRPr="00F370B6">
        <w:rPr>
          <w:rFonts w:ascii="Arial" w:hAnsi="Arial"/>
          <w:noProof w:val="0"/>
          <w:lang w:val="af-ZA"/>
        </w:rPr>
        <w:tab/>
        <w:t>EDUCATION</w:t>
      </w:r>
    </w:p>
    <w:p w:rsidR="001245E1" w:rsidRPr="00F370B6" w:rsidRDefault="001245E1" w:rsidP="00DC4E26">
      <w:pPr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noProof w:val="0"/>
          <w:sz w:val="36"/>
          <w:szCs w:val="36"/>
          <w:lang w:val="af-ZA"/>
        </w:rPr>
      </w:pPr>
      <w:r w:rsidRPr="00F370B6">
        <w:rPr>
          <w:rFonts w:ascii="Arial" w:hAnsi="Arial"/>
          <w:b/>
          <w:noProof w:val="0"/>
          <w:sz w:val="36"/>
          <w:szCs w:val="36"/>
          <w:lang w:val="af-ZA"/>
        </w:rPr>
        <w:t>NASIONALE</w:t>
      </w:r>
    </w:p>
    <w:p w:rsidR="001245E1" w:rsidRPr="00F370B6" w:rsidRDefault="001245E1" w:rsidP="00DC4E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noProof w:val="0"/>
          <w:lang w:val="af-ZA"/>
        </w:rPr>
      </w:pPr>
      <w:r w:rsidRPr="00F370B6">
        <w:rPr>
          <w:rFonts w:ascii="Arial" w:hAnsi="Arial"/>
          <w:b/>
          <w:noProof w:val="0"/>
          <w:sz w:val="36"/>
          <w:szCs w:val="36"/>
          <w:lang w:val="af-ZA"/>
        </w:rPr>
        <w:t>SENIOR SERTIFIKAAT</w:t>
      </w:r>
    </w:p>
    <w:p w:rsidR="001245E1" w:rsidRPr="00F370B6" w:rsidRDefault="001245E1" w:rsidP="00DC4E26">
      <w:pPr>
        <w:ind w:left="2127" w:right="1950"/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jc w:val="center"/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noProof w:val="0"/>
          <w:sz w:val="40"/>
          <w:szCs w:val="40"/>
          <w:lang w:val="af-ZA"/>
        </w:rPr>
      </w:pPr>
      <w:r w:rsidRPr="00F370B6">
        <w:rPr>
          <w:rFonts w:ascii="Arial" w:hAnsi="Arial"/>
          <w:b/>
          <w:noProof w:val="0"/>
          <w:sz w:val="40"/>
          <w:szCs w:val="40"/>
          <w:lang w:val="af-ZA"/>
        </w:rPr>
        <w:t>GRAAD 11</w:t>
      </w:r>
    </w:p>
    <w:p w:rsidR="001245E1" w:rsidRPr="00F370B6" w:rsidRDefault="001245E1" w:rsidP="00DC4E26">
      <w:pPr>
        <w:jc w:val="center"/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jc w:val="center"/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jc w:val="center"/>
        <w:rPr>
          <w:rFonts w:ascii="Arial" w:hAnsi="Arial"/>
          <w:b/>
          <w:noProof w:val="0"/>
          <w:sz w:val="40"/>
          <w:szCs w:val="40"/>
          <w:lang w:val="af-ZA"/>
        </w:rPr>
      </w:pPr>
      <w:r w:rsidRPr="00F370B6">
        <w:rPr>
          <w:rFonts w:ascii="Arial" w:hAnsi="Arial"/>
          <w:b/>
          <w:noProof w:val="0"/>
          <w:sz w:val="40"/>
          <w:szCs w:val="40"/>
          <w:lang w:val="af-ZA"/>
        </w:rPr>
        <w:t>NOVEMBER 2010</w:t>
      </w:r>
    </w:p>
    <w:p w:rsidR="001245E1" w:rsidRPr="00F370B6" w:rsidRDefault="001245E1" w:rsidP="00DC4E26">
      <w:pPr>
        <w:jc w:val="center"/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jc w:val="center"/>
        <w:rPr>
          <w:rFonts w:ascii="Arial" w:hAnsi="Arial"/>
          <w:noProof w:val="0"/>
          <w:lang w:val="af-ZA"/>
        </w:rPr>
      </w:pPr>
    </w:p>
    <w:tbl>
      <w:tblPr>
        <w:tblW w:w="9671" w:type="dxa"/>
        <w:jc w:val="center"/>
        <w:tblInd w:w="109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71"/>
      </w:tblGrid>
      <w:tr w:rsidR="001245E1" w:rsidRPr="00F370B6" w:rsidTr="00A03434">
        <w:trPr>
          <w:trHeight w:val="1520"/>
          <w:jc w:val="center"/>
        </w:trPr>
        <w:tc>
          <w:tcPr>
            <w:tcW w:w="9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45E1" w:rsidRPr="00F370B6" w:rsidRDefault="001245E1" w:rsidP="00A03434">
            <w:pPr>
              <w:jc w:val="center"/>
              <w:rPr>
                <w:rFonts w:ascii="Arial" w:hAnsi="Arial"/>
                <w:b/>
                <w:noProof w:val="0"/>
                <w:sz w:val="40"/>
                <w:szCs w:val="4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sz w:val="40"/>
                <w:szCs w:val="40"/>
                <w:lang w:val="af-ZA"/>
              </w:rPr>
              <w:t>ELEKTRIESE TEGNOLOGIE</w:t>
            </w:r>
          </w:p>
          <w:p w:rsidR="001245E1" w:rsidRPr="00F370B6" w:rsidRDefault="001245E1" w:rsidP="00A03434">
            <w:pPr>
              <w:jc w:val="center"/>
              <w:rPr>
                <w:rFonts w:ascii="Arial" w:hAnsi="Arial"/>
                <w:b/>
                <w:noProof w:val="0"/>
                <w:sz w:val="40"/>
                <w:szCs w:val="40"/>
                <w:lang w:val="af-ZA"/>
              </w:rPr>
            </w:pPr>
          </w:p>
          <w:p w:rsidR="001245E1" w:rsidRPr="00F370B6" w:rsidRDefault="001245E1" w:rsidP="00A03434">
            <w:pPr>
              <w:jc w:val="center"/>
              <w:rPr>
                <w:rFonts w:ascii="Arial" w:hAnsi="Arial"/>
                <w:b/>
                <w:noProof w:val="0"/>
                <w:sz w:val="40"/>
                <w:szCs w:val="4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sz w:val="40"/>
                <w:szCs w:val="40"/>
                <w:lang w:val="af-ZA"/>
              </w:rPr>
              <w:t>MEMORANDUM</w:t>
            </w:r>
          </w:p>
          <w:p w:rsidR="001245E1" w:rsidRPr="00F370B6" w:rsidRDefault="001245E1" w:rsidP="008B635F">
            <w:pPr>
              <w:rPr>
                <w:rFonts w:ascii="Arial" w:hAnsi="Arial"/>
                <w:noProof w:val="0"/>
                <w:lang w:val="af-ZA"/>
              </w:rPr>
            </w:pPr>
          </w:p>
        </w:tc>
      </w:tr>
    </w:tbl>
    <w:p w:rsidR="001245E1" w:rsidRPr="00F370B6" w:rsidRDefault="001245E1" w:rsidP="00DC4E26">
      <w:pPr>
        <w:jc w:val="center"/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jc w:val="center"/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pStyle w:val="Heading5"/>
        <w:rPr>
          <w:i/>
          <w:noProof w:val="0"/>
          <w:lang w:val="af-ZA"/>
        </w:rPr>
      </w:pPr>
    </w:p>
    <w:p w:rsidR="001245E1" w:rsidRPr="00F370B6" w:rsidRDefault="001245E1" w:rsidP="00DC4E26">
      <w:pPr>
        <w:rPr>
          <w:rFonts w:ascii="Arial" w:hAnsi="Arial"/>
          <w:b/>
          <w:noProof w:val="0"/>
          <w:lang w:val="af-ZA"/>
        </w:rPr>
      </w:pPr>
      <w:r w:rsidRPr="00F370B6">
        <w:rPr>
          <w:rFonts w:ascii="Arial" w:hAnsi="Arial"/>
          <w:b/>
          <w:noProof w:val="0"/>
          <w:lang w:val="af-ZA"/>
        </w:rPr>
        <w:t>PUNTE:  200</w:t>
      </w:r>
    </w:p>
    <w:p w:rsidR="001245E1" w:rsidRPr="00F370B6" w:rsidRDefault="001245E1" w:rsidP="00DC4E26">
      <w:pPr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rPr>
          <w:rFonts w:ascii="Arial" w:hAnsi="Arial"/>
          <w:b/>
          <w:noProof w:val="0"/>
          <w:lang w:val="af-ZA"/>
        </w:rPr>
      </w:pPr>
      <w:r w:rsidRPr="00F370B6">
        <w:rPr>
          <w:rFonts w:ascii="Arial" w:hAnsi="Arial"/>
          <w:b/>
          <w:noProof w:val="0"/>
          <w:lang w:val="af-ZA"/>
        </w:rPr>
        <w:t>TYD:  3 uur</w:t>
      </w:r>
    </w:p>
    <w:p w:rsidR="001245E1" w:rsidRPr="00F370B6" w:rsidRDefault="001245E1" w:rsidP="00DC4E26">
      <w:pPr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rPr>
          <w:rFonts w:ascii="Arial" w:hAnsi="Arial"/>
          <w:noProof w:val="0"/>
          <w:lang w:val="af-ZA"/>
        </w:rPr>
      </w:pPr>
    </w:p>
    <w:p w:rsidR="001245E1" w:rsidRPr="00F370B6" w:rsidRDefault="001245E1" w:rsidP="00DC4E26">
      <w:pPr>
        <w:pStyle w:val="Header"/>
        <w:rPr>
          <w:noProof w:val="0"/>
          <w:lang w:val="af-ZA"/>
        </w:rPr>
      </w:pPr>
    </w:p>
    <w:p w:rsidR="001245E1" w:rsidRPr="00F370B6" w:rsidRDefault="001245E1" w:rsidP="00DC4E26">
      <w:pPr>
        <w:pStyle w:val="Header"/>
        <w:rPr>
          <w:noProof w:val="0"/>
          <w:lang w:val="af-ZA"/>
        </w:rPr>
      </w:pPr>
    </w:p>
    <w:p w:rsidR="001245E1" w:rsidRPr="00F370B6" w:rsidRDefault="001245E1" w:rsidP="00DC4E26">
      <w:pPr>
        <w:pStyle w:val="Header"/>
        <w:rPr>
          <w:noProof w:val="0"/>
          <w:lang w:val="af-ZA"/>
        </w:rPr>
      </w:pPr>
    </w:p>
    <w:p w:rsidR="001245E1" w:rsidRPr="00F370B6" w:rsidRDefault="001245E1" w:rsidP="00DC4E26">
      <w:pPr>
        <w:pStyle w:val="Header"/>
        <w:rPr>
          <w:noProof w:val="0"/>
          <w:lang w:val="af-ZA"/>
        </w:rPr>
      </w:pPr>
    </w:p>
    <w:p w:rsidR="001245E1" w:rsidRPr="00F370B6" w:rsidRDefault="001245E1" w:rsidP="00DC4E26">
      <w:pPr>
        <w:pStyle w:val="Header"/>
        <w:rPr>
          <w:noProof w:val="0"/>
          <w:lang w:val="af-ZA"/>
        </w:rPr>
      </w:pPr>
    </w:p>
    <w:p w:rsidR="001245E1" w:rsidRPr="00F370B6" w:rsidRDefault="001245E1" w:rsidP="00DC4E26">
      <w:pPr>
        <w:pStyle w:val="Header"/>
        <w:rPr>
          <w:noProof w:val="0"/>
          <w:lang w:val="af-ZA"/>
        </w:rPr>
      </w:pPr>
    </w:p>
    <w:p w:rsidR="001245E1" w:rsidRPr="00F370B6" w:rsidRDefault="001245E1" w:rsidP="00DC4E26">
      <w:pPr>
        <w:pStyle w:val="Header"/>
        <w:rPr>
          <w:noProof w:val="0"/>
          <w:lang w:val="af-ZA"/>
        </w:rPr>
      </w:pPr>
    </w:p>
    <w:p w:rsidR="001245E1" w:rsidRPr="00F370B6" w:rsidRDefault="001245E1" w:rsidP="00DC4E26">
      <w:pPr>
        <w:pStyle w:val="Header"/>
        <w:rPr>
          <w:noProof w:val="0"/>
          <w:lang w:val="af-ZA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1245E1" w:rsidRPr="00F370B6" w:rsidTr="00A03434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245E1" w:rsidRPr="00F370B6" w:rsidRDefault="001245E1" w:rsidP="00A03434">
            <w:pPr>
              <w:jc w:val="center"/>
              <w:rPr>
                <w:rFonts w:ascii="Arial" w:hAnsi="Arial"/>
                <w:noProof w:val="0"/>
                <w:sz w:val="16"/>
                <w:szCs w:val="16"/>
                <w:lang w:val="af-ZA"/>
              </w:rPr>
            </w:pPr>
          </w:p>
          <w:p w:rsidR="001245E1" w:rsidRPr="00F370B6" w:rsidRDefault="001245E1" w:rsidP="00A03434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Hierdie memorandum bestaan uit 13 bladsye.</w:t>
            </w:r>
          </w:p>
          <w:p w:rsidR="001245E1" w:rsidRPr="00F370B6" w:rsidRDefault="001245E1" w:rsidP="00A03434">
            <w:pPr>
              <w:jc w:val="center"/>
              <w:rPr>
                <w:rFonts w:ascii="Arial" w:hAnsi="Arial"/>
                <w:noProof w:val="0"/>
                <w:sz w:val="16"/>
                <w:szCs w:val="16"/>
                <w:lang w:val="af-ZA"/>
              </w:rPr>
            </w:pPr>
          </w:p>
        </w:tc>
      </w:tr>
    </w:tbl>
    <w:p w:rsidR="001245E1" w:rsidRPr="00F370B6" w:rsidRDefault="001245E1" w:rsidP="00274129">
      <w:pPr>
        <w:rPr>
          <w:rFonts w:ascii="Arial" w:hAnsi="Arial"/>
          <w:noProof w:val="0"/>
          <w:szCs w:val="20"/>
          <w:lang w:val="af-ZA"/>
        </w:rPr>
      </w:pPr>
    </w:p>
    <w:p w:rsidR="001245E1" w:rsidRPr="00F370B6" w:rsidRDefault="001245E1">
      <w:pPr>
        <w:rPr>
          <w:rFonts w:ascii="Arial" w:hAnsi="Arial"/>
          <w:noProof w:val="0"/>
          <w:lang w:val="af-ZA"/>
        </w:rPr>
      </w:pPr>
    </w:p>
    <w:p w:rsidR="001245E1" w:rsidRPr="00F370B6" w:rsidRDefault="001245E1">
      <w:pPr>
        <w:rPr>
          <w:rFonts w:ascii="Arial" w:hAnsi="Arial"/>
          <w:noProof w:val="0"/>
          <w:lang w:val="af-ZA"/>
        </w:rPr>
      </w:pPr>
    </w:p>
    <w:p w:rsidR="001245E1" w:rsidRPr="00F370B6" w:rsidRDefault="001245E1">
      <w:pPr>
        <w:rPr>
          <w:rFonts w:ascii="Arial" w:hAnsi="Arial"/>
          <w:noProof w:val="0"/>
          <w:lang w:val="af-ZA"/>
        </w:rPr>
      </w:pPr>
    </w:p>
    <w:tbl>
      <w:tblPr>
        <w:tblW w:w="9630" w:type="dxa"/>
        <w:tblInd w:w="108" w:type="dxa"/>
        <w:tblBorders>
          <w:insideH w:val="single" w:sz="4" w:space="0" w:color="auto"/>
        </w:tblBorders>
        <w:tblLayout w:type="fixed"/>
        <w:tblLook w:val="0000"/>
      </w:tblPr>
      <w:tblGrid>
        <w:gridCol w:w="567"/>
        <w:gridCol w:w="851"/>
        <w:gridCol w:w="317"/>
        <w:gridCol w:w="7054"/>
        <w:gridCol w:w="841"/>
      </w:tblGrid>
      <w:tr w:rsidR="001245E1" w:rsidRPr="00F370B6" w:rsidTr="003B1BE0">
        <w:tc>
          <w:tcPr>
            <w:tcW w:w="9630" w:type="dxa"/>
            <w:gridSpan w:val="5"/>
            <w:tcBorders>
              <w:bottom w:val="nil"/>
            </w:tcBorders>
          </w:tcPr>
          <w:p w:rsidR="001245E1" w:rsidRPr="00F370B6" w:rsidRDefault="001245E1" w:rsidP="00546462">
            <w:pPr>
              <w:rPr>
                <w:rFonts w:ascii="Arial" w:hAnsi="Arial"/>
                <w:b/>
                <w:bCs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br w:type="page"/>
            </w:r>
            <w:r w:rsidRPr="00F370B6">
              <w:rPr>
                <w:rFonts w:ascii="Arial" w:hAnsi="Arial"/>
                <w:b/>
                <w:noProof w:val="0"/>
                <w:lang w:val="af-ZA"/>
              </w:rPr>
              <w:t>VRAAG</w:t>
            </w:r>
            <w:r w:rsidRPr="00F370B6">
              <w:rPr>
                <w:rFonts w:ascii="Arial" w:hAnsi="Arial"/>
                <w:b/>
                <w:bCs/>
                <w:noProof w:val="0"/>
                <w:lang w:val="af-ZA"/>
              </w:rPr>
              <w:t xml:space="preserve"> 1:  </w:t>
            </w:r>
            <w:r w:rsidR="00546462" w:rsidRPr="00F370B6">
              <w:rPr>
                <w:rFonts w:ascii="Arial" w:hAnsi="Arial"/>
                <w:b/>
                <w:noProof w:val="0"/>
                <w:lang w:val="af-ZA"/>
              </w:rPr>
              <w:t>TEGNOLOGIE,</w:t>
            </w:r>
            <w:r w:rsidR="007D56F1" w:rsidRPr="00F370B6">
              <w:rPr>
                <w:rFonts w:ascii="Arial" w:hAnsi="Arial"/>
                <w:b/>
                <w:noProof w:val="0"/>
                <w:lang w:val="af-ZA"/>
              </w:rPr>
              <w:t xml:space="preserve"> </w:t>
            </w:r>
            <w:r w:rsidR="00546462" w:rsidRPr="00F370B6">
              <w:rPr>
                <w:rFonts w:ascii="Arial" w:hAnsi="Arial"/>
                <w:b/>
                <w:noProof w:val="0"/>
                <w:lang w:val="af-ZA"/>
              </w:rPr>
              <w:t>GEMEENSKAP EN DIE OMGEWING.</w:t>
            </w:r>
          </w:p>
        </w:tc>
      </w:tr>
      <w:tr w:rsidR="001245E1" w:rsidRPr="00F370B6" w:rsidTr="003B1BE0">
        <w:tc>
          <w:tcPr>
            <w:tcW w:w="9630" w:type="dxa"/>
            <w:gridSpan w:val="5"/>
            <w:tcBorders>
              <w:top w:val="nil"/>
              <w:bottom w:val="nil"/>
            </w:tcBorders>
          </w:tcPr>
          <w:p w:rsidR="001245E1" w:rsidRPr="00F370B6" w:rsidRDefault="001245E1">
            <w:pPr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1031D7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1.1</w:t>
            </w:r>
          </w:p>
        </w:tc>
        <w:tc>
          <w:tcPr>
            <w:tcW w:w="8222" w:type="dxa"/>
            <w:gridSpan w:val="3"/>
          </w:tcPr>
          <w:p w:rsidR="0061387C" w:rsidRPr="00F370B6" w:rsidRDefault="00546462" w:rsidP="0061387C">
            <w:pPr>
              <w:pStyle w:val="ListParagraph"/>
              <w:numPr>
                <w:ilvl w:val="0"/>
                <w:numId w:val="27"/>
              </w:numPr>
              <w:tabs>
                <w:tab w:val="left" w:pos="7280"/>
              </w:tabs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Mens gebruik </w:t>
            </w:r>
            <w:r w:rsidRPr="00F370B6">
              <w:rPr>
                <w:rFonts w:ascii="Arial" w:hAnsi="Arial"/>
                <w:b/>
                <w:noProof w:val="0"/>
                <w:lang w:val="af-ZA"/>
              </w:rPr>
              <w:t>INTERNET BANKGERIEWE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noProof w:val="0"/>
                <w:lang w:val="af-ZA"/>
              </w:rPr>
              <w:sym w:font="Wingdings" w:char="F0FC"/>
            </w:r>
            <w:r w:rsidRPr="00F370B6">
              <w:rPr>
                <w:rFonts w:ascii="Arial" w:hAnsi="Arial"/>
                <w:noProof w:val="0"/>
                <w:lang w:val="af-ZA"/>
              </w:rPr>
              <w:t>om kaartjies te koop</w:t>
            </w:r>
            <w:r w:rsidR="0061387C" w:rsidRPr="00F370B6">
              <w:rPr>
                <w:rFonts w:ascii="Arial" w:hAnsi="Arial"/>
                <w:noProof w:val="0"/>
                <w:lang w:val="af-ZA"/>
              </w:rPr>
              <w:t>.</w:t>
            </w:r>
          </w:p>
          <w:p w:rsidR="001245E1" w:rsidRPr="00F370B6" w:rsidRDefault="00E91E7B" w:rsidP="00E91E7B">
            <w:pPr>
              <w:pStyle w:val="ListParagraph"/>
              <w:numPr>
                <w:ilvl w:val="0"/>
                <w:numId w:val="27"/>
              </w:numPr>
              <w:tabs>
                <w:tab w:val="left" w:pos="7280"/>
              </w:tabs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Mense wat Suid-</w:t>
            </w:r>
            <w:r w:rsidR="00546462" w:rsidRPr="00F370B6">
              <w:rPr>
                <w:rFonts w:ascii="Arial" w:hAnsi="Arial"/>
                <w:noProof w:val="0"/>
                <w:lang w:val="af-ZA"/>
              </w:rPr>
              <w:t xml:space="preserve">Afrika binne kom of verlaat word </w:t>
            </w:r>
            <w:r w:rsidR="00546462" w:rsidRPr="00F370B6">
              <w:rPr>
                <w:rFonts w:ascii="Arial" w:hAnsi="Arial"/>
                <w:b/>
                <w:noProof w:val="0"/>
                <w:lang w:val="af-ZA"/>
              </w:rPr>
              <w:t xml:space="preserve">geskandeer </w:t>
            </w:r>
            <w:r w:rsidR="00546462" w:rsidRPr="00F370B6">
              <w:rPr>
                <w:rFonts w:ascii="Arial" w:hAnsi="Arial"/>
                <w:noProof w:val="0"/>
                <w:lang w:val="af-ZA"/>
              </w:rPr>
              <w:t>om vaste</w:t>
            </w:r>
            <w:r w:rsidR="00C43597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546462" w:rsidRPr="00F370B6">
              <w:rPr>
                <w:rFonts w:ascii="Arial" w:hAnsi="Arial"/>
                <w:noProof w:val="0"/>
                <w:lang w:val="af-ZA"/>
              </w:rPr>
              <w:t xml:space="preserve">stel of hulle ŉ kriminele </w:t>
            </w:r>
            <w:r w:rsidR="0021180B" w:rsidRPr="00F370B6">
              <w:rPr>
                <w:rFonts w:ascii="Arial" w:hAnsi="Arial"/>
                <w:noProof w:val="0"/>
                <w:lang w:val="af-ZA"/>
              </w:rPr>
              <w:t>re</w:t>
            </w:r>
            <w:r w:rsidRPr="00F370B6">
              <w:rPr>
                <w:rFonts w:ascii="Arial" w:hAnsi="Arial"/>
                <w:noProof w:val="0"/>
                <w:lang w:val="af-ZA"/>
              </w:rPr>
              <w:t>k</w:t>
            </w:r>
            <w:r w:rsidR="0021180B" w:rsidRPr="00F370B6">
              <w:rPr>
                <w:rFonts w:ascii="Arial" w:hAnsi="Arial"/>
                <w:noProof w:val="0"/>
                <w:lang w:val="af-ZA"/>
              </w:rPr>
              <w:t>ord het of wat hulle gesondheids</w:t>
            </w:r>
            <w:r w:rsidR="007D56F1" w:rsidRPr="00F370B6">
              <w:rPr>
                <w:rFonts w:ascii="Arial" w:hAnsi="Arial"/>
                <w:noProof w:val="0"/>
                <w:lang w:val="af-ZA"/>
              </w:rPr>
              <w:t>-</w:t>
            </w:r>
            <w:r w:rsidR="0021180B" w:rsidRPr="00F370B6">
              <w:rPr>
                <w:rFonts w:ascii="Arial" w:hAnsi="Arial"/>
                <w:noProof w:val="0"/>
                <w:lang w:val="af-ZA"/>
              </w:rPr>
              <w:t xml:space="preserve"> toestand is. </w:t>
            </w:r>
            <w:r w:rsidR="0021180B" w:rsidRPr="00F370B6">
              <w:rPr>
                <w:noProof w:val="0"/>
                <w:lang w:val="af-ZA"/>
              </w:rPr>
              <w:sym w:font="Wingdings" w:char="F0FC"/>
            </w:r>
          </w:p>
          <w:p w:rsidR="00E91E7B" w:rsidRPr="00F370B6" w:rsidRDefault="0021180B" w:rsidP="0061387C">
            <w:pPr>
              <w:pStyle w:val="ListParagraph"/>
              <w:numPr>
                <w:ilvl w:val="0"/>
                <w:numId w:val="27"/>
              </w:numPr>
              <w:tabs>
                <w:tab w:val="left" w:pos="7280"/>
              </w:tabs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 xml:space="preserve">TELEVISIE </w:t>
            </w:r>
            <w:r w:rsidR="00492B48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492B48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21180B" w:rsidP="0061387C">
            <w:pPr>
              <w:pStyle w:val="ListParagraph"/>
              <w:numPr>
                <w:ilvl w:val="0"/>
                <w:numId w:val="27"/>
              </w:numPr>
              <w:tabs>
                <w:tab w:val="left" w:pos="7280"/>
              </w:tabs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RADIO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      </w:t>
            </w:r>
            <w:r w:rsidR="0061387C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                                                      </w:t>
            </w:r>
            <w:r w:rsidR="00E91E7B" w:rsidRPr="00F370B6">
              <w:rPr>
                <w:rFonts w:ascii="Arial" w:hAnsi="Arial"/>
                <w:noProof w:val="0"/>
                <w:lang w:val="af-ZA"/>
              </w:rPr>
              <w:t xml:space="preserve">  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 (</w:t>
            </w:r>
            <w:r w:rsidRPr="00F370B6">
              <w:rPr>
                <w:rFonts w:ascii="Arial" w:hAnsi="Arial"/>
                <w:noProof w:val="0"/>
                <w:lang w:val="af-ZA"/>
              </w:rPr>
              <w:t>Enige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2)</w:t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DF7706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1031D7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3"/>
          </w:tcPr>
          <w:p w:rsidR="001245E1" w:rsidRPr="00F370B6" w:rsidRDefault="001245E1" w:rsidP="001031D7">
            <w:pPr>
              <w:pStyle w:val="ListParagraph"/>
              <w:tabs>
                <w:tab w:val="left" w:pos="7280"/>
              </w:tabs>
              <w:ind w:left="459"/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DF770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1031D7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1.2</w:t>
            </w:r>
          </w:p>
        </w:tc>
        <w:tc>
          <w:tcPr>
            <w:tcW w:w="851" w:type="dxa"/>
          </w:tcPr>
          <w:p w:rsidR="001245E1" w:rsidRPr="00F370B6" w:rsidRDefault="001245E1" w:rsidP="001031D7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1.2.1</w:t>
            </w:r>
          </w:p>
        </w:tc>
        <w:tc>
          <w:tcPr>
            <w:tcW w:w="7371" w:type="dxa"/>
            <w:gridSpan w:val="2"/>
          </w:tcPr>
          <w:p w:rsidR="001245E1" w:rsidRPr="00F370B6" w:rsidRDefault="0021180B" w:rsidP="0021180B">
            <w:pPr>
              <w:tabs>
                <w:tab w:val="left" w:pos="7280"/>
              </w:tabs>
              <w:rPr>
                <w:rFonts w:ascii="Arial" w:hAnsi="Arial"/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Alle mense moet gelyke geleenthede hê en die genot van hulle regte en vryheid hê.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1031D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371" w:type="dxa"/>
            <w:gridSpan w:val="2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DF770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1031D7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1.2.2</w:t>
            </w:r>
          </w:p>
        </w:tc>
        <w:tc>
          <w:tcPr>
            <w:tcW w:w="7371" w:type="dxa"/>
            <w:gridSpan w:val="2"/>
          </w:tcPr>
          <w:p w:rsidR="001245E1" w:rsidRPr="00F370B6" w:rsidRDefault="00E91E7B" w:rsidP="00492B48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Alle</w:t>
            </w:r>
            <w:r w:rsidR="00492B48" w:rsidRPr="00F370B6">
              <w:rPr>
                <w:rFonts w:ascii="Arial" w:hAnsi="Arial"/>
                <w:noProof w:val="0"/>
                <w:lang w:val="af-ZA"/>
              </w:rPr>
              <w:t xml:space="preserve"> mense moet regverdig behandel word, omdat ons gelyk is. </w:t>
            </w:r>
            <w:r w:rsidR="00492B48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1031D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1031D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371" w:type="dxa"/>
            <w:gridSpan w:val="2"/>
          </w:tcPr>
          <w:p w:rsidR="001245E1" w:rsidRPr="00F370B6" w:rsidRDefault="001245E1" w:rsidP="00333FE4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1031D7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1031D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1031D7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1.2.3</w:t>
            </w:r>
          </w:p>
        </w:tc>
        <w:tc>
          <w:tcPr>
            <w:tcW w:w="7371" w:type="dxa"/>
            <w:gridSpan w:val="2"/>
          </w:tcPr>
          <w:p w:rsidR="001245E1" w:rsidRPr="00F370B6" w:rsidRDefault="00F370B6" w:rsidP="0014353D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Inklusiwiteit</w:t>
            </w:r>
            <w:r w:rsidR="00C43597" w:rsidRPr="00F370B6">
              <w:rPr>
                <w:rFonts w:ascii="Arial" w:hAnsi="Arial"/>
                <w:noProof w:val="0"/>
                <w:lang w:val="af-ZA"/>
              </w:rPr>
              <w:t>,</w:t>
            </w:r>
            <w:r w:rsidR="00AE08F2" w:rsidRPr="00F370B6">
              <w:rPr>
                <w:rFonts w:ascii="Arial" w:hAnsi="Arial"/>
                <w:noProof w:val="0"/>
                <w:lang w:val="af-ZA"/>
              </w:rPr>
              <w:t xml:space="preserve"> erken die gelyke regte van alle mense, elke mens moet met grasie aanvaar word</w:t>
            </w:r>
            <w:r w:rsidR="0014353D" w:rsidRPr="00F370B6">
              <w:rPr>
                <w:rFonts w:ascii="Arial" w:hAnsi="Arial"/>
                <w:noProof w:val="0"/>
                <w:lang w:val="af-ZA"/>
              </w:rPr>
              <w:t>, insluitende mense met spesiale behoeftes.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D61718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371" w:type="dxa"/>
            <w:gridSpan w:val="2"/>
          </w:tcPr>
          <w:p w:rsidR="001245E1" w:rsidRPr="00F370B6" w:rsidRDefault="001245E1" w:rsidP="00333FE4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333FE4">
            <w:pPr>
              <w:jc w:val="center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1.3</w:t>
            </w:r>
          </w:p>
        </w:tc>
        <w:tc>
          <w:tcPr>
            <w:tcW w:w="8222" w:type="dxa"/>
            <w:gridSpan w:val="3"/>
          </w:tcPr>
          <w:p w:rsidR="001245E1" w:rsidRPr="00F370B6" w:rsidRDefault="007300D6" w:rsidP="00E91E7B">
            <w:pPr>
              <w:numPr>
                <w:ilvl w:val="0"/>
                <w:numId w:val="26"/>
              </w:numPr>
              <w:ind w:left="601" w:hanging="601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Ja,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solank jy seker maak daar is geen direkte kontak met die bloed van jou vriend nie of die voorwerp wat hy gebruik het nie.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DF7706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168" w:type="dxa"/>
            <w:gridSpan w:val="2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054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DF770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1.4</w:t>
            </w:r>
          </w:p>
        </w:tc>
        <w:tc>
          <w:tcPr>
            <w:tcW w:w="8222" w:type="dxa"/>
            <w:gridSpan w:val="3"/>
          </w:tcPr>
          <w:p w:rsidR="001245E1" w:rsidRPr="00F370B6" w:rsidRDefault="004A4BEE" w:rsidP="007D56F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ŉ Besigheidsplan begin gewoonlik met ŉ stelling</w:t>
            </w:r>
            <w:r w:rsidR="00C43597" w:rsidRPr="00F370B6">
              <w:rPr>
                <w:rFonts w:ascii="Arial" w:hAnsi="Arial"/>
                <w:noProof w:val="0"/>
                <w:lang w:val="af-ZA"/>
              </w:rPr>
              <w:t>,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wat die doel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en die doelwitte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van die besigheid beklemtoon. </w:t>
            </w:r>
            <w:r w:rsidR="00E91E7B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Dit toon hoe</w:t>
            </w:r>
            <w:r w:rsidR="00A90FF2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die besigheid se eienaar hierdie doelwitte besef</w:t>
            </w:r>
            <w:r w:rsidR="007D56F1" w:rsidRPr="00F370B6">
              <w:rPr>
                <w:rFonts w:ascii="Arial" w:hAnsi="Arial"/>
                <w:noProof w:val="0"/>
                <w:lang w:val="af-ZA"/>
              </w:rPr>
              <w:t xml:space="preserve">,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C43597" w:rsidRPr="00F370B6">
              <w:rPr>
                <w:rFonts w:ascii="Arial" w:hAnsi="Arial"/>
                <w:noProof w:val="0"/>
                <w:lang w:val="af-ZA"/>
              </w:rPr>
              <w:t xml:space="preserve"> asook ŉ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gedetailleerde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bemarkings</w:t>
            </w:r>
            <w:r w:rsidR="007D56F1" w:rsidRPr="00F370B6">
              <w:rPr>
                <w:rFonts w:ascii="Arial" w:hAnsi="Arial"/>
                <w:noProof w:val="0"/>
                <w:lang w:val="af-ZA"/>
              </w:rPr>
              <w:t>-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strategie</w:t>
            </w:r>
            <w:r w:rsidR="00C43597" w:rsidRPr="00F370B6">
              <w:rPr>
                <w:rFonts w:ascii="Arial" w:hAnsi="Arial"/>
                <w:noProof w:val="0"/>
                <w:lang w:val="af-ZA"/>
              </w:rPr>
              <w:t xml:space="preserve"> hê</w:t>
            </w:r>
            <w:r w:rsidRPr="00F370B6">
              <w:rPr>
                <w:rFonts w:ascii="Arial" w:hAnsi="Arial"/>
                <w:noProof w:val="0"/>
                <w:lang w:val="af-ZA"/>
              </w:rPr>
              <w:t>.</w:t>
            </w:r>
            <w:r w:rsidR="009B1F27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9B1F27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                                                                  </w:t>
            </w:r>
            <w:r w:rsidR="00E91E7B" w:rsidRPr="00F370B6">
              <w:rPr>
                <w:rFonts w:ascii="Arial" w:hAnsi="Arial"/>
                <w:noProof w:val="0"/>
                <w:lang w:val="af-ZA"/>
              </w:rPr>
              <w:t xml:space="preserve">  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(</w:t>
            </w:r>
            <w:r w:rsidR="009B1F27" w:rsidRPr="00F370B6">
              <w:rPr>
                <w:rFonts w:ascii="Arial" w:hAnsi="Arial"/>
                <w:noProof w:val="0"/>
                <w:lang w:val="af-ZA"/>
              </w:rPr>
              <w:t>Enige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3)</w:t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DF7706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(3)</w:t>
            </w: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3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DF7706">
            <w:pPr>
              <w:jc w:val="right"/>
              <w:rPr>
                <w:rFonts w:ascii="Arial" w:hAnsi="Arial"/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[10]</w:t>
            </w: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371" w:type="dxa"/>
            <w:gridSpan w:val="2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DF770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blPrEx>
          <w:tblBorders>
            <w:insideH w:val="none" w:sz="0" w:space="0" w:color="auto"/>
          </w:tblBorders>
        </w:tblPrEx>
        <w:tc>
          <w:tcPr>
            <w:tcW w:w="8789" w:type="dxa"/>
            <w:gridSpan w:val="4"/>
          </w:tcPr>
          <w:p w:rsidR="001245E1" w:rsidRPr="00F370B6" w:rsidRDefault="001245E1" w:rsidP="00A52827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 xml:space="preserve">VRAAG 2:  </w:t>
            </w:r>
            <w:r w:rsidR="00A52827" w:rsidRPr="00F370B6">
              <w:rPr>
                <w:rFonts w:ascii="Arial" w:hAnsi="Arial"/>
                <w:b/>
                <w:noProof w:val="0"/>
                <w:lang w:val="af-ZA"/>
              </w:rPr>
              <w:t>DIE TEGNOLOGIESE PROSES.</w:t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AE2CB0">
            <w:pPr>
              <w:jc w:val="center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371" w:type="dxa"/>
            <w:gridSpan w:val="2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AE2CB0">
            <w:pPr>
              <w:jc w:val="center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2.1</w:t>
            </w:r>
          </w:p>
        </w:tc>
        <w:tc>
          <w:tcPr>
            <w:tcW w:w="851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2.1.1</w:t>
            </w:r>
          </w:p>
        </w:tc>
        <w:tc>
          <w:tcPr>
            <w:tcW w:w="7371" w:type="dxa"/>
            <w:gridSpan w:val="2"/>
          </w:tcPr>
          <w:p w:rsidR="001245E1" w:rsidRPr="00F370B6" w:rsidRDefault="000F1E1D" w:rsidP="005E61E0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probleem is dat</w:t>
            </w:r>
            <w:r w:rsidR="00C43597" w:rsidRPr="00F370B6">
              <w:rPr>
                <w:rFonts w:ascii="Arial" w:hAnsi="Arial"/>
                <w:noProof w:val="0"/>
                <w:lang w:val="af-ZA"/>
              </w:rPr>
              <w:t xml:space="preserve"> sy</w:t>
            </w:r>
            <w:r w:rsidR="005E61E0" w:rsidRPr="00F370B6">
              <w:rPr>
                <w:rFonts w:ascii="Arial" w:hAnsi="Arial"/>
                <w:noProof w:val="0"/>
                <w:lang w:val="af-ZA"/>
              </w:rPr>
              <w:t xml:space="preserve"> multi</w:t>
            </w:r>
            <w:r w:rsidRPr="00F370B6">
              <w:rPr>
                <w:rFonts w:ascii="Arial" w:hAnsi="Arial"/>
                <w:noProof w:val="0"/>
                <w:lang w:val="af-ZA"/>
              </w:rPr>
              <w:t>meter</w:t>
            </w:r>
            <w:r w:rsidR="005E61E0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gesteel is.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D61718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371" w:type="dxa"/>
            <w:gridSpan w:val="2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AE2CB0">
            <w:pPr>
              <w:jc w:val="center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DB6E3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DB6E3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2.1.2</w:t>
            </w:r>
          </w:p>
        </w:tc>
        <w:tc>
          <w:tcPr>
            <w:tcW w:w="7371" w:type="dxa"/>
            <w:gridSpan w:val="2"/>
          </w:tcPr>
          <w:p w:rsidR="001245E1" w:rsidRPr="00F370B6" w:rsidRDefault="00C43597" w:rsidP="00F370B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ontwerp</w:t>
            </w:r>
            <w:r w:rsidR="000F1E1D" w:rsidRPr="00F370B6">
              <w:rPr>
                <w:rFonts w:ascii="Arial" w:hAnsi="Arial"/>
                <w:noProof w:val="0"/>
                <w:lang w:val="af-ZA"/>
              </w:rPr>
              <w:t>voorstel:</w:t>
            </w:r>
            <w:r w:rsidR="00E91E7B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0F1E1D" w:rsidRPr="00F370B6">
              <w:rPr>
                <w:rFonts w:ascii="Arial" w:hAnsi="Arial"/>
                <w:noProof w:val="0"/>
                <w:lang w:val="af-ZA"/>
              </w:rPr>
              <w:t xml:space="preserve">Ek gaan ŉ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kontinuïteit</w:t>
            </w:r>
            <w:r w:rsidR="000F1E1D" w:rsidRPr="00F370B6">
              <w:rPr>
                <w:rFonts w:ascii="Arial" w:hAnsi="Arial"/>
                <w:noProof w:val="0"/>
                <w:lang w:val="af-ZA"/>
              </w:rPr>
              <w:t>meter ontwerp</w:t>
            </w:r>
            <w:r w:rsidR="00E91E7B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0F1E1D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0F1E1D" w:rsidRPr="00F370B6">
              <w:rPr>
                <w:rFonts w:ascii="Arial" w:hAnsi="Arial"/>
                <w:noProof w:val="0"/>
                <w:lang w:val="af-ZA"/>
              </w:rPr>
              <w:t xml:space="preserve"> en bou, wat goedkoop en eenvoudig is o</w:t>
            </w:r>
            <w:r w:rsidR="00F370B6">
              <w:rPr>
                <w:rFonts w:ascii="Arial" w:hAnsi="Arial"/>
                <w:noProof w:val="0"/>
                <w:lang w:val="af-ZA"/>
              </w:rPr>
              <w:t>m</w:t>
            </w:r>
            <w:r w:rsidR="000F1E1D" w:rsidRPr="00F370B6">
              <w:rPr>
                <w:rFonts w:ascii="Arial" w:hAnsi="Arial"/>
                <w:noProof w:val="0"/>
                <w:lang w:val="af-ZA"/>
              </w:rPr>
              <w:t xml:space="preserve"> te gebruik.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D61718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DB6E3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DB6E3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371" w:type="dxa"/>
            <w:gridSpan w:val="2"/>
          </w:tcPr>
          <w:p w:rsidR="001245E1" w:rsidRPr="00F370B6" w:rsidRDefault="001245E1" w:rsidP="00DB6E3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DB6E3A">
            <w:pPr>
              <w:jc w:val="center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3B1BE0">
        <w:tblPrEx>
          <w:tblBorders>
            <w:insideH w:val="none" w:sz="0" w:space="0" w:color="auto"/>
          </w:tblBorders>
        </w:tblPrEx>
        <w:tc>
          <w:tcPr>
            <w:tcW w:w="567" w:type="dxa"/>
          </w:tcPr>
          <w:p w:rsidR="001245E1" w:rsidRPr="00F370B6" w:rsidRDefault="001245E1" w:rsidP="00DB6E3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DB6E3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2.1.3</w:t>
            </w:r>
          </w:p>
        </w:tc>
        <w:tc>
          <w:tcPr>
            <w:tcW w:w="7371" w:type="dxa"/>
            <w:gridSpan w:val="2"/>
          </w:tcPr>
          <w:p w:rsidR="001245E1" w:rsidRPr="00F370B6" w:rsidRDefault="00392231" w:rsidP="00465F5F">
            <w:pPr>
              <w:pStyle w:val="ListParagraph"/>
              <w:numPr>
                <w:ilvl w:val="0"/>
                <w:numId w:val="2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toetser moet in ŉ houer kan pas</w:t>
            </w:r>
            <w:r w:rsidR="00C43597" w:rsidRPr="00F370B6">
              <w:rPr>
                <w:rFonts w:ascii="Arial" w:hAnsi="Arial"/>
                <w:noProof w:val="0"/>
                <w:lang w:val="af-ZA"/>
              </w:rPr>
              <w:t>,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wat nie groter as die van ŉ </w:t>
            </w:r>
            <w:r w:rsidR="00C43597" w:rsidRPr="00F370B6">
              <w:rPr>
                <w:rFonts w:ascii="Arial" w:hAnsi="Arial"/>
                <w:noProof w:val="0"/>
                <w:lang w:val="af-ZA"/>
              </w:rPr>
              <w:t xml:space="preserve">gewone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>multi</w:t>
            </w:r>
            <w:r w:rsidRPr="00F370B6">
              <w:rPr>
                <w:rFonts w:ascii="Arial" w:hAnsi="Arial"/>
                <w:noProof w:val="0"/>
                <w:lang w:val="af-ZA"/>
              </w:rPr>
              <w:t>meter is nie.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392231" w:rsidP="00465F5F">
            <w:pPr>
              <w:pStyle w:val="ListParagraph"/>
              <w:numPr>
                <w:ilvl w:val="0"/>
                <w:numId w:val="2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toets terminale moet klampies aan hulle punte hê.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C43597" w:rsidP="00465F5F">
            <w:pPr>
              <w:pStyle w:val="ListParagraph"/>
              <w:numPr>
                <w:ilvl w:val="0"/>
                <w:numId w:val="2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toets terminale se geleiers</w:t>
            </w:r>
            <w:r w:rsidR="00392231" w:rsidRPr="00F370B6">
              <w:rPr>
                <w:rFonts w:ascii="Arial" w:hAnsi="Arial"/>
                <w:noProof w:val="0"/>
                <w:lang w:val="af-ZA"/>
              </w:rPr>
              <w:t>,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392231" w:rsidRPr="00F370B6">
              <w:rPr>
                <w:rFonts w:ascii="Arial" w:hAnsi="Arial"/>
                <w:noProof w:val="0"/>
                <w:lang w:val="af-ZA"/>
              </w:rPr>
              <w:t xml:space="preserve">moet soortgelyk of dieselfde wees as die van ŉ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gewone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>multi</w:t>
            </w:r>
            <w:r w:rsidR="00392231" w:rsidRPr="00F370B6">
              <w:rPr>
                <w:rFonts w:ascii="Arial" w:hAnsi="Arial"/>
                <w:noProof w:val="0"/>
                <w:lang w:val="af-ZA"/>
              </w:rPr>
              <w:t>meter</w:t>
            </w:r>
            <w:r w:rsidR="00BC55A2" w:rsidRPr="00F370B6">
              <w:rPr>
                <w:rFonts w:ascii="Arial" w:hAnsi="Arial"/>
                <w:noProof w:val="0"/>
                <w:lang w:val="af-ZA"/>
              </w:rPr>
              <w:t>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F370B6" w:rsidP="00DF22B6">
            <w:pPr>
              <w:pStyle w:val="ListParagraph"/>
              <w:numPr>
                <w:ilvl w:val="0"/>
                <w:numId w:val="2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geleidings</w:t>
            </w:r>
            <w:r w:rsidR="00BC55A2" w:rsidRPr="00F370B6">
              <w:rPr>
                <w:rFonts w:ascii="Arial" w:hAnsi="Arial"/>
                <w:noProof w:val="0"/>
                <w:lang w:val="af-ZA"/>
              </w:rPr>
              <w:t>reeks m</w:t>
            </w:r>
            <w:r w:rsidR="00C43597" w:rsidRPr="00F370B6">
              <w:rPr>
                <w:rFonts w:ascii="Arial" w:hAnsi="Arial"/>
                <w:noProof w:val="0"/>
                <w:lang w:val="af-ZA"/>
              </w:rPr>
              <w:t xml:space="preserve">oet soortgekyk wees aan die van </w:t>
            </w:r>
            <w:r w:rsidR="00BC55A2" w:rsidRPr="00F370B6">
              <w:rPr>
                <w:rFonts w:ascii="Arial" w:hAnsi="Arial"/>
                <w:noProof w:val="0"/>
                <w:lang w:val="af-ZA"/>
              </w:rPr>
              <w:t>ŉ</w:t>
            </w:r>
            <w:r w:rsidR="00C43597" w:rsidRPr="00F370B6">
              <w:rPr>
                <w:rFonts w:ascii="Arial" w:hAnsi="Arial"/>
                <w:noProof w:val="0"/>
                <w:lang w:val="af-ZA"/>
              </w:rPr>
              <w:t xml:space="preserve"> gewone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 xml:space="preserve"> multi</w:t>
            </w:r>
            <w:r w:rsidR="00BC55A2" w:rsidRPr="00F370B6">
              <w:rPr>
                <w:rFonts w:ascii="Arial" w:hAnsi="Arial"/>
                <w:noProof w:val="0"/>
                <w:lang w:val="af-ZA"/>
              </w:rPr>
              <w:t>meter.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                                    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 xml:space="preserve"> 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(</w:t>
            </w:r>
            <w:r w:rsidR="00BC55A2" w:rsidRPr="00F370B6">
              <w:rPr>
                <w:rFonts w:ascii="Arial" w:hAnsi="Arial"/>
                <w:noProof w:val="0"/>
                <w:lang w:val="af-ZA"/>
              </w:rPr>
              <w:t>Enige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3)</w:t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D61718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(3)</w:t>
            </w:r>
          </w:p>
        </w:tc>
      </w:tr>
    </w:tbl>
    <w:p w:rsidR="001245E1" w:rsidRPr="00F370B6" w:rsidRDefault="001245E1">
      <w:pPr>
        <w:rPr>
          <w:noProof w:val="0"/>
          <w:lang w:val="af-ZA"/>
        </w:rPr>
      </w:pPr>
      <w:r w:rsidRPr="00F370B6">
        <w:rPr>
          <w:noProof w:val="0"/>
          <w:lang w:val="af-ZA"/>
        </w:rPr>
        <w:br w:type="page"/>
      </w:r>
    </w:p>
    <w:p w:rsidR="001245E1" w:rsidRPr="00F370B6" w:rsidRDefault="001245E1">
      <w:pPr>
        <w:rPr>
          <w:noProof w:val="0"/>
          <w:lang w:val="af-ZA"/>
        </w:rPr>
      </w:pPr>
    </w:p>
    <w:tbl>
      <w:tblPr>
        <w:tblW w:w="9630" w:type="dxa"/>
        <w:tblInd w:w="108" w:type="dxa"/>
        <w:tblLayout w:type="fixed"/>
        <w:tblLook w:val="0000"/>
      </w:tblPr>
      <w:tblGrid>
        <w:gridCol w:w="567"/>
        <w:gridCol w:w="851"/>
        <w:gridCol w:w="7371"/>
        <w:gridCol w:w="841"/>
      </w:tblGrid>
      <w:tr w:rsidR="001245E1" w:rsidRPr="00F370B6" w:rsidTr="003B1BE0"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2.1.4</w:t>
            </w:r>
          </w:p>
        </w:tc>
        <w:tc>
          <w:tcPr>
            <w:tcW w:w="7371" w:type="dxa"/>
          </w:tcPr>
          <w:p w:rsidR="001245E1" w:rsidRPr="00F370B6" w:rsidRDefault="000F1E1D" w:rsidP="00465F5F">
            <w:pPr>
              <w:pStyle w:val="ListParagraph"/>
              <w:numPr>
                <w:ilvl w:val="0"/>
                <w:numId w:val="3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Ontwikkel die finale ontwerp.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0F1E1D" w:rsidP="00465F5F">
            <w:pPr>
              <w:pStyle w:val="ListParagraph"/>
              <w:numPr>
                <w:ilvl w:val="0"/>
                <w:numId w:val="3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Evalueer.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0F1E1D" w:rsidP="00465F5F">
            <w:pPr>
              <w:pStyle w:val="ListParagraph"/>
              <w:numPr>
                <w:ilvl w:val="0"/>
                <w:numId w:val="3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Aanbieding.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5606B8" w:rsidP="00DF22B6">
            <w:pPr>
              <w:pStyle w:val="ListParagraph"/>
              <w:numPr>
                <w:ilvl w:val="0"/>
                <w:numId w:val="3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Behoefte/geleentheid.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  <w:r w:rsidR="001245E1" w:rsidRPr="00F370B6">
              <w:rPr>
                <w:noProof w:val="0"/>
                <w:lang w:val="af-ZA"/>
              </w:rPr>
              <w:t xml:space="preserve">        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     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                   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(</w:t>
            </w:r>
            <w:r w:rsidRPr="00F370B6">
              <w:rPr>
                <w:rFonts w:ascii="Arial" w:hAnsi="Arial"/>
                <w:noProof w:val="0"/>
                <w:lang w:val="af-ZA"/>
              </w:rPr>
              <w:t>Enige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3)</w:t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B55E45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(3)</w:t>
            </w:r>
          </w:p>
        </w:tc>
      </w:tr>
      <w:tr w:rsidR="00A90FF2" w:rsidRPr="00F370B6" w:rsidTr="00F370B6">
        <w:tc>
          <w:tcPr>
            <w:tcW w:w="567" w:type="dxa"/>
          </w:tcPr>
          <w:p w:rsidR="00A90FF2" w:rsidRPr="00F370B6" w:rsidRDefault="00A90FF2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A90FF2" w:rsidRPr="00F370B6" w:rsidRDefault="00A90FF2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A90FF2" w:rsidRPr="00F370B6" w:rsidRDefault="00A90FF2" w:rsidP="00B55E45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bCs/>
                <w:noProof w:val="0"/>
                <w:lang w:val="af-ZA"/>
              </w:rPr>
              <w:t>[10]</w:t>
            </w:r>
          </w:p>
        </w:tc>
      </w:tr>
      <w:tr w:rsidR="00A90FF2" w:rsidRPr="00F370B6" w:rsidTr="00F370B6">
        <w:tc>
          <w:tcPr>
            <w:tcW w:w="567" w:type="dxa"/>
          </w:tcPr>
          <w:p w:rsidR="00A90FF2" w:rsidRPr="00F370B6" w:rsidRDefault="00A90FF2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A90FF2" w:rsidRPr="00F370B6" w:rsidRDefault="00A90FF2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A90FF2" w:rsidRPr="00F370B6" w:rsidRDefault="00A90FF2" w:rsidP="00B55E45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8789" w:type="dxa"/>
            <w:gridSpan w:val="3"/>
          </w:tcPr>
          <w:p w:rsidR="001245E1" w:rsidRPr="00F370B6" w:rsidRDefault="001245E1" w:rsidP="0061387C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 xml:space="preserve">VRAAG 3:  </w:t>
            </w:r>
            <w:r w:rsidR="00A52827" w:rsidRPr="00F370B6">
              <w:rPr>
                <w:rFonts w:ascii="Arial" w:hAnsi="Arial"/>
                <w:b/>
                <w:noProof w:val="0"/>
                <w:lang w:val="af-ZA"/>
              </w:rPr>
              <w:t>BEROEPS GESONDHEID</w:t>
            </w:r>
            <w:r w:rsidR="007A34EA" w:rsidRPr="00F370B6">
              <w:rPr>
                <w:rFonts w:ascii="Arial" w:hAnsi="Arial"/>
                <w:b/>
                <w:noProof w:val="0"/>
                <w:lang w:val="af-ZA"/>
              </w:rPr>
              <w:t>-</w:t>
            </w:r>
            <w:r w:rsidR="00A52827" w:rsidRPr="00F370B6">
              <w:rPr>
                <w:rFonts w:ascii="Arial" w:hAnsi="Arial"/>
                <w:b/>
                <w:noProof w:val="0"/>
                <w:lang w:val="af-ZA"/>
              </w:rPr>
              <w:t xml:space="preserve"> EN VEILIGHEIDS WET</w:t>
            </w:r>
            <w:r w:rsidR="00A52827" w:rsidRPr="00F370B6">
              <w:rPr>
                <w:rFonts w:ascii="Arial" w:hAnsi="Arial"/>
                <w:b/>
                <w:noProof w:val="0"/>
                <w:color w:val="FF0000"/>
                <w:lang w:val="af-ZA"/>
              </w:rPr>
              <w:t>.</w:t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DF770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8789" w:type="dxa"/>
            <w:gridSpan w:val="3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DF770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567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3.1</w:t>
            </w:r>
          </w:p>
        </w:tc>
        <w:tc>
          <w:tcPr>
            <w:tcW w:w="8222" w:type="dxa"/>
            <w:gridSpan w:val="2"/>
          </w:tcPr>
          <w:p w:rsidR="001245E1" w:rsidRPr="00F370B6" w:rsidRDefault="00AD415E" w:rsidP="00465F5F">
            <w:pPr>
              <w:pStyle w:val="ListParagraph"/>
              <w:numPr>
                <w:ilvl w:val="0"/>
                <w:numId w:val="5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ŉ Sterk deurskynende skerm moet voorsien</w:t>
            </w:r>
            <w:r w:rsidR="00B90846" w:rsidRPr="00F370B6">
              <w:rPr>
                <w:rFonts w:ascii="Arial" w:hAnsi="Arial"/>
                <w:noProof w:val="0"/>
                <w:lang w:val="af-ZA"/>
              </w:rPr>
              <w:t xml:space="preserve"> word, alternatiewelik moet elke operateur voorsien wees</w:t>
            </w:r>
            <w:r w:rsidR="002B24F1" w:rsidRPr="00F370B6">
              <w:rPr>
                <w:rFonts w:ascii="Arial" w:hAnsi="Arial"/>
                <w:noProof w:val="0"/>
                <w:lang w:val="af-ZA"/>
              </w:rPr>
              <w:t xml:space="preserve"> met persoonlike </w:t>
            </w:r>
            <w:r w:rsidR="00B90846" w:rsidRPr="00F370B6">
              <w:rPr>
                <w:rFonts w:ascii="Arial" w:hAnsi="Arial"/>
                <w:noProof w:val="0"/>
                <w:lang w:val="af-ZA"/>
              </w:rPr>
              <w:t>geskikte oog</w:t>
            </w:r>
            <w:r w:rsidR="00A90FF2" w:rsidRPr="00F370B6">
              <w:rPr>
                <w:rFonts w:ascii="Arial" w:hAnsi="Arial"/>
                <w:noProof w:val="0"/>
                <w:lang w:val="af-ZA"/>
              </w:rPr>
              <w:t>-</w:t>
            </w:r>
            <w:r w:rsidR="00B90846" w:rsidRPr="00F370B6">
              <w:rPr>
                <w:rFonts w:ascii="Arial" w:hAnsi="Arial"/>
                <w:noProof w:val="0"/>
                <w:lang w:val="af-ZA"/>
              </w:rPr>
              <w:t xml:space="preserve"> beskerming</w:t>
            </w:r>
            <w:r w:rsidR="00A90FF2" w:rsidRPr="00F370B6">
              <w:rPr>
                <w:rFonts w:ascii="Arial" w:hAnsi="Arial"/>
                <w:noProof w:val="0"/>
                <w:lang w:val="af-ZA"/>
              </w:rPr>
              <w:t>,</w:t>
            </w:r>
            <w:r w:rsidR="00B90846" w:rsidRPr="00F370B6">
              <w:rPr>
                <w:rFonts w:ascii="Arial" w:hAnsi="Arial"/>
                <w:noProof w:val="0"/>
                <w:lang w:val="af-ZA"/>
              </w:rPr>
              <w:t xml:space="preserve"> wat hy/sy verplig is om te gebruik.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B90846" w:rsidP="00465F5F">
            <w:pPr>
              <w:pStyle w:val="ListParagraph"/>
              <w:numPr>
                <w:ilvl w:val="0"/>
                <w:numId w:val="5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ŉ S</w:t>
            </w:r>
            <w:r w:rsidR="002B24F1" w:rsidRPr="00F370B6">
              <w:rPr>
                <w:rFonts w:ascii="Arial" w:hAnsi="Arial"/>
                <w:noProof w:val="0"/>
                <w:lang w:val="af-ZA"/>
              </w:rPr>
              <w:t>tewige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, verstelbare rus </w:t>
            </w:r>
            <w:r w:rsidR="00645C14" w:rsidRPr="00F370B6">
              <w:rPr>
                <w:rFonts w:ascii="Arial" w:hAnsi="Arial"/>
                <w:noProof w:val="0"/>
                <w:lang w:val="af-ZA"/>
              </w:rPr>
              <w:t>arm, wat veilig gemonteer is 3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645C14" w:rsidRPr="00F370B6">
              <w:rPr>
                <w:rFonts w:ascii="Arial" w:hAnsi="Arial"/>
                <w:noProof w:val="0"/>
                <w:lang w:val="af-ZA"/>
              </w:rPr>
              <w:t>mm vanaf die slypoppervlakte van die slypwiel.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BF6AE7" w:rsidP="00DF22B6">
            <w:pPr>
              <w:pStyle w:val="ListParagraph"/>
              <w:numPr>
                <w:ilvl w:val="0"/>
                <w:numId w:val="5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k</w:t>
            </w:r>
            <w:r w:rsidR="00645C14" w:rsidRPr="00F370B6">
              <w:rPr>
                <w:rFonts w:ascii="Arial" w:hAnsi="Arial"/>
                <w:noProof w:val="0"/>
                <w:lang w:val="af-ZA"/>
              </w:rPr>
              <w:t>rag aangedrewe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slypmasjien moet gemerk word, in ŉ opmerklike plek</w:t>
            </w:r>
            <w:r w:rsidR="002B24F1" w:rsidRPr="00F370B6">
              <w:rPr>
                <w:rFonts w:ascii="Arial" w:hAnsi="Arial"/>
                <w:noProof w:val="0"/>
                <w:lang w:val="af-ZA"/>
              </w:rPr>
              <w:t>,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met die ve</w:t>
            </w:r>
            <w:r w:rsidR="002B24F1" w:rsidRPr="00F370B6">
              <w:rPr>
                <w:rFonts w:ascii="Arial" w:hAnsi="Arial"/>
                <w:noProof w:val="0"/>
                <w:lang w:val="af-ZA"/>
              </w:rPr>
              <w:t>r</w:t>
            </w:r>
            <w:r w:rsidRPr="00F370B6">
              <w:rPr>
                <w:rFonts w:ascii="Arial" w:hAnsi="Arial"/>
                <w:noProof w:val="0"/>
                <w:lang w:val="af-ZA"/>
              </w:rPr>
              <w:t>vaardigers se spoed vermoë, van die slypmasjien.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                      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ab/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ab/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ab/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ab/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ab/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ab/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ab/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ab/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ab/>
              <w:t xml:space="preserve">       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>(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>Enige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2)</w:t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B55E45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A90FF2" w:rsidRPr="00F370B6" w:rsidTr="00F370B6">
        <w:tc>
          <w:tcPr>
            <w:tcW w:w="567" w:type="dxa"/>
          </w:tcPr>
          <w:p w:rsidR="00A90FF2" w:rsidRPr="00F370B6" w:rsidRDefault="00A90FF2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A90FF2" w:rsidRPr="00F370B6" w:rsidRDefault="00A90FF2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A90FF2" w:rsidRPr="00F370B6" w:rsidRDefault="00A90FF2" w:rsidP="00B55E45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567" w:type="dxa"/>
          </w:tcPr>
          <w:p w:rsidR="001245E1" w:rsidRPr="00F370B6" w:rsidRDefault="001245E1" w:rsidP="00B55E45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3.2</w:t>
            </w:r>
          </w:p>
        </w:tc>
        <w:tc>
          <w:tcPr>
            <w:tcW w:w="8222" w:type="dxa"/>
            <w:gridSpan w:val="2"/>
          </w:tcPr>
          <w:p w:rsidR="001245E1" w:rsidRPr="00F370B6" w:rsidRDefault="007343E8" w:rsidP="00465F5F">
            <w:pPr>
              <w:pStyle w:val="ListParagraph"/>
              <w:numPr>
                <w:ilvl w:val="0"/>
                <w:numId w:val="7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lee</w:t>
            </w:r>
            <w:r w:rsidR="00BF6AE7" w:rsidRPr="00F370B6">
              <w:rPr>
                <w:rFonts w:ascii="Arial" w:hAnsi="Arial"/>
                <w:noProof w:val="0"/>
                <w:lang w:val="af-ZA"/>
              </w:rPr>
              <w:t>r is voorsien van ŉ nie</w:t>
            </w:r>
            <w:r w:rsidR="0029465B">
              <w:rPr>
                <w:rFonts w:ascii="Arial" w:hAnsi="Arial"/>
                <w:noProof w:val="0"/>
                <w:lang w:val="af-ZA"/>
              </w:rPr>
              <w:t>-g</w:t>
            </w:r>
            <w:r w:rsidR="00BF6AE7" w:rsidRPr="00F370B6">
              <w:rPr>
                <w:rFonts w:ascii="Arial" w:hAnsi="Arial"/>
                <w:noProof w:val="0"/>
                <w:lang w:val="af-ZA"/>
              </w:rPr>
              <w:t xml:space="preserve">lybare voetstuk aan die onderkant en hakke of soortgelyke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apparaat</w:t>
            </w:r>
            <w:r w:rsidR="00BF6AE7" w:rsidRPr="00F370B6">
              <w:rPr>
                <w:rFonts w:ascii="Arial" w:hAnsi="Arial"/>
                <w:noProof w:val="0"/>
                <w:lang w:val="af-ZA"/>
              </w:rPr>
              <w:t xml:space="preserve"> aan die boonste </w:t>
            </w:r>
            <w:r w:rsidR="002B24F1" w:rsidRPr="00F370B6">
              <w:rPr>
                <w:rFonts w:ascii="Arial" w:hAnsi="Arial"/>
                <w:noProof w:val="0"/>
                <w:lang w:val="af-ZA"/>
              </w:rPr>
              <w:t>gedeelte, wat</w:t>
            </w:r>
            <w:r w:rsidR="00672ECA" w:rsidRPr="00F370B6">
              <w:rPr>
                <w:rFonts w:ascii="Arial" w:hAnsi="Arial"/>
                <w:noProof w:val="0"/>
                <w:lang w:val="af-ZA"/>
              </w:rPr>
              <w:t xml:space="preserve"> stabiliteit sal</w:t>
            </w:r>
            <w:r w:rsidR="002B24F1" w:rsidRPr="00F370B6">
              <w:rPr>
                <w:rFonts w:ascii="Arial" w:hAnsi="Arial"/>
                <w:noProof w:val="0"/>
                <w:lang w:val="af-ZA"/>
              </w:rPr>
              <w:t xml:space="preserve"> bied</w:t>
            </w:r>
            <w:r w:rsidR="00672ECA" w:rsidRPr="00F370B6">
              <w:rPr>
                <w:rFonts w:ascii="Arial" w:hAnsi="Arial"/>
                <w:noProof w:val="0"/>
                <w:lang w:val="af-ZA"/>
              </w:rPr>
              <w:t>, tydens normale gebruik.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7343E8" w:rsidP="00672ECA">
            <w:pPr>
              <w:pStyle w:val="ListParagraph"/>
              <w:numPr>
                <w:ilvl w:val="0"/>
                <w:numId w:val="7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lee</w:t>
            </w:r>
            <w:r w:rsidR="00672ECA" w:rsidRPr="00F370B6">
              <w:rPr>
                <w:rFonts w:ascii="Arial" w:hAnsi="Arial"/>
                <w:noProof w:val="0"/>
                <w:lang w:val="af-ZA"/>
              </w:rPr>
              <w:t>r word vasgebind of vasgehou as dit gebruik word, om stabiliteit onder alle toestande te bewerkstellig.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B55E45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D61718">
        <w:tc>
          <w:tcPr>
            <w:tcW w:w="567" w:type="dxa"/>
          </w:tcPr>
          <w:p w:rsidR="001245E1" w:rsidRPr="00F370B6" w:rsidRDefault="001245E1" w:rsidP="00B55E45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1245E1" w:rsidRPr="00F370B6" w:rsidRDefault="001245E1" w:rsidP="00CC08E7">
            <w:pPr>
              <w:pStyle w:val="ListParagraph"/>
              <w:ind w:left="459"/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B55E45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567" w:type="dxa"/>
          </w:tcPr>
          <w:p w:rsidR="001245E1" w:rsidRPr="00F370B6" w:rsidRDefault="001245E1" w:rsidP="00CC08E7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3.3</w:t>
            </w:r>
          </w:p>
        </w:tc>
        <w:tc>
          <w:tcPr>
            <w:tcW w:w="8222" w:type="dxa"/>
            <w:gridSpan w:val="2"/>
          </w:tcPr>
          <w:p w:rsidR="001245E1" w:rsidRPr="00F370B6" w:rsidRDefault="00A038F4" w:rsidP="00465F5F">
            <w:pPr>
              <w:pStyle w:val="ListParagraph"/>
              <w:numPr>
                <w:ilvl w:val="0"/>
                <w:numId w:val="6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Gebruik van ŉ masjien wat nie geaard is nie.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C711C4" w:rsidP="00465F5F">
            <w:pPr>
              <w:pStyle w:val="ListParagraph"/>
              <w:numPr>
                <w:ilvl w:val="0"/>
                <w:numId w:val="6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Gebruik van ŉ masjien met oop geleiers en nie behoorlik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geïnstalleer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is nie.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C711C4" w:rsidP="00DF22B6">
            <w:pPr>
              <w:pStyle w:val="ListParagraph"/>
              <w:numPr>
                <w:ilvl w:val="0"/>
                <w:numId w:val="6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Gebruik van ŉ masjien wat geen skerm het nie.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(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Enige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>ge</w:t>
            </w:r>
            <w:r w:rsidRPr="00F370B6">
              <w:rPr>
                <w:rFonts w:ascii="Arial" w:hAnsi="Arial"/>
                <w:noProof w:val="0"/>
                <w:lang w:val="af-ZA"/>
              </w:rPr>
              <w:t>paste antwoord)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CC08E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(3)</w:t>
            </w:r>
          </w:p>
        </w:tc>
      </w:tr>
      <w:tr w:rsidR="001245E1" w:rsidRPr="00F370B6" w:rsidTr="00D61718">
        <w:tc>
          <w:tcPr>
            <w:tcW w:w="567" w:type="dxa"/>
          </w:tcPr>
          <w:p w:rsidR="001245E1" w:rsidRPr="00F370B6" w:rsidRDefault="001245E1" w:rsidP="00CC08E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1245E1" w:rsidRPr="00F370B6" w:rsidRDefault="001245E1" w:rsidP="00CC08E7">
            <w:pPr>
              <w:pStyle w:val="ListParagraph"/>
              <w:ind w:left="459"/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CC08E7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567" w:type="dxa"/>
          </w:tcPr>
          <w:p w:rsidR="001245E1" w:rsidRPr="00F370B6" w:rsidRDefault="001245E1" w:rsidP="00CC08E7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3.4</w:t>
            </w:r>
          </w:p>
        </w:tc>
        <w:tc>
          <w:tcPr>
            <w:tcW w:w="8222" w:type="dxa"/>
            <w:gridSpan w:val="2"/>
          </w:tcPr>
          <w:p w:rsidR="001245E1" w:rsidRPr="00F370B6" w:rsidRDefault="00C711C4" w:rsidP="00465F5F">
            <w:pPr>
              <w:pStyle w:val="ListParagraph"/>
              <w:numPr>
                <w:ilvl w:val="0"/>
                <w:numId w:val="6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Geen persoon wa</w:t>
            </w:r>
            <w:r w:rsidR="007343E8" w:rsidRPr="00F370B6">
              <w:rPr>
                <w:rFonts w:ascii="Arial" w:hAnsi="Arial"/>
                <w:noProof w:val="0"/>
                <w:lang w:val="af-ZA"/>
              </w:rPr>
              <w:t>t onder die invloed is van ŉ dwelmmiddel is</w:t>
            </w:r>
            <w:r w:rsidR="0087272C" w:rsidRPr="00F370B6">
              <w:rPr>
                <w:rFonts w:ascii="Arial" w:hAnsi="Arial"/>
                <w:noProof w:val="0"/>
                <w:lang w:val="af-ZA"/>
              </w:rPr>
              <w:t>, word toegelaat om ŉ werksplek te betree</w:t>
            </w:r>
            <w:r w:rsidR="007343E8" w:rsidRPr="00F370B6">
              <w:rPr>
                <w:rFonts w:ascii="Arial" w:hAnsi="Arial"/>
                <w:noProof w:val="0"/>
                <w:lang w:val="af-ZA"/>
              </w:rPr>
              <w:t xml:space="preserve"> nie,</w:t>
            </w:r>
            <w:r w:rsidR="0087272C" w:rsidRPr="00F370B6">
              <w:rPr>
                <w:rFonts w:ascii="Arial" w:hAnsi="Arial"/>
                <w:noProof w:val="0"/>
                <w:lang w:val="af-ZA"/>
              </w:rPr>
              <w:t xml:space="preserve"> waar met </w:t>
            </w:r>
            <w:r w:rsidR="007343E8" w:rsidRPr="00F370B6">
              <w:rPr>
                <w:rFonts w:ascii="Arial" w:hAnsi="Arial"/>
                <w:noProof w:val="0"/>
                <w:lang w:val="af-ZA"/>
              </w:rPr>
              <w:t>masjiene gewerk word</w:t>
            </w:r>
            <w:r w:rsidR="00DD0FAD" w:rsidRPr="00F370B6">
              <w:rPr>
                <w:rFonts w:ascii="Arial" w:hAnsi="Arial"/>
                <w:noProof w:val="0"/>
                <w:lang w:val="af-ZA"/>
              </w:rPr>
              <w:t>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0C455C" w:rsidP="007343E8">
            <w:pPr>
              <w:pStyle w:val="ListParagraph"/>
              <w:numPr>
                <w:ilvl w:val="0"/>
                <w:numId w:val="6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In die werksplek waar met masjiene gewer</w:t>
            </w:r>
            <w:r w:rsidR="007343E8" w:rsidRPr="00F370B6">
              <w:rPr>
                <w:rFonts w:ascii="Arial" w:hAnsi="Arial"/>
                <w:noProof w:val="0"/>
                <w:lang w:val="af-ZA"/>
              </w:rPr>
              <w:t>k word, word geen drank of dwel</w:t>
            </w:r>
            <w:r w:rsidRPr="00F370B6">
              <w:rPr>
                <w:rFonts w:ascii="Arial" w:hAnsi="Arial"/>
                <w:noProof w:val="0"/>
                <w:lang w:val="af-ZA"/>
              </w:rPr>
              <w:t>m</w:t>
            </w:r>
            <w:r w:rsidR="007343E8" w:rsidRPr="00F370B6">
              <w:rPr>
                <w:rFonts w:ascii="Arial" w:hAnsi="Arial"/>
                <w:noProof w:val="0"/>
                <w:lang w:val="af-ZA"/>
              </w:rPr>
              <w:t>middels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in ŉ persoon se besit toegelaat nie.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CC08E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D61718">
        <w:tc>
          <w:tcPr>
            <w:tcW w:w="567" w:type="dxa"/>
          </w:tcPr>
          <w:p w:rsidR="001245E1" w:rsidRPr="00F370B6" w:rsidRDefault="001245E1" w:rsidP="00CC08E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1245E1" w:rsidRPr="00F370B6" w:rsidRDefault="001245E1" w:rsidP="00CC08E7">
            <w:pPr>
              <w:pStyle w:val="ListParagraph"/>
              <w:ind w:left="459"/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1245E1" w:rsidRPr="00F370B6" w:rsidRDefault="001245E1" w:rsidP="00CC08E7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567" w:type="dxa"/>
          </w:tcPr>
          <w:p w:rsidR="001245E1" w:rsidRPr="00F370B6" w:rsidRDefault="001245E1" w:rsidP="00CC08E7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3.5</w:t>
            </w:r>
          </w:p>
        </w:tc>
        <w:tc>
          <w:tcPr>
            <w:tcW w:w="8222" w:type="dxa"/>
            <w:gridSpan w:val="2"/>
          </w:tcPr>
          <w:p w:rsidR="001245E1" w:rsidRPr="00F370B6" w:rsidRDefault="000C455C" w:rsidP="000C455C">
            <w:pPr>
              <w:pStyle w:val="ListParagraph"/>
              <w:numPr>
                <w:ilvl w:val="0"/>
                <w:numId w:val="6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Kontak.</w:t>
            </w:r>
          </w:p>
        </w:tc>
        <w:tc>
          <w:tcPr>
            <w:tcW w:w="841" w:type="dxa"/>
            <w:vAlign w:val="bottom"/>
          </w:tcPr>
          <w:p w:rsidR="001245E1" w:rsidRPr="00F370B6" w:rsidRDefault="001245E1" w:rsidP="00CC08E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29465B" w:rsidRPr="00F370B6" w:rsidTr="004C0336">
        <w:tc>
          <w:tcPr>
            <w:tcW w:w="567" w:type="dxa"/>
          </w:tcPr>
          <w:p w:rsidR="0029465B" w:rsidRPr="00F370B6" w:rsidRDefault="0029465B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29465B" w:rsidRPr="00F370B6" w:rsidRDefault="0029465B" w:rsidP="00B55E45">
            <w:pPr>
              <w:pStyle w:val="ListParagraph"/>
              <w:ind w:left="544"/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41" w:type="dxa"/>
            <w:vAlign w:val="bottom"/>
          </w:tcPr>
          <w:p w:rsidR="0029465B" w:rsidRPr="00F370B6" w:rsidRDefault="0029465B" w:rsidP="00DF7706">
            <w:pPr>
              <w:jc w:val="right"/>
              <w:rPr>
                <w:rFonts w:ascii="Arial" w:hAnsi="Arial"/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[10]</w:t>
            </w:r>
          </w:p>
        </w:tc>
      </w:tr>
    </w:tbl>
    <w:p w:rsidR="00DF22B6" w:rsidRPr="00F370B6" w:rsidRDefault="00DF22B6" w:rsidP="00EE2F6E">
      <w:pPr>
        <w:rPr>
          <w:rFonts w:ascii="Arial" w:hAnsi="Arial"/>
          <w:noProof w:val="0"/>
          <w:lang w:val="af-ZA"/>
        </w:rPr>
      </w:pPr>
    </w:p>
    <w:p w:rsidR="00DF22B6" w:rsidRPr="00F370B6" w:rsidRDefault="00DF22B6">
      <w:pPr>
        <w:rPr>
          <w:rFonts w:ascii="Arial" w:hAnsi="Arial"/>
          <w:noProof w:val="0"/>
          <w:lang w:val="af-ZA"/>
        </w:rPr>
      </w:pPr>
      <w:r w:rsidRPr="00F370B6">
        <w:rPr>
          <w:rFonts w:ascii="Arial" w:hAnsi="Arial"/>
          <w:noProof w:val="0"/>
          <w:lang w:val="af-ZA"/>
        </w:rPr>
        <w:br w:type="page"/>
      </w:r>
    </w:p>
    <w:p w:rsidR="001245E1" w:rsidRPr="00F370B6" w:rsidRDefault="001245E1" w:rsidP="00EE2F6E">
      <w:pPr>
        <w:rPr>
          <w:rFonts w:ascii="Arial" w:hAnsi="Arial"/>
          <w:noProof w:val="0"/>
          <w:lang w:val="af-ZA"/>
        </w:rPr>
      </w:pPr>
    </w:p>
    <w:tbl>
      <w:tblPr>
        <w:tblW w:w="9498" w:type="dxa"/>
        <w:tblInd w:w="108" w:type="dxa"/>
        <w:tblBorders>
          <w:insideH w:val="single" w:sz="4" w:space="0" w:color="auto"/>
        </w:tblBorders>
        <w:tblLayout w:type="fixed"/>
        <w:tblLook w:val="0000"/>
      </w:tblPr>
      <w:tblGrid>
        <w:gridCol w:w="709"/>
        <w:gridCol w:w="8080"/>
        <w:gridCol w:w="709"/>
      </w:tblGrid>
      <w:tr w:rsidR="001245E1" w:rsidRPr="00F370B6" w:rsidTr="00EA5060">
        <w:tc>
          <w:tcPr>
            <w:tcW w:w="9498" w:type="dxa"/>
            <w:gridSpan w:val="3"/>
            <w:tcBorders>
              <w:bottom w:val="nil"/>
            </w:tcBorders>
          </w:tcPr>
          <w:p w:rsidR="001245E1" w:rsidRPr="00F370B6" w:rsidRDefault="001245E1" w:rsidP="007D56F1">
            <w:pPr>
              <w:rPr>
                <w:rFonts w:ascii="Arial" w:hAnsi="Arial"/>
                <w:b/>
                <w:bCs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VRAAG</w:t>
            </w:r>
            <w:r w:rsidRPr="00F370B6">
              <w:rPr>
                <w:rFonts w:ascii="Arial" w:hAnsi="Arial"/>
                <w:b/>
                <w:bCs/>
                <w:noProof w:val="0"/>
                <w:lang w:val="af-ZA"/>
              </w:rPr>
              <w:t xml:space="preserve"> 4:</w:t>
            </w:r>
            <w:r w:rsidR="0061387C" w:rsidRPr="00F370B6">
              <w:rPr>
                <w:rFonts w:ascii="Arial" w:hAnsi="Arial"/>
                <w:b/>
                <w:bCs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b/>
                <w:bCs/>
                <w:noProof w:val="0"/>
                <w:lang w:val="af-ZA"/>
              </w:rPr>
              <w:t xml:space="preserve"> </w:t>
            </w:r>
            <w:r w:rsidR="00DE4D37" w:rsidRPr="00F370B6">
              <w:rPr>
                <w:rFonts w:ascii="Arial" w:hAnsi="Arial"/>
                <w:b/>
                <w:noProof w:val="0"/>
                <w:lang w:val="af-ZA"/>
              </w:rPr>
              <w:t>INSTRUMENTE</w:t>
            </w:r>
          </w:p>
        </w:tc>
      </w:tr>
      <w:tr w:rsidR="001245E1" w:rsidRPr="00F370B6" w:rsidTr="00EA5060">
        <w:tc>
          <w:tcPr>
            <w:tcW w:w="8789" w:type="dxa"/>
            <w:gridSpan w:val="2"/>
            <w:tcBorders>
              <w:top w:val="nil"/>
              <w:bottom w:val="nil"/>
            </w:tcBorders>
          </w:tcPr>
          <w:p w:rsidR="001245E1" w:rsidRPr="00F370B6" w:rsidRDefault="001245E1">
            <w:pPr>
              <w:rPr>
                <w:rFonts w:ascii="Arial" w:hAnsi="Arial"/>
                <w:b/>
                <w:bCs/>
                <w:noProof w:val="0"/>
                <w:lang w:val="af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245E1" w:rsidRPr="00F370B6" w:rsidRDefault="001245E1">
            <w:pPr>
              <w:rPr>
                <w:rFonts w:ascii="Arial" w:hAnsi="Arial"/>
                <w:b/>
                <w:bCs/>
                <w:noProof w:val="0"/>
                <w:lang w:val="af-ZA"/>
              </w:rPr>
            </w:pPr>
          </w:p>
        </w:tc>
      </w:tr>
      <w:tr w:rsidR="001245E1" w:rsidRPr="00F370B6" w:rsidTr="00CA1613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CC08E7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4.1</w:t>
            </w:r>
          </w:p>
        </w:tc>
        <w:tc>
          <w:tcPr>
            <w:tcW w:w="8080" w:type="dxa"/>
          </w:tcPr>
          <w:p w:rsidR="001245E1" w:rsidRPr="00F370B6" w:rsidRDefault="007343E8" w:rsidP="00465F5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g.s</w:t>
            </w:r>
            <w:r w:rsidR="005606B8" w:rsidRPr="00F370B6">
              <w:rPr>
                <w:rFonts w:ascii="Arial" w:hAnsi="Arial"/>
                <w:noProof w:val="0"/>
                <w:lang w:val="af-ZA"/>
              </w:rPr>
              <w:t>.</w:t>
            </w:r>
            <w:r w:rsidR="0061387C" w:rsidRPr="00F370B6">
              <w:rPr>
                <w:rFonts w:ascii="Arial" w:hAnsi="Arial"/>
                <w:noProof w:val="0"/>
                <w:lang w:val="af-ZA"/>
              </w:rPr>
              <w:t xml:space="preserve"> s</w:t>
            </w:r>
            <w:r w:rsidR="005606B8" w:rsidRPr="00F370B6">
              <w:rPr>
                <w:rFonts w:ascii="Arial" w:hAnsi="Arial"/>
                <w:noProof w:val="0"/>
                <w:lang w:val="af-ZA"/>
              </w:rPr>
              <w:t>panning.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7343E8" w:rsidP="00465F5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g.s</w:t>
            </w:r>
            <w:r w:rsidR="005606B8" w:rsidRPr="00F370B6">
              <w:rPr>
                <w:rFonts w:ascii="Arial" w:hAnsi="Arial"/>
                <w:noProof w:val="0"/>
                <w:lang w:val="af-ZA"/>
              </w:rPr>
              <w:t>.</w:t>
            </w:r>
            <w:r w:rsidR="0061387C" w:rsidRPr="00F370B6">
              <w:rPr>
                <w:rFonts w:ascii="Arial" w:hAnsi="Arial"/>
                <w:noProof w:val="0"/>
                <w:lang w:val="af-ZA"/>
              </w:rPr>
              <w:t xml:space="preserve"> s</w:t>
            </w:r>
            <w:r w:rsidR="005606B8" w:rsidRPr="00F370B6">
              <w:rPr>
                <w:rFonts w:ascii="Arial" w:hAnsi="Arial"/>
                <w:noProof w:val="0"/>
                <w:lang w:val="af-ZA"/>
              </w:rPr>
              <w:t>troom.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7343E8" w:rsidP="00465F5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w.s</w:t>
            </w:r>
            <w:r w:rsidR="005606B8" w:rsidRPr="00F370B6">
              <w:rPr>
                <w:rFonts w:ascii="Arial" w:hAnsi="Arial"/>
                <w:noProof w:val="0"/>
                <w:lang w:val="af-ZA"/>
              </w:rPr>
              <w:t>.</w:t>
            </w:r>
            <w:r w:rsidR="0061387C" w:rsidRPr="00F370B6">
              <w:rPr>
                <w:rFonts w:ascii="Arial" w:hAnsi="Arial"/>
                <w:noProof w:val="0"/>
                <w:lang w:val="af-ZA"/>
              </w:rPr>
              <w:t xml:space="preserve"> s</w:t>
            </w:r>
            <w:r w:rsidR="005606B8" w:rsidRPr="00F370B6">
              <w:rPr>
                <w:rFonts w:ascii="Arial" w:hAnsi="Arial"/>
                <w:noProof w:val="0"/>
                <w:lang w:val="af-ZA"/>
              </w:rPr>
              <w:t>panning</w:t>
            </w:r>
            <w:r w:rsidR="0061387C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5606B8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Ohms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                                                    </w:t>
            </w:r>
            <w:r w:rsidR="005606B8" w:rsidRPr="00F370B6">
              <w:rPr>
                <w:rFonts w:ascii="Arial" w:hAnsi="Arial"/>
                <w:noProof w:val="0"/>
                <w:lang w:val="af-ZA"/>
              </w:rPr>
              <w:t xml:space="preserve">                             </w:t>
            </w:r>
            <w:r w:rsidRPr="00F370B6">
              <w:rPr>
                <w:rFonts w:ascii="Arial" w:hAnsi="Arial"/>
                <w:noProof w:val="0"/>
                <w:lang w:val="af-ZA"/>
              </w:rPr>
              <w:t>(</w:t>
            </w:r>
            <w:r w:rsidR="005606B8" w:rsidRPr="00F370B6">
              <w:rPr>
                <w:rFonts w:ascii="Arial" w:hAnsi="Arial"/>
                <w:noProof w:val="0"/>
                <w:lang w:val="af-ZA"/>
              </w:rPr>
              <w:t>Enige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2)</w:t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CC08E7">
            <w:pPr>
              <w:jc w:val="right"/>
              <w:rPr>
                <w:rFonts w:ascii="Arial" w:hAnsi="Arial"/>
                <w:bCs/>
                <w:noProof w:val="0"/>
                <w:lang w:val="af-ZA"/>
              </w:rPr>
            </w:pPr>
            <w:r w:rsidRPr="00F370B6">
              <w:rPr>
                <w:rFonts w:ascii="Arial" w:hAnsi="Arial"/>
                <w:bCs/>
                <w:noProof w:val="0"/>
                <w:lang w:val="af-ZA"/>
              </w:rPr>
              <w:t>(2)</w:t>
            </w:r>
          </w:p>
        </w:tc>
      </w:tr>
      <w:tr w:rsidR="0061387C" w:rsidRPr="00F370B6" w:rsidTr="00F370B6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61387C" w:rsidRPr="00F370B6" w:rsidRDefault="0061387C" w:rsidP="002E207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080" w:type="dxa"/>
          </w:tcPr>
          <w:p w:rsidR="0061387C" w:rsidRPr="00F370B6" w:rsidRDefault="0061387C" w:rsidP="002E207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1387C" w:rsidRPr="00F370B6" w:rsidRDefault="0061387C" w:rsidP="00DF770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CA1613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661A39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4.2</w:t>
            </w:r>
          </w:p>
        </w:tc>
        <w:tc>
          <w:tcPr>
            <w:tcW w:w="8080" w:type="dxa"/>
          </w:tcPr>
          <w:p w:rsidR="001245E1" w:rsidRPr="00F370B6" w:rsidRDefault="005606B8" w:rsidP="00465F5F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Nee.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0C455C" w:rsidP="00F86F18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regulasie stipuleer dat die insulasie toets uitgevoer moet word, met ŉ g.s</w:t>
            </w:r>
            <w:r w:rsidR="00F370B6">
              <w:rPr>
                <w:rFonts w:ascii="Arial" w:hAnsi="Arial"/>
                <w:noProof w:val="0"/>
                <w:lang w:val="af-ZA"/>
              </w:rPr>
              <w:t>.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spanning van ten</w:t>
            </w:r>
            <w:r w:rsidR="007A34EA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minste twee maal die waarde van die belasting spanning.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027504" w:rsidP="00027504">
            <w:pPr>
              <w:pStyle w:val="ListParagraph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insulasie weerstand mag nie onder 1,0 Mega</w:t>
            </w:r>
            <w:r w:rsidR="007343E8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ohms wees nie.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661A39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(3)</w:t>
            </w:r>
          </w:p>
        </w:tc>
      </w:tr>
      <w:tr w:rsidR="0061387C" w:rsidRPr="00F370B6" w:rsidTr="00F370B6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61387C" w:rsidRPr="00F370B6" w:rsidRDefault="0061387C" w:rsidP="002E207A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080" w:type="dxa"/>
          </w:tcPr>
          <w:p w:rsidR="0061387C" w:rsidRPr="00F370B6" w:rsidRDefault="0061387C" w:rsidP="002E207A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1387C" w:rsidRPr="00F370B6" w:rsidRDefault="0061387C" w:rsidP="00DF770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CA1613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2E207A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4.3</w:t>
            </w:r>
          </w:p>
        </w:tc>
        <w:tc>
          <w:tcPr>
            <w:tcW w:w="8080" w:type="dxa"/>
          </w:tcPr>
          <w:p w:rsidR="001245E1" w:rsidRPr="00F370B6" w:rsidRDefault="00027504" w:rsidP="00465F5F">
            <w:pPr>
              <w:pStyle w:val="ListParagraph"/>
              <w:numPr>
                <w:ilvl w:val="0"/>
                <w:numId w:val="9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Funksie generators.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027504" w:rsidP="007D56F1">
            <w:pPr>
              <w:pStyle w:val="ListParagraph"/>
              <w:numPr>
                <w:ilvl w:val="0"/>
                <w:numId w:val="9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Klank frekwensie generators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(AF)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661A39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61387C" w:rsidRPr="00F370B6" w:rsidTr="00F370B6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61387C" w:rsidRPr="00F370B6" w:rsidRDefault="0061387C" w:rsidP="002E207A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080" w:type="dxa"/>
          </w:tcPr>
          <w:p w:rsidR="0061387C" w:rsidRPr="00F370B6" w:rsidRDefault="0061387C" w:rsidP="002E207A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1387C" w:rsidRPr="00F370B6" w:rsidRDefault="0061387C" w:rsidP="00DF770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CA1613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2E207A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4.4</w:t>
            </w:r>
          </w:p>
        </w:tc>
        <w:tc>
          <w:tcPr>
            <w:tcW w:w="8080" w:type="dxa"/>
          </w:tcPr>
          <w:p w:rsidR="001245E1" w:rsidRPr="00F370B6" w:rsidRDefault="00273C53" w:rsidP="002E2C6B">
            <w:pPr>
              <w:pStyle w:val="ListParagraph"/>
              <w:numPr>
                <w:ilvl w:val="0"/>
                <w:numId w:val="10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punt van die soldeerbout moet skoon g</w:t>
            </w:r>
            <w:r w:rsidR="002E2C6B" w:rsidRPr="00F370B6">
              <w:rPr>
                <w:rFonts w:ascii="Arial" w:hAnsi="Arial"/>
                <w:noProof w:val="0"/>
                <w:lang w:val="af-ZA"/>
              </w:rPr>
              <w:t>e</w:t>
            </w:r>
            <w:r w:rsidRPr="00F370B6">
              <w:rPr>
                <w:rFonts w:ascii="Arial" w:hAnsi="Arial"/>
                <w:noProof w:val="0"/>
                <w:lang w:val="af-ZA"/>
              </w:rPr>
              <w:t>maak word en vertin word</w:t>
            </w:r>
            <w:r w:rsidR="002E2C6B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ten alle tye.</w:t>
            </w:r>
            <w:r w:rsidR="007A34EA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273C53" w:rsidP="00465F5F">
            <w:pPr>
              <w:pStyle w:val="ListParagraph"/>
              <w:numPr>
                <w:ilvl w:val="0"/>
                <w:numId w:val="10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Gebruik </w:t>
            </w:r>
            <w:r w:rsidR="002E2C6B" w:rsidRPr="00F370B6">
              <w:rPr>
                <w:rFonts w:ascii="Arial" w:hAnsi="Arial"/>
                <w:noProof w:val="0"/>
                <w:lang w:val="af-ZA"/>
              </w:rPr>
              <w:t>ŉ fy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n </w:t>
            </w:r>
            <w:r w:rsidR="007A34EA" w:rsidRPr="00F370B6">
              <w:rPr>
                <w:rFonts w:ascii="Arial" w:hAnsi="Arial"/>
                <w:noProof w:val="0"/>
                <w:lang w:val="af-ZA"/>
              </w:rPr>
              <w:t>vyl, berei nou die werks</w:t>
            </w:r>
            <w:r w:rsidRPr="00F370B6">
              <w:rPr>
                <w:rFonts w:ascii="Arial" w:hAnsi="Arial"/>
                <w:noProof w:val="0"/>
                <w:lang w:val="af-ZA"/>
              </w:rPr>
              <w:t>oppervlakte van die soldeer</w:t>
            </w:r>
            <w:r w:rsidR="002E2C6B" w:rsidRPr="00F370B6">
              <w:rPr>
                <w:rFonts w:ascii="Arial" w:hAnsi="Arial"/>
                <w:noProof w:val="0"/>
                <w:lang w:val="af-ZA"/>
              </w:rPr>
              <w:t>-</w:t>
            </w:r>
            <w:r w:rsidRPr="00F370B6">
              <w:rPr>
                <w:rFonts w:ascii="Arial" w:hAnsi="Arial"/>
                <w:noProof w:val="0"/>
                <w:lang w:val="af-ZA"/>
              </w:rPr>
              <w:t>bout, tot ŉ gladde en blink oppervlakte, voor.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273C53" w:rsidP="00465F5F">
            <w:pPr>
              <w:pStyle w:val="ListParagraph"/>
              <w:numPr>
                <w:ilvl w:val="0"/>
                <w:numId w:val="10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Verhit die soldeerbout </w:t>
            </w:r>
            <w:r w:rsidR="002E2C6B" w:rsidRPr="00F370B6">
              <w:rPr>
                <w:rFonts w:ascii="Arial" w:hAnsi="Arial"/>
                <w:noProof w:val="0"/>
                <w:lang w:val="af-ZA"/>
              </w:rPr>
              <w:t xml:space="preserve">tot </w:t>
            </w:r>
            <w:r w:rsidR="001828DB" w:rsidRPr="00F370B6">
              <w:rPr>
                <w:rFonts w:ascii="Arial" w:hAnsi="Arial"/>
                <w:noProof w:val="0"/>
                <w:lang w:val="af-ZA"/>
              </w:rPr>
              <w:t>dat die punt verander na ŉ bruin kleur.</w:t>
            </w:r>
            <w:r w:rsidR="007A34EA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828DB" w:rsidP="00465F5F">
            <w:pPr>
              <w:pStyle w:val="ListParagraph"/>
              <w:numPr>
                <w:ilvl w:val="0"/>
                <w:numId w:val="10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Raak met hars gevulde kern (geen suur kern) soldeersel aan die punt, sodat dit begin smelt, versprei dit nou oor die oppervlakte vinnig</w:t>
            </w:r>
            <w:r w:rsidR="002E2C6B" w:rsidRPr="00F370B6">
              <w:rPr>
                <w:rFonts w:ascii="Arial" w:hAnsi="Arial"/>
                <w:noProof w:val="0"/>
                <w:lang w:val="af-ZA"/>
              </w:rPr>
              <w:t xml:space="preserve">, </w:t>
            </w:r>
            <w:r w:rsidRPr="00F370B6">
              <w:rPr>
                <w:rFonts w:ascii="Arial" w:hAnsi="Arial"/>
                <w:noProof w:val="0"/>
                <w:lang w:val="af-ZA"/>
              </w:rPr>
              <w:t>deur</w:t>
            </w:r>
            <w:r w:rsidR="00DB5F01" w:rsidRPr="00F370B6">
              <w:rPr>
                <w:rFonts w:ascii="Arial" w:hAnsi="Arial"/>
                <w:noProof w:val="0"/>
                <w:lang w:val="af-ZA"/>
              </w:rPr>
              <w:t xml:space="preserve"> gou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te vryf met ŉ skoon,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droë lap.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DF22B6" w:rsidRPr="00F370B6" w:rsidRDefault="001828DB" w:rsidP="00DF22B6">
            <w:pPr>
              <w:pStyle w:val="ListParagraph"/>
              <w:numPr>
                <w:ilvl w:val="0"/>
                <w:numId w:val="10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Smelt ŉ bietjie meer soldeersel op di</w:t>
            </w:r>
            <w:r w:rsidR="00DB5F01" w:rsidRPr="00F370B6">
              <w:rPr>
                <w:rFonts w:ascii="Arial" w:hAnsi="Arial"/>
                <w:noProof w:val="0"/>
                <w:lang w:val="af-ZA"/>
              </w:rPr>
              <w:t>e oppervlakte van die punt en vr</w:t>
            </w:r>
            <w:r w:rsidRPr="00F370B6">
              <w:rPr>
                <w:rFonts w:ascii="Arial" w:hAnsi="Arial"/>
                <w:noProof w:val="0"/>
                <w:lang w:val="af-ZA"/>
              </w:rPr>
              <w:t>yf dit totdat die punt ŉ uniforme,</w:t>
            </w:r>
            <w:r w:rsidR="00DB5F0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helder,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silwer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kleur besit.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</w:p>
          <w:p w:rsidR="001245E1" w:rsidRPr="00F370B6" w:rsidRDefault="00DF22B6" w:rsidP="00DF22B6">
            <w:pPr>
              <w:pStyle w:val="ListParagraph"/>
              <w:ind w:left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noProof w:val="0"/>
                <w:lang w:val="af-ZA"/>
              </w:rPr>
              <w:tab/>
            </w:r>
            <w:r w:rsidRPr="00F370B6">
              <w:rPr>
                <w:noProof w:val="0"/>
                <w:lang w:val="af-ZA"/>
              </w:rPr>
              <w:tab/>
            </w:r>
            <w:r w:rsidRPr="00F370B6">
              <w:rPr>
                <w:noProof w:val="0"/>
                <w:lang w:val="af-ZA"/>
              </w:rPr>
              <w:tab/>
            </w:r>
            <w:r w:rsidRPr="00F370B6">
              <w:rPr>
                <w:noProof w:val="0"/>
                <w:lang w:val="af-ZA"/>
              </w:rPr>
              <w:tab/>
            </w:r>
            <w:r w:rsidRPr="00F370B6">
              <w:rPr>
                <w:noProof w:val="0"/>
                <w:lang w:val="af-ZA"/>
              </w:rPr>
              <w:tab/>
            </w:r>
            <w:r w:rsidRPr="00F370B6">
              <w:rPr>
                <w:noProof w:val="0"/>
                <w:lang w:val="af-ZA"/>
              </w:rPr>
              <w:tab/>
            </w:r>
            <w:r w:rsidRPr="00F370B6">
              <w:rPr>
                <w:noProof w:val="0"/>
                <w:lang w:val="af-ZA"/>
              </w:rPr>
              <w:tab/>
            </w:r>
            <w:r w:rsidRPr="00F370B6">
              <w:rPr>
                <w:noProof w:val="0"/>
                <w:lang w:val="af-ZA"/>
              </w:rPr>
              <w:tab/>
              <w:t xml:space="preserve">                 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>(</w:t>
            </w:r>
            <w:r w:rsidRPr="00F370B6">
              <w:rPr>
                <w:rFonts w:ascii="Arial" w:hAnsi="Arial"/>
                <w:noProof w:val="0"/>
                <w:lang w:val="af-ZA"/>
              </w:rPr>
              <w:t>E</w:t>
            </w:r>
            <w:r w:rsidR="000E2032" w:rsidRPr="00F370B6">
              <w:rPr>
                <w:rFonts w:ascii="Arial" w:hAnsi="Arial"/>
                <w:noProof w:val="0"/>
                <w:lang w:val="af-ZA"/>
              </w:rPr>
              <w:t>nige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3)</w:t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4C0336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</w:t>
            </w:r>
            <w:r w:rsidR="004C0336">
              <w:rPr>
                <w:rFonts w:ascii="Arial" w:hAnsi="Arial"/>
                <w:noProof w:val="0"/>
                <w:lang w:val="af-ZA"/>
              </w:rPr>
              <w:t>3</w:t>
            </w:r>
            <w:r w:rsidRPr="00F370B6">
              <w:rPr>
                <w:rFonts w:ascii="Arial" w:hAnsi="Arial"/>
                <w:noProof w:val="0"/>
                <w:lang w:val="af-ZA"/>
              </w:rPr>
              <w:t>)</w:t>
            </w:r>
          </w:p>
        </w:tc>
      </w:tr>
      <w:tr w:rsidR="00F370B6" w:rsidRPr="00F370B6" w:rsidTr="00F370B6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F370B6" w:rsidRPr="00F370B6" w:rsidRDefault="00F370B6" w:rsidP="00661A39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080" w:type="dxa"/>
          </w:tcPr>
          <w:p w:rsidR="00F370B6" w:rsidRPr="00F370B6" w:rsidRDefault="00F370B6" w:rsidP="002E207A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70B6" w:rsidRPr="00F370B6" w:rsidRDefault="00F370B6" w:rsidP="00661A39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bCs/>
                <w:noProof w:val="0"/>
                <w:lang w:val="af-ZA"/>
              </w:rPr>
              <w:t>[10]</w:t>
            </w:r>
          </w:p>
        </w:tc>
      </w:tr>
    </w:tbl>
    <w:p w:rsidR="00DF22B6" w:rsidRPr="00F370B6" w:rsidRDefault="001245E1" w:rsidP="002E207A">
      <w:pPr>
        <w:rPr>
          <w:rFonts w:ascii="Arial" w:hAnsi="Arial"/>
          <w:noProof w:val="0"/>
          <w:lang w:val="af-ZA"/>
        </w:rPr>
      </w:pPr>
      <w:r w:rsidRPr="00F370B6">
        <w:rPr>
          <w:rFonts w:ascii="Arial" w:hAnsi="Arial"/>
          <w:noProof w:val="0"/>
          <w:lang w:val="af-ZA"/>
        </w:rPr>
        <w:t> </w:t>
      </w:r>
    </w:p>
    <w:p w:rsidR="00DF22B6" w:rsidRPr="00F370B6" w:rsidRDefault="00DF22B6">
      <w:pPr>
        <w:rPr>
          <w:rFonts w:ascii="Arial" w:hAnsi="Arial"/>
          <w:noProof w:val="0"/>
          <w:lang w:val="af-ZA"/>
        </w:rPr>
      </w:pPr>
      <w:r w:rsidRPr="00F370B6">
        <w:rPr>
          <w:rFonts w:ascii="Arial" w:hAnsi="Arial"/>
          <w:noProof w:val="0"/>
          <w:lang w:val="af-ZA"/>
        </w:rPr>
        <w:br w:type="page"/>
      </w:r>
    </w:p>
    <w:p w:rsidR="001245E1" w:rsidRPr="00F370B6" w:rsidRDefault="001245E1" w:rsidP="002E207A">
      <w:pPr>
        <w:rPr>
          <w:rFonts w:ascii="Arial" w:hAnsi="Arial"/>
          <w:noProof w:val="0"/>
          <w:lang w:val="af-ZA"/>
        </w:rPr>
      </w:pPr>
    </w:p>
    <w:tbl>
      <w:tblPr>
        <w:tblW w:w="9498" w:type="dxa"/>
        <w:tblInd w:w="108" w:type="dxa"/>
        <w:tblBorders>
          <w:insideH w:val="single" w:sz="4" w:space="0" w:color="auto"/>
        </w:tblBorders>
        <w:tblLayout w:type="fixed"/>
        <w:tblLook w:val="0000"/>
      </w:tblPr>
      <w:tblGrid>
        <w:gridCol w:w="709"/>
        <w:gridCol w:w="851"/>
        <w:gridCol w:w="419"/>
        <w:gridCol w:w="6810"/>
        <w:gridCol w:w="709"/>
      </w:tblGrid>
      <w:tr w:rsidR="001245E1" w:rsidRPr="00F370B6" w:rsidTr="0097343D">
        <w:tc>
          <w:tcPr>
            <w:tcW w:w="9498" w:type="dxa"/>
            <w:gridSpan w:val="5"/>
            <w:tcBorders>
              <w:bottom w:val="nil"/>
            </w:tcBorders>
          </w:tcPr>
          <w:p w:rsidR="001245E1" w:rsidRPr="00F370B6" w:rsidRDefault="001245E1" w:rsidP="0061387C">
            <w:pPr>
              <w:rPr>
                <w:rFonts w:ascii="Arial" w:hAnsi="Arial"/>
                <w:b/>
                <w:bCs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VRAAG 5:</w:t>
            </w:r>
            <w:r w:rsidR="00DE4D37" w:rsidRPr="00F370B6">
              <w:rPr>
                <w:rFonts w:ascii="Arial" w:hAnsi="Arial"/>
                <w:b/>
                <w:noProof w:val="0"/>
                <w:lang w:val="af-ZA"/>
              </w:rPr>
              <w:t xml:space="preserve"> </w:t>
            </w:r>
            <w:r w:rsidR="00DF22B6" w:rsidRPr="00F370B6">
              <w:rPr>
                <w:rFonts w:ascii="Arial" w:hAnsi="Arial"/>
                <w:b/>
                <w:noProof w:val="0"/>
                <w:lang w:val="af-ZA"/>
              </w:rPr>
              <w:t xml:space="preserve"> </w:t>
            </w:r>
            <w:r w:rsidR="00DE4D37" w:rsidRPr="00F370B6">
              <w:rPr>
                <w:rFonts w:ascii="Arial" w:hAnsi="Arial"/>
                <w:b/>
                <w:noProof w:val="0"/>
                <w:lang w:val="af-ZA"/>
              </w:rPr>
              <w:t>BEGINSELS VAN ENKEL</w:t>
            </w:r>
            <w:r w:rsidR="0061387C" w:rsidRPr="00F370B6">
              <w:rPr>
                <w:rFonts w:ascii="Arial" w:hAnsi="Arial"/>
                <w:b/>
                <w:noProof w:val="0"/>
                <w:lang w:val="af-ZA"/>
              </w:rPr>
              <w:t>-</w:t>
            </w:r>
            <w:r w:rsidR="00DE4D37" w:rsidRPr="00F370B6">
              <w:rPr>
                <w:rFonts w:ascii="Arial" w:hAnsi="Arial"/>
                <w:b/>
                <w:noProof w:val="0"/>
                <w:lang w:val="af-ZA"/>
              </w:rPr>
              <w:t>FASE WS OPWEKKING.</w:t>
            </w:r>
          </w:p>
        </w:tc>
      </w:tr>
      <w:tr w:rsidR="001245E1" w:rsidRPr="00F370B6" w:rsidTr="0097343D">
        <w:tc>
          <w:tcPr>
            <w:tcW w:w="9498" w:type="dxa"/>
            <w:gridSpan w:val="5"/>
            <w:tcBorders>
              <w:top w:val="nil"/>
              <w:bottom w:val="nil"/>
            </w:tcBorders>
          </w:tcPr>
          <w:p w:rsidR="001245E1" w:rsidRPr="00F370B6" w:rsidRDefault="001245E1" w:rsidP="0069095C">
            <w:pPr>
              <w:rPr>
                <w:rFonts w:ascii="Arial" w:hAnsi="Arial"/>
                <w:b/>
                <w:noProof w:val="0"/>
                <w:lang w:val="af-ZA"/>
              </w:rPr>
            </w:pPr>
          </w:p>
        </w:tc>
      </w:tr>
      <w:tr w:rsidR="001245E1" w:rsidRPr="00F370B6" w:rsidTr="00D61718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5.1</w:t>
            </w: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5.1.1</w:t>
            </w:r>
          </w:p>
        </w:tc>
        <w:tc>
          <w:tcPr>
            <w:tcW w:w="7229" w:type="dxa"/>
            <w:gridSpan w:val="2"/>
          </w:tcPr>
          <w:p w:rsidR="001245E1" w:rsidRPr="00F370B6" w:rsidRDefault="005606B8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hoek in radiale.</w:t>
            </w:r>
          </w:p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2πft = 314t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2πf  = 314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3F3E46">
            <w:pPr>
              <w:rPr>
                <w:rFonts w:eastAsia="Batang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f  = </w:t>
            </w:r>
            <w:r w:rsidRPr="00F370B6">
              <w:rPr>
                <w:rFonts w:ascii="Arial" w:eastAsia="Batang" w:hAnsi="Arial"/>
                <w:noProof w:val="0"/>
                <w:u w:val="single"/>
                <w:lang w:val="af-ZA"/>
              </w:rPr>
              <w:t xml:space="preserve">314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3F3E46">
            <w:pPr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eastAsia="Batang" w:hAnsi="Arial"/>
                <w:noProof w:val="0"/>
                <w:lang w:val="af-ZA"/>
              </w:rPr>
              <w:t xml:space="preserve">            2π</w:t>
            </w:r>
          </w:p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eastAsia="Batang" w:hAnsi="Arial"/>
                <w:noProof w:val="0"/>
                <w:lang w:val="af-ZA"/>
              </w:rPr>
              <w:t xml:space="preserve">     f  = 50 Hz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ind w:left="9900" w:hanging="9900"/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(4)</w:t>
            </w:r>
          </w:p>
        </w:tc>
      </w:tr>
      <w:tr w:rsidR="001245E1" w:rsidRPr="00F370B6" w:rsidTr="00661A39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229" w:type="dxa"/>
            <w:gridSpan w:val="2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661A39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5.1.2</w:t>
            </w:r>
          </w:p>
        </w:tc>
        <w:tc>
          <w:tcPr>
            <w:tcW w:w="7229" w:type="dxa"/>
            <w:gridSpan w:val="2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As f = 50 </w:t>
            </w:r>
            <w:r w:rsidR="000A661F" w:rsidRPr="00F370B6">
              <w:rPr>
                <w:rFonts w:ascii="Arial" w:hAnsi="Arial"/>
                <w:noProof w:val="0"/>
                <w:lang w:val="af-ZA"/>
              </w:rPr>
              <w:t>en ŉ twee</w:t>
            </w:r>
            <w:r w:rsidR="00E523A4">
              <w:rPr>
                <w:rFonts w:ascii="Arial" w:hAnsi="Arial"/>
                <w:noProof w:val="0"/>
                <w:lang w:val="af-ZA"/>
              </w:rPr>
              <w:t>-</w:t>
            </w:r>
            <w:r w:rsidR="000A661F" w:rsidRPr="00F370B6">
              <w:rPr>
                <w:rFonts w:ascii="Arial" w:hAnsi="Arial"/>
                <w:noProof w:val="0"/>
                <w:lang w:val="af-ZA"/>
              </w:rPr>
              <w:t xml:space="preserve">pool generator word gebruik.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0A661F" w:rsidRPr="00F370B6">
              <w:rPr>
                <w:rFonts w:ascii="Arial" w:hAnsi="Arial"/>
                <w:noProof w:val="0"/>
                <w:lang w:val="af-ZA"/>
              </w:rPr>
              <w:t xml:space="preserve">Die spoed is ook gelyk aan 50 revolusies per sekonde.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0A661F" w:rsidRPr="00F370B6">
              <w:rPr>
                <w:rFonts w:ascii="Arial" w:hAnsi="Arial"/>
                <w:noProof w:val="0"/>
                <w:lang w:val="af-ZA"/>
              </w:rPr>
              <w:t>Daarom:</w:t>
            </w:r>
          </w:p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F370B6" w:rsidP="003F3E46">
            <w:pPr>
              <w:rPr>
                <w:rFonts w:ascii="Agency FB" w:eastAsia="Batang" w:hAnsi="Agency FB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Periode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= 1/50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 </w:t>
            </w:r>
            <w:r w:rsidR="00E523A4">
              <w:rPr>
                <w:rFonts w:ascii="Arial" w:hAnsi="Arial"/>
                <w:noProof w:val="0"/>
                <w:lang w:val="af-ZA"/>
              </w:rPr>
              <w:t xml:space="preserve">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= 0,02 s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ind w:left="9900" w:hanging="9900"/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661A39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229" w:type="dxa"/>
            <w:gridSpan w:val="2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661A39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5.1.3</w:t>
            </w:r>
          </w:p>
        </w:tc>
        <w:tc>
          <w:tcPr>
            <w:tcW w:w="7229" w:type="dxa"/>
            <w:gridSpan w:val="2"/>
          </w:tcPr>
          <w:p w:rsidR="001245E1" w:rsidRPr="00F370B6" w:rsidRDefault="001245E1" w:rsidP="003F3E46">
            <w:pPr>
              <w:rPr>
                <w:rFonts w:eastAsia="Batang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 e = 180 sin 314t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</w:p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</w:t>
            </w:r>
            <w:r w:rsidR="000A661F" w:rsidRPr="00F370B6">
              <w:rPr>
                <w:rFonts w:ascii="Arial" w:hAnsi="Arial"/>
                <w:noProof w:val="0"/>
                <w:lang w:val="af-ZA"/>
              </w:rPr>
              <w:t xml:space="preserve">met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t = 0,001 s</w:t>
            </w:r>
          </w:p>
          <w:p w:rsidR="001245E1" w:rsidRPr="00F370B6" w:rsidRDefault="001245E1" w:rsidP="003F3E46">
            <w:pPr>
              <w:rPr>
                <w:rFonts w:eastAsia="Batang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  e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= 180 sin (314 х 0,001)</w:t>
            </w:r>
            <w:r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</w:p>
          <w:p w:rsidR="001245E1" w:rsidRPr="00F370B6" w:rsidRDefault="001245E1" w:rsidP="003F3E46">
            <w:pPr>
              <w:rPr>
                <w:rFonts w:eastAsia="Batang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    = 180 sin 0,314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  </w:t>
            </w:r>
            <w:r w:rsidR="000A661F" w:rsidRPr="00F370B6">
              <w:rPr>
                <w:rFonts w:ascii="Arial" w:hAnsi="Arial"/>
                <w:noProof w:val="0"/>
                <w:lang w:val="af-ZA"/>
              </w:rPr>
              <w:t xml:space="preserve">                   (0,314 radiale</w:t>
            </w:r>
            <w:r w:rsidRPr="00F370B6">
              <w:rPr>
                <w:rFonts w:ascii="Arial" w:hAnsi="Arial"/>
                <w:noProof w:val="0"/>
                <w:lang w:val="af-ZA"/>
              </w:rPr>
              <w:t>)</w:t>
            </w:r>
          </w:p>
          <w:p w:rsidR="001245E1" w:rsidRPr="00F370B6" w:rsidRDefault="000A661F" w:rsidP="003F3E46">
            <w:pPr>
              <w:rPr>
                <w:rFonts w:eastAsia="Batang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daarom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: e = 180 sin </w:t>
            </w:r>
            <w:r w:rsidR="001245E1" w:rsidRPr="00F370B6">
              <w:rPr>
                <w:rFonts w:ascii="Arial" w:eastAsia="Batang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eastAsia="Batang" w:hAnsi="Arial"/>
                <w:noProof w:val="0"/>
                <w:u w:val="single"/>
                <w:lang w:val="af-ZA"/>
              </w:rPr>
              <w:t xml:space="preserve">0,314 </w:t>
            </w:r>
            <w:r w:rsidR="001245E1" w:rsidRPr="00F370B6">
              <w:rPr>
                <w:rFonts w:ascii="Arial" w:hAnsi="Arial"/>
                <w:noProof w:val="0"/>
                <w:u w:val="single"/>
                <w:lang w:val="af-ZA"/>
              </w:rPr>
              <w:t xml:space="preserve">х 180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1245E1"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</w:p>
          <w:p w:rsidR="001245E1" w:rsidRPr="00F370B6" w:rsidRDefault="001245E1" w:rsidP="003F3E46">
            <w:pPr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eastAsia="Batang" w:hAnsi="Arial"/>
                <w:noProof w:val="0"/>
                <w:lang w:val="af-ZA"/>
              </w:rPr>
              <w:t xml:space="preserve">                                    π </w:t>
            </w:r>
          </w:p>
          <w:p w:rsidR="001245E1" w:rsidRPr="00F370B6" w:rsidRDefault="001245E1" w:rsidP="003F3E46">
            <w:pPr>
              <w:rPr>
                <w:rFonts w:eastAsia="Batang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u w:val="single"/>
                <w:vertAlign w:val="superscript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          </w:t>
            </w:r>
            <w:r w:rsidR="000A661F" w:rsidRPr="00F370B6">
              <w:rPr>
                <w:rFonts w:ascii="Arial" w:hAnsi="Arial"/>
                <w:noProof w:val="0"/>
                <w:lang w:val="af-ZA"/>
              </w:rPr>
              <w:t xml:space="preserve"> 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=180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х 0,309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</w:p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 </w:t>
            </w:r>
            <w:r w:rsidR="000A661F" w:rsidRPr="00F370B6">
              <w:rPr>
                <w:rFonts w:ascii="Arial" w:hAnsi="Arial"/>
                <w:noProof w:val="0"/>
                <w:lang w:val="af-ZA"/>
              </w:rPr>
              <w:t xml:space="preserve"> 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  = 55,62 volt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ind w:left="9900" w:hanging="9900"/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(6)</w:t>
            </w:r>
          </w:p>
        </w:tc>
      </w:tr>
      <w:tr w:rsidR="001245E1" w:rsidRPr="00F370B6" w:rsidTr="00661A39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229" w:type="dxa"/>
            <w:gridSpan w:val="2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97343D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5.2</w:t>
            </w:r>
          </w:p>
        </w:tc>
        <w:tc>
          <w:tcPr>
            <w:tcW w:w="8080" w:type="dxa"/>
            <w:gridSpan w:val="3"/>
          </w:tcPr>
          <w:p w:rsidR="001245E1" w:rsidRPr="00F370B6" w:rsidRDefault="000A661F" w:rsidP="00F370B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O</w:t>
            </w:r>
            <w:r w:rsidR="00F370B6">
              <w:rPr>
                <w:rFonts w:ascii="Arial" w:hAnsi="Arial"/>
                <w:noProof w:val="0"/>
                <w:lang w:val="af-ZA"/>
              </w:rPr>
              <w:t>m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wisselstroom opwekking te verstaan moet ons die </w:t>
            </w:r>
            <w:r w:rsidR="00F370B6">
              <w:rPr>
                <w:rFonts w:ascii="Arial" w:hAnsi="Arial"/>
                <w:noProof w:val="0"/>
                <w:lang w:val="af-ZA"/>
              </w:rPr>
              <w:t>b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eginsels  van </w:t>
            </w:r>
            <w:r w:rsidRPr="00F370B6">
              <w:rPr>
                <w:rFonts w:ascii="Arial" w:hAnsi="Arial"/>
                <w:b/>
                <w:noProof w:val="0"/>
                <w:lang w:val="af-ZA"/>
              </w:rPr>
              <w:t xml:space="preserve">ELEKTROMAGNETISME </w:t>
            </w:r>
            <w:r w:rsidRPr="00F370B6">
              <w:rPr>
                <w:rFonts w:ascii="Arial" w:hAnsi="Arial"/>
                <w:noProof w:val="0"/>
                <w:lang w:val="af-ZA"/>
              </w:rPr>
              <w:t>verstaan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,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so wel as </w:t>
            </w:r>
            <w:r w:rsidRPr="00F370B6">
              <w:rPr>
                <w:rFonts w:ascii="Arial" w:hAnsi="Arial"/>
                <w:b/>
                <w:noProof w:val="0"/>
                <w:lang w:val="af-ZA"/>
              </w:rPr>
              <w:t xml:space="preserve">FARADAY’S </w:t>
            </w:r>
            <w:r w:rsidR="0068515B" w:rsidRPr="00F370B6">
              <w:rPr>
                <w:rFonts w:ascii="Arial" w:hAnsi="Arial"/>
                <w:b/>
                <w:noProof w:val="0"/>
                <w:lang w:val="af-ZA"/>
              </w:rPr>
              <w:t>se</w:t>
            </w:r>
            <w:r w:rsidRPr="00F370B6">
              <w:rPr>
                <w:rFonts w:ascii="Arial" w:hAnsi="Arial"/>
                <w:b/>
                <w:noProof w:val="0"/>
                <w:lang w:val="af-ZA"/>
              </w:rPr>
              <w:t xml:space="preserve"> we</w:t>
            </w:r>
            <w:r w:rsidRPr="00F370B6">
              <w:rPr>
                <w:rFonts w:ascii="Arial" w:hAnsi="Arial"/>
                <w:noProof w:val="0"/>
                <w:lang w:val="af-ZA"/>
              </w:rPr>
              <w:t>t</w:t>
            </w:r>
            <w:r w:rsidR="0029465B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68515B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van magnetiese induksie</w:t>
            </w:r>
            <w:r w:rsidR="0068515B" w:rsidRPr="00F370B6">
              <w:rPr>
                <w:rFonts w:ascii="Arial" w:hAnsi="Arial"/>
                <w:noProof w:val="0"/>
                <w:lang w:val="af-ZA"/>
              </w:rPr>
              <w:t xml:space="preserve"> en </w:t>
            </w:r>
            <w:r w:rsidR="0068515B" w:rsidRPr="00F370B6">
              <w:rPr>
                <w:rFonts w:ascii="Arial" w:hAnsi="Arial"/>
                <w:b/>
                <w:noProof w:val="0"/>
                <w:lang w:val="af-ZA"/>
              </w:rPr>
              <w:t>LENZ se wet</w:t>
            </w:r>
            <w:r w:rsidR="00F370B6" w:rsidRPr="00F370B6">
              <w:rPr>
                <w:rFonts w:ascii="Arial" w:hAnsi="Arial"/>
                <w:b/>
                <w:noProof w:val="0"/>
                <w:lang w:val="af-ZA"/>
              </w:rPr>
              <w:t xml:space="preserve"> </w:t>
            </w:r>
            <w:r w:rsidR="0068515B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68515B" w:rsidRPr="00F370B6">
              <w:rPr>
                <w:rFonts w:ascii="Arial" w:hAnsi="Arial"/>
                <w:noProof w:val="0"/>
                <w:lang w:val="af-ZA"/>
              </w:rPr>
              <w:t xml:space="preserve"> van die rigting van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geïnduseerde</w:t>
            </w:r>
            <w:r w:rsidR="0068515B" w:rsidRPr="00F370B6">
              <w:rPr>
                <w:rFonts w:ascii="Arial" w:hAnsi="Arial"/>
                <w:noProof w:val="0"/>
                <w:lang w:val="af-ZA"/>
              </w:rPr>
              <w:t xml:space="preserve"> emk.</w:t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(3)</w:t>
            </w:r>
          </w:p>
        </w:tc>
      </w:tr>
      <w:tr w:rsidR="001245E1" w:rsidRPr="00F370B6" w:rsidTr="0097343D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080" w:type="dxa"/>
            <w:gridSpan w:val="3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[15]</w:t>
            </w:r>
          </w:p>
        </w:tc>
      </w:tr>
      <w:tr w:rsidR="001245E1" w:rsidRPr="00F370B6" w:rsidTr="0097343D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A747BB" w:rsidRPr="00F370B6" w:rsidRDefault="00A747BB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080" w:type="dxa"/>
            <w:gridSpan w:val="3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3F3E46">
        <w:tblPrEx>
          <w:tblBorders>
            <w:insideH w:val="none" w:sz="0" w:space="0" w:color="auto"/>
          </w:tblBorders>
        </w:tblPrEx>
        <w:trPr>
          <w:trHeight w:val="270"/>
        </w:trPr>
        <w:tc>
          <w:tcPr>
            <w:tcW w:w="8789" w:type="dxa"/>
            <w:gridSpan w:val="4"/>
          </w:tcPr>
          <w:p w:rsidR="001245E1" w:rsidRPr="00F370B6" w:rsidRDefault="001245E1" w:rsidP="00E50834">
            <w:pPr>
              <w:rPr>
                <w:rFonts w:ascii="Arial" w:hAnsi="Arial" w:cs="Times New Roman"/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 xml:space="preserve">VRAAG 6:  </w:t>
            </w:r>
            <w:r w:rsidR="00E50834" w:rsidRPr="00F370B6">
              <w:rPr>
                <w:rFonts w:ascii="Arial" w:hAnsi="Arial"/>
                <w:b/>
                <w:noProof w:val="0"/>
                <w:lang w:val="af-ZA"/>
              </w:rPr>
              <w:t xml:space="preserve">BEGINSELS EN UITWERING VAN WS OP RLC KRINGE.  </w:t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3F3E46">
        <w:tblPrEx>
          <w:tblBorders>
            <w:insideH w:val="none" w:sz="0" w:space="0" w:color="auto"/>
          </w:tblBorders>
        </w:tblPrEx>
        <w:trPr>
          <w:trHeight w:val="289"/>
        </w:trPr>
        <w:tc>
          <w:tcPr>
            <w:tcW w:w="8789" w:type="dxa"/>
            <w:gridSpan w:val="4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97343D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6.1</w:t>
            </w:r>
          </w:p>
        </w:tc>
        <w:tc>
          <w:tcPr>
            <w:tcW w:w="8080" w:type="dxa"/>
            <w:gridSpan w:val="3"/>
          </w:tcPr>
          <w:p w:rsidR="001245E1" w:rsidRPr="00F370B6" w:rsidRDefault="0073110B" w:rsidP="00F370B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kring is induktief as  X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>L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&gt; X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C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rial" w:hAnsi="Arial"/>
                <w:noProof w:val="0"/>
                <w:lang w:val="af-ZA"/>
              </w:rPr>
              <w:t>en kapasitief as X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C </w:t>
            </w:r>
            <w:r w:rsidRPr="00F370B6">
              <w:rPr>
                <w:rFonts w:ascii="Arial" w:hAnsi="Arial"/>
                <w:noProof w:val="0"/>
                <w:lang w:val="af-ZA"/>
              </w:rPr>
              <w:t>&gt; X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>L .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gency FB" w:eastAsia="Batang" w:hAnsi="Agency FB"/>
                <w:noProof w:val="0"/>
                <w:lang w:val="af-ZA"/>
              </w:rPr>
              <w:t xml:space="preserve">  </w:t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661A39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229" w:type="dxa"/>
            <w:gridSpan w:val="2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661A39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6.2</w:t>
            </w: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6.2.1</w:t>
            </w:r>
          </w:p>
        </w:tc>
        <w:tc>
          <w:tcPr>
            <w:tcW w:w="7229" w:type="dxa"/>
            <w:gridSpan w:val="2"/>
          </w:tcPr>
          <w:p w:rsidR="001245E1" w:rsidRPr="00F370B6" w:rsidRDefault="0073110B" w:rsidP="0029220C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Vanaf die grafiek in FIGUUR 6.2 is dit duidelik dat R </w:t>
            </w:r>
            <w:r w:rsidRPr="00F370B6">
              <w:rPr>
                <w:rFonts w:ascii="Arial" w:hAnsi="Arial"/>
                <w:b/>
                <w:noProof w:val="0"/>
                <w:lang w:val="af-ZA"/>
              </w:rPr>
              <w:t>is NIE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29220C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29220C"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b/>
                <w:noProof w:val="0"/>
                <w:lang w:val="af-ZA"/>
              </w:rPr>
              <w:t>GEAF</w:t>
            </w:r>
            <w:r w:rsidR="0029465B">
              <w:rPr>
                <w:rFonts w:ascii="Arial" w:hAnsi="Arial"/>
                <w:b/>
                <w:noProof w:val="0"/>
                <w:lang w:val="af-ZA"/>
              </w:rPr>
              <w:t>F</w:t>
            </w:r>
            <w:r w:rsidRPr="00F370B6">
              <w:rPr>
                <w:rFonts w:ascii="Arial" w:hAnsi="Arial"/>
                <w:b/>
                <w:noProof w:val="0"/>
                <w:lang w:val="af-ZA"/>
              </w:rPr>
              <w:t>EKTEER</w:t>
            </w:r>
            <w:r w:rsidR="00F370B6" w:rsidRPr="00F370B6">
              <w:rPr>
                <w:rFonts w:ascii="Arial" w:hAnsi="Arial"/>
                <w:b/>
                <w:noProof w:val="0"/>
                <w:lang w:val="af-ZA"/>
              </w:rPr>
              <w:t xml:space="preserve"> </w:t>
            </w:r>
            <w:r w:rsidR="0029220C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29220C"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deur die frekwensie nie.</w:t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D61718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661A39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229" w:type="dxa"/>
            <w:gridSpan w:val="2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661A39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6.2.2</w:t>
            </w:r>
          </w:p>
        </w:tc>
        <w:tc>
          <w:tcPr>
            <w:tcW w:w="7229" w:type="dxa"/>
            <w:gridSpan w:val="2"/>
          </w:tcPr>
          <w:p w:rsidR="001245E1" w:rsidRPr="00F370B6" w:rsidRDefault="001245E1" w:rsidP="0029220C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X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L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29220C" w:rsidRPr="00F370B6">
              <w:rPr>
                <w:rFonts w:ascii="Arial" w:hAnsi="Arial"/>
                <w:b/>
                <w:noProof w:val="0"/>
                <w:lang w:val="af-ZA"/>
              </w:rPr>
              <w:t>VERMEERDER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 </w:t>
            </w:r>
            <w:r w:rsidR="0029220C" w:rsidRPr="00F370B6">
              <w:rPr>
                <w:rFonts w:ascii="Arial" w:hAnsi="Arial"/>
                <w:noProof w:val="0"/>
                <w:lang w:val="af-ZA"/>
              </w:rPr>
              <w:t xml:space="preserve"> as die frekwensie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29220C" w:rsidRPr="00F370B6">
              <w:rPr>
                <w:rFonts w:ascii="Arial" w:hAnsi="Arial"/>
                <w:b/>
                <w:noProof w:val="0"/>
                <w:lang w:val="af-ZA"/>
              </w:rPr>
              <w:t>STYG</w:t>
            </w:r>
            <w:r w:rsidR="004C0336">
              <w:rPr>
                <w:rFonts w:ascii="Arial" w:hAnsi="Arial"/>
                <w:b/>
                <w:noProof w:val="0"/>
                <w:lang w:val="af-ZA"/>
              </w:rPr>
              <w:t>.</w:t>
            </w:r>
            <w:r w:rsidRPr="00F370B6">
              <w:rPr>
                <w:rFonts w:ascii="Agency FB" w:eastAsia="Batang" w:hAnsi="Agency FB"/>
                <w:b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D61718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C93BF4">
        <w:tblPrEx>
          <w:tblBorders>
            <w:insideH w:val="none" w:sz="0" w:space="0" w:color="auto"/>
          </w:tblBorders>
        </w:tblPrEx>
        <w:trPr>
          <w:trHeight w:val="372"/>
        </w:trPr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229" w:type="dxa"/>
            <w:gridSpan w:val="2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661A39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6.3.3</w:t>
            </w:r>
          </w:p>
        </w:tc>
        <w:tc>
          <w:tcPr>
            <w:tcW w:w="7229" w:type="dxa"/>
            <w:gridSpan w:val="2"/>
          </w:tcPr>
          <w:p w:rsidR="001245E1" w:rsidRPr="00F370B6" w:rsidRDefault="001245E1" w:rsidP="0029220C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X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C </w:t>
            </w:r>
            <w:r w:rsidR="00C93BF4"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 </w:t>
            </w:r>
            <w:r w:rsidR="00C93BF4" w:rsidRPr="00F370B6">
              <w:rPr>
                <w:rFonts w:ascii="Arial" w:hAnsi="Arial"/>
                <w:b/>
                <w:noProof w:val="0"/>
                <w:lang w:val="af-ZA"/>
              </w:rPr>
              <w:t>VERMINDER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as </w:t>
            </w:r>
            <w:r w:rsidR="0029220C" w:rsidRPr="00F370B6">
              <w:rPr>
                <w:rFonts w:ascii="Arial" w:hAnsi="Arial"/>
                <w:noProof w:val="0"/>
                <w:lang w:val="af-ZA"/>
              </w:rPr>
              <w:t>die frekwensie STYG.</w:t>
            </w:r>
            <w:r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D61718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661A39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229" w:type="dxa"/>
            <w:gridSpan w:val="2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97343D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1270" w:type="dxa"/>
            <w:gridSpan w:val="2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6810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center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97343D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6.3</w:t>
            </w:r>
          </w:p>
        </w:tc>
        <w:tc>
          <w:tcPr>
            <w:tcW w:w="8080" w:type="dxa"/>
            <w:gridSpan w:val="3"/>
          </w:tcPr>
          <w:p w:rsidR="001245E1" w:rsidRPr="00F370B6" w:rsidRDefault="0029220C" w:rsidP="0029465B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Dit kan gebeur slegs as albei die </w:t>
            </w:r>
            <w:r w:rsidRPr="00F370B6">
              <w:rPr>
                <w:rFonts w:ascii="Arial" w:hAnsi="Arial"/>
                <w:b/>
                <w:noProof w:val="0"/>
                <w:lang w:val="af-ZA"/>
              </w:rPr>
              <w:t xml:space="preserve">induktor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en die </w:t>
            </w:r>
            <w:r w:rsidRPr="00F370B6">
              <w:rPr>
                <w:rFonts w:ascii="Arial" w:hAnsi="Arial"/>
                <w:b/>
                <w:noProof w:val="0"/>
                <w:lang w:val="af-ZA"/>
              </w:rPr>
              <w:t>kapasitor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b/>
                <w:noProof w:val="0"/>
                <w:lang w:val="af-ZA"/>
              </w:rPr>
              <w:t>teenwoordig is</w:t>
            </w:r>
            <w:r w:rsidR="00C93BF4" w:rsidRPr="00F370B6">
              <w:rPr>
                <w:rFonts w:ascii="Arial" w:hAnsi="Arial"/>
                <w:b/>
                <w:noProof w:val="0"/>
                <w:lang w:val="af-ZA"/>
              </w:rPr>
              <w:t>,</w:t>
            </w:r>
            <w:r w:rsidR="004C0336">
              <w:rPr>
                <w:rFonts w:ascii="Arial" w:hAnsi="Arial"/>
                <w:b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in ŉ kring en nie slegs as een van hulle in serie met die resistor is nie.</w:t>
            </w:r>
            <w:r w:rsidR="0029465B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4716FE" w:rsidRPr="00F370B6">
              <w:rPr>
                <w:rFonts w:ascii="Arial" w:hAnsi="Arial"/>
                <w:noProof w:val="0"/>
                <w:lang w:val="af-ZA"/>
              </w:rPr>
              <w:t xml:space="preserve">Die spanningsval oor die reaktiewe komponente is in </w:t>
            </w:r>
            <w:r w:rsidR="004716FE" w:rsidRPr="00F370B6">
              <w:rPr>
                <w:rFonts w:ascii="Arial" w:hAnsi="Arial"/>
                <w:b/>
                <w:noProof w:val="0"/>
                <w:lang w:val="af-ZA"/>
              </w:rPr>
              <w:t>teenoorgestelde rigting</w:t>
            </w:r>
            <w:r w:rsidR="0029465B">
              <w:rPr>
                <w:rFonts w:ascii="Arial" w:hAnsi="Arial"/>
                <w:b/>
                <w:noProof w:val="0"/>
                <w:lang w:val="af-ZA"/>
              </w:rPr>
              <w:t xml:space="preserve"> </w:t>
            </w:r>
            <w:r w:rsidR="004716FE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4716FE"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  <w:r w:rsidR="004716FE" w:rsidRPr="00F370B6">
              <w:rPr>
                <w:rFonts w:ascii="Arial" w:hAnsi="Arial"/>
                <w:noProof w:val="0"/>
                <w:lang w:val="af-ZA"/>
              </w:rPr>
              <w:t xml:space="preserve">en </w:t>
            </w:r>
            <w:r w:rsidR="00F370B6" w:rsidRPr="00F370B6">
              <w:rPr>
                <w:rFonts w:ascii="Arial" w:hAnsi="Arial"/>
                <w:b/>
                <w:noProof w:val="0"/>
                <w:lang w:val="af-ZA"/>
              </w:rPr>
              <w:t>kanselleer</w:t>
            </w:r>
            <w:r w:rsidR="004716FE" w:rsidRPr="00F370B6">
              <w:rPr>
                <w:rFonts w:ascii="Arial" w:hAnsi="Arial"/>
                <w:b/>
                <w:noProof w:val="0"/>
                <w:lang w:val="af-ZA"/>
              </w:rPr>
              <w:t xml:space="preserve"> mekaar</w:t>
            </w:r>
            <w:r w:rsidR="004716FE" w:rsidRPr="00F370B6">
              <w:rPr>
                <w:rFonts w:ascii="Arial" w:hAnsi="Arial"/>
                <w:noProof w:val="0"/>
                <w:lang w:val="af-ZA"/>
              </w:rPr>
              <w:t>.</w:t>
            </w:r>
            <w:r w:rsidR="001245E1" w:rsidRPr="00F370B6">
              <w:rPr>
                <w:rFonts w:ascii="Arial" w:hAnsi="Arial"/>
                <w:b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(5)</w:t>
            </w:r>
          </w:p>
        </w:tc>
      </w:tr>
      <w:tr w:rsidR="001245E1" w:rsidRPr="00F370B6" w:rsidTr="0097343D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1270" w:type="dxa"/>
            <w:gridSpan w:val="2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6810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97343D">
        <w:tblPrEx>
          <w:tblBorders>
            <w:insideH w:val="none" w:sz="0" w:space="0" w:color="auto"/>
          </w:tblBorders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6.4</w:t>
            </w:r>
          </w:p>
        </w:tc>
        <w:tc>
          <w:tcPr>
            <w:tcW w:w="8080" w:type="dxa"/>
            <w:gridSpan w:val="3"/>
          </w:tcPr>
          <w:p w:rsidR="001245E1" w:rsidRPr="00F370B6" w:rsidRDefault="001245E1" w:rsidP="00465F5F">
            <w:pPr>
              <w:pStyle w:val="ListParagraph"/>
              <w:numPr>
                <w:ilvl w:val="0"/>
                <w:numId w:val="11"/>
              </w:numPr>
              <w:rPr>
                <w:rFonts w:ascii="Arial" w:hAnsi="Arial"/>
                <w:noProof w:val="0"/>
                <w:sz w:val="28"/>
                <w:szCs w:val="28"/>
                <w:lang w:val="af-ZA"/>
              </w:rPr>
            </w:pPr>
            <w:r w:rsidRPr="00F370B6">
              <w:rPr>
                <w:rFonts w:ascii="Arial" w:hAnsi="Arial"/>
                <w:noProof w:val="0"/>
                <w:sz w:val="28"/>
                <w:szCs w:val="28"/>
                <w:lang w:val="af-ZA"/>
              </w:rPr>
              <w:t>X</w:t>
            </w:r>
            <w:r w:rsidRPr="00F370B6">
              <w:rPr>
                <w:rFonts w:ascii="Arial" w:hAnsi="Arial"/>
                <w:noProof w:val="0"/>
                <w:sz w:val="28"/>
                <w:szCs w:val="28"/>
                <w:vertAlign w:val="subscript"/>
                <w:lang w:val="af-ZA"/>
              </w:rPr>
              <w:t xml:space="preserve">L </w:t>
            </w:r>
            <w:r w:rsidRPr="00F370B6">
              <w:rPr>
                <w:rFonts w:ascii="Arial" w:hAnsi="Arial"/>
                <w:noProof w:val="0"/>
                <w:sz w:val="28"/>
                <w:szCs w:val="28"/>
                <w:lang w:val="af-ZA"/>
              </w:rPr>
              <w:t>= X</w:t>
            </w:r>
            <w:r w:rsidRPr="00F370B6">
              <w:rPr>
                <w:rFonts w:ascii="Arial" w:hAnsi="Arial"/>
                <w:noProof w:val="0"/>
                <w:sz w:val="28"/>
                <w:szCs w:val="28"/>
                <w:vertAlign w:val="subscript"/>
                <w:lang w:val="af-ZA"/>
              </w:rPr>
              <w:t xml:space="preserve">C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465F5F">
            <w:pPr>
              <w:pStyle w:val="ListParagraph"/>
              <w:numPr>
                <w:ilvl w:val="0"/>
                <w:numId w:val="11"/>
              </w:numPr>
              <w:rPr>
                <w:rFonts w:ascii="Arial" w:hAnsi="Arial"/>
                <w:noProof w:val="0"/>
                <w:sz w:val="28"/>
                <w:szCs w:val="28"/>
                <w:lang w:val="af-ZA"/>
              </w:rPr>
            </w:pPr>
            <w:r w:rsidRPr="00F370B6">
              <w:rPr>
                <w:rFonts w:ascii="Arial" w:hAnsi="Arial"/>
                <w:noProof w:val="0"/>
                <w:sz w:val="28"/>
                <w:szCs w:val="28"/>
                <w:lang w:val="af-ZA"/>
              </w:rPr>
              <w:t>V</w:t>
            </w:r>
            <w:r w:rsidRPr="00F370B6">
              <w:rPr>
                <w:rFonts w:ascii="Arial" w:hAnsi="Arial"/>
                <w:noProof w:val="0"/>
                <w:sz w:val="28"/>
                <w:szCs w:val="28"/>
                <w:vertAlign w:val="subscript"/>
                <w:lang w:val="af-ZA"/>
              </w:rPr>
              <w:t xml:space="preserve">L </w:t>
            </w:r>
            <w:r w:rsidRPr="00F370B6">
              <w:rPr>
                <w:rFonts w:ascii="Arial" w:hAnsi="Arial"/>
                <w:noProof w:val="0"/>
                <w:sz w:val="28"/>
                <w:szCs w:val="28"/>
                <w:lang w:val="af-ZA"/>
              </w:rPr>
              <w:t>= V</w:t>
            </w:r>
            <w:r w:rsidRPr="00F370B6">
              <w:rPr>
                <w:rFonts w:ascii="Arial" w:hAnsi="Arial"/>
                <w:noProof w:val="0"/>
                <w:sz w:val="28"/>
                <w:szCs w:val="28"/>
                <w:vertAlign w:val="subscript"/>
                <w:lang w:val="af-ZA"/>
              </w:rPr>
              <w:t xml:space="preserve">C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465F5F">
            <w:pPr>
              <w:pStyle w:val="ListParagraph"/>
              <w:numPr>
                <w:ilvl w:val="0"/>
                <w:numId w:val="11"/>
              </w:numPr>
              <w:rPr>
                <w:rFonts w:ascii="Arial" w:hAnsi="Arial"/>
                <w:noProof w:val="0"/>
                <w:sz w:val="28"/>
                <w:szCs w:val="28"/>
                <w:lang w:val="af-ZA"/>
              </w:rPr>
            </w:pPr>
            <w:r w:rsidRPr="00F370B6">
              <w:rPr>
                <w:rFonts w:ascii="Arial" w:hAnsi="Arial"/>
                <w:noProof w:val="0"/>
                <w:sz w:val="28"/>
                <w:szCs w:val="28"/>
                <w:lang w:val="af-ZA"/>
              </w:rPr>
              <w:t>V</w:t>
            </w:r>
            <w:r w:rsidRPr="00F370B6">
              <w:rPr>
                <w:rFonts w:ascii="Arial" w:hAnsi="Arial"/>
                <w:noProof w:val="0"/>
                <w:sz w:val="28"/>
                <w:szCs w:val="28"/>
                <w:vertAlign w:val="subscript"/>
                <w:lang w:val="af-ZA"/>
              </w:rPr>
              <w:t xml:space="preserve">S </w:t>
            </w:r>
            <w:r w:rsidRPr="00F370B6">
              <w:rPr>
                <w:rFonts w:ascii="Arial" w:hAnsi="Arial"/>
                <w:noProof w:val="0"/>
                <w:sz w:val="28"/>
                <w:szCs w:val="28"/>
                <w:lang w:val="af-ZA"/>
              </w:rPr>
              <w:t>= V</w:t>
            </w:r>
            <w:r w:rsidRPr="00F370B6">
              <w:rPr>
                <w:rFonts w:ascii="Arial" w:hAnsi="Arial"/>
                <w:noProof w:val="0"/>
                <w:sz w:val="28"/>
                <w:szCs w:val="28"/>
                <w:vertAlign w:val="subscript"/>
                <w:lang w:val="af-ZA"/>
              </w:rPr>
              <w:t xml:space="preserve">R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(3)</w:t>
            </w:r>
          </w:p>
        </w:tc>
      </w:tr>
    </w:tbl>
    <w:p w:rsidR="0061387C" w:rsidRPr="00F370B6" w:rsidRDefault="0061387C">
      <w:pPr>
        <w:rPr>
          <w:noProof w:val="0"/>
          <w:lang w:val="af-ZA"/>
        </w:rPr>
      </w:pPr>
      <w:r w:rsidRPr="00F370B6">
        <w:rPr>
          <w:noProof w:val="0"/>
          <w:lang w:val="af-ZA"/>
        </w:rPr>
        <w:br w:type="page"/>
      </w:r>
    </w:p>
    <w:p w:rsidR="001245E1" w:rsidRPr="00F370B6" w:rsidRDefault="001245E1">
      <w:pPr>
        <w:rPr>
          <w:noProof w:val="0"/>
          <w:lang w:val="af-ZA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709"/>
        <w:gridCol w:w="851"/>
        <w:gridCol w:w="7229"/>
        <w:gridCol w:w="709"/>
      </w:tblGrid>
      <w:tr w:rsidR="001245E1" w:rsidRPr="00F370B6" w:rsidTr="00621B80"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6.5</w:t>
            </w: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6.5.1</w:t>
            </w:r>
          </w:p>
        </w:tc>
        <w:tc>
          <w:tcPr>
            <w:tcW w:w="7229" w:type="dxa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X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L </w:t>
            </w:r>
            <w:r w:rsidRPr="00F370B6">
              <w:rPr>
                <w:rFonts w:ascii="Arial" w:hAnsi="Arial"/>
                <w:noProof w:val="0"/>
                <w:lang w:val="af-ZA"/>
              </w:rPr>
              <w:t>= 2πfL</w:t>
            </w:r>
          </w:p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= 314 x 0,15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3F3E46">
            <w:pPr>
              <w:rPr>
                <w:rFonts w:ascii="Agency FB" w:eastAsia="Batang" w:hAnsi="Agency FB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= 47,1</w:t>
            </w:r>
            <w:r w:rsidRPr="00F370B6">
              <w:rPr>
                <w:noProof w:val="0"/>
                <w:lang w:val="af-ZA"/>
              </w:rPr>
              <w:t xml:space="preserve"> Ω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3F3E46">
            <w:pPr>
              <w:rPr>
                <w:rFonts w:ascii="Agency FB" w:eastAsia="Batang" w:hAnsi="Agency FB"/>
                <w:noProof w:val="0"/>
                <w:lang w:val="af-ZA"/>
              </w:rPr>
            </w:pPr>
          </w:p>
          <w:p w:rsidR="001245E1" w:rsidRPr="00F370B6" w:rsidRDefault="001245E1" w:rsidP="00983491">
            <w:pPr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X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>C</w:t>
            </w:r>
            <w:r w:rsidRPr="00F370B6">
              <w:rPr>
                <w:noProof w:val="0"/>
                <w:vertAlign w:val="subscript"/>
                <w:lang w:val="af-ZA"/>
              </w:rPr>
              <w:t xml:space="preserve"> </w:t>
            </w:r>
            <w:r w:rsidRPr="00F370B6">
              <w:rPr>
                <w:noProof w:val="0"/>
                <w:lang w:val="af-ZA"/>
              </w:rPr>
              <w:t xml:space="preserve">=  </w:t>
            </w:r>
            <w:r w:rsidRPr="00F370B6">
              <w:rPr>
                <w:rFonts w:ascii="Arial" w:eastAsia="Batang" w:hAnsi="Arial"/>
                <w:noProof w:val="0"/>
                <w:u w:val="single"/>
                <w:lang w:val="af-ZA"/>
              </w:rPr>
              <w:t>___1___</w:t>
            </w:r>
          </w:p>
          <w:p w:rsidR="001245E1" w:rsidRPr="00F370B6" w:rsidRDefault="001245E1" w:rsidP="00983491">
            <w:pPr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eastAsia="Batang" w:hAnsi="Arial"/>
                <w:noProof w:val="0"/>
                <w:lang w:val="af-ZA"/>
              </w:rPr>
              <w:t xml:space="preserve">              2π F C</w:t>
            </w: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</w:t>
            </w:r>
          </w:p>
          <w:p w:rsidR="001245E1" w:rsidRPr="00F370B6" w:rsidRDefault="001245E1" w:rsidP="00983491">
            <w:pPr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=  </w:t>
            </w:r>
            <w:r w:rsidRPr="00F370B6">
              <w:rPr>
                <w:rFonts w:ascii="Arial" w:eastAsia="Batang" w:hAnsi="Arial"/>
                <w:noProof w:val="0"/>
                <w:u w:val="single"/>
                <w:lang w:val="af-ZA"/>
              </w:rPr>
              <w:t>___10</w:t>
            </w:r>
            <w:r w:rsidRPr="00F370B6">
              <w:rPr>
                <w:rFonts w:ascii="Arial" w:eastAsia="Batang" w:hAnsi="Arial"/>
                <w:noProof w:val="0"/>
                <w:u w:val="single"/>
                <w:vertAlign w:val="superscript"/>
                <w:lang w:val="af-ZA"/>
              </w:rPr>
              <w:t>6</w:t>
            </w:r>
            <w:r w:rsidRPr="00F370B6">
              <w:rPr>
                <w:rFonts w:ascii="Arial" w:eastAsia="Batang" w:hAnsi="Arial"/>
                <w:noProof w:val="0"/>
                <w:u w:val="single"/>
                <w:lang w:val="af-ZA"/>
              </w:rPr>
              <w:t>__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983491">
            <w:pPr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eastAsia="Batang" w:hAnsi="Arial"/>
                <w:noProof w:val="0"/>
                <w:lang w:val="af-ZA"/>
              </w:rPr>
              <w:t xml:space="preserve">           314 x 100</w:t>
            </w: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983491">
            <w:pPr>
              <w:rPr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=31,847 </w:t>
            </w:r>
            <w:r w:rsidRPr="00F370B6">
              <w:rPr>
                <w:noProof w:val="0"/>
                <w:lang w:val="af-ZA"/>
              </w:rPr>
              <w:t xml:space="preserve">Ω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 ____________</w:t>
            </w:r>
          </w:p>
          <w:p w:rsidR="001245E1" w:rsidRPr="00F370B6" w:rsidRDefault="001245E1" w:rsidP="00983491">
            <w:pPr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eastAsia="Batang" w:hAnsi="Arial"/>
                <w:noProof w:val="0"/>
                <w:lang w:val="af-ZA"/>
              </w:rPr>
              <w:t>Z  = √R² + (X</w:t>
            </w:r>
            <w:r w:rsidRPr="00F370B6">
              <w:rPr>
                <w:rFonts w:ascii="Arial" w:eastAsia="Batang" w:hAnsi="Arial"/>
                <w:noProof w:val="0"/>
                <w:vertAlign w:val="subscript"/>
                <w:lang w:val="af-ZA"/>
              </w:rPr>
              <w:t>L</w:t>
            </w:r>
            <w:r w:rsidRPr="00F370B6">
              <w:rPr>
                <w:rFonts w:ascii="Arial" w:eastAsia="Batang" w:hAnsi="Arial"/>
                <w:noProof w:val="0"/>
                <w:lang w:val="af-ZA"/>
              </w:rPr>
              <w:t xml:space="preserve"> – X</w:t>
            </w:r>
            <w:r w:rsidRPr="00F370B6">
              <w:rPr>
                <w:rFonts w:ascii="Arial" w:eastAsia="Batang" w:hAnsi="Arial"/>
                <w:noProof w:val="0"/>
                <w:vertAlign w:val="subscript"/>
                <w:lang w:val="af-ZA"/>
              </w:rPr>
              <w:t>C</w:t>
            </w:r>
            <w:r w:rsidRPr="00F370B6">
              <w:rPr>
                <w:rFonts w:ascii="Arial" w:eastAsia="Batang" w:hAnsi="Arial"/>
                <w:noProof w:val="0"/>
                <w:lang w:val="af-ZA"/>
              </w:rPr>
              <w:t>)²</w:t>
            </w: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983491">
            <w:pPr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</w:t>
            </w:r>
            <w:r w:rsidRPr="00F370B6">
              <w:rPr>
                <w:rFonts w:ascii="Arial" w:eastAsia="Batang" w:hAnsi="Arial"/>
                <w:noProof w:val="0"/>
                <w:lang w:val="af-ZA"/>
              </w:rPr>
              <w:t xml:space="preserve">         _______________</w:t>
            </w:r>
          </w:p>
          <w:p w:rsidR="001245E1" w:rsidRPr="00F370B6" w:rsidRDefault="001245E1" w:rsidP="00983491">
            <w:pPr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eastAsia="Batang" w:hAnsi="Arial"/>
                <w:noProof w:val="0"/>
                <w:lang w:val="af-ZA"/>
              </w:rPr>
              <w:t xml:space="preserve">    =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Pr="00F370B6">
              <w:rPr>
                <w:rFonts w:ascii="Arial" w:eastAsia="Batang" w:hAnsi="Arial"/>
                <w:noProof w:val="0"/>
                <w:lang w:val="af-ZA"/>
              </w:rPr>
              <w:t xml:space="preserve"> 12² + (47,1 − 31,847)²</w:t>
            </w:r>
            <w:r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983491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=  19,4</w:t>
            </w:r>
            <w:r w:rsidRPr="00F370B6">
              <w:rPr>
                <w:noProof w:val="0"/>
                <w:lang w:val="af-ZA"/>
              </w:rPr>
              <w:t xml:space="preserve"> Ω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(6)</w:t>
            </w:r>
          </w:p>
        </w:tc>
      </w:tr>
      <w:tr w:rsidR="001245E1" w:rsidRPr="00F370B6" w:rsidTr="00621B80"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22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621B80"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6.5.2</w:t>
            </w:r>
          </w:p>
        </w:tc>
        <w:tc>
          <w:tcPr>
            <w:tcW w:w="7229" w:type="dxa"/>
          </w:tcPr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I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L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= 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>V</w:t>
            </w:r>
          </w:p>
          <w:p w:rsidR="001245E1" w:rsidRPr="00F370B6" w:rsidRDefault="001245E1" w:rsidP="00983491">
            <w:pPr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</w:t>
            </w:r>
            <w:r w:rsidRPr="00F370B6">
              <w:rPr>
                <w:rFonts w:ascii="Arial" w:eastAsia="Batang" w:hAnsi="Arial"/>
                <w:noProof w:val="0"/>
                <w:lang w:val="af-ZA"/>
              </w:rPr>
              <w:t xml:space="preserve"> Z</w:t>
            </w:r>
          </w:p>
          <w:p w:rsidR="001245E1" w:rsidRPr="00F370B6" w:rsidRDefault="001245E1" w:rsidP="00983491">
            <w:pPr>
              <w:rPr>
                <w:rFonts w:ascii="Arial" w:eastAsia="Batang" w:hAnsi="Arial"/>
                <w:noProof w:val="0"/>
                <w:lang w:val="af-ZA"/>
              </w:rPr>
            </w:pPr>
          </w:p>
          <w:p w:rsidR="001245E1" w:rsidRPr="00F370B6" w:rsidRDefault="001245E1" w:rsidP="00983491">
            <w:pPr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eastAsia="Batang" w:hAnsi="Arial"/>
                <w:noProof w:val="0"/>
                <w:vertAlign w:val="subscript"/>
                <w:lang w:val="af-ZA"/>
              </w:rPr>
              <w:t xml:space="preserve">    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=</w:t>
            </w:r>
            <w:r w:rsidRPr="00F370B6">
              <w:rPr>
                <w:rFonts w:ascii="Arial" w:eastAsia="Batang" w:hAnsi="Arial"/>
                <w:noProof w:val="0"/>
                <w:vertAlign w:val="subscript"/>
                <w:lang w:val="af-ZA"/>
              </w:rPr>
              <w:t xml:space="preserve">       </w:t>
            </w:r>
            <w:r w:rsidRPr="00F370B6">
              <w:rPr>
                <w:rFonts w:ascii="Arial" w:eastAsia="Batang" w:hAnsi="Arial"/>
                <w:noProof w:val="0"/>
                <w:u w:val="single"/>
                <w:lang w:val="af-ZA"/>
              </w:rPr>
              <w:t>220</w:t>
            </w:r>
            <w:r w:rsidRPr="00F370B6">
              <w:rPr>
                <w:rFonts w:ascii="Arial" w:eastAsia="Batang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983491">
            <w:pPr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eastAsia="Batang" w:hAnsi="Arial"/>
                <w:noProof w:val="0"/>
                <w:lang w:val="af-ZA"/>
              </w:rPr>
              <w:t xml:space="preserve">            19,4</w:t>
            </w:r>
          </w:p>
          <w:p w:rsidR="001245E1" w:rsidRPr="00F370B6" w:rsidRDefault="001245E1" w:rsidP="00983491">
            <w:pPr>
              <w:rPr>
                <w:rFonts w:ascii="Arial" w:eastAsia="Batang" w:hAnsi="Arial"/>
                <w:noProof w:val="0"/>
                <w:lang w:val="af-ZA"/>
              </w:rPr>
            </w:pPr>
          </w:p>
          <w:p w:rsidR="001245E1" w:rsidRPr="00F370B6" w:rsidRDefault="001245E1" w:rsidP="00983491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= 11,34 A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621B80">
        <w:tc>
          <w:tcPr>
            <w:tcW w:w="709" w:type="dxa"/>
          </w:tcPr>
          <w:p w:rsidR="00A747BB" w:rsidRPr="00F370B6" w:rsidRDefault="00A747BB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22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621B80"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3F3E46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 w:cs="Times New Roman"/>
                <w:noProof w:val="0"/>
                <w:lang w:val="af-ZA"/>
              </w:rPr>
              <w:t>6.5.3</w:t>
            </w:r>
          </w:p>
        </w:tc>
        <w:tc>
          <w:tcPr>
            <w:tcW w:w="7229" w:type="dxa"/>
          </w:tcPr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V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R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= IR </w:t>
            </w: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= 11,34 x 12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= 136,08 V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V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L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= IX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L </w:t>
            </w: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= 11,34 x 47,1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= 534,114 V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V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C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= IX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C </w:t>
            </w:r>
          </w:p>
          <w:p w:rsidR="001245E1" w:rsidRPr="00F370B6" w:rsidRDefault="001245E1" w:rsidP="0098349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=11,34 x 31,847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983491">
            <w:pPr>
              <w:rPr>
                <w:rFonts w:ascii="Arial" w:hAnsi="Arial" w:cs="Times New Roman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= 361,145 V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245E1" w:rsidRPr="00F370B6" w:rsidRDefault="001245E1" w:rsidP="003F3E46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(6)</w:t>
            </w:r>
          </w:p>
        </w:tc>
      </w:tr>
      <w:tr w:rsidR="001245E1" w:rsidRPr="00F370B6" w:rsidTr="0097343D">
        <w:tblPrEx>
          <w:tblLook w:val="01E0"/>
        </w:tblPrEx>
        <w:tc>
          <w:tcPr>
            <w:tcW w:w="709" w:type="dxa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1245E1" w:rsidRPr="00F370B6" w:rsidRDefault="001245E1" w:rsidP="003F3E46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245E1" w:rsidRPr="00F370B6" w:rsidRDefault="001245E1" w:rsidP="00983491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bCs/>
                <w:noProof w:val="0"/>
                <w:lang w:val="af-ZA"/>
              </w:rPr>
              <w:t>[30]</w:t>
            </w:r>
          </w:p>
        </w:tc>
      </w:tr>
    </w:tbl>
    <w:p w:rsidR="00DF22B6" w:rsidRPr="00F370B6" w:rsidRDefault="00DF22B6" w:rsidP="00876C02">
      <w:pPr>
        <w:rPr>
          <w:rFonts w:ascii="Arial" w:hAnsi="Arial"/>
          <w:noProof w:val="0"/>
          <w:lang w:val="af-ZA"/>
        </w:rPr>
      </w:pPr>
    </w:p>
    <w:p w:rsidR="00DF22B6" w:rsidRDefault="00DF22B6">
      <w:pPr>
        <w:rPr>
          <w:rFonts w:ascii="Arial" w:hAnsi="Arial"/>
          <w:noProof w:val="0"/>
          <w:lang w:val="af-ZA"/>
        </w:rPr>
      </w:pPr>
      <w:r w:rsidRPr="00F370B6">
        <w:rPr>
          <w:rFonts w:ascii="Arial" w:hAnsi="Arial"/>
          <w:noProof w:val="0"/>
          <w:lang w:val="af-ZA"/>
        </w:rPr>
        <w:br w:type="page"/>
      </w:r>
    </w:p>
    <w:p w:rsidR="001245E1" w:rsidRPr="00F370B6" w:rsidRDefault="001245E1" w:rsidP="00876C02">
      <w:pPr>
        <w:rPr>
          <w:rFonts w:ascii="Arial" w:hAnsi="Arial"/>
          <w:noProof w:val="0"/>
          <w:lang w:val="af-ZA"/>
        </w:rPr>
      </w:pPr>
    </w:p>
    <w:tbl>
      <w:tblPr>
        <w:tblW w:w="9639" w:type="dxa"/>
        <w:tblInd w:w="108" w:type="dxa"/>
        <w:tblBorders>
          <w:insideH w:val="single" w:sz="4" w:space="0" w:color="auto"/>
        </w:tblBorders>
        <w:tblLayout w:type="fixed"/>
        <w:tblLook w:val="0000"/>
      </w:tblPr>
      <w:tblGrid>
        <w:gridCol w:w="709"/>
        <w:gridCol w:w="8222"/>
        <w:gridCol w:w="708"/>
      </w:tblGrid>
      <w:tr w:rsidR="001245E1" w:rsidRPr="00F370B6" w:rsidTr="00462051">
        <w:tc>
          <w:tcPr>
            <w:tcW w:w="9639" w:type="dxa"/>
            <w:gridSpan w:val="3"/>
            <w:tcBorders>
              <w:top w:val="nil"/>
              <w:bottom w:val="nil"/>
            </w:tcBorders>
          </w:tcPr>
          <w:p w:rsidR="001245E1" w:rsidRPr="00F370B6" w:rsidRDefault="001245E1" w:rsidP="00E50834">
            <w:pPr>
              <w:rPr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 xml:space="preserve">VRAAG 7:  </w:t>
            </w:r>
            <w:r w:rsidR="00E50834" w:rsidRPr="00F370B6">
              <w:rPr>
                <w:rFonts w:ascii="Arial" w:hAnsi="Arial"/>
                <w:b/>
                <w:noProof w:val="0"/>
                <w:lang w:val="af-ZA"/>
              </w:rPr>
              <w:t>HALFGELEIER KOMPONENTE .</w:t>
            </w:r>
          </w:p>
        </w:tc>
      </w:tr>
      <w:tr w:rsidR="001245E1" w:rsidRPr="00F370B6" w:rsidTr="00462051">
        <w:tc>
          <w:tcPr>
            <w:tcW w:w="9639" w:type="dxa"/>
            <w:gridSpan w:val="3"/>
            <w:tcBorders>
              <w:top w:val="nil"/>
              <w:bottom w:val="nil"/>
            </w:tcBorders>
          </w:tcPr>
          <w:p w:rsidR="001245E1" w:rsidRPr="00F370B6" w:rsidRDefault="001245E1" w:rsidP="00E57B1E">
            <w:pPr>
              <w:rPr>
                <w:rFonts w:ascii="Arial" w:hAnsi="Arial"/>
                <w:b/>
                <w:noProof w:val="0"/>
                <w:lang w:val="af-ZA"/>
              </w:rPr>
            </w:pPr>
          </w:p>
        </w:tc>
      </w:tr>
      <w:tr w:rsidR="001245E1" w:rsidRPr="00F370B6" w:rsidTr="00462051">
        <w:tblPrEx>
          <w:tblBorders>
            <w:insideH w:val="none" w:sz="0" w:space="0" w:color="auto"/>
          </w:tblBorders>
          <w:tblLook w:val="01E0"/>
        </w:tblPrEx>
        <w:tc>
          <w:tcPr>
            <w:tcW w:w="709" w:type="dxa"/>
          </w:tcPr>
          <w:p w:rsidR="001245E1" w:rsidRPr="00F370B6" w:rsidRDefault="001245E1" w:rsidP="00DC510E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7.1</w:t>
            </w:r>
          </w:p>
        </w:tc>
        <w:tc>
          <w:tcPr>
            <w:tcW w:w="8222" w:type="dxa"/>
          </w:tcPr>
          <w:p w:rsidR="001245E1" w:rsidRPr="00F370B6" w:rsidRDefault="00C93BF4" w:rsidP="00F370B6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Half-geleiers is materiale wat</w:t>
            </w:r>
            <w:r w:rsidR="00A747BB" w:rsidRPr="00F370B6">
              <w:rPr>
                <w:rFonts w:ascii="Arial" w:hAnsi="Arial"/>
                <w:noProof w:val="0"/>
                <w:lang w:val="af-ZA"/>
              </w:rPr>
              <w:t xml:space="preserve"> se geleiding  tussen die van goeie geleiers en </w:t>
            </w:r>
            <w:r w:rsidR="0029465B" w:rsidRPr="00F370B6">
              <w:rPr>
                <w:rFonts w:ascii="Arial" w:hAnsi="Arial"/>
                <w:noProof w:val="0"/>
                <w:lang w:val="af-ZA"/>
              </w:rPr>
              <w:t>isolators</w:t>
            </w:r>
            <w:r w:rsidR="00A747BB" w:rsidRPr="00F370B6">
              <w:rPr>
                <w:rFonts w:ascii="Arial" w:hAnsi="Arial"/>
                <w:noProof w:val="0"/>
                <w:lang w:val="af-ZA"/>
              </w:rPr>
              <w:t xml:space="preserve"> geleë is.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A747BB" w:rsidRPr="00F370B6">
              <w:rPr>
                <w:rFonts w:ascii="Arial" w:hAnsi="Arial"/>
                <w:noProof w:val="0"/>
                <w:lang w:val="af-ZA"/>
              </w:rPr>
              <w:t>Voorbeelde is Silikon,</w:t>
            </w:r>
            <w:r w:rsidR="00A20FFD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A20FFD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A747BB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Germanium</w:t>
            </w:r>
            <w:r w:rsidR="00A747BB" w:rsidRPr="00F370B6">
              <w:rPr>
                <w:rFonts w:ascii="Arial" w:hAnsi="Arial"/>
                <w:noProof w:val="0"/>
                <w:lang w:val="af-ZA"/>
              </w:rPr>
              <w:t>,</w:t>
            </w:r>
            <w:r w:rsidR="001436FA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436FA" w:rsidRPr="00F370B6">
              <w:rPr>
                <w:rFonts w:ascii="Arial" w:hAnsi="Arial"/>
                <w:noProof w:val="0"/>
                <w:lang w:val="af-ZA"/>
              </w:rPr>
              <w:sym w:font="Wingdings" w:char="00FC"/>
            </w:r>
            <w:r w:rsidR="001436FA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Kadmium</w:t>
            </w:r>
            <w:r w:rsidR="00A747BB" w:rsidRPr="00F370B6">
              <w:rPr>
                <w:rFonts w:ascii="Arial" w:hAnsi="Arial"/>
                <w:noProof w:val="0"/>
                <w:lang w:val="af-ZA"/>
              </w:rPr>
              <w:t xml:space="preserve"> sulfied</w:t>
            </w:r>
            <w:r w:rsid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A20FFD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A20FFD" w:rsidRPr="00F370B6">
              <w:rPr>
                <w:rFonts w:ascii="Arial" w:hAnsi="Arial"/>
                <w:noProof w:val="0"/>
                <w:lang w:val="af-ZA"/>
              </w:rPr>
              <w:t xml:space="preserve"> en Gallium asenide.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A20FFD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 xml:space="preserve">              </w:t>
            </w:r>
            <w:r w:rsidR="00F370B6">
              <w:rPr>
                <w:rFonts w:ascii="Arial" w:hAnsi="Arial"/>
                <w:noProof w:val="0"/>
                <w:lang w:val="af-ZA"/>
              </w:rPr>
              <w:t xml:space="preserve">               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 xml:space="preserve">  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>(</w:t>
            </w:r>
            <w:r w:rsidR="00A747BB" w:rsidRPr="00F370B6">
              <w:rPr>
                <w:rFonts w:ascii="Arial" w:hAnsi="Arial"/>
                <w:noProof w:val="0"/>
                <w:lang w:val="af-ZA"/>
              </w:rPr>
              <w:t xml:space="preserve">Enige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>2</w:t>
            </w:r>
            <w:r w:rsidR="00A747BB" w:rsidRPr="00F370B6">
              <w:rPr>
                <w:rFonts w:ascii="Arial" w:hAnsi="Arial"/>
                <w:noProof w:val="0"/>
                <w:lang w:val="af-ZA"/>
              </w:rPr>
              <w:t xml:space="preserve"> voorbeelde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>)</w:t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621B80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(4)</w:t>
            </w:r>
          </w:p>
        </w:tc>
      </w:tr>
      <w:tr w:rsidR="001245E1" w:rsidRPr="00F370B6" w:rsidTr="00E77003">
        <w:tblPrEx>
          <w:tblBorders>
            <w:insideH w:val="none" w:sz="0" w:space="0" w:color="auto"/>
          </w:tblBorders>
          <w:tblLook w:val="01E0"/>
        </w:tblPrEx>
        <w:tc>
          <w:tcPr>
            <w:tcW w:w="709" w:type="dxa"/>
          </w:tcPr>
          <w:p w:rsidR="001245E1" w:rsidRPr="00F370B6" w:rsidRDefault="001245E1" w:rsidP="00DC510E">
            <w:pPr>
              <w:rPr>
                <w:noProof w:val="0"/>
                <w:lang w:val="af-ZA"/>
              </w:rPr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1245E1" w:rsidRPr="00F370B6" w:rsidRDefault="001245E1" w:rsidP="002B352B">
            <w:pPr>
              <w:pStyle w:val="Style"/>
              <w:spacing w:line="249" w:lineRule="exact"/>
              <w:ind w:left="14"/>
              <w:rPr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2B352B">
            <w:pPr>
              <w:jc w:val="center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E77003">
        <w:tblPrEx>
          <w:tblBorders>
            <w:insideH w:val="none" w:sz="0" w:space="0" w:color="auto"/>
          </w:tblBorders>
          <w:tblLook w:val="01E0"/>
        </w:tblPrEx>
        <w:trPr>
          <w:trHeight w:val="6208"/>
        </w:trPr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DC510E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7.2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E77003" w:rsidP="00880DED">
            <w:pPr>
              <w:rPr>
                <w:rFonts w:ascii="Arial" w:hAnsi="Arial"/>
                <w:noProof w:val="0"/>
                <w:lang w:val="af-ZA"/>
              </w:rPr>
            </w:pPr>
            <w:r>
              <w:rPr>
                <w:rFonts w:ascii="Arial" w:hAnsi="Arial"/>
                <w:lang w:val="en-ZA" w:eastAsia="en-ZA"/>
              </w:rPr>
              <w:drawing>
                <wp:inline distT="0" distB="0" distL="0" distR="0">
                  <wp:extent cx="5029200" cy="3905250"/>
                  <wp:effectExtent l="19050" t="0" r="0" b="0"/>
                  <wp:docPr id="2" name="Picture 1" descr="Elek Teg Image Afr 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k Teg Image Afr 3.bmp"/>
                          <pic:cNvPicPr/>
                        </pic:nvPicPr>
                        <pic:blipFill>
                          <a:blip r:embed="rId8"/>
                          <a:srcRect r="6596" b="476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0" cy="390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983491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</w:p>
        </w:tc>
      </w:tr>
      <w:tr w:rsidR="001245E1" w:rsidRPr="00F370B6" w:rsidTr="00E77003">
        <w:tblPrEx>
          <w:tblBorders>
            <w:insideH w:val="none" w:sz="0" w:space="0" w:color="auto"/>
          </w:tblBorders>
          <w:tblLook w:val="01E0"/>
        </w:tblPrEx>
        <w:tc>
          <w:tcPr>
            <w:tcW w:w="709" w:type="dxa"/>
          </w:tcPr>
          <w:p w:rsidR="001245E1" w:rsidRPr="00F370B6" w:rsidRDefault="001245E1" w:rsidP="00DC510E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tcBorders>
              <w:top w:val="single" w:sz="4" w:space="0" w:color="auto"/>
            </w:tcBorders>
          </w:tcPr>
          <w:p w:rsidR="001245E1" w:rsidRPr="0029465B" w:rsidRDefault="00A20FFD" w:rsidP="00DF22B6">
            <w:pPr>
              <w:rPr>
                <w:rFonts w:ascii="Arial" w:hAnsi="Arial"/>
                <w:b/>
                <w:noProof w:val="0"/>
                <w:lang w:val="af-ZA"/>
              </w:rPr>
            </w:pPr>
            <w:r w:rsidRPr="0029465B">
              <w:rPr>
                <w:rFonts w:ascii="Arial" w:hAnsi="Arial"/>
                <w:b/>
                <w:noProof w:val="0"/>
                <w:lang w:val="af-ZA"/>
              </w:rPr>
              <w:t>F</w:t>
            </w:r>
            <w:r w:rsidR="00DF22B6" w:rsidRPr="0029465B">
              <w:rPr>
                <w:rFonts w:ascii="Arial" w:hAnsi="Arial"/>
                <w:b/>
                <w:noProof w:val="0"/>
                <w:lang w:val="af-ZA"/>
              </w:rPr>
              <w:t>I</w:t>
            </w:r>
            <w:r w:rsidRPr="0029465B">
              <w:rPr>
                <w:rFonts w:ascii="Arial" w:hAnsi="Arial"/>
                <w:b/>
                <w:noProof w:val="0"/>
                <w:lang w:val="af-ZA"/>
              </w:rPr>
              <w:t>GUUR</w:t>
            </w:r>
            <w:r w:rsidR="001245E1" w:rsidRPr="0029465B">
              <w:rPr>
                <w:rFonts w:ascii="Arial" w:hAnsi="Arial"/>
                <w:b/>
                <w:noProof w:val="0"/>
                <w:lang w:val="af-ZA"/>
              </w:rPr>
              <w:t xml:space="preserve"> 7.2:  </w:t>
            </w:r>
            <w:r w:rsidRPr="0029465B">
              <w:rPr>
                <w:rFonts w:ascii="Arial" w:hAnsi="Arial"/>
                <w:b/>
                <w:noProof w:val="0"/>
                <w:lang w:val="af-ZA"/>
              </w:rPr>
              <w:t xml:space="preserve">EIENSKAP KURWE VAN </w:t>
            </w:r>
            <w:r w:rsidR="00DF22B6" w:rsidRPr="0029465B">
              <w:rPr>
                <w:rFonts w:ascii="Arial" w:hAnsi="Arial"/>
                <w:b/>
                <w:noProof w:val="0"/>
                <w:lang w:val="af-ZA"/>
              </w:rPr>
              <w:t>’N</w:t>
            </w:r>
            <w:r w:rsidR="0061387C" w:rsidRPr="0029465B">
              <w:rPr>
                <w:rFonts w:ascii="Arial" w:hAnsi="Arial"/>
                <w:b/>
                <w:noProof w:val="0"/>
                <w:lang w:val="af-ZA"/>
              </w:rPr>
              <w:t xml:space="preserve"> </w:t>
            </w:r>
            <w:r w:rsidRPr="0029465B">
              <w:rPr>
                <w:rFonts w:ascii="Arial" w:hAnsi="Arial"/>
                <w:b/>
                <w:noProof w:val="0"/>
                <w:lang w:val="af-ZA"/>
              </w:rPr>
              <w:t>DIAK.</w:t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2B352B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(6)</w:t>
            </w:r>
          </w:p>
        </w:tc>
      </w:tr>
      <w:tr w:rsidR="001245E1" w:rsidRPr="00F370B6" w:rsidTr="00462051">
        <w:tblPrEx>
          <w:tblBorders>
            <w:insideH w:val="none" w:sz="0" w:space="0" w:color="auto"/>
          </w:tblBorders>
          <w:tblLook w:val="01E0"/>
        </w:tblPrEx>
        <w:tc>
          <w:tcPr>
            <w:tcW w:w="709" w:type="dxa"/>
          </w:tcPr>
          <w:p w:rsidR="001245E1" w:rsidRPr="00F370B6" w:rsidRDefault="001245E1" w:rsidP="00F8262E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</w:tcPr>
          <w:p w:rsidR="001245E1" w:rsidRPr="00F370B6" w:rsidRDefault="001245E1" w:rsidP="004918C3">
            <w:pPr>
              <w:rPr>
                <w:rFonts w:ascii="Arial" w:hAnsi="Arial"/>
                <w:i/>
                <w:noProof w:val="0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2B352B">
            <w:pPr>
              <w:jc w:val="center"/>
              <w:rPr>
                <w:rFonts w:ascii="Arial" w:hAnsi="Arial"/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[10]</w:t>
            </w:r>
          </w:p>
        </w:tc>
      </w:tr>
      <w:tr w:rsidR="001245E1" w:rsidRPr="00F370B6" w:rsidTr="00D61718">
        <w:tblPrEx>
          <w:tblBorders>
            <w:insideH w:val="none" w:sz="0" w:space="0" w:color="auto"/>
          </w:tblBorders>
          <w:tblLook w:val="01E0"/>
        </w:tblPrEx>
        <w:tc>
          <w:tcPr>
            <w:tcW w:w="8931" w:type="dxa"/>
            <w:gridSpan w:val="2"/>
          </w:tcPr>
          <w:p w:rsidR="001245E1" w:rsidRPr="00F370B6" w:rsidRDefault="001245E1" w:rsidP="00F8262E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2B352B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blPrEx>
          <w:tblBorders>
            <w:insideH w:val="none" w:sz="0" w:space="0" w:color="auto"/>
          </w:tblBorders>
          <w:tblLook w:val="01E0"/>
        </w:tblPrEx>
        <w:tc>
          <w:tcPr>
            <w:tcW w:w="8931" w:type="dxa"/>
            <w:gridSpan w:val="2"/>
          </w:tcPr>
          <w:p w:rsidR="001245E1" w:rsidRPr="00F370B6" w:rsidRDefault="001245E1" w:rsidP="00D83549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 xml:space="preserve">VRAAG 8:  </w:t>
            </w:r>
            <w:r w:rsidR="00D83549" w:rsidRPr="00F370B6">
              <w:rPr>
                <w:rFonts w:ascii="Arial" w:hAnsi="Arial"/>
                <w:b/>
                <w:noProof w:val="0"/>
                <w:lang w:val="af-ZA"/>
              </w:rPr>
              <w:t>VERSTERKERS.</w:t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0058A4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DF22B6" w:rsidRPr="00F370B6" w:rsidTr="00DF22B6">
        <w:tblPrEx>
          <w:tblBorders>
            <w:insideH w:val="none" w:sz="0" w:space="0" w:color="auto"/>
          </w:tblBorders>
          <w:tblLook w:val="01E0"/>
        </w:tblPrEx>
        <w:tc>
          <w:tcPr>
            <w:tcW w:w="709" w:type="dxa"/>
          </w:tcPr>
          <w:p w:rsidR="00DF22B6" w:rsidRPr="00F370B6" w:rsidRDefault="00DF22B6" w:rsidP="000058A4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</w:tcPr>
          <w:p w:rsidR="00DF22B6" w:rsidRPr="00F370B6" w:rsidRDefault="00DF22B6" w:rsidP="000058A4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DF22B6" w:rsidRPr="00F370B6" w:rsidRDefault="00DF22B6" w:rsidP="000058A4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462051">
        <w:tblPrEx>
          <w:tblBorders>
            <w:insideH w:val="none" w:sz="0" w:space="0" w:color="auto"/>
          </w:tblBorders>
          <w:tblLook w:val="01E0"/>
        </w:tblPrEx>
        <w:tc>
          <w:tcPr>
            <w:tcW w:w="709" w:type="dxa"/>
          </w:tcPr>
          <w:p w:rsidR="001245E1" w:rsidRPr="00F370B6" w:rsidRDefault="001245E1" w:rsidP="000058A4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8.1</w:t>
            </w:r>
          </w:p>
        </w:tc>
        <w:tc>
          <w:tcPr>
            <w:tcW w:w="8222" w:type="dxa"/>
          </w:tcPr>
          <w:p w:rsidR="00E77003" w:rsidRDefault="001245E1" w:rsidP="00465F5F">
            <w:pPr>
              <w:pStyle w:val="ListParagraph"/>
              <w:numPr>
                <w:ilvl w:val="0"/>
                <w:numId w:val="12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+V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CC </w:t>
            </w:r>
            <w:r w:rsidRPr="00F370B6">
              <w:rPr>
                <w:rFonts w:ascii="Arial" w:hAnsi="Arial"/>
                <w:noProof w:val="0"/>
                <w:lang w:val="af-ZA"/>
              </w:rPr>
              <w:t>:</w:t>
            </w:r>
            <w:r w:rsid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A20FFD" w:rsidRPr="00F370B6">
              <w:rPr>
                <w:rFonts w:ascii="Arial" w:hAnsi="Arial"/>
                <w:noProof w:val="0"/>
                <w:lang w:val="af-ZA"/>
              </w:rPr>
              <w:t>Die krag</w:t>
            </w:r>
            <w:r w:rsidR="001436FA" w:rsidRPr="00F370B6">
              <w:rPr>
                <w:rFonts w:ascii="Arial" w:hAnsi="Arial"/>
                <w:noProof w:val="0"/>
                <w:lang w:val="af-ZA"/>
              </w:rPr>
              <w:t xml:space="preserve"> voorsien aan die kring se positiewe terminaal en die </w:t>
            </w:r>
          </w:p>
          <w:p w:rsidR="001245E1" w:rsidRPr="00F370B6" w:rsidRDefault="001436FA" w:rsidP="00E77003">
            <w:pPr>
              <w:pStyle w:val="ListParagraph"/>
              <w:ind w:left="601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0 v  is die negatiewe terminaal. </w:t>
            </w:r>
            <w:r w:rsidR="0029465B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Hierdie terminale kan verbind word aan ŉ</w:t>
            </w:r>
            <w:r w:rsidR="004C0336">
              <w:rPr>
                <w:rFonts w:ascii="Arial" w:hAnsi="Arial"/>
                <w:noProof w:val="0"/>
                <w:lang w:val="af-ZA"/>
              </w:rPr>
              <w:t xml:space="preserve"> battery of ŉ krag voorsienings</w:t>
            </w:r>
            <w:r w:rsidRPr="00F370B6">
              <w:rPr>
                <w:rFonts w:ascii="Arial" w:hAnsi="Arial"/>
                <w:noProof w:val="0"/>
                <w:lang w:val="af-ZA"/>
              </w:rPr>
              <w:t>transformator.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29465B" w:rsidRDefault="001245E1" w:rsidP="00465F5F">
            <w:pPr>
              <w:pStyle w:val="ListParagraph"/>
              <w:numPr>
                <w:ilvl w:val="0"/>
                <w:numId w:val="12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R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C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: </w:t>
            </w:r>
            <w:r w:rsidR="00D61A8C" w:rsidRPr="00F370B6">
              <w:rPr>
                <w:rFonts w:ascii="Arial" w:hAnsi="Arial"/>
                <w:noProof w:val="0"/>
                <w:lang w:val="af-ZA"/>
              </w:rPr>
              <w:t xml:space="preserve">Die kollektor resistor beskerm die transistor teen hoë </w:t>
            </w:r>
          </w:p>
          <w:p w:rsidR="001245E1" w:rsidRPr="00F370B6" w:rsidRDefault="00D61A8C" w:rsidP="0029465B">
            <w:pPr>
              <w:pStyle w:val="ListParagraph"/>
              <w:ind w:left="601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spanning</w:t>
            </w:r>
            <w:r w:rsidR="0029465B">
              <w:rPr>
                <w:rFonts w:ascii="Arial" w:hAnsi="Arial"/>
                <w:noProof w:val="0"/>
                <w:lang w:val="af-ZA"/>
              </w:rPr>
              <w:t>s</w:t>
            </w:r>
            <w:r w:rsidRPr="00F370B6">
              <w:rPr>
                <w:rFonts w:ascii="Arial" w:hAnsi="Arial"/>
                <w:noProof w:val="0"/>
                <w:lang w:val="af-ZA"/>
              </w:rPr>
              <w:t>.</w:t>
            </w:r>
            <w:r w:rsidR="0029465B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465F5F">
            <w:pPr>
              <w:pStyle w:val="ListParagraph"/>
              <w:numPr>
                <w:ilvl w:val="0"/>
                <w:numId w:val="12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T: </w:t>
            </w:r>
            <w:r w:rsidR="00D61A8C" w:rsidRPr="00F370B6">
              <w:rPr>
                <w:rFonts w:ascii="Arial" w:hAnsi="Arial"/>
                <w:noProof w:val="0"/>
                <w:lang w:val="af-ZA"/>
              </w:rPr>
              <w:t>Die transistor reageer soos ŉ beheerbare klep.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465F5F">
            <w:pPr>
              <w:pStyle w:val="ListParagraph"/>
              <w:numPr>
                <w:ilvl w:val="0"/>
                <w:numId w:val="12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R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B1 </w:t>
            </w:r>
            <w:r w:rsidR="00D61A8C" w:rsidRPr="00F370B6">
              <w:rPr>
                <w:rFonts w:ascii="Arial" w:hAnsi="Arial"/>
                <w:noProof w:val="0"/>
                <w:lang w:val="af-ZA"/>
              </w:rPr>
              <w:t>en</w:t>
            </w:r>
            <w:r w:rsidRPr="00F370B6">
              <w:rPr>
                <w:rFonts w:ascii="Arial" w:hAnsi="Arial"/>
                <w:noProof w:val="0"/>
                <w:lang w:val="af-ZA"/>
              </w:rPr>
              <w:t>R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>B2: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</w:t>
            </w:r>
            <w:r w:rsidR="00D61A8C" w:rsidRPr="00F370B6">
              <w:rPr>
                <w:rFonts w:ascii="Arial" w:hAnsi="Arial"/>
                <w:noProof w:val="0"/>
                <w:lang w:val="af-ZA"/>
              </w:rPr>
              <w:t>Die voorspannings resistors reageer soos ŉ span</w:t>
            </w:r>
            <w:r w:rsidR="0029465B">
              <w:rPr>
                <w:rFonts w:ascii="Arial" w:hAnsi="Arial"/>
                <w:noProof w:val="0"/>
                <w:lang w:val="af-ZA"/>
              </w:rPr>
              <w:t>n</w:t>
            </w:r>
            <w:r w:rsidR="00D61A8C" w:rsidRPr="00F370B6">
              <w:rPr>
                <w:rFonts w:ascii="Arial" w:hAnsi="Arial"/>
                <w:noProof w:val="0"/>
                <w:lang w:val="af-ZA"/>
              </w:rPr>
              <w:t>ings</w:t>
            </w:r>
            <w:r w:rsidR="0029465B">
              <w:rPr>
                <w:rFonts w:ascii="Arial" w:hAnsi="Arial"/>
                <w:noProof w:val="0"/>
                <w:lang w:val="af-ZA"/>
              </w:rPr>
              <w:t>-</w:t>
            </w:r>
            <w:r w:rsidR="00D61A8C" w:rsidRPr="00F370B6">
              <w:rPr>
                <w:rFonts w:ascii="Arial" w:hAnsi="Arial"/>
                <w:noProof w:val="0"/>
                <w:lang w:val="af-ZA"/>
              </w:rPr>
              <w:t xml:space="preserve"> verdeler, wat die vereist</w:t>
            </w:r>
            <w:r w:rsidR="005E05F0" w:rsidRPr="00F370B6">
              <w:rPr>
                <w:rFonts w:ascii="Arial" w:hAnsi="Arial"/>
                <w:noProof w:val="0"/>
                <w:lang w:val="af-ZA"/>
              </w:rPr>
              <w:t>e</w:t>
            </w:r>
            <w:r w:rsidR="00D61A8C" w:rsidRPr="00F370B6">
              <w:rPr>
                <w:rFonts w:ascii="Arial" w:hAnsi="Arial"/>
                <w:noProof w:val="0"/>
                <w:lang w:val="af-ZA"/>
              </w:rPr>
              <w:t xml:space="preserve"> basis stroom en spanning o</w:t>
            </w:r>
            <w:r w:rsidR="005E05F0" w:rsidRPr="00F370B6">
              <w:rPr>
                <w:rFonts w:ascii="Arial" w:hAnsi="Arial"/>
                <w:noProof w:val="0"/>
                <w:lang w:val="af-ZA"/>
              </w:rPr>
              <w:t>p die</w:t>
            </w:r>
            <w:r w:rsidR="00D61A8C" w:rsidRPr="00F370B6">
              <w:rPr>
                <w:rFonts w:ascii="Arial" w:hAnsi="Arial"/>
                <w:noProof w:val="0"/>
                <w:lang w:val="af-ZA"/>
              </w:rPr>
              <w:t xml:space="preserve"> transistor voorsien vir werking.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DF22B6" w:rsidRPr="00F370B6" w:rsidRDefault="001245E1" w:rsidP="00F86F18">
            <w:pPr>
              <w:pStyle w:val="ListParagraph"/>
              <w:numPr>
                <w:ilvl w:val="0"/>
                <w:numId w:val="12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R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>E: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D61A8C" w:rsidRPr="00F370B6">
              <w:rPr>
                <w:rFonts w:ascii="Arial" w:hAnsi="Arial"/>
                <w:noProof w:val="0"/>
                <w:lang w:val="af-ZA"/>
              </w:rPr>
              <w:t xml:space="preserve">Die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emittor</w:t>
            </w:r>
            <w:r w:rsidR="00D61A8C" w:rsidRPr="00F370B6">
              <w:rPr>
                <w:rFonts w:ascii="Arial" w:hAnsi="Arial"/>
                <w:noProof w:val="0"/>
                <w:lang w:val="af-ZA"/>
              </w:rPr>
              <w:t xml:space="preserve"> resistor</w:t>
            </w:r>
            <w:r w:rsidR="0018521B" w:rsidRPr="00F370B6">
              <w:rPr>
                <w:rFonts w:ascii="Arial" w:hAnsi="Arial"/>
                <w:noProof w:val="0"/>
                <w:lang w:val="af-ZA"/>
              </w:rPr>
              <w:t xml:space="preserve"> beskerm die transistor teen termiese </w:t>
            </w:r>
          </w:p>
          <w:p w:rsidR="001245E1" w:rsidRPr="00F370B6" w:rsidRDefault="0018521B" w:rsidP="00DF22B6">
            <w:pPr>
              <w:pStyle w:val="ListParagraph"/>
              <w:ind w:left="601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weghol.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465F5F">
            <w:pPr>
              <w:pStyle w:val="ListParagraph"/>
              <w:numPr>
                <w:ilvl w:val="0"/>
                <w:numId w:val="12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C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1 </w:t>
            </w:r>
            <w:r w:rsidRPr="00F370B6">
              <w:rPr>
                <w:rFonts w:ascii="Arial" w:hAnsi="Arial"/>
                <w:noProof w:val="0"/>
                <w:lang w:val="af-ZA"/>
              </w:rPr>
              <w:t>and C</w:t>
            </w:r>
            <w:r w:rsidR="0018521B"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2: </w:t>
            </w:r>
            <w:r w:rsidR="0029465B">
              <w:rPr>
                <w:rFonts w:ascii="Arial" w:hAnsi="Arial"/>
                <w:noProof w:val="0"/>
                <w:vertAlign w:val="subscript"/>
                <w:lang w:val="af-ZA"/>
              </w:rPr>
              <w:t xml:space="preserve"> </w:t>
            </w:r>
            <w:r w:rsidR="0018521B" w:rsidRPr="00F370B6">
              <w:rPr>
                <w:rFonts w:ascii="Arial" w:hAnsi="Arial"/>
                <w:noProof w:val="0"/>
                <w:lang w:val="af-ZA"/>
              </w:rPr>
              <w:t>Die g.s. blokkeer kapasitors</w:t>
            </w:r>
            <w:r w:rsidR="005E05F0" w:rsidRPr="00F370B6">
              <w:rPr>
                <w:rFonts w:ascii="Arial" w:hAnsi="Arial"/>
                <w:noProof w:val="0"/>
                <w:lang w:val="af-ZA"/>
              </w:rPr>
              <w:t>,</w:t>
            </w:r>
            <w:r w:rsidR="0018521B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29465B">
              <w:rPr>
                <w:rFonts w:ascii="Arial" w:hAnsi="Arial"/>
                <w:noProof w:val="0"/>
                <w:lang w:val="af-ZA"/>
              </w:rPr>
              <w:t xml:space="preserve">en </w:t>
            </w:r>
            <w:r w:rsidR="0018521B" w:rsidRPr="00F370B6">
              <w:rPr>
                <w:rFonts w:ascii="Arial" w:hAnsi="Arial"/>
                <w:noProof w:val="0"/>
                <w:lang w:val="af-ZA"/>
              </w:rPr>
              <w:t>laat slegs w.s. se</w:t>
            </w:r>
            <w:r w:rsidR="0029465B" w:rsidRPr="00F370B6">
              <w:rPr>
                <w:rFonts w:ascii="Arial" w:hAnsi="Arial"/>
                <w:noProof w:val="0"/>
                <w:lang w:val="af-ZA"/>
              </w:rPr>
              <w:t>i</w:t>
            </w:r>
            <w:r w:rsidR="0018521B" w:rsidRPr="00F370B6">
              <w:rPr>
                <w:rFonts w:ascii="Arial" w:hAnsi="Arial"/>
                <w:noProof w:val="0"/>
                <w:lang w:val="af-ZA"/>
              </w:rPr>
              <w:t>ne deur, omdat slegs w.s. seine versterk word.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4C0336">
            <w:pPr>
              <w:pStyle w:val="ListParagraph"/>
              <w:numPr>
                <w:ilvl w:val="0"/>
                <w:numId w:val="12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C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E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:  </w:t>
            </w:r>
            <w:r w:rsidR="005E05F0" w:rsidRPr="00F370B6">
              <w:rPr>
                <w:rFonts w:ascii="Arial" w:hAnsi="Arial"/>
                <w:noProof w:val="0"/>
                <w:lang w:val="af-ZA"/>
              </w:rPr>
              <w:t>Die w.s. verb</w:t>
            </w:r>
            <w:r w:rsidR="0029465B">
              <w:rPr>
                <w:rFonts w:ascii="Arial" w:hAnsi="Arial"/>
                <w:noProof w:val="0"/>
                <w:lang w:val="af-ZA"/>
              </w:rPr>
              <w:t>y</w:t>
            </w:r>
            <w:r w:rsidR="0018521B" w:rsidRPr="00F370B6">
              <w:rPr>
                <w:rFonts w:ascii="Arial" w:hAnsi="Arial"/>
                <w:noProof w:val="0"/>
                <w:lang w:val="af-ZA"/>
              </w:rPr>
              <w:t xml:space="preserve"> kapasitor, hy veroorsaak dat w.s. seine</w:t>
            </w:r>
            <w:r w:rsidR="005E05F0" w:rsidRPr="00F370B6">
              <w:rPr>
                <w:rFonts w:ascii="Arial" w:hAnsi="Arial"/>
                <w:noProof w:val="0"/>
                <w:lang w:val="af-ZA"/>
              </w:rPr>
              <w:t xml:space="preserve"> verb</w:t>
            </w:r>
            <w:r w:rsidR="0029465B">
              <w:rPr>
                <w:rFonts w:ascii="Arial" w:hAnsi="Arial"/>
                <w:noProof w:val="0"/>
                <w:lang w:val="af-ZA"/>
              </w:rPr>
              <w:t xml:space="preserve">y </w:t>
            </w:r>
            <w:r w:rsidR="0018521B" w:rsidRPr="00F370B6">
              <w:rPr>
                <w:rFonts w:ascii="Arial" w:hAnsi="Arial"/>
                <w:noProof w:val="0"/>
                <w:lang w:val="af-ZA"/>
              </w:rPr>
              <w:t xml:space="preserve">die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emittor</w:t>
            </w:r>
            <w:r w:rsidR="0018521B" w:rsidRPr="00F370B6">
              <w:rPr>
                <w:rFonts w:ascii="Arial" w:hAnsi="Arial"/>
                <w:noProof w:val="0"/>
                <w:lang w:val="af-ZA"/>
              </w:rPr>
              <w:t xml:space="preserve"> resistor gaan.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noProof w:val="0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0058A4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(7)</w:t>
            </w:r>
          </w:p>
        </w:tc>
      </w:tr>
    </w:tbl>
    <w:p w:rsidR="0029465B" w:rsidRDefault="0029465B">
      <w:pPr>
        <w:rPr>
          <w:noProof w:val="0"/>
          <w:lang w:val="af-ZA"/>
        </w:rPr>
      </w:pPr>
    </w:p>
    <w:p w:rsidR="0029465B" w:rsidRDefault="0029465B">
      <w:pPr>
        <w:rPr>
          <w:noProof w:val="0"/>
          <w:lang w:val="af-ZA"/>
        </w:rPr>
      </w:pPr>
      <w:r>
        <w:rPr>
          <w:noProof w:val="0"/>
          <w:lang w:val="af-ZA"/>
        </w:rPr>
        <w:br w:type="page"/>
      </w:r>
    </w:p>
    <w:p w:rsidR="0061387C" w:rsidRPr="00F370B6" w:rsidRDefault="0061387C">
      <w:pPr>
        <w:rPr>
          <w:noProof w:val="0"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0"/>
        <w:gridCol w:w="149"/>
        <w:gridCol w:w="704"/>
        <w:gridCol w:w="288"/>
        <w:gridCol w:w="7230"/>
        <w:gridCol w:w="708"/>
      </w:tblGrid>
      <w:tr w:rsidR="001245E1" w:rsidRPr="00F370B6" w:rsidTr="00462051">
        <w:tc>
          <w:tcPr>
            <w:tcW w:w="709" w:type="dxa"/>
            <w:gridSpan w:val="2"/>
          </w:tcPr>
          <w:p w:rsidR="001245E1" w:rsidRPr="00F370B6" w:rsidRDefault="001245E1" w:rsidP="000058A4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8.2</w:t>
            </w:r>
          </w:p>
        </w:tc>
        <w:tc>
          <w:tcPr>
            <w:tcW w:w="8222" w:type="dxa"/>
            <w:gridSpan w:val="3"/>
          </w:tcPr>
          <w:p w:rsidR="001245E1" w:rsidRPr="00F370B6" w:rsidRDefault="00544FAA" w:rsidP="00465F5F">
            <w:pPr>
              <w:pStyle w:val="ListParagraph"/>
              <w:numPr>
                <w:ilvl w:val="0"/>
                <w:numId w:val="12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kollektor weerstand bepaal die helling van</w:t>
            </w:r>
            <w:r w:rsid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die g.s</w:t>
            </w:r>
            <w:r w:rsidR="005E05F0" w:rsidRPr="00F370B6">
              <w:rPr>
                <w:rFonts w:ascii="Arial" w:hAnsi="Arial"/>
                <w:noProof w:val="0"/>
                <w:lang w:val="af-ZA"/>
              </w:rPr>
              <w:t xml:space="preserve">,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las. </w:t>
            </w:r>
            <w:r w:rsidR="0061387C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ŉ Lae weerstand het tot gevolg</w:t>
            </w:r>
            <w:r w:rsidR="005E05F0" w:rsidRPr="00F370B6">
              <w:rPr>
                <w:rFonts w:ascii="Arial" w:hAnsi="Arial"/>
                <w:noProof w:val="0"/>
                <w:lang w:val="af-ZA"/>
              </w:rPr>
              <w:t>,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ŉ skerp helling en ŉ hoë </w:t>
            </w:r>
            <w:r w:rsidR="0029465B">
              <w:rPr>
                <w:rFonts w:ascii="Arial" w:hAnsi="Arial"/>
                <w:noProof w:val="0"/>
                <w:lang w:val="af-ZA"/>
              </w:rPr>
              <w:t>weerstand sal ŉ plat helling te</w:t>
            </w:r>
            <w:r w:rsidRPr="00F370B6">
              <w:rPr>
                <w:rFonts w:ascii="Arial" w:hAnsi="Arial"/>
                <w:noProof w:val="0"/>
                <w:lang w:val="af-ZA"/>
              </w:rPr>
              <w:t>weeg bring.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</w:p>
          <w:p w:rsidR="001245E1" w:rsidRPr="00F370B6" w:rsidRDefault="00544FAA" w:rsidP="00465F5F">
            <w:pPr>
              <w:pStyle w:val="ListParagraph"/>
              <w:numPr>
                <w:ilvl w:val="0"/>
                <w:numId w:val="12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Die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parallelle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weerstand van die kollektor en die las weerstand, bepaal die helling van die w.s. loodlyn.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</w:p>
          <w:p w:rsidR="001245E1" w:rsidRPr="00F370B6" w:rsidRDefault="00544FAA" w:rsidP="00465F5F">
            <w:pPr>
              <w:pStyle w:val="ListParagraph"/>
              <w:numPr>
                <w:ilvl w:val="0"/>
                <w:numId w:val="12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</w:t>
            </w:r>
            <w:r w:rsidR="00F370B6">
              <w:rPr>
                <w:rFonts w:ascii="Arial" w:hAnsi="Arial"/>
                <w:noProof w:val="0"/>
                <w:lang w:val="af-ZA"/>
              </w:rPr>
              <w:t>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Q-punt word bepaal deur die g.s. voorspanningskring van die transistor. </w:t>
            </w:r>
            <w:r w:rsidR="0029465B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Dit bepaal </w:t>
            </w:r>
            <w:r w:rsidR="00AB71DA" w:rsidRPr="00F370B6">
              <w:rPr>
                <w:rFonts w:ascii="Arial" w:hAnsi="Arial"/>
                <w:noProof w:val="0"/>
                <w:lang w:val="af-ZA"/>
              </w:rPr>
              <w:t>ook die klas van die versterker en die gro</w:t>
            </w:r>
            <w:r w:rsidR="0029465B">
              <w:rPr>
                <w:rFonts w:ascii="Arial" w:hAnsi="Arial"/>
                <w:noProof w:val="0"/>
                <w:lang w:val="af-ZA"/>
              </w:rPr>
              <w:t>ot</w:t>
            </w:r>
            <w:r w:rsidR="00AB71DA" w:rsidRPr="00F370B6">
              <w:rPr>
                <w:rFonts w:ascii="Arial" w:hAnsi="Arial"/>
                <w:noProof w:val="0"/>
                <w:lang w:val="af-ZA"/>
              </w:rPr>
              <w:t>te van die swaai van die inset sein wat hanteer  kan word.</w:t>
            </w:r>
            <w:r w:rsidR="001245E1" w:rsidRPr="00F370B6">
              <w:rPr>
                <w:rFonts w:ascii="Agency FB" w:eastAsia="Batang" w:hAnsi="Agency FB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</w:p>
          <w:p w:rsidR="001245E1" w:rsidRPr="00F370B6" w:rsidRDefault="00AB71DA" w:rsidP="00CA3FB1">
            <w:pPr>
              <w:pStyle w:val="ListParagraph"/>
              <w:numPr>
                <w:ilvl w:val="0"/>
                <w:numId w:val="12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Deur die inset spanning te verander, kan die loodlyn in parallel verskuif word.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</w:p>
          <w:p w:rsidR="001245E1" w:rsidRPr="00F370B6" w:rsidRDefault="00AB71DA" w:rsidP="00F370B6">
            <w:pPr>
              <w:pStyle w:val="ListParagraph"/>
              <w:numPr>
                <w:ilvl w:val="0"/>
                <w:numId w:val="12"/>
              </w:numPr>
              <w:ind w:left="601" w:hanging="567"/>
              <w:rPr>
                <w:i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loodlyn kan gebruik word o</w:t>
            </w:r>
            <w:r w:rsidR="00F370B6">
              <w:rPr>
                <w:rFonts w:ascii="Arial" w:hAnsi="Arial"/>
                <w:noProof w:val="0"/>
                <w:lang w:val="af-ZA"/>
              </w:rPr>
              <w:t>m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die w.s. stroom,</w:t>
            </w:r>
            <w:r w:rsidR="005E05F0" w:rsidRPr="00F370B6">
              <w:rPr>
                <w:rFonts w:ascii="Arial" w:hAnsi="Arial"/>
                <w:noProof w:val="0"/>
                <w:lang w:val="af-ZA"/>
              </w:rPr>
              <w:t xml:space="preserve"> die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spanning </w:t>
            </w:r>
            <w:r w:rsidR="00E83B2D" w:rsidRPr="00F370B6">
              <w:rPr>
                <w:rFonts w:ascii="Arial" w:hAnsi="Arial"/>
                <w:noProof w:val="0"/>
                <w:lang w:val="af-ZA"/>
              </w:rPr>
              <w:t>en die kragwins van die sein te bepaal,</w:t>
            </w:r>
            <w:r w:rsidR="005E05F0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E83B2D" w:rsidRPr="00F370B6">
              <w:rPr>
                <w:rFonts w:ascii="Arial" w:hAnsi="Arial"/>
                <w:noProof w:val="0"/>
                <w:lang w:val="af-ZA"/>
              </w:rPr>
              <w:t>wat oor die basis van die transistor aangewend word.</w:t>
            </w:r>
            <w:r w:rsidR="001245E1" w:rsidRPr="00F370B6">
              <w:rPr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   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 xml:space="preserve">  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            </w:t>
            </w:r>
            <w:r w:rsidR="00E83B2D" w:rsidRPr="00F370B6">
              <w:rPr>
                <w:rFonts w:ascii="Arial" w:hAnsi="Arial"/>
                <w:noProof w:val="0"/>
                <w:lang w:val="af-ZA"/>
              </w:rPr>
              <w:t xml:space="preserve">                          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E83B2D" w:rsidRPr="00F370B6">
              <w:rPr>
                <w:rFonts w:ascii="Arial" w:hAnsi="Arial"/>
                <w:noProof w:val="0"/>
                <w:lang w:val="af-ZA"/>
              </w:rPr>
              <w:t xml:space="preserve"> 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(</w:t>
            </w:r>
            <w:r w:rsidR="00E83B2D" w:rsidRPr="00F370B6">
              <w:rPr>
                <w:rFonts w:ascii="Arial" w:hAnsi="Arial"/>
                <w:noProof w:val="0"/>
                <w:lang w:val="af-ZA"/>
              </w:rPr>
              <w:t>Enige 3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>)</w:t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0058A4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(3)</w:t>
            </w:r>
          </w:p>
        </w:tc>
      </w:tr>
      <w:tr w:rsidR="001245E1" w:rsidRPr="00F370B6" w:rsidTr="000058A4">
        <w:tc>
          <w:tcPr>
            <w:tcW w:w="709" w:type="dxa"/>
            <w:gridSpan w:val="2"/>
          </w:tcPr>
          <w:p w:rsidR="001245E1" w:rsidRPr="00F370B6" w:rsidRDefault="001245E1" w:rsidP="000058A4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245E1" w:rsidRPr="00F370B6" w:rsidRDefault="001245E1" w:rsidP="000058A4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230" w:type="dxa"/>
          </w:tcPr>
          <w:p w:rsidR="001245E1" w:rsidRPr="00F370B6" w:rsidRDefault="001245E1" w:rsidP="000058A4">
            <w:pPr>
              <w:ind w:left="260" w:hanging="260"/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0058A4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[10]</w:t>
            </w:r>
          </w:p>
        </w:tc>
      </w:tr>
      <w:tr w:rsidR="001245E1" w:rsidRPr="00F370B6" w:rsidTr="000058A4">
        <w:tblPrEx>
          <w:tblBorders>
            <w:insideH w:val="single" w:sz="4" w:space="0" w:color="auto"/>
          </w:tblBorders>
          <w:tblLook w:val="0000"/>
        </w:tblPrEx>
        <w:tc>
          <w:tcPr>
            <w:tcW w:w="9639" w:type="dxa"/>
            <w:gridSpan w:val="6"/>
            <w:tcBorders>
              <w:top w:val="nil"/>
              <w:bottom w:val="nil"/>
            </w:tcBorders>
          </w:tcPr>
          <w:p w:rsidR="001245E1" w:rsidRPr="00F370B6" w:rsidRDefault="001245E1" w:rsidP="00621B80">
            <w:pPr>
              <w:rPr>
                <w:rFonts w:ascii="Arial" w:hAnsi="Arial"/>
                <w:b/>
                <w:noProof w:val="0"/>
                <w:lang w:val="af-ZA"/>
              </w:rPr>
            </w:pPr>
          </w:p>
        </w:tc>
      </w:tr>
      <w:tr w:rsidR="001245E1" w:rsidRPr="00F370B6" w:rsidTr="000058A4">
        <w:tblPrEx>
          <w:tblBorders>
            <w:insideH w:val="single" w:sz="4" w:space="0" w:color="auto"/>
          </w:tblBorders>
          <w:tblLook w:val="0000"/>
        </w:tblPrEx>
        <w:tc>
          <w:tcPr>
            <w:tcW w:w="9639" w:type="dxa"/>
            <w:gridSpan w:val="6"/>
            <w:tcBorders>
              <w:top w:val="nil"/>
              <w:bottom w:val="nil"/>
            </w:tcBorders>
          </w:tcPr>
          <w:p w:rsidR="001245E1" w:rsidRPr="00F370B6" w:rsidRDefault="001245E1" w:rsidP="00D83549">
            <w:pPr>
              <w:rPr>
                <w:rFonts w:ascii="Arial" w:hAnsi="Arial"/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 xml:space="preserve">VRAAG 9:  </w:t>
            </w:r>
            <w:r w:rsidR="00D83549" w:rsidRPr="00F370B6">
              <w:rPr>
                <w:rFonts w:ascii="Arial" w:hAnsi="Arial"/>
                <w:b/>
                <w:noProof w:val="0"/>
                <w:lang w:val="af-ZA"/>
              </w:rPr>
              <w:t>ENKEL-FASE TRANSFORMATORS.</w:t>
            </w:r>
          </w:p>
        </w:tc>
      </w:tr>
      <w:tr w:rsidR="001245E1" w:rsidRPr="00F370B6" w:rsidTr="000058A4">
        <w:tblPrEx>
          <w:tblBorders>
            <w:insideH w:val="single" w:sz="4" w:space="0" w:color="auto"/>
          </w:tblBorders>
          <w:tblLook w:val="0000"/>
        </w:tblPrEx>
        <w:tc>
          <w:tcPr>
            <w:tcW w:w="9639" w:type="dxa"/>
            <w:gridSpan w:val="6"/>
            <w:tcBorders>
              <w:top w:val="nil"/>
              <w:bottom w:val="nil"/>
            </w:tcBorders>
          </w:tcPr>
          <w:p w:rsidR="001245E1" w:rsidRPr="00F370B6" w:rsidRDefault="001245E1" w:rsidP="00652234">
            <w:pPr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0058A4">
        <w:tc>
          <w:tcPr>
            <w:tcW w:w="560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9.1</w:t>
            </w:r>
          </w:p>
        </w:tc>
        <w:tc>
          <w:tcPr>
            <w:tcW w:w="8371" w:type="dxa"/>
            <w:gridSpan w:val="4"/>
          </w:tcPr>
          <w:p w:rsidR="001245E1" w:rsidRPr="00F370B6" w:rsidRDefault="00204B1A" w:rsidP="000058A4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Tipe transformators.</w:t>
            </w:r>
          </w:p>
          <w:p w:rsidR="001245E1" w:rsidRPr="00F370B6" w:rsidRDefault="00204B1A" w:rsidP="0029465B">
            <w:pPr>
              <w:pStyle w:val="ListParagraph"/>
              <w:numPr>
                <w:ilvl w:val="0"/>
                <w:numId w:val="13"/>
              </w:numPr>
              <w:ind w:left="608" w:hanging="567"/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Krag transformators.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</w:p>
          <w:p w:rsidR="001245E1" w:rsidRPr="00F370B6" w:rsidRDefault="00204B1A" w:rsidP="0029465B">
            <w:pPr>
              <w:pStyle w:val="ListParagraph"/>
              <w:numPr>
                <w:ilvl w:val="0"/>
                <w:numId w:val="13"/>
              </w:numPr>
              <w:ind w:left="608" w:hanging="567"/>
              <w:rPr>
                <w:rFonts w:ascii="Arial" w:eastAsia="Batang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Instrument transformators.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0058A4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0058A4">
        <w:tc>
          <w:tcPr>
            <w:tcW w:w="560" w:type="dxa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371" w:type="dxa"/>
            <w:gridSpan w:val="4"/>
          </w:tcPr>
          <w:p w:rsidR="001245E1" w:rsidRPr="00F370B6" w:rsidRDefault="001245E1" w:rsidP="009E2763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0058A4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0058A4">
        <w:tc>
          <w:tcPr>
            <w:tcW w:w="560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9.2</w:t>
            </w:r>
          </w:p>
        </w:tc>
        <w:tc>
          <w:tcPr>
            <w:tcW w:w="8371" w:type="dxa"/>
            <w:gridSpan w:val="4"/>
            <w:vAlign w:val="center"/>
          </w:tcPr>
          <w:p w:rsidR="001245E1" w:rsidRPr="00F370B6" w:rsidRDefault="00204B1A" w:rsidP="000058A4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Transformator verliese.</w:t>
            </w:r>
          </w:p>
          <w:p w:rsidR="001245E1" w:rsidRPr="00F370B6" w:rsidRDefault="001245E1" w:rsidP="0029465B">
            <w:pPr>
              <w:pStyle w:val="ListParagraph"/>
              <w:numPr>
                <w:ilvl w:val="0"/>
                <w:numId w:val="14"/>
              </w:numPr>
              <w:ind w:left="608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895641" w:rsidRPr="00F370B6">
              <w:rPr>
                <w:rFonts w:ascii="Arial" w:hAnsi="Arial"/>
                <w:noProof w:val="0"/>
                <w:lang w:val="af-ZA"/>
              </w:rPr>
              <w:t>Koper verliese.</w:t>
            </w:r>
          </w:p>
          <w:p w:rsidR="001245E1" w:rsidRPr="00F370B6" w:rsidRDefault="00895641" w:rsidP="0029465B">
            <w:pPr>
              <w:pStyle w:val="ListParagraph"/>
              <w:numPr>
                <w:ilvl w:val="0"/>
                <w:numId w:val="14"/>
              </w:numPr>
              <w:ind w:left="608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Yster verliese.</w:t>
            </w:r>
          </w:p>
          <w:p w:rsidR="00895641" w:rsidRPr="00F370B6" w:rsidRDefault="00895641" w:rsidP="0029465B">
            <w:pPr>
              <w:pStyle w:val="ListParagraph"/>
              <w:numPr>
                <w:ilvl w:val="0"/>
                <w:numId w:val="14"/>
              </w:numPr>
              <w:ind w:left="608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Die-elektriese verliese.</w:t>
            </w:r>
          </w:p>
          <w:p w:rsidR="001245E1" w:rsidRPr="00F370B6" w:rsidRDefault="00B94CB4" w:rsidP="0029465B">
            <w:pPr>
              <w:pStyle w:val="ListParagraph"/>
              <w:numPr>
                <w:ilvl w:val="0"/>
                <w:numId w:val="14"/>
              </w:numPr>
              <w:ind w:left="608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Werwelstroom </w:t>
            </w:r>
            <w:r w:rsidR="00895641" w:rsidRPr="00F370B6">
              <w:rPr>
                <w:rFonts w:ascii="Arial" w:hAnsi="Arial"/>
                <w:noProof w:val="0"/>
                <w:lang w:val="af-ZA"/>
              </w:rPr>
              <w:t>verliese.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                                                     (</w:t>
            </w:r>
            <w:r w:rsidR="00895641" w:rsidRPr="00F370B6">
              <w:rPr>
                <w:rFonts w:ascii="Arial" w:hAnsi="Arial"/>
                <w:noProof w:val="0"/>
                <w:lang w:val="af-ZA"/>
              </w:rPr>
              <w:t>Enige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3)</w:t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0058A4">
            <w:pPr>
              <w:jc w:val="right"/>
              <w:rPr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(3)</w:t>
            </w:r>
          </w:p>
        </w:tc>
      </w:tr>
      <w:tr w:rsidR="001245E1" w:rsidRPr="00F370B6" w:rsidTr="000058A4">
        <w:tc>
          <w:tcPr>
            <w:tcW w:w="560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518" w:type="dxa"/>
            <w:gridSpan w:val="2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CA3FB1">
        <w:tc>
          <w:tcPr>
            <w:tcW w:w="560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9.3</w:t>
            </w:r>
          </w:p>
        </w:tc>
        <w:tc>
          <w:tcPr>
            <w:tcW w:w="853" w:type="dxa"/>
            <w:gridSpan w:val="2"/>
          </w:tcPr>
          <w:p w:rsidR="001245E1" w:rsidRPr="00F370B6" w:rsidRDefault="001245E1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9.3.1</w:t>
            </w:r>
          </w:p>
        </w:tc>
        <w:tc>
          <w:tcPr>
            <w:tcW w:w="7518" w:type="dxa"/>
            <w:gridSpan w:val="2"/>
            <w:vAlign w:val="center"/>
          </w:tcPr>
          <w:p w:rsidR="001245E1" w:rsidRPr="00F370B6" w:rsidRDefault="0089564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draai verhouding.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>N</w:t>
            </w:r>
            <w:r w:rsidRPr="00F370B6">
              <w:rPr>
                <w:rFonts w:ascii="Arial" w:hAnsi="Arial"/>
                <w:noProof w:val="0"/>
                <w:u w:val="single"/>
                <w:vertAlign w:val="subscript"/>
                <w:lang w:val="af-ZA"/>
              </w:rPr>
              <w:t xml:space="preserve">P  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=      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>V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P 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N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S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       V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S     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=    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>230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   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u w:val="single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      50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</w:p>
          <w:p w:rsidR="001245E1" w:rsidRPr="00F370B6" w:rsidRDefault="001245E1" w:rsidP="00CA3FB1">
            <w:pPr>
              <w:pStyle w:val="BodyText"/>
              <w:rPr>
                <w:noProof w:val="0"/>
                <w:sz w:val="24"/>
                <w:lang w:val="af-ZA"/>
              </w:rPr>
            </w:pPr>
            <w:r w:rsidRPr="00F370B6">
              <w:rPr>
                <w:noProof w:val="0"/>
                <w:sz w:val="24"/>
                <w:lang w:val="af-ZA"/>
              </w:rPr>
              <w:t xml:space="preserve">         =  4.6:1 </w:t>
            </w:r>
            <w:r w:rsidRPr="00F370B6">
              <w:rPr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CA3FB1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0058A4">
        <w:tc>
          <w:tcPr>
            <w:tcW w:w="560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518" w:type="dxa"/>
            <w:gridSpan w:val="2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CA3FB1">
        <w:tc>
          <w:tcPr>
            <w:tcW w:w="560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3" w:type="dxa"/>
            <w:gridSpan w:val="2"/>
          </w:tcPr>
          <w:p w:rsidR="001245E1" w:rsidRPr="00F370B6" w:rsidRDefault="001245E1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9.3.2</w:t>
            </w:r>
          </w:p>
        </w:tc>
        <w:tc>
          <w:tcPr>
            <w:tcW w:w="7518" w:type="dxa"/>
            <w:gridSpan w:val="2"/>
            <w:vAlign w:val="center"/>
          </w:tcPr>
          <w:p w:rsidR="001245E1" w:rsidRPr="00F370B6" w:rsidRDefault="00DC3526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Die minimum weerstand van die las:</w:t>
            </w:r>
          </w:p>
          <w:p w:rsidR="001245E1" w:rsidRPr="00F370B6" w:rsidRDefault="001245E1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R = </w:t>
            </w:r>
            <m:oMath>
              <m:f>
                <m:fPr>
                  <m:ctrlPr>
                    <w:rPr>
                      <w:rFonts w:ascii="Cambria Math" w:hAnsi="Cambria Math"/>
                      <w:noProof w:val="0"/>
                      <w:lang w:val="af-Z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noProof w:val="0"/>
                          <w:lang w:val="af-ZA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 w:val="0"/>
                          <w:lang w:val="af-ZA"/>
                        </w:rPr>
                        <m:t>V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 w:val="0"/>
                          <w:lang w:val="af-ZA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noProof w:val="0"/>
                      <w:lang w:val="af-ZA"/>
                    </w:rPr>
                    <m:t>P</m:t>
                  </m:r>
                </m:den>
              </m:f>
            </m:oMath>
          </w:p>
          <w:p w:rsidR="001245E1" w:rsidRPr="00F370B6" w:rsidRDefault="001245E1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  <w:p w:rsidR="001245E1" w:rsidRPr="00F370B6" w:rsidRDefault="001245E1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     = </w:t>
            </w:r>
            <m:oMath>
              <m:f>
                <m:fPr>
                  <m:ctrlPr>
                    <w:rPr>
                      <w:rFonts w:ascii="Cambria Math" w:hAnsi="Cambria Math"/>
                      <w:noProof w:val="0"/>
                      <w:lang w:val="af-Z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noProof w:val="0"/>
                          <w:lang w:val="af-ZA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 w:val="0"/>
                          <w:lang w:val="af-ZA"/>
                        </w:rPr>
                        <m:t>50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noProof w:val="0"/>
                          <w:lang w:val="af-ZA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noProof w:val="0"/>
                      <w:lang w:val="af-ZA"/>
                    </w:rPr>
                    <m:t>250</m:t>
                  </m:r>
                </m:den>
              </m:f>
            </m:oMath>
          </w:p>
          <w:p w:rsidR="001245E1" w:rsidRPr="00F370B6" w:rsidRDefault="001245E1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  <w:p w:rsidR="001245E1" w:rsidRPr="00F370B6" w:rsidRDefault="001245E1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      = 10 </w:t>
            </w:r>
            <w:r w:rsidRPr="00F370B6">
              <w:rPr>
                <w:b w:val="0"/>
                <w:noProof w:val="0"/>
                <w:sz w:val="28"/>
                <w:szCs w:val="28"/>
                <w:lang w:val="af-ZA"/>
              </w:rPr>
              <w:t>Ω</w:t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</w:tbl>
    <w:p w:rsidR="00DF22B6" w:rsidRPr="00F370B6" w:rsidRDefault="00DF22B6">
      <w:pPr>
        <w:rPr>
          <w:noProof w:val="0"/>
          <w:lang w:val="af-ZA"/>
        </w:rPr>
      </w:pPr>
      <w:r w:rsidRPr="00F370B6">
        <w:rPr>
          <w:noProof w:val="0"/>
          <w:lang w:val="af-ZA"/>
        </w:rPr>
        <w:br w:type="page"/>
      </w:r>
    </w:p>
    <w:p w:rsidR="001245E1" w:rsidRPr="00F370B6" w:rsidRDefault="001245E1">
      <w:pPr>
        <w:rPr>
          <w:noProof w:val="0"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709"/>
        <w:gridCol w:w="851"/>
        <w:gridCol w:w="7371"/>
        <w:gridCol w:w="708"/>
      </w:tblGrid>
      <w:tr w:rsidR="001245E1" w:rsidRPr="00F370B6" w:rsidTr="008F4BED">
        <w:trPr>
          <w:trHeight w:val="308"/>
        </w:trPr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9.3.3</w:t>
            </w:r>
          </w:p>
        </w:tc>
        <w:tc>
          <w:tcPr>
            <w:tcW w:w="7371" w:type="dxa"/>
            <w:vAlign w:val="center"/>
          </w:tcPr>
          <w:p w:rsidR="001245E1" w:rsidRPr="00F370B6" w:rsidRDefault="00DC3526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las stroom: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I   =  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 xml:space="preserve">V   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    R    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=  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 xml:space="preserve">50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   10  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DC3526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noProof w:val="0"/>
                <w:sz w:val="24"/>
                <w:lang w:val="af-ZA"/>
              </w:rPr>
              <w:t xml:space="preserve">         = 5 Amp</w:t>
            </w:r>
            <w:r w:rsidR="001245E1" w:rsidRPr="00F370B6">
              <w:rPr>
                <w:noProof w:val="0"/>
                <w:sz w:val="24"/>
                <w:lang w:val="af-ZA"/>
              </w:rPr>
              <w:t xml:space="preserve"> </w:t>
            </w:r>
            <w:r w:rsidR="001245E1" w:rsidRPr="00F370B6">
              <w:rPr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CA3FB1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8F4BED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371" w:type="dxa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51" w:type="dxa"/>
          </w:tcPr>
          <w:p w:rsidR="001245E1" w:rsidRPr="00F370B6" w:rsidRDefault="001245E1" w:rsidP="00D61718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9.3.4</w:t>
            </w:r>
          </w:p>
        </w:tc>
        <w:tc>
          <w:tcPr>
            <w:tcW w:w="7371" w:type="dxa"/>
            <w:vAlign w:val="center"/>
          </w:tcPr>
          <w:p w:rsidR="001245E1" w:rsidRPr="00F370B6" w:rsidRDefault="00DC3526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primêre stroom: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 xml:space="preserve"> I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S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 =  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>N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>P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I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P        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N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S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I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P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  = 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>I</w:t>
            </w:r>
            <w:r w:rsidRPr="00F370B6">
              <w:rPr>
                <w:rFonts w:ascii="Arial" w:hAnsi="Arial"/>
                <w:noProof w:val="0"/>
                <w:u w:val="single"/>
                <w:vertAlign w:val="subscript"/>
                <w:lang w:val="af-ZA"/>
              </w:rPr>
              <w:t>S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 xml:space="preserve"> x N</w:t>
            </w:r>
            <w:r w:rsidRPr="00F370B6">
              <w:rPr>
                <w:rFonts w:ascii="Arial" w:hAnsi="Arial"/>
                <w:noProof w:val="0"/>
                <w:u w:val="single"/>
                <w:vertAlign w:val="subscript"/>
                <w:lang w:val="af-ZA"/>
              </w:rPr>
              <w:t>S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     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     N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 P 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I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P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   = 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>5 x 1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    4,6   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DC3526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= 1,087 Amp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Die primêre stroom.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 xml:space="preserve"> I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S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 =  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>N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>P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I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P        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N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S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I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P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  = 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>I</w:t>
            </w:r>
            <w:r w:rsidRPr="00F370B6">
              <w:rPr>
                <w:rFonts w:ascii="Arial" w:hAnsi="Arial"/>
                <w:noProof w:val="0"/>
                <w:u w:val="single"/>
                <w:vertAlign w:val="subscript"/>
                <w:lang w:val="af-ZA"/>
              </w:rPr>
              <w:t>S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 xml:space="preserve"> x N</w:t>
            </w:r>
            <w:r w:rsidRPr="00F370B6">
              <w:rPr>
                <w:rFonts w:ascii="Arial" w:hAnsi="Arial"/>
                <w:noProof w:val="0"/>
                <w:u w:val="single"/>
                <w:vertAlign w:val="subscript"/>
                <w:lang w:val="af-ZA"/>
              </w:rPr>
              <w:t>S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     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     N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 P 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I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P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    = </w:t>
            </w:r>
            <w:r w:rsidRPr="00F370B6">
              <w:rPr>
                <w:rFonts w:ascii="Arial" w:hAnsi="Arial"/>
                <w:noProof w:val="0"/>
                <w:u w:val="single"/>
                <w:lang w:val="af-ZA"/>
              </w:rPr>
              <w:t>5 x 1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          4,6   </w:t>
            </w:r>
          </w:p>
          <w:p w:rsidR="001245E1" w:rsidRPr="00F370B6" w:rsidRDefault="001245E1" w:rsidP="00CA3FB1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DC3526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noProof w:val="0"/>
                <w:sz w:val="24"/>
                <w:lang w:val="af-ZA"/>
              </w:rPr>
              <w:t xml:space="preserve">         = 1,087 Amp</w:t>
            </w:r>
            <w:r w:rsidR="001245E1" w:rsidRPr="00F370B6">
              <w:rPr>
                <w:noProof w:val="0"/>
                <w:sz w:val="24"/>
                <w:lang w:val="af-ZA"/>
              </w:rPr>
              <w:t xml:space="preserve"> </w:t>
            </w:r>
            <w:r w:rsidR="001245E1" w:rsidRPr="00F370B6">
              <w:rPr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CA3FB1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(3)</w:t>
            </w:r>
          </w:p>
        </w:tc>
      </w:tr>
      <w:tr w:rsidR="00F370B6" w:rsidRPr="00F370B6" w:rsidTr="00F370B6">
        <w:tc>
          <w:tcPr>
            <w:tcW w:w="709" w:type="dxa"/>
          </w:tcPr>
          <w:p w:rsidR="00F370B6" w:rsidRPr="00F370B6" w:rsidRDefault="00F370B6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F370B6" w:rsidRPr="00F370B6" w:rsidRDefault="00F370B6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F370B6" w:rsidRPr="00F370B6" w:rsidRDefault="00F370B6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9.4</w:t>
            </w:r>
          </w:p>
        </w:tc>
        <w:tc>
          <w:tcPr>
            <w:tcW w:w="8222" w:type="dxa"/>
            <w:gridSpan w:val="2"/>
          </w:tcPr>
          <w:p w:rsidR="001245E1" w:rsidRPr="00F370B6" w:rsidRDefault="00DC3526" w:rsidP="005553D3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Die transformator windings is nie elektries verbind nie</w:t>
            </w:r>
            <w:r w:rsidR="005553D3" w:rsidRPr="00F370B6">
              <w:rPr>
                <w:b w:val="0"/>
                <w:noProof w:val="0"/>
                <w:sz w:val="24"/>
                <w:lang w:val="af-ZA"/>
              </w:rPr>
              <w:t>, maar magneties verbind.</w:t>
            </w:r>
            <w:r w:rsidR="001245E1" w:rsidRPr="00F370B6">
              <w:rPr>
                <w:b w:val="0"/>
                <w:noProof w:val="0"/>
                <w:sz w:val="24"/>
                <w:lang w:val="af-ZA"/>
              </w:rPr>
              <w:t xml:space="preserve"> </w:t>
            </w:r>
            <w:r w:rsidR="001245E1"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F370B6" w:rsidRPr="00F370B6" w:rsidTr="00F370B6">
        <w:tc>
          <w:tcPr>
            <w:tcW w:w="709" w:type="dxa"/>
          </w:tcPr>
          <w:p w:rsidR="00F370B6" w:rsidRPr="00F370B6" w:rsidRDefault="00F370B6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F370B6" w:rsidRPr="00F370B6" w:rsidRDefault="00F370B6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F370B6" w:rsidRPr="00F370B6" w:rsidRDefault="00F370B6" w:rsidP="007F5083">
            <w:pPr>
              <w:jc w:val="right"/>
              <w:rPr>
                <w:rFonts w:ascii="Arial" w:hAnsi="Arial"/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[15]</w:t>
            </w:r>
          </w:p>
        </w:tc>
      </w:tr>
    </w:tbl>
    <w:p w:rsidR="00DF22B6" w:rsidRPr="00F370B6" w:rsidRDefault="00DF22B6">
      <w:pPr>
        <w:rPr>
          <w:noProof w:val="0"/>
          <w:lang w:val="af-ZA"/>
        </w:rPr>
      </w:pPr>
      <w:r w:rsidRPr="00F370B6">
        <w:rPr>
          <w:noProof w:val="0"/>
          <w:lang w:val="af-ZA"/>
        </w:rPr>
        <w:br w:type="page"/>
      </w:r>
    </w:p>
    <w:p w:rsidR="00DF22B6" w:rsidRPr="00F370B6" w:rsidRDefault="00DF22B6">
      <w:pPr>
        <w:rPr>
          <w:noProof w:val="0"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709"/>
        <w:gridCol w:w="992"/>
        <w:gridCol w:w="7230"/>
        <w:gridCol w:w="708"/>
      </w:tblGrid>
      <w:tr w:rsidR="001245E1" w:rsidRPr="00F370B6" w:rsidTr="00D61718">
        <w:tc>
          <w:tcPr>
            <w:tcW w:w="9639" w:type="dxa"/>
            <w:gridSpan w:val="4"/>
          </w:tcPr>
          <w:p w:rsidR="001245E1" w:rsidRPr="00F370B6" w:rsidRDefault="001245E1" w:rsidP="00D83549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 xml:space="preserve">VRAAG 10:  </w:t>
            </w:r>
            <w:r w:rsidR="0029465B">
              <w:rPr>
                <w:rFonts w:ascii="Arial" w:hAnsi="Arial"/>
                <w:b/>
                <w:noProof w:val="0"/>
                <w:lang w:val="af-ZA"/>
              </w:rPr>
              <w:t>KRAG</w:t>
            </w:r>
            <w:r w:rsidR="00D83549" w:rsidRPr="00F370B6">
              <w:rPr>
                <w:rFonts w:ascii="Arial" w:hAnsi="Arial"/>
                <w:b/>
                <w:noProof w:val="0"/>
                <w:lang w:val="af-ZA"/>
              </w:rPr>
              <w:t>BRONNE.</w:t>
            </w:r>
          </w:p>
        </w:tc>
      </w:tr>
      <w:tr w:rsidR="001245E1" w:rsidRPr="00F370B6" w:rsidTr="00D61718">
        <w:tc>
          <w:tcPr>
            <w:tcW w:w="9639" w:type="dxa"/>
            <w:gridSpan w:val="4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10.1</w:t>
            </w:r>
          </w:p>
        </w:tc>
        <w:tc>
          <w:tcPr>
            <w:tcW w:w="992" w:type="dxa"/>
          </w:tcPr>
          <w:p w:rsidR="001245E1" w:rsidRPr="00F370B6" w:rsidRDefault="001245E1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10.1.1</w:t>
            </w:r>
          </w:p>
        </w:tc>
        <w:tc>
          <w:tcPr>
            <w:tcW w:w="7230" w:type="dxa"/>
            <w:vAlign w:val="center"/>
          </w:tcPr>
          <w:p w:rsidR="001245E1" w:rsidRPr="00F370B6" w:rsidRDefault="001245E1" w:rsidP="00E51DF6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D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61718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</w:tcPr>
          <w:p w:rsidR="001245E1" w:rsidRPr="00F370B6" w:rsidRDefault="001245E1" w:rsidP="00CA3FB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</w:tcPr>
          <w:p w:rsidR="001245E1" w:rsidRPr="00F370B6" w:rsidRDefault="001245E1" w:rsidP="00D61718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10.1.2</w:t>
            </w:r>
          </w:p>
        </w:tc>
        <w:tc>
          <w:tcPr>
            <w:tcW w:w="7230" w:type="dxa"/>
            <w:vAlign w:val="center"/>
          </w:tcPr>
          <w:p w:rsidR="001245E1" w:rsidRPr="00F370B6" w:rsidRDefault="001245E1" w:rsidP="00E51DF6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A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61718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</w:tcPr>
          <w:p w:rsidR="001245E1" w:rsidRPr="00F370B6" w:rsidRDefault="001245E1" w:rsidP="00D61718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10.1.3</w:t>
            </w:r>
          </w:p>
        </w:tc>
        <w:tc>
          <w:tcPr>
            <w:tcW w:w="7230" w:type="dxa"/>
            <w:vAlign w:val="center"/>
          </w:tcPr>
          <w:p w:rsidR="001245E1" w:rsidRPr="00F370B6" w:rsidRDefault="001245E1" w:rsidP="00E51DF6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D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61718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</w:tcPr>
          <w:p w:rsidR="001245E1" w:rsidRPr="00F370B6" w:rsidRDefault="001245E1" w:rsidP="00D61718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10.1.4</w:t>
            </w:r>
          </w:p>
        </w:tc>
        <w:tc>
          <w:tcPr>
            <w:tcW w:w="7230" w:type="dxa"/>
            <w:vAlign w:val="center"/>
          </w:tcPr>
          <w:p w:rsidR="001245E1" w:rsidRPr="00F370B6" w:rsidRDefault="001245E1" w:rsidP="00E51DF6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A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</w:tcPr>
          <w:p w:rsidR="001245E1" w:rsidRPr="00F370B6" w:rsidRDefault="001245E1" w:rsidP="00D61718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10.1.5</w:t>
            </w:r>
          </w:p>
        </w:tc>
        <w:tc>
          <w:tcPr>
            <w:tcW w:w="7230" w:type="dxa"/>
            <w:vAlign w:val="center"/>
          </w:tcPr>
          <w:p w:rsidR="001245E1" w:rsidRPr="00F370B6" w:rsidRDefault="001245E1" w:rsidP="00E51DF6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C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DF22B6" w:rsidRPr="00F370B6" w:rsidTr="00D61718">
        <w:tc>
          <w:tcPr>
            <w:tcW w:w="709" w:type="dxa"/>
          </w:tcPr>
          <w:p w:rsidR="00DF22B6" w:rsidRPr="00F370B6" w:rsidRDefault="00DF22B6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</w:tcPr>
          <w:p w:rsidR="00DF22B6" w:rsidRPr="00F370B6" w:rsidRDefault="00DF22B6" w:rsidP="00D61718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vAlign w:val="center"/>
          </w:tcPr>
          <w:p w:rsidR="00DF22B6" w:rsidRPr="00F370B6" w:rsidRDefault="00DF22B6" w:rsidP="00E51DF6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DF22B6" w:rsidRPr="00F370B6" w:rsidRDefault="00DF22B6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10.2</w:t>
            </w:r>
          </w:p>
        </w:tc>
        <w:tc>
          <w:tcPr>
            <w:tcW w:w="8222" w:type="dxa"/>
            <w:gridSpan w:val="2"/>
            <w:vAlign w:val="center"/>
          </w:tcPr>
          <w:p w:rsidR="001245E1" w:rsidRPr="00F370B6" w:rsidRDefault="009D38A6" w:rsidP="00465F5F">
            <w:pPr>
              <w:pStyle w:val="ListParagraph"/>
              <w:numPr>
                <w:ilvl w:val="0"/>
                <w:numId w:val="4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Die eerste fase is die transformator, waar die w.s. hoof toevoer van 220 V verminder word na die vereiste lae spanning van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bv.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12 V.</w:t>
            </w:r>
            <w:r w:rsidR="0029465B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9D38A6" w:rsidP="00465F5F">
            <w:pPr>
              <w:pStyle w:val="ListParagraph"/>
              <w:numPr>
                <w:ilvl w:val="0"/>
                <w:numId w:val="4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Die tweede fase is waar die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pulserende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w.s. omgeskakel word</w:t>
            </w:r>
            <w:r w:rsidR="00B75925" w:rsidRPr="00F370B6">
              <w:rPr>
                <w:rFonts w:ascii="Arial" w:hAnsi="Arial"/>
                <w:noProof w:val="0"/>
                <w:lang w:val="af-ZA"/>
              </w:rPr>
              <w:t xml:space="preserve"> na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pulserende</w:t>
            </w:r>
            <w:r w:rsidR="00EE27F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gelykstroom.(g.s.) deur ŉ gel</w:t>
            </w:r>
            <w:r w:rsidR="0029465B">
              <w:rPr>
                <w:rFonts w:ascii="Arial" w:hAnsi="Arial"/>
                <w:noProof w:val="0"/>
                <w:lang w:val="af-ZA"/>
              </w:rPr>
              <w:t>ykrigter</w:t>
            </w:r>
            <w:r w:rsidRPr="00F370B6">
              <w:rPr>
                <w:rFonts w:ascii="Arial" w:hAnsi="Arial"/>
                <w:noProof w:val="0"/>
                <w:lang w:val="af-ZA"/>
              </w:rPr>
              <w:t>brug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>.</w:t>
            </w:r>
            <w:r w:rsidR="0029465B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9D38A6" w:rsidP="00465F5F">
            <w:pPr>
              <w:pStyle w:val="ListParagraph"/>
              <w:numPr>
                <w:ilvl w:val="0"/>
                <w:numId w:val="4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derde fase is waar die pulserende g.s. deur ŉ kapasitor</w:t>
            </w:r>
            <w:r w:rsidR="00EE27F1" w:rsidRPr="00F370B6">
              <w:rPr>
                <w:rFonts w:ascii="Arial" w:hAnsi="Arial"/>
                <w:noProof w:val="0"/>
                <w:lang w:val="af-ZA"/>
              </w:rPr>
              <w:t xml:space="preserve"> gelyk gemaak word.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EE27F1" w:rsidP="00EE27F1">
            <w:pPr>
              <w:pStyle w:val="ListParagraph"/>
              <w:numPr>
                <w:ilvl w:val="0"/>
                <w:numId w:val="4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Die finale fase is die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regulerings</w:t>
            </w:r>
            <w:r w:rsidRPr="00F370B6">
              <w:rPr>
                <w:rFonts w:ascii="Arial" w:hAnsi="Arial"/>
                <w:noProof w:val="0"/>
                <w:lang w:val="af-ZA"/>
              </w:rPr>
              <w:t>fase</w:t>
            </w:r>
            <w:r w:rsidR="00B75925" w:rsidRPr="00F370B6">
              <w:rPr>
                <w:rFonts w:ascii="Arial" w:hAnsi="Arial"/>
                <w:noProof w:val="0"/>
                <w:lang w:val="af-ZA"/>
              </w:rPr>
              <w:t>,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om die verlangde uitset stroom of spanning te verkry.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(4)</w:t>
            </w:r>
          </w:p>
        </w:tc>
      </w:tr>
      <w:tr w:rsidR="00DF22B6" w:rsidRPr="00F370B6" w:rsidTr="00DF22B6">
        <w:tc>
          <w:tcPr>
            <w:tcW w:w="709" w:type="dxa"/>
          </w:tcPr>
          <w:p w:rsidR="00DF22B6" w:rsidRPr="00F370B6" w:rsidRDefault="00DF22B6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DF22B6" w:rsidRPr="00F370B6" w:rsidRDefault="00DF22B6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DF22B6" w:rsidRPr="00F370B6" w:rsidRDefault="00DF22B6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10.3</w:t>
            </w:r>
          </w:p>
        </w:tc>
        <w:tc>
          <w:tcPr>
            <w:tcW w:w="8222" w:type="dxa"/>
            <w:gridSpan w:val="2"/>
            <w:vAlign w:val="center"/>
          </w:tcPr>
          <w:p w:rsidR="001245E1" w:rsidRPr="00F370B6" w:rsidRDefault="002A5E01" w:rsidP="00465F5F">
            <w:pPr>
              <w:pStyle w:val="ListParagraph"/>
              <w:numPr>
                <w:ilvl w:val="0"/>
                <w:numId w:val="15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Om gebruik te maak van beide half siklusse van die voorsiening, wo</w:t>
            </w:r>
            <w:r w:rsidR="00F370B6">
              <w:rPr>
                <w:rFonts w:ascii="Arial" w:hAnsi="Arial"/>
                <w:noProof w:val="0"/>
                <w:lang w:val="af-ZA"/>
              </w:rPr>
              <w:t>rd gebruik gemaak van ŉ volgolf</w:t>
            </w:r>
            <w:r w:rsidRPr="00F370B6">
              <w:rPr>
                <w:rFonts w:ascii="Arial" w:hAnsi="Arial"/>
                <w:noProof w:val="0"/>
                <w:lang w:val="af-ZA"/>
              </w:rPr>
              <w:t>gelykrigter.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A869AB" w:rsidP="00465F5F">
            <w:pPr>
              <w:pStyle w:val="ListParagraph"/>
              <w:numPr>
                <w:ilvl w:val="0"/>
                <w:numId w:val="15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twee diodes gelei</w:t>
            </w:r>
            <w:r w:rsidR="002A5E01" w:rsidRPr="00F370B6">
              <w:rPr>
                <w:rFonts w:ascii="Arial" w:hAnsi="Arial"/>
                <w:noProof w:val="0"/>
                <w:lang w:val="af-ZA"/>
              </w:rPr>
              <w:t xml:space="preserve">, gedurende elke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halwe</w:t>
            </w:r>
            <w:r w:rsidR="002A5E01" w:rsidRPr="00F370B6">
              <w:rPr>
                <w:rFonts w:ascii="Arial" w:hAnsi="Arial"/>
                <w:noProof w:val="0"/>
                <w:lang w:val="af-ZA"/>
              </w:rPr>
              <w:t xml:space="preserve"> siklus</w:t>
            </w:r>
            <w:r w:rsidRPr="00F370B6">
              <w:rPr>
                <w:rFonts w:ascii="Arial" w:hAnsi="Arial"/>
                <w:noProof w:val="0"/>
                <w:lang w:val="af-ZA"/>
              </w:rPr>
              <w:t>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465F5F">
            <w:pPr>
              <w:pStyle w:val="ListParagraph"/>
              <w:numPr>
                <w:ilvl w:val="0"/>
                <w:numId w:val="15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1 </w:t>
            </w:r>
            <w:r w:rsidR="00A869AB" w:rsidRPr="00F370B6">
              <w:rPr>
                <w:rFonts w:ascii="Arial" w:hAnsi="Arial"/>
                <w:noProof w:val="0"/>
                <w:vertAlign w:val="subscript"/>
                <w:lang w:val="af-ZA"/>
              </w:rPr>
              <w:t>en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D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4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diodes </w:t>
            </w:r>
            <w:r w:rsidR="00A869AB" w:rsidRPr="00F370B6">
              <w:rPr>
                <w:rFonts w:ascii="Arial" w:hAnsi="Arial"/>
                <w:noProof w:val="0"/>
                <w:lang w:val="af-ZA"/>
              </w:rPr>
              <w:t>gelei gedurende die positiewe half siklus.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245E1" w:rsidP="00465F5F">
            <w:pPr>
              <w:pStyle w:val="ListParagraph"/>
              <w:numPr>
                <w:ilvl w:val="0"/>
                <w:numId w:val="15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2 </w:t>
            </w:r>
            <w:r w:rsidR="00A869AB" w:rsidRPr="00F370B6">
              <w:rPr>
                <w:rFonts w:ascii="Arial" w:hAnsi="Arial"/>
                <w:noProof w:val="0"/>
                <w:vertAlign w:val="subscript"/>
                <w:lang w:val="af-ZA"/>
              </w:rPr>
              <w:t>en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D</w:t>
            </w:r>
            <w:r w:rsidRPr="00F370B6">
              <w:rPr>
                <w:rFonts w:ascii="Arial" w:hAnsi="Arial"/>
                <w:noProof w:val="0"/>
                <w:vertAlign w:val="subscript"/>
                <w:lang w:val="af-ZA"/>
              </w:rPr>
              <w:t xml:space="preserve">3 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A869AB" w:rsidRPr="00F370B6">
              <w:rPr>
                <w:rFonts w:ascii="Arial" w:hAnsi="Arial"/>
                <w:noProof w:val="0"/>
                <w:lang w:val="af-ZA"/>
              </w:rPr>
              <w:t>diodes gelei gedurende die negatiewe half siklus.</w:t>
            </w:r>
            <w:r w:rsidR="00A869AB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A869AB" w:rsidP="00465F5F">
            <w:pPr>
              <w:pStyle w:val="ListParagraph"/>
              <w:numPr>
                <w:ilvl w:val="0"/>
                <w:numId w:val="15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stroom deur die las vloei altyd in dieselfde rigting.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A869AB" w:rsidP="00465F5F">
            <w:pPr>
              <w:pStyle w:val="ListParagraph"/>
              <w:numPr>
                <w:ilvl w:val="0"/>
                <w:numId w:val="15"/>
              </w:numPr>
              <w:ind w:left="601" w:hanging="567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polariteit oor die las sal nooit verander nie.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A869AB" w:rsidP="00A869AB">
            <w:pPr>
              <w:pStyle w:val="ListParagraph"/>
              <w:numPr>
                <w:ilvl w:val="0"/>
                <w:numId w:val="15"/>
              </w:numPr>
              <w:ind w:left="601" w:hanging="567"/>
              <w:rPr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Die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pulserende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g.s. bestaan oor die las.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            </w:t>
            </w:r>
            <w:r w:rsidR="0061387C" w:rsidRPr="00F370B6">
              <w:rPr>
                <w:rFonts w:ascii="Arial" w:hAnsi="Arial"/>
                <w:noProof w:val="0"/>
                <w:lang w:val="af-ZA"/>
              </w:rPr>
              <w:t xml:space="preserve">    </w:t>
            </w:r>
            <w:r w:rsidR="00F370B6">
              <w:rPr>
                <w:rFonts w:ascii="Arial" w:hAnsi="Arial"/>
                <w:noProof w:val="0"/>
                <w:lang w:val="af-ZA"/>
              </w:rPr>
              <w:t xml:space="preserve">  </w:t>
            </w:r>
            <w:r w:rsidR="0061387C" w:rsidRPr="00F370B6">
              <w:rPr>
                <w:rFonts w:ascii="Arial" w:hAnsi="Arial"/>
                <w:noProof w:val="0"/>
                <w:lang w:val="af-ZA"/>
              </w:rPr>
              <w:t xml:space="preserve">  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(</w:t>
            </w:r>
            <w:r w:rsidRPr="00F370B6">
              <w:rPr>
                <w:rFonts w:ascii="Arial" w:hAnsi="Arial"/>
                <w:noProof w:val="0"/>
                <w:lang w:val="af-ZA"/>
              </w:rPr>
              <w:t>Enige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6)</w:t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(6)</w:t>
            </w:r>
          </w:p>
        </w:tc>
      </w:tr>
      <w:tr w:rsidR="00F370B6" w:rsidRPr="00F370B6" w:rsidTr="00F370B6">
        <w:tc>
          <w:tcPr>
            <w:tcW w:w="709" w:type="dxa"/>
          </w:tcPr>
          <w:p w:rsidR="00F370B6" w:rsidRPr="00F370B6" w:rsidRDefault="00F370B6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F370B6" w:rsidRPr="00F370B6" w:rsidRDefault="00F370B6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F370B6" w:rsidRPr="00F370B6" w:rsidRDefault="00F370B6" w:rsidP="007F5083">
            <w:pPr>
              <w:jc w:val="right"/>
              <w:rPr>
                <w:rFonts w:ascii="Arial" w:hAnsi="Arial"/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[15]</w:t>
            </w:r>
          </w:p>
        </w:tc>
      </w:tr>
      <w:tr w:rsidR="00F370B6" w:rsidRPr="00F370B6" w:rsidTr="00F370B6">
        <w:tc>
          <w:tcPr>
            <w:tcW w:w="709" w:type="dxa"/>
          </w:tcPr>
          <w:p w:rsidR="00F370B6" w:rsidRPr="00F370B6" w:rsidRDefault="00F370B6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F370B6" w:rsidRPr="00F370B6" w:rsidRDefault="00F370B6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F370B6" w:rsidRPr="00F370B6" w:rsidRDefault="00F370B6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8931" w:type="dxa"/>
            <w:gridSpan w:val="3"/>
          </w:tcPr>
          <w:p w:rsidR="001245E1" w:rsidRPr="00F370B6" w:rsidRDefault="00DF22B6" w:rsidP="00D83549">
            <w:pPr>
              <w:pStyle w:val="BodyText"/>
              <w:rPr>
                <w:noProof w:val="0"/>
                <w:sz w:val="24"/>
                <w:lang w:val="af-ZA"/>
              </w:rPr>
            </w:pPr>
            <w:r w:rsidRPr="00F370B6">
              <w:rPr>
                <w:noProof w:val="0"/>
                <w:sz w:val="24"/>
                <w:lang w:val="af-ZA"/>
              </w:rPr>
              <w:t>VRAAG 11</w:t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F370B6" w:rsidRPr="00F370B6" w:rsidTr="00F370B6">
        <w:tc>
          <w:tcPr>
            <w:tcW w:w="709" w:type="dxa"/>
          </w:tcPr>
          <w:p w:rsidR="00F370B6" w:rsidRPr="00F370B6" w:rsidRDefault="00F370B6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F370B6" w:rsidRPr="00F370B6" w:rsidRDefault="00F370B6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F370B6" w:rsidRPr="00F370B6" w:rsidRDefault="00F370B6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11.1</w:t>
            </w:r>
          </w:p>
        </w:tc>
        <w:tc>
          <w:tcPr>
            <w:tcW w:w="8222" w:type="dxa"/>
            <w:gridSpan w:val="2"/>
            <w:vAlign w:val="center"/>
          </w:tcPr>
          <w:p w:rsidR="001245E1" w:rsidRPr="00F370B6" w:rsidRDefault="009052AB" w:rsidP="00AF3D4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Die term </w:t>
            </w:r>
            <w:r w:rsidR="00AF3D41" w:rsidRPr="00F370B6">
              <w:rPr>
                <w:b w:val="0"/>
                <w:noProof w:val="0"/>
                <w:sz w:val="24"/>
                <w:lang w:val="af-ZA"/>
              </w:rPr>
              <w:t>logika hek</w:t>
            </w:r>
            <w:r w:rsidR="00B75925" w:rsidRPr="00F370B6">
              <w:rPr>
                <w:b w:val="0"/>
                <w:noProof w:val="0"/>
                <w:sz w:val="24"/>
                <w:lang w:val="af-ZA"/>
              </w:rPr>
              <w:t>,</w:t>
            </w:r>
            <w:r w:rsidR="00AF3D41" w:rsidRPr="00F370B6">
              <w:rPr>
                <w:b w:val="0"/>
                <w:noProof w:val="0"/>
                <w:sz w:val="24"/>
                <w:lang w:val="af-ZA"/>
              </w:rPr>
              <w:t xml:space="preserve"> beteken ŉ kring met een of meer insette en slegs een uitset.</w:t>
            </w:r>
            <w:r w:rsidR="001245E1" w:rsidRPr="00F370B6">
              <w:rPr>
                <w:b w:val="0"/>
                <w:noProof w:val="0"/>
                <w:sz w:val="24"/>
                <w:lang w:val="af-ZA"/>
              </w:rPr>
              <w:t xml:space="preserve"> </w:t>
            </w:r>
            <w:r w:rsidR="001245E1"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(0)</w:t>
            </w:r>
          </w:p>
        </w:tc>
      </w:tr>
      <w:tr w:rsidR="00F370B6" w:rsidRPr="00F370B6" w:rsidTr="00F370B6">
        <w:tc>
          <w:tcPr>
            <w:tcW w:w="709" w:type="dxa"/>
          </w:tcPr>
          <w:p w:rsidR="00F370B6" w:rsidRPr="00F370B6" w:rsidRDefault="00F370B6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F370B6" w:rsidRPr="00F370B6" w:rsidRDefault="00F370B6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F370B6" w:rsidRPr="00F370B6" w:rsidRDefault="00F370B6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11.2</w:t>
            </w:r>
          </w:p>
        </w:tc>
        <w:tc>
          <w:tcPr>
            <w:tcW w:w="8222" w:type="dxa"/>
            <w:gridSpan w:val="2"/>
            <w:vAlign w:val="center"/>
          </w:tcPr>
          <w:p w:rsidR="001245E1" w:rsidRPr="00F370B6" w:rsidRDefault="00AF3D41" w:rsidP="00465F5F">
            <w:pPr>
              <w:pStyle w:val="ListParagraph"/>
              <w:numPr>
                <w:ilvl w:val="0"/>
                <w:numId w:val="15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EN hek kring.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AF3D41" w:rsidP="00465F5F">
            <w:pPr>
              <w:pStyle w:val="ListParagraph"/>
              <w:numPr>
                <w:ilvl w:val="0"/>
                <w:numId w:val="15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OF hek kring.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AF3D41" w:rsidP="00AF3D41">
            <w:pPr>
              <w:pStyle w:val="ListParagraph"/>
              <w:numPr>
                <w:ilvl w:val="0"/>
                <w:numId w:val="15"/>
              </w:numPr>
              <w:ind w:left="459" w:hanging="425"/>
              <w:rPr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Nie hek kring.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3145B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(3)</w:t>
            </w:r>
          </w:p>
        </w:tc>
      </w:tr>
      <w:tr w:rsidR="00F370B6" w:rsidRPr="00F370B6" w:rsidTr="00F370B6">
        <w:tc>
          <w:tcPr>
            <w:tcW w:w="709" w:type="dxa"/>
          </w:tcPr>
          <w:p w:rsidR="00F370B6" w:rsidRPr="00F370B6" w:rsidRDefault="00F370B6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F370B6" w:rsidRPr="00F370B6" w:rsidRDefault="00F370B6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F370B6" w:rsidRPr="00F370B6" w:rsidRDefault="00F370B6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11.3</w:t>
            </w:r>
          </w:p>
        </w:tc>
        <w:tc>
          <w:tcPr>
            <w:tcW w:w="8222" w:type="dxa"/>
            <w:gridSpan w:val="2"/>
            <w:vAlign w:val="center"/>
          </w:tcPr>
          <w:p w:rsidR="001245E1" w:rsidRPr="00F370B6" w:rsidRDefault="00B75925" w:rsidP="00465F5F">
            <w:pPr>
              <w:pStyle w:val="ListParagraph"/>
              <w:numPr>
                <w:ilvl w:val="0"/>
                <w:numId w:val="15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logiese diagram van ŉ OF h</w:t>
            </w:r>
            <w:r w:rsidR="00AF3D41" w:rsidRPr="00F370B6">
              <w:rPr>
                <w:rFonts w:ascii="Arial" w:hAnsi="Arial"/>
                <w:noProof w:val="0"/>
                <w:lang w:val="af-ZA"/>
              </w:rPr>
              <w:t>ek met: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AF3D41" w:rsidP="00465F5F">
            <w:pPr>
              <w:pStyle w:val="ListParagraph"/>
              <w:numPr>
                <w:ilvl w:val="0"/>
                <w:numId w:val="15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Drie OF hekke.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AF3D41" w:rsidP="00465F5F">
            <w:pPr>
              <w:pStyle w:val="ListParagraph"/>
              <w:numPr>
                <w:ilvl w:val="0"/>
                <w:numId w:val="15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Verbind aan mekaar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AF3D41" w:rsidP="00F370B6">
            <w:pPr>
              <w:pStyle w:val="ListParagraph"/>
              <w:numPr>
                <w:ilvl w:val="0"/>
                <w:numId w:val="15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O</w:t>
            </w:r>
            <w:r w:rsidR="00F370B6">
              <w:rPr>
                <w:rFonts w:ascii="Arial" w:hAnsi="Arial"/>
                <w:noProof w:val="0"/>
                <w:lang w:val="af-ZA"/>
              </w:rPr>
              <w:t>m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ŉ vier inset OF hek te vorm.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3145B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(4)</w:t>
            </w:r>
          </w:p>
        </w:tc>
      </w:tr>
    </w:tbl>
    <w:p w:rsidR="001245E1" w:rsidRPr="00F370B6" w:rsidRDefault="001245E1">
      <w:pPr>
        <w:rPr>
          <w:noProof w:val="0"/>
          <w:lang w:val="af-ZA"/>
        </w:rPr>
      </w:pPr>
    </w:p>
    <w:p w:rsidR="001245E1" w:rsidRPr="00F370B6" w:rsidRDefault="001245E1">
      <w:pPr>
        <w:rPr>
          <w:noProof w:val="0"/>
          <w:lang w:val="af-ZA"/>
        </w:rPr>
      </w:pPr>
      <w:r w:rsidRPr="00F370B6">
        <w:rPr>
          <w:noProof w:val="0"/>
          <w:lang w:val="af-ZA"/>
        </w:rPr>
        <w:br w:type="page"/>
      </w:r>
    </w:p>
    <w:p w:rsidR="001245E1" w:rsidRPr="00F370B6" w:rsidRDefault="001245E1">
      <w:pPr>
        <w:rPr>
          <w:noProof w:val="0"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709"/>
        <w:gridCol w:w="992"/>
        <w:gridCol w:w="652"/>
        <w:gridCol w:w="1644"/>
        <w:gridCol w:w="1645"/>
        <w:gridCol w:w="1644"/>
        <w:gridCol w:w="1645"/>
        <w:gridCol w:w="708"/>
      </w:tblGrid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11.4</w:t>
            </w:r>
          </w:p>
        </w:tc>
        <w:tc>
          <w:tcPr>
            <w:tcW w:w="8222" w:type="dxa"/>
            <w:gridSpan w:val="6"/>
            <w:vAlign w:val="center"/>
          </w:tcPr>
          <w:p w:rsidR="001245E1" w:rsidRPr="00F370B6" w:rsidRDefault="00AF3D41" w:rsidP="00034851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Deur toe</w:t>
            </w:r>
            <w:r w:rsidR="00B75925" w:rsidRPr="00F370B6">
              <w:rPr>
                <w:b w:val="0"/>
                <w:noProof w:val="0"/>
                <w:sz w:val="24"/>
                <w:lang w:val="af-ZA"/>
              </w:rPr>
              <w:t>,</w:t>
            </w:r>
            <w:r w:rsidRPr="00F370B6">
              <w:rPr>
                <w:b w:val="0"/>
                <w:noProof w:val="0"/>
                <w:sz w:val="24"/>
                <w:lang w:val="af-ZA"/>
              </w:rPr>
              <w:t xml:space="preserve"> word aangedui deur ŉ ”0”. Deur oop</w:t>
            </w:r>
            <w:r w:rsidR="00B75925" w:rsidRPr="00F370B6">
              <w:rPr>
                <w:b w:val="0"/>
                <w:noProof w:val="0"/>
                <w:sz w:val="24"/>
                <w:lang w:val="af-ZA"/>
              </w:rPr>
              <w:t>,</w:t>
            </w:r>
            <w:r w:rsidRPr="00F370B6">
              <w:rPr>
                <w:b w:val="0"/>
                <w:noProof w:val="0"/>
                <w:sz w:val="24"/>
                <w:lang w:val="af-ZA"/>
              </w:rPr>
              <w:t xml:space="preserve"> word aangedui deur “1”. Alarm </w:t>
            </w:r>
            <w:r w:rsidR="005323CF" w:rsidRPr="00F370B6">
              <w:rPr>
                <w:b w:val="0"/>
                <w:noProof w:val="0"/>
                <w:sz w:val="24"/>
                <w:lang w:val="af-ZA"/>
              </w:rPr>
              <w:t>af</w:t>
            </w:r>
            <w:r w:rsidR="00034851" w:rsidRPr="00F370B6">
              <w:rPr>
                <w:b w:val="0"/>
                <w:noProof w:val="0"/>
                <w:sz w:val="24"/>
                <w:lang w:val="af-ZA"/>
              </w:rPr>
              <w:t xml:space="preserve">, </w:t>
            </w:r>
            <w:r w:rsidR="005323CF" w:rsidRPr="00F370B6">
              <w:rPr>
                <w:b w:val="0"/>
                <w:noProof w:val="0"/>
                <w:sz w:val="24"/>
                <w:lang w:val="af-ZA"/>
              </w:rPr>
              <w:t>word aangedui deur ŉ “0” en alarm aan</w:t>
            </w:r>
            <w:r w:rsidR="00034851" w:rsidRPr="00F370B6">
              <w:rPr>
                <w:b w:val="0"/>
                <w:noProof w:val="0"/>
                <w:sz w:val="24"/>
                <w:lang w:val="af-ZA"/>
              </w:rPr>
              <w:t>,</w:t>
            </w:r>
            <w:r w:rsidR="00F370B6">
              <w:rPr>
                <w:b w:val="0"/>
                <w:noProof w:val="0"/>
                <w:sz w:val="24"/>
                <w:lang w:val="af-ZA"/>
              </w:rPr>
              <w:t xml:space="preserve"> </w:t>
            </w:r>
            <w:r w:rsidR="00034851" w:rsidRPr="00F370B6">
              <w:rPr>
                <w:b w:val="0"/>
                <w:noProof w:val="0"/>
                <w:sz w:val="24"/>
                <w:lang w:val="af-ZA"/>
              </w:rPr>
              <w:t>word aangedui</w:t>
            </w:r>
            <w:r w:rsidR="005323CF" w:rsidRPr="00F370B6">
              <w:rPr>
                <w:b w:val="0"/>
                <w:noProof w:val="0"/>
                <w:sz w:val="24"/>
                <w:lang w:val="af-ZA"/>
              </w:rPr>
              <w:t xml:space="preserve"> deur ŉ “1”.</w:t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3145B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(7)</w:t>
            </w:r>
          </w:p>
        </w:tc>
      </w:tr>
      <w:tr w:rsidR="001245E1" w:rsidRPr="00F370B6" w:rsidTr="003145B7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  <w:vAlign w:val="center"/>
          </w:tcPr>
          <w:p w:rsidR="001245E1" w:rsidRPr="00F370B6" w:rsidRDefault="001245E1" w:rsidP="003145B7">
            <w:pPr>
              <w:pStyle w:val="BodyText"/>
              <w:rPr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3145B7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034851" w:rsidP="00034851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Deu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>r A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03485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Deu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>r B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03485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Deu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>r C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03485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Deu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>r D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Alarm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</w:t>
            </w:r>
            <w:r w:rsidR="0061387C" w:rsidRPr="00F370B6">
              <w:rPr>
                <w:rFonts w:ascii="Arial" w:hAnsi="Arial"/>
                <w:noProof w:val="0"/>
                <w:lang w:val="af-ZA"/>
              </w:rPr>
              <w:t xml:space="preserve">  </w:t>
            </w: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  <w:r w:rsidR="0061387C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1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61387C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0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  <w:tcBorders>
              <w:right w:val="single" w:sz="4" w:space="0" w:color="auto"/>
            </w:tcBorders>
          </w:tcPr>
          <w:p w:rsidR="001245E1" w:rsidRPr="00F370B6" w:rsidRDefault="001245E1" w:rsidP="003145B7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   1</w:t>
            </w:r>
            <w:r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E1" w:rsidRPr="00F370B6" w:rsidRDefault="001245E1" w:rsidP="00A83E06">
            <w:pPr>
              <w:jc w:val="center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:rsidR="001245E1" w:rsidRPr="00F370B6" w:rsidRDefault="001245E1" w:rsidP="003145B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3145B7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  <w:vAlign w:val="center"/>
          </w:tcPr>
          <w:p w:rsidR="001245E1" w:rsidRPr="00F370B6" w:rsidRDefault="001245E1" w:rsidP="003145B7">
            <w:pPr>
              <w:pStyle w:val="BodyText"/>
              <w:rPr>
                <w:noProof w:val="0"/>
                <w:sz w:val="24"/>
                <w:lang w:val="af-ZA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1245E1" w:rsidRPr="00F370B6" w:rsidRDefault="001245E1" w:rsidP="003145B7">
            <w:pPr>
              <w:pStyle w:val="BodyText"/>
              <w:rPr>
                <w:noProof w:val="0"/>
                <w:sz w:val="24"/>
                <w:lang w:val="af-ZA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vAlign w:val="center"/>
          </w:tcPr>
          <w:p w:rsidR="001245E1" w:rsidRPr="00F370B6" w:rsidRDefault="001245E1" w:rsidP="003145B7">
            <w:pPr>
              <w:pStyle w:val="BodyText"/>
              <w:rPr>
                <w:noProof w:val="0"/>
                <w:sz w:val="24"/>
                <w:lang w:val="af-ZA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1245E1" w:rsidRPr="00F370B6" w:rsidRDefault="001245E1" w:rsidP="003145B7">
            <w:pPr>
              <w:pStyle w:val="BodyText"/>
              <w:rPr>
                <w:noProof w:val="0"/>
                <w:sz w:val="24"/>
                <w:lang w:val="af-ZA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vAlign w:val="center"/>
          </w:tcPr>
          <w:p w:rsidR="001245E1" w:rsidRPr="00F370B6" w:rsidRDefault="001245E1" w:rsidP="003145B7">
            <w:pPr>
              <w:pStyle w:val="BodyText"/>
              <w:rPr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8D4947">
            <w:pPr>
              <w:pStyle w:val="BodyText"/>
              <w:rPr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11.5</w:t>
            </w:r>
          </w:p>
        </w:tc>
        <w:tc>
          <w:tcPr>
            <w:tcW w:w="992" w:type="dxa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11.5.1</w:t>
            </w: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3145B7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A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3145B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D61718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11.5.2</w:t>
            </w: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3145B7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Y+X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3145B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D61718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11.5.3</w:t>
            </w: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3145B7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3145B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D61718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11.5.4</w:t>
            </w: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3145B7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X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3145B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D61718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11.5.5</w:t>
            </w: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3145B7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0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3145B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3145B7">
            <w:pPr>
              <w:jc w:val="right"/>
              <w:rPr>
                <w:rFonts w:ascii="Arial" w:hAnsi="Arial"/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[20]</w:t>
            </w: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8931" w:type="dxa"/>
            <w:gridSpan w:val="7"/>
          </w:tcPr>
          <w:p w:rsidR="001245E1" w:rsidRPr="00F370B6" w:rsidRDefault="001245E1" w:rsidP="00E523A4">
            <w:pPr>
              <w:pStyle w:val="BodyText"/>
              <w:rPr>
                <w:noProof w:val="0"/>
                <w:sz w:val="24"/>
                <w:lang w:val="af-ZA"/>
              </w:rPr>
            </w:pPr>
            <w:r w:rsidRPr="00F370B6">
              <w:rPr>
                <w:noProof w:val="0"/>
                <w:sz w:val="24"/>
                <w:lang w:val="af-ZA"/>
              </w:rPr>
              <w:t xml:space="preserve">VRAAG 12: </w:t>
            </w:r>
            <w:r w:rsidR="00D83549" w:rsidRPr="00F370B6">
              <w:rPr>
                <w:noProof w:val="0"/>
                <w:sz w:val="24"/>
                <w:lang w:val="af-ZA"/>
              </w:rPr>
              <w:t xml:space="preserve"> BESKERM</w:t>
            </w:r>
            <w:r w:rsidR="00E523A4">
              <w:rPr>
                <w:noProof w:val="0"/>
                <w:sz w:val="24"/>
                <w:lang w:val="af-ZA"/>
              </w:rPr>
              <w:t>INGS</w:t>
            </w:r>
            <w:r w:rsidR="00D83549" w:rsidRPr="00F370B6">
              <w:rPr>
                <w:noProof w:val="0"/>
                <w:sz w:val="24"/>
                <w:lang w:val="af-ZA"/>
              </w:rPr>
              <w:t>TOESTELLE.</w:t>
            </w:r>
            <w:r w:rsidRPr="00F370B6">
              <w:rPr>
                <w:noProof w:val="0"/>
                <w:sz w:val="24"/>
                <w:lang w:val="af-ZA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931F82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54ADA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12.1</w:t>
            </w:r>
          </w:p>
        </w:tc>
        <w:tc>
          <w:tcPr>
            <w:tcW w:w="992" w:type="dxa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12.1.1</w:t>
            </w: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29465B" w:rsidP="00465F5F">
            <w:pPr>
              <w:pStyle w:val="ListParagraph"/>
              <w:numPr>
                <w:ilvl w:val="0"/>
                <w:numId w:val="16"/>
              </w:numPr>
              <w:ind w:left="318" w:hanging="426"/>
              <w:rPr>
                <w:rFonts w:ascii="Arial" w:hAnsi="Arial"/>
                <w:noProof w:val="0"/>
                <w:lang w:val="af-ZA"/>
              </w:rPr>
            </w:pPr>
            <w:r>
              <w:rPr>
                <w:rFonts w:ascii="Arial" w:hAnsi="Arial"/>
                <w:noProof w:val="0"/>
                <w:lang w:val="af-ZA"/>
              </w:rPr>
              <w:t>Beskermings</w:t>
            </w:r>
            <w:r w:rsidR="00E00276" w:rsidRPr="00F370B6">
              <w:rPr>
                <w:rFonts w:ascii="Arial" w:hAnsi="Arial"/>
                <w:noProof w:val="0"/>
                <w:lang w:val="af-ZA"/>
              </w:rPr>
              <w:t>toestelle</w:t>
            </w:r>
            <w:r w:rsidR="00034851" w:rsidRPr="00F370B6">
              <w:rPr>
                <w:rFonts w:ascii="Arial" w:hAnsi="Arial"/>
                <w:noProof w:val="0"/>
                <w:lang w:val="af-ZA"/>
              </w:rPr>
              <w:t>,</w:t>
            </w:r>
            <w:r w:rsidR="00E00276" w:rsidRPr="00F370B6">
              <w:rPr>
                <w:rFonts w:ascii="Arial" w:hAnsi="Arial"/>
                <w:noProof w:val="0"/>
                <w:lang w:val="af-ZA"/>
              </w:rPr>
              <w:t xml:space="preserve"> wat </w:t>
            </w:r>
            <w:r w:rsidR="00034851" w:rsidRPr="00F370B6">
              <w:rPr>
                <w:rFonts w:ascii="Arial" w:hAnsi="Arial"/>
                <w:noProof w:val="0"/>
                <w:lang w:val="af-ZA"/>
              </w:rPr>
              <w:t>elektriese toerus</w:t>
            </w:r>
            <w:r w:rsidR="0088220A" w:rsidRPr="00F370B6">
              <w:rPr>
                <w:rFonts w:ascii="Arial" w:hAnsi="Arial"/>
                <w:noProof w:val="0"/>
                <w:lang w:val="af-ZA"/>
              </w:rPr>
              <w:t>ting</w:t>
            </w:r>
            <w:r w:rsidR="00E00276" w:rsidRPr="00F370B6">
              <w:rPr>
                <w:rFonts w:ascii="Arial" w:hAnsi="Arial"/>
                <w:noProof w:val="0"/>
                <w:lang w:val="af-ZA"/>
              </w:rPr>
              <w:t xml:space="preserve"> beskerm teen beskadiging</w:t>
            </w:r>
            <w:r w:rsidR="00034851" w:rsidRPr="00F370B6">
              <w:rPr>
                <w:rFonts w:ascii="Arial" w:hAnsi="Arial"/>
                <w:noProof w:val="0"/>
                <w:lang w:val="af-ZA"/>
              </w:rPr>
              <w:t>,</w:t>
            </w:r>
            <w:r w:rsidR="00E00276" w:rsidRPr="00F370B6">
              <w:rPr>
                <w:rFonts w:ascii="Arial" w:hAnsi="Arial"/>
                <w:noProof w:val="0"/>
                <w:lang w:val="af-ZA"/>
              </w:rPr>
              <w:t xml:space="preserve"> in foutiewe toestande.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29465B" w:rsidP="00DF22B6">
            <w:pPr>
              <w:pStyle w:val="ListParagraph"/>
              <w:numPr>
                <w:ilvl w:val="0"/>
                <w:numId w:val="16"/>
              </w:numPr>
              <w:ind w:left="318" w:hanging="426"/>
              <w:rPr>
                <w:rFonts w:ascii="Arial" w:hAnsi="Arial"/>
                <w:noProof w:val="0"/>
                <w:lang w:val="af-ZA"/>
              </w:rPr>
            </w:pPr>
            <w:r>
              <w:rPr>
                <w:rFonts w:ascii="Arial" w:hAnsi="Arial"/>
                <w:noProof w:val="0"/>
                <w:lang w:val="af-ZA"/>
              </w:rPr>
              <w:t>Beskermings</w:t>
            </w:r>
            <w:r w:rsidR="00E00276" w:rsidRPr="00F370B6">
              <w:rPr>
                <w:rFonts w:ascii="Arial" w:hAnsi="Arial"/>
                <w:noProof w:val="0"/>
                <w:lang w:val="af-ZA"/>
              </w:rPr>
              <w:t>toestelle</w:t>
            </w:r>
            <w:r w:rsidR="00034851" w:rsidRPr="00F370B6">
              <w:rPr>
                <w:rFonts w:ascii="Arial" w:hAnsi="Arial"/>
                <w:noProof w:val="0"/>
                <w:lang w:val="af-ZA"/>
              </w:rPr>
              <w:t>,</w:t>
            </w:r>
            <w:r w:rsidR="00E00276" w:rsidRPr="00F370B6">
              <w:rPr>
                <w:rFonts w:ascii="Arial" w:hAnsi="Arial"/>
                <w:noProof w:val="0"/>
                <w:lang w:val="af-ZA"/>
              </w:rPr>
              <w:t xml:space="preserve"> wat die operat</w:t>
            </w:r>
            <w:r w:rsidR="0088220A" w:rsidRPr="00F370B6">
              <w:rPr>
                <w:rFonts w:ascii="Arial" w:hAnsi="Arial"/>
                <w:noProof w:val="0"/>
                <w:lang w:val="af-ZA"/>
              </w:rPr>
              <w:t>eur van die elektriese toerusting</w:t>
            </w:r>
            <w:r w:rsidR="00E00276" w:rsidRPr="00F370B6">
              <w:rPr>
                <w:rFonts w:ascii="Arial" w:hAnsi="Arial"/>
                <w:noProof w:val="0"/>
                <w:lang w:val="af-ZA"/>
              </w:rPr>
              <w:t xml:space="preserve"> beskerm.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                   </w:t>
            </w:r>
            <w:r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                       (</w:t>
            </w:r>
            <w:r w:rsidR="00E00276" w:rsidRPr="00F370B6">
              <w:rPr>
                <w:rFonts w:ascii="Arial" w:hAnsi="Arial"/>
                <w:noProof w:val="0"/>
                <w:lang w:val="af-ZA"/>
              </w:rPr>
              <w:t>Enige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1)</w:t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3145B7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1245E1" w:rsidRPr="00F370B6" w:rsidTr="00D54ADA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1245E1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54ADA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12.1.2</w:t>
            </w:r>
          </w:p>
        </w:tc>
        <w:tc>
          <w:tcPr>
            <w:tcW w:w="7230" w:type="dxa"/>
            <w:gridSpan w:val="5"/>
            <w:vAlign w:val="center"/>
          </w:tcPr>
          <w:p w:rsidR="001245E1" w:rsidRPr="00F370B6" w:rsidRDefault="003773EA" w:rsidP="00D54AD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Beskermin</w:t>
            </w:r>
            <w:r w:rsidR="0088220A" w:rsidRPr="00F370B6">
              <w:rPr>
                <w:rFonts w:ascii="Arial" w:hAnsi="Arial"/>
                <w:noProof w:val="0"/>
                <w:lang w:val="af-ZA"/>
              </w:rPr>
              <w:t>gstoestelle wat elektriese toerusting sal beskerm:</w:t>
            </w:r>
          </w:p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61387C" w:rsidP="00465F5F">
            <w:pPr>
              <w:pStyle w:val="ListParagraph"/>
              <w:numPr>
                <w:ilvl w:val="0"/>
                <w:numId w:val="17"/>
              </w:num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Smelt</w:t>
            </w:r>
            <w:r w:rsidR="0088220A" w:rsidRPr="00F370B6">
              <w:rPr>
                <w:rFonts w:ascii="Arial" w:hAnsi="Arial"/>
                <w:noProof w:val="0"/>
                <w:lang w:val="af-ZA"/>
              </w:rPr>
              <w:t>dra</w:t>
            </w:r>
            <w:r w:rsidRPr="00F370B6">
              <w:rPr>
                <w:rFonts w:ascii="Arial" w:hAnsi="Arial"/>
                <w:noProof w:val="0"/>
                <w:lang w:val="af-ZA"/>
              </w:rPr>
              <w:t>de</w:t>
            </w:r>
            <w:r w:rsidR="0088220A" w:rsidRPr="00F370B6">
              <w:rPr>
                <w:rFonts w:ascii="Arial" w:hAnsi="Arial"/>
                <w:noProof w:val="0"/>
                <w:lang w:val="af-ZA"/>
              </w:rPr>
              <w:t>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88220A" w:rsidP="00465F5F">
            <w:pPr>
              <w:pStyle w:val="ListParagraph"/>
              <w:numPr>
                <w:ilvl w:val="0"/>
                <w:numId w:val="17"/>
              </w:num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Kring brekers.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034851" w:rsidP="00465F5F">
            <w:pPr>
              <w:pStyle w:val="ListParagraph"/>
              <w:numPr>
                <w:ilvl w:val="0"/>
                <w:numId w:val="17"/>
              </w:numPr>
              <w:rPr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Oo</w:t>
            </w:r>
            <w:r w:rsidR="0088220A" w:rsidRPr="00F370B6">
              <w:rPr>
                <w:rFonts w:ascii="Arial" w:hAnsi="Arial"/>
                <w:noProof w:val="0"/>
                <w:lang w:val="af-ZA"/>
              </w:rPr>
              <w:t>rlas relês.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88220A" w:rsidP="00D54AD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Beskermingstoestelle wat die operateur sal beskerm:</w:t>
            </w:r>
          </w:p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88220A" w:rsidP="00465F5F">
            <w:pPr>
              <w:pStyle w:val="ListParagraph"/>
              <w:numPr>
                <w:ilvl w:val="0"/>
                <w:numId w:val="18"/>
              </w:num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Aan/afskakel knoppe.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E10707" w:rsidP="00465F5F">
            <w:pPr>
              <w:pStyle w:val="ListParagraph"/>
              <w:numPr>
                <w:ilvl w:val="0"/>
                <w:numId w:val="18"/>
              </w:num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Nul-volt-relês.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E10707" w:rsidP="0061387C">
            <w:pPr>
              <w:pStyle w:val="ListParagraph"/>
              <w:numPr>
                <w:ilvl w:val="0"/>
                <w:numId w:val="18"/>
              </w:numPr>
              <w:rPr>
                <w:rFonts w:ascii="Arial" w:hAnsi="Arial"/>
                <w:noProof w:val="0"/>
                <w:sz w:val="28"/>
                <w:szCs w:val="28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Aard-lek- relês.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noProof w:val="0"/>
                <w:lang w:val="af-ZA"/>
              </w:rPr>
              <w:sym w:font="Wingdings" w:char="F0FC"/>
            </w:r>
            <w:r w:rsidR="00C157CF" w:rsidRPr="00F370B6">
              <w:rPr>
                <w:noProof w:val="0"/>
                <w:lang w:val="af-ZA"/>
              </w:rPr>
              <w:t xml:space="preserve">                                                                   </w:t>
            </w:r>
          </w:p>
        </w:tc>
        <w:tc>
          <w:tcPr>
            <w:tcW w:w="708" w:type="dxa"/>
            <w:vAlign w:val="bottom"/>
          </w:tcPr>
          <w:p w:rsidR="001245E1" w:rsidRPr="00F370B6" w:rsidRDefault="00C157CF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(3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>)</w:t>
            </w:r>
          </w:p>
        </w:tc>
      </w:tr>
    </w:tbl>
    <w:p w:rsidR="001245E1" w:rsidRPr="00F370B6" w:rsidRDefault="001245E1">
      <w:pPr>
        <w:rPr>
          <w:noProof w:val="0"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709"/>
        <w:gridCol w:w="992"/>
        <w:gridCol w:w="7230"/>
        <w:gridCol w:w="708"/>
      </w:tblGrid>
      <w:tr w:rsidR="001245E1" w:rsidRPr="00F370B6" w:rsidTr="00DD5AD4">
        <w:tc>
          <w:tcPr>
            <w:tcW w:w="709" w:type="dxa"/>
          </w:tcPr>
          <w:p w:rsidR="001245E1" w:rsidRPr="00F370B6" w:rsidRDefault="001245E1" w:rsidP="00931F82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12.2</w:t>
            </w:r>
          </w:p>
        </w:tc>
        <w:tc>
          <w:tcPr>
            <w:tcW w:w="8222" w:type="dxa"/>
            <w:gridSpan w:val="2"/>
            <w:vAlign w:val="center"/>
          </w:tcPr>
          <w:p w:rsidR="001245E1" w:rsidRPr="00F370B6" w:rsidRDefault="001250F2" w:rsidP="007A2719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Die oorkruis beskerming, beskerm die motor.</w:t>
            </w:r>
            <w:r w:rsidR="007A2719" w:rsidRPr="00F370B6">
              <w:rPr>
                <w:b w:val="0"/>
                <w:noProof w:val="0"/>
                <w:sz w:val="24"/>
                <w:lang w:val="af-ZA"/>
              </w:rPr>
              <w:t xml:space="preserve"> </w:t>
            </w:r>
            <w:r w:rsidR="007A2719"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  <w:r w:rsidRPr="00F370B6">
              <w:rPr>
                <w:b w:val="0"/>
                <w:noProof w:val="0"/>
                <w:sz w:val="24"/>
                <w:lang w:val="af-ZA"/>
              </w:rPr>
              <w:t xml:space="preserve"> </w:t>
            </w:r>
            <w:r w:rsidR="00DF22B6" w:rsidRPr="00F370B6">
              <w:rPr>
                <w:b w:val="0"/>
                <w:noProof w:val="0"/>
                <w:sz w:val="24"/>
                <w:lang w:val="af-ZA"/>
              </w:rPr>
              <w:t xml:space="preserve"> </w:t>
            </w:r>
            <w:r w:rsidRPr="00F370B6">
              <w:rPr>
                <w:b w:val="0"/>
                <w:noProof w:val="0"/>
                <w:sz w:val="24"/>
                <w:lang w:val="af-ZA"/>
              </w:rPr>
              <w:t xml:space="preserve">As die motor </w:t>
            </w:r>
            <w:r w:rsidR="00F370B6" w:rsidRPr="00F370B6">
              <w:rPr>
                <w:b w:val="0"/>
                <w:noProof w:val="0"/>
                <w:sz w:val="24"/>
                <w:lang w:val="af-ZA"/>
              </w:rPr>
              <w:t>vorentoe</w:t>
            </w:r>
            <w:r w:rsidRPr="00F370B6">
              <w:rPr>
                <w:b w:val="0"/>
                <w:noProof w:val="0"/>
                <w:sz w:val="24"/>
                <w:lang w:val="af-ZA"/>
              </w:rPr>
              <w:t xml:space="preserve"> draai en die tru aansit knoppie word gedruk,</w:t>
            </w:r>
            <w:r w:rsidR="00034851" w:rsidRPr="00F370B6">
              <w:rPr>
                <w:b w:val="0"/>
                <w:noProof w:val="0"/>
                <w:sz w:val="24"/>
                <w:lang w:val="af-ZA"/>
              </w:rPr>
              <w:t xml:space="preserve"> </w:t>
            </w:r>
            <w:r w:rsidRPr="00F370B6">
              <w:rPr>
                <w:b w:val="0"/>
                <w:noProof w:val="0"/>
                <w:sz w:val="24"/>
                <w:lang w:val="af-ZA"/>
              </w:rPr>
              <w:t xml:space="preserve">sal die tru kontaktor nie aanskakel nie en die motor se draai rigting sal nie verander nie, voordat die </w:t>
            </w:r>
            <w:r w:rsidR="00F370B6" w:rsidRPr="00F370B6">
              <w:rPr>
                <w:b w:val="0"/>
                <w:noProof w:val="0"/>
                <w:sz w:val="24"/>
                <w:lang w:val="af-ZA"/>
              </w:rPr>
              <w:t>vorentoe</w:t>
            </w:r>
            <w:r w:rsidRPr="00F370B6">
              <w:rPr>
                <w:b w:val="0"/>
                <w:noProof w:val="0"/>
                <w:sz w:val="24"/>
                <w:lang w:val="af-ZA"/>
              </w:rPr>
              <w:t xml:space="preserve"> kontaktor afgesit is nie</w:t>
            </w:r>
            <w:r w:rsidR="00F370B6">
              <w:rPr>
                <w:b w:val="0"/>
                <w:noProof w:val="0"/>
                <w:sz w:val="24"/>
                <w:lang w:val="af-ZA"/>
              </w:rPr>
              <w:t xml:space="preserve"> </w:t>
            </w:r>
            <w:r w:rsidR="007A2719"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  <w:r w:rsidRPr="00F370B6">
              <w:rPr>
                <w:b w:val="0"/>
                <w:noProof w:val="0"/>
                <w:sz w:val="24"/>
                <w:lang w:val="af-ZA"/>
              </w:rPr>
              <w:t xml:space="preserve"> en omgekeerd.</w:t>
            </w:r>
            <w:r w:rsidR="001245E1" w:rsidRPr="00F370B6">
              <w:rPr>
                <w:b w:val="0"/>
                <w:noProof w:val="0"/>
                <w:sz w:val="24"/>
                <w:lang w:val="af-ZA"/>
              </w:rPr>
              <w:t xml:space="preserve"> </w:t>
            </w:r>
            <w:r w:rsidR="001245E1"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(3)</w:t>
            </w: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403EFB" w:rsidRPr="00F370B6" w:rsidRDefault="00403EFB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D54ADA">
            <w:pPr>
              <w:jc w:val="right"/>
              <w:rPr>
                <w:rFonts w:ascii="Arial" w:hAnsi="Arial"/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[10]</w:t>
            </w: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403EFB" w:rsidRPr="00F370B6" w:rsidRDefault="00403EFB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A04DBE">
        <w:tc>
          <w:tcPr>
            <w:tcW w:w="8931" w:type="dxa"/>
            <w:gridSpan w:val="3"/>
          </w:tcPr>
          <w:p w:rsidR="001245E1" w:rsidRPr="00F370B6" w:rsidRDefault="001245E1" w:rsidP="00D83549">
            <w:pPr>
              <w:pStyle w:val="BodyText"/>
              <w:rPr>
                <w:noProof w:val="0"/>
                <w:sz w:val="24"/>
                <w:lang w:val="af-ZA"/>
              </w:rPr>
            </w:pPr>
            <w:r w:rsidRPr="00F370B6">
              <w:rPr>
                <w:noProof w:val="0"/>
                <w:sz w:val="24"/>
                <w:lang w:val="af-ZA"/>
              </w:rPr>
              <w:t xml:space="preserve">VRAAG 13:  </w:t>
            </w:r>
            <w:r w:rsidR="00D83549" w:rsidRPr="00F370B6">
              <w:rPr>
                <w:noProof w:val="0"/>
                <w:sz w:val="24"/>
                <w:lang w:val="af-ZA"/>
              </w:rPr>
              <w:t>ENKEL-FASE MOTORS.</w:t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931F82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403EFB" w:rsidRPr="00F370B6" w:rsidRDefault="00403EFB" w:rsidP="002B352B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7F5083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54ADA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13.1</w:t>
            </w:r>
          </w:p>
        </w:tc>
        <w:tc>
          <w:tcPr>
            <w:tcW w:w="8222" w:type="dxa"/>
            <w:gridSpan w:val="2"/>
          </w:tcPr>
          <w:p w:rsidR="001245E1" w:rsidRPr="00F370B6" w:rsidRDefault="00E43B89" w:rsidP="00403EFB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Deur die rigting van stroomvloei</w:t>
            </w:r>
            <w:r w:rsidR="00034851" w:rsidRPr="00F370B6">
              <w:rPr>
                <w:rFonts w:ascii="Arial" w:hAnsi="Arial"/>
                <w:noProof w:val="0"/>
                <w:lang w:val="af-ZA"/>
              </w:rPr>
              <w:t>,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deur die aansit spoel of die draai spoel te verander</w:t>
            </w:r>
            <w:r w:rsidR="00403EFB" w:rsidRPr="00F370B6">
              <w:rPr>
                <w:rFonts w:ascii="Arial" w:hAnsi="Arial"/>
                <w:noProof w:val="0"/>
                <w:lang w:val="af-ZA"/>
              </w:rPr>
              <w:t>,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DF22B6" w:rsidRPr="00F370B6">
              <w:rPr>
                <w:noProof w:val="0"/>
                <w:lang w:val="af-ZA"/>
              </w:rPr>
              <w:sym w:font="Wingdings" w:char="F0FC"/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maar nie albei nie.</w:t>
            </w:r>
            <w:r w:rsidRPr="00F370B6">
              <w:rPr>
                <w:b/>
                <w:noProof w:val="0"/>
                <w:lang w:val="af-ZA"/>
              </w:rPr>
              <w:t xml:space="preserve"> </w:t>
            </w:r>
            <w:r w:rsidR="00DF22B6" w:rsidRPr="00F370B6">
              <w:rPr>
                <w:noProof w:val="0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ind w:left="9900" w:hanging="9900"/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403EFB" w:rsidRPr="00F370B6" w:rsidRDefault="00403EFB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54ADA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13.2</w:t>
            </w:r>
          </w:p>
        </w:tc>
        <w:tc>
          <w:tcPr>
            <w:tcW w:w="992" w:type="dxa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13.2.1</w:t>
            </w:r>
          </w:p>
        </w:tc>
        <w:tc>
          <w:tcPr>
            <w:tcW w:w="7230" w:type="dxa"/>
            <w:vAlign w:val="center"/>
          </w:tcPr>
          <w:p w:rsidR="0061387C" w:rsidRPr="00F370B6" w:rsidRDefault="006D61E6" w:rsidP="0061387C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Die s</w:t>
            </w:r>
            <w:r w:rsidR="0061387C" w:rsidRPr="00F370B6">
              <w:rPr>
                <w:b w:val="0"/>
                <w:noProof w:val="0"/>
                <w:sz w:val="24"/>
                <w:lang w:val="af-ZA"/>
              </w:rPr>
              <w:t>kadu-poe</w:t>
            </w:r>
            <w:r w:rsidRPr="00F370B6">
              <w:rPr>
                <w:b w:val="0"/>
                <w:noProof w:val="0"/>
                <w:sz w:val="24"/>
                <w:lang w:val="af-ZA"/>
              </w:rPr>
              <w:t>l motor draai van die nie</w:t>
            </w:r>
            <w:r w:rsidR="00034851" w:rsidRPr="00F370B6">
              <w:rPr>
                <w:b w:val="0"/>
                <w:noProof w:val="0"/>
                <w:sz w:val="24"/>
                <w:lang w:val="af-ZA"/>
              </w:rPr>
              <w:t>-</w:t>
            </w:r>
            <w:r w:rsidRPr="00F370B6">
              <w:rPr>
                <w:b w:val="0"/>
                <w:noProof w:val="0"/>
                <w:sz w:val="24"/>
                <w:lang w:val="af-ZA"/>
              </w:rPr>
              <w:t>s</w:t>
            </w:r>
            <w:r w:rsidR="0061387C" w:rsidRPr="00F370B6">
              <w:rPr>
                <w:b w:val="0"/>
                <w:noProof w:val="0"/>
                <w:sz w:val="24"/>
                <w:lang w:val="af-ZA"/>
              </w:rPr>
              <w:t>kadu-</w:t>
            </w:r>
            <w:r w:rsidRPr="00F370B6">
              <w:rPr>
                <w:b w:val="0"/>
                <w:noProof w:val="0"/>
                <w:sz w:val="24"/>
                <w:lang w:val="af-ZA"/>
              </w:rPr>
              <w:t xml:space="preserve"> na die s</w:t>
            </w:r>
            <w:r w:rsidR="0061387C" w:rsidRPr="00F370B6">
              <w:rPr>
                <w:b w:val="0"/>
                <w:noProof w:val="0"/>
                <w:sz w:val="24"/>
                <w:lang w:val="af-ZA"/>
              </w:rPr>
              <w:t>kadu-</w:t>
            </w:r>
          </w:p>
          <w:p w:rsidR="001245E1" w:rsidRPr="00F370B6" w:rsidRDefault="006D61E6" w:rsidP="0061387C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po</w:t>
            </w:r>
            <w:r w:rsidR="0061387C" w:rsidRPr="00F370B6">
              <w:rPr>
                <w:b w:val="0"/>
                <w:noProof w:val="0"/>
                <w:sz w:val="24"/>
                <w:lang w:val="af-ZA"/>
              </w:rPr>
              <w:t>e</w:t>
            </w:r>
            <w:r w:rsidRPr="00F370B6">
              <w:rPr>
                <w:b w:val="0"/>
                <w:noProof w:val="0"/>
                <w:sz w:val="24"/>
                <w:lang w:val="af-ZA"/>
              </w:rPr>
              <w:t>l.</w:t>
            </w:r>
            <w:r w:rsidR="001245E1" w:rsidRPr="00F370B6">
              <w:rPr>
                <w:b w:val="0"/>
                <w:noProof w:val="0"/>
                <w:sz w:val="24"/>
                <w:lang w:val="af-ZA"/>
              </w:rPr>
              <w:t xml:space="preserve"> </w:t>
            </w:r>
            <w:r w:rsidR="001245E1"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</w:tcPr>
          <w:p w:rsidR="00403EFB" w:rsidRPr="00F370B6" w:rsidRDefault="00403EFB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D54ADA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13.2.2</w:t>
            </w:r>
          </w:p>
        </w:tc>
        <w:tc>
          <w:tcPr>
            <w:tcW w:w="7230" w:type="dxa"/>
            <w:vAlign w:val="center"/>
          </w:tcPr>
          <w:p w:rsidR="001245E1" w:rsidRPr="00F370B6" w:rsidRDefault="00932000" w:rsidP="00932000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Nee,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  <w:r w:rsidRPr="00F370B6">
              <w:rPr>
                <w:b w:val="0"/>
                <w:noProof w:val="0"/>
                <w:sz w:val="24"/>
                <w:lang w:val="af-ZA"/>
              </w:rPr>
              <w:t>omdat dit sal meebring</w:t>
            </w:r>
            <w:r w:rsidR="00034851" w:rsidRPr="00F370B6">
              <w:rPr>
                <w:b w:val="0"/>
                <w:noProof w:val="0"/>
                <w:sz w:val="24"/>
                <w:lang w:val="af-ZA"/>
              </w:rPr>
              <w:t>,</w:t>
            </w:r>
            <w:r w:rsidRPr="00F370B6">
              <w:rPr>
                <w:b w:val="0"/>
                <w:noProof w:val="0"/>
                <w:sz w:val="24"/>
                <w:lang w:val="af-ZA"/>
              </w:rPr>
              <w:t xml:space="preserve"> die meganies aftakeling en opbou daarvan.</w:t>
            </w:r>
            <w:r w:rsidR="001245E1" w:rsidRPr="00F370B6">
              <w:rPr>
                <w:b w:val="0"/>
                <w:noProof w:val="0"/>
                <w:sz w:val="24"/>
                <w:lang w:val="af-ZA"/>
              </w:rPr>
              <w:t xml:space="preserve"> </w:t>
            </w:r>
            <w:r w:rsidR="001245E1"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403EFB" w:rsidRPr="00F370B6" w:rsidRDefault="00403EFB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B621A0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13.3</w:t>
            </w:r>
          </w:p>
        </w:tc>
        <w:tc>
          <w:tcPr>
            <w:tcW w:w="8222" w:type="dxa"/>
            <w:gridSpan w:val="2"/>
            <w:vAlign w:val="center"/>
          </w:tcPr>
          <w:p w:rsidR="001245E1" w:rsidRPr="00F370B6" w:rsidRDefault="00EF0414" w:rsidP="00465F5F">
            <w:pPr>
              <w:pStyle w:val="ListParagraph"/>
              <w:numPr>
                <w:ilvl w:val="0"/>
                <w:numId w:val="19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engel-fase motor is gebou met twee aparte spoele.(draai spoel en aansit spoel).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F963E9" w:rsidP="00465F5F">
            <w:pPr>
              <w:pStyle w:val="ListParagraph"/>
              <w:numPr>
                <w:ilvl w:val="0"/>
                <w:numId w:val="19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Die spoele besit verskillende induktansies en interne weerstand met verskillende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reaktiewe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impedansies.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F963E9" w:rsidP="00465F5F">
            <w:pPr>
              <w:pStyle w:val="ListParagraph"/>
              <w:numPr>
                <w:ilvl w:val="0"/>
                <w:numId w:val="19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Sodra dieselfde spanningval op hierdie spoele aangewend word, sal hulle strome uitfase wees.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F963E9" w:rsidP="00135672">
            <w:pPr>
              <w:pStyle w:val="ListParagraph"/>
              <w:numPr>
                <w:ilvl w:val="0"/>
                <w:numId w:val="19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Hierdie spoele ontwikkel magneetvelde, wat uitfase </w:t>
            </w:r>
            <w:r w:rsidR="00135672" w:rsidRPr="00F370B6">
              <w:rPr>
                <w:rFonts w:ascii="Arial" w:hAnsi="Arial"/>
                <w:noProof w:val="0"/>
                <w:lang w:val="af-ZA"/>
              </w:rPr>
              <w:t>is.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(4)</w:t>
            </w: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vAlign w:val="center"/>
          </w:tcPr>
          <w:p w:rsidR="001245E1" w:rsidRPr="00F370B6" w:rsidRDefault="001245E1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8324F4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13.4</w:t>
            </w:r>
          </w:p>
        </w:tc>
        <w:tc>
          <w:tcPr>
            <w:tcW w:w="8222" w:type="dxa"/>
            <w:gridSpan w:val="2"/>
            <w:vAlign w:val="center"/>
          </w:tcPr>
          <w:p w:rsidR="001245E1" w:rsidRPr="00F370B6" w:rsidRDefault="00034851" w:rsidP="00D54AD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Enige van die volgende f</w:t>
            </w:r>
            <w:r w:rsidR="00513DC0" w:rsidRPr="00F370B6">
              <w:rPr>
                <w:rFonts w:ascii="Arial" w:hAnsi="Arial"/>
                <w:noProof w:val="0"/>
                <w:lang w:val="af-ZA"/>
              </w:rPr>
              <w:t>aktore kan die oorsaak wees:</w:t>
            </w:r>
          </w:p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</w:p>
          <w:p w:rsidR="001245E1" w:rsidRPr="00F370B6" w:rsidRDefault="00513DC0" w:rsidP="00465F5F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Verkeerde spannings voorsiening en frekwensie.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513DC0" w:rsidP="00465F5F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Oorlading.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513DC0" w:rsidP="00465F5F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Geaarde aansit</w:t>
            </w:r>
            <w:r w:rsidR="00034851" w:rsidRPr="00F370B6">
              <w:rPr>
                <w:rFonts w:ascii="Arial" w:hAnsi="Arial"/>
                <w:noProof w:val="0"/>
                <w:lang w:val="af-ZA"/>
              </w:rPr>
              <w:t>-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en draai wikkelings.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513DC0" w:rsidP="00513DC0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Gekortsluite</w:t>
            </w:r>
            <w:r w:rsidR="00F370B6">
              <w:rPr>
                <w:rFonts w:ascii="Arial" w:hAnsi="Arial"/>
                <w:noProof w:val="0"/>
                <w:lang w:val="af-ZA"/>
              </w:rPr>
              <w:t>-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of gebroke windings in die veldkring.</w:t>
            </w:r>
            <w:r w:rsidR="001245E1" w:rsidRPr="00F370B6">
              <w:rPr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(4)</w:t>
            </w: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230" w:type="dxa"/>
            <w:vAlign w:val="center"/>
          </w:tcPr>
          <w:p w:rsidR="001245E1" w:rsidRPr="00F370B6" w:rsidRDefault="001245E1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CC76FE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13.5</w:t>
            </w:r>
          </w:p>
        </w:tc>
        <w:tc>
          <w:tcPr>
            <w:tcW w:w="8222" w:type="dxa"/>
            <w:gridSpan w:val="2"/>
            <w:vAlign w:val="center"/>
          </w:tcPr>
          <w:p w:rsidR="001245E1" w:rsidRPr="00F370B6" w:rsidRDefault="00053161" w:rsidP="00D54AD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funksionele werkings beginsel van induksie motors:</w:t>
            </w:r>
          </w:p>
          <w:p w:rsidR="001245E1" w:rsidRPr="00F370B6" w:rsidRDefault="007D7F21" w:rsidP="00465F5F">
            <w:pPr>
              <w:pStyle w:val="ListParagraph"/>
              <w:numPr>
                <w:ilvl w:val="0"/>
                <w:numId w:val="21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Sodra die motor gekoppel word aan die kragvoorsiening, vloei daar stroom deur die aansit windings en die draai windings van die stator.</w:t>
            </w:r>
          </w:p>
          <w:p w:rsidR="00DF22B6" w:rsidRPr="00F370B6" w:rsidRDefault="007D7F21" w:rsidP="00465F5F">
            <w:pPr>
              <w:pStyle w:val="ListParagraph"/>
              <w:numPr>
                <w:ilvl w:val="0"/>
                <w:numId w:val="21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As</w:t>
            </w:r>
            <w:r w:rsid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gevolg van die verskil in impedansie van hierdie spoele en die stroom uitfase, word ŉ roterende magneetveld in die stator </w:t>
            </w:r>
          </w:p>
          <w:p w:rsidR="001245E1" w:rsidRPr="00F370B6" w:rsidRDefault="007D7F21" w:rsidP="00DF22B6">
            <w:pPr>
              <w:pStyle w:val="ListParagraph"/>
              <w:ind w:left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opgewek.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7D7F21" w:rsidP="00465F5F">
            <w:pPr>
              <w:pStyle w:val="ListParagraph"/>
              <w:numPr>
                <w:ilvl w:val="0"/>
                <w:numId w:val="21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Die roterende stator veld sny deur die statiese rotor geleiers, </w:t>
            </w:r>
            <w:r w:rsidR="001B6D0A" w:rsidRPr="00F370B6">
              <w:rPr>
                <w:rFonts w:ascii="Arial" w:hAnsi="Arial"/>
                <w:noProof w:val="0"/>
                <w:lang w:val="af-ZA"/>
              </w:rPr>
              <w:t>wat ŉ emk en strome in hulle induseer.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1B6D0A" w:rsidP="00465F5F">
            <w:pPr>
              <w:pStyle w:val="ListParagraph"/>
              <w:numPr>
                <w:ilvl w:val="0"/>
                <w:numId w:val="21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strome in die rotor gel</w:t>
            </w:r>
            <w:r w:rsidR="00F2116B" w:rsidRPr="00F370B6">
              <w:rPr>
                <w:rFonts w:ascii="Arial" w:hAnsi="Arial"/>
                <w:noProof w:val="0"/>
                <w:lang w:val="af-ZA"/>
              </w:rPr>
              <w:t>eiers ontwikkel ŉ magneetveld om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hierdie geleiers, wat die magneetveld in die stator geleiers sal opp</w:t>
            </w:r>
            <w:r w:rsidR="0061387C" w:rsidRPr="00F370B6">
              <w:rPr>
                <w:rFonts w:ascii="Arial" w:hAnsi="Arial"/>
                <w:noProof w:val="0"/>
                <w:lang w:val="af-ZA"/>
              </w:rPr>
              <w:t>o</w:t>
            </w:r>
            <w:r w:rsidRPr="00F370B6">
              <w:rPr>
                <w:rFonts w:ascii="Arial" w:hAnsi="Arial"/>
                <w:noProof w:val="0"/>
                <w:lang w:val="af-ZA"/>
              </w:rPr>
              <w:t>neer.(Lenz se wet)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.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F2116B" w:rsidP="00465F5F">
            <w:pPr>
              <w:pStyle w:val="ListParagraph"/>
              <w:numPr>
                <w:ilvl w:val="0"/>
                <w:numId w:val="21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magnetiese veld</w:t>
            </w:r>
            <w:r w:rsidR="001B6D0A" w:rsidRPr="00F370B6">
              <w:rPr>
                <w:rFonts w:ascii="Arial" w:hAnsi="Arial"/>
                <w:noProof w:val="0"/>
                <w:lang w:val="af-ZA"/>
              </w:rPr>
              <w:t xml:space="preserve">lyne om die geleiers verswak die stator se veldlyne aan die eenkant van die geleiers en versterk die veldlyne </w:t>
            </w:r>
            <w:r w:rsidR="00D52300" w:rsidRPr="00F370B6">
              <w:rPr>
                <w:rFonts w:ascii="Arial" w:hAnsi="Arial"/>
                <w:noProof w:val="0"/>
                <w:lang w:val="af-ZA"/>
              </w:rPr>
              <w:t>weer aan die anderkant van die stator.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4129A5" w:rsidP="00465F5F">
            <w:pPr>
              <w:pStyle w:val="ListParagraph"/>
              <w:numPr>
                <w:ilvl w:val="0"/>
                <w:numId w:val="21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ŉ Magnetiese krag word toegepas op die rotor geleiers, wat hulle sal saam trek in dieselfde rigting as die</w:t>
            </w:r>
            <w:r w:rsidR="00F2116B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roterende magneetveld in die stator. (Fleming se linkerhand reël).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642E3C" w:rsidP="00403EFB">
            <w:pPr>
              <w:pStyle w:val="ListParagraph"/>
              <w:numPr>
                <w:ilvl w:val="0"/>
                <w:numId w:val="21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As</w:t>
            </w:r>
            <w:r w:rsid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gevolg van die wringkrag op die rotor</w:t>
            </w:r>
            <w:r w:rsidR="00403EFB">
              <w:rPr>
                <w:rFonts w:ascii="Arial" w:hAnsi="Arial"/>
                <w:noProof w:val="0"/>
                <w:lang w:val="af-ZA"/>
              </w:rPr>
              <w:t>, b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egin dit nou spoed optel en probeer dit die spoed van die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roterende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magneetveld te bereik.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(7)</w:t>
            </w:r>
          </w:p>
        </w:tc>
      </w:tr>
    </w:tbl>
    <w:p w:rsidR="001245E1" w:rsidRPr="00F370B6" w:rsidRDefault="001245E1">
      <w:pPr>
        <w:rPr>
          <w:noProof w:val="0"/>
          <w:lang w:val="af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709"/>
        <w:gridCol w:w="992"/>
        <w:gridCol w:w="7230"/>
        <w:gridCol w:w="708"/>
      </w:tblGrid>
      <w:tr w:rsidR="001245E1" w:rsidRPr="00F370B6" w:rsidTr="003145B7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13.6</w:t>
            </w:r>
          </w:p>
        </w:tc>
        <w:tc>
          <w:tcPr>
            <w:tcW w:w="992" w:type="dxa"/>
            <w:vAlign w:val="center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13.6.1</w:t>
            </w:r>
          </w:p>
        </w:tc>
        <w:tc>
          <w:tcPr>
            <w:tcW w:w="7230" w:type="dxa"/>
            <w:vAlign w:val="center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B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403EFB" w:rsidRPr="00F370B6" w:rsidRDefault="00403EFB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D54ADA">
            <w:pPr>
              <w:jc w:val="center"/>
              <w:rPr>
                <w:rFonts w:ascii="Arial" w:hAnsi="Arial"/>
                <w:b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13.6.2</w:t>
            </w:r>
          </w:p>
        </w:tc>
        <w:tc>
          <w:tcPr>
            <w:tcW w:w="7230" w:type="dxa"/>
            <w:vAlign w:val="center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B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403EFB" w:rsidRPr="00F370B6" w:rsidRDefault="00403EFB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D54ADA">
            <w:pPr>
              <w:jc w:val="center"/>
              <w:rPr>
                <w:rFonts w:ascii="Arial" w:hAnsi="Arial"/>
                <w:b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13.6.3</w:t>
            </w:r>
          </w:p>
        </w:tc>
        <w:tc>
          <w:tcPr>
            <w:tcW w:w="7230" w:type="dxa"/>
            <w:vAlign w:val="center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D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403EFB" w:rsidRPr="00F370B6" w:rsidRDefault="00403EFB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D54ADA">
            <w:pPr>
              <w:jc w:val="center"/>
              <w:rPr>
                <w:rFonts w:ascii="Arial" w:hAnsi="Arial"/>
                <w:b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13.6.4</w:t>
            </w:r>
          </w:p>
        </w:tc>
        <w:tc>
          <w:tcPr>
            <w:tcW w:w="7230" w:type="dxa"/>
            <w:vAlign w:val="center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A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403EFB" w:rsidRPr="00F370B6" w:rsidRDefault="00403EFB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D54ADA">
            <w:pPr>
              <w:jc w:val="center"/>
              <w:rPr>
                <w:rFonts w:ascii="Arial" w:hAnsi="Arial"/>
                <w:b/>
                <w:noProof w:val="0"/>
                <w:lang w:val="af-ZA"/>
              </w:rPr>
            </w:pPr>
          </w:p>
        </w:tc>
      </w:tr>
      <w:tr w:rsidR="001245E1" w:rsidRPr="00F370B6" w:rsidTr="00D61718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>13.6.5</w:t>
            </w:r>
          </w:p>
        </w:tc>
        <w:tc>
          <w:tcPr>
            <w:tcW w:w="7230" w:type="dxa"/>
            <w:vAlign w:val="center"/>
          </w:tcPr>
          <w:p w:rsidR="001245E1" w:rsidRPr="00F370B6" w:rsidRDefault="001245E1" w:rsidP="00D54ADA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B </w:t>
            </w:r>
            <w:r w:rsidRPr="00F370B6">
              <w:rPr>
                <w:b w:val="0"/>
                <w:noProof w:val="0"/>
                <w:sz w:val="24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(1)</w:t>
            </w: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403EFB" w:rsidRPr="00F370B6" w:rsidRDefault="00403EFB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D54ADA">
            <w:pPr>
              <w:jc w:val="center"/>
              <w:rPr>
                <w:rFonts w:ascii="Arial" w:hAnsi="Arial"/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[25]</w:t>
            </w: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403EFB" w:rsidRPr="00F370B6" w:rsidRDefault="00403EFB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D54ADA">
            <w:pPr>
              <w:jc w:val="center"/>
              <w:rPr>
                <w:rFonts w:ascii="Arial" w:hAnsi="Arial"/>
                <w:b/>
                <w:noProof w:val="0"/>
                <w:lang w:val="af-ZA"/>
              </w:rPr>
            </w:pPr>
          </w:p>
        </w:tc>
      </w:tr>
      <w:tr w:rsidR="001245E1" w:rsidRPr="00F370B6" w:rsidTr="00F16C29">
        <w:tc>
          <w:tcPr>
            <w:tcW w:w="8931" w:type="dxa"/>
            <w:gridSpan w:val="3"/>
          </w:tcPr>
          <w:p w:rsidR="001245E1" w:rsidRPr="00F370B6" w:rsidRDefault="001245E1" w:rsidP="00403EFB">
            <w:pPr>
              <w:pStyle w:val="BodyText"/>
              <w:rPr>
                <w:noProof w:val="0"/>
                <w:sz w:val="24"/>
                <w:lang w:val="af-ZA"/>
              </w:rPr>
            </w:pPr>
            <w:r w:rsidRPr="00F370B6">
              <w:rPr>
                <w:noProof w:val="0"/>
                <w:sz w:val="24"/>
                <w:lang w:val="af-ZA"/>
              </w:rPr>
              <w:t xml:space="preserve">VRAAG 14:  </w:t>
            </w:r>
            <w:r w:rsidR="00D83549" w:rsidRPr="00F370B6">
              <w:rPr>
                <w:noProof w:val="0"/>
                <w:sz w:val="24"/>
                <w:lang w:val="af-ZA"/>
              </w:rPr>
              <w:t>ELEKTRONIESE KOMMUNIKASIE</w:t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center"/>
              <w:rPr>
                <w:rFonts w:ascii="Arial" w:hAnsi="Arial"/>
                <w:b/>
                <w:noProof w:val="0"/>
                <w:lang w:val="af-ZA"/>
              </w:rPr>
            </w:pP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403EFB" w:rsidRPr="00F370B6" w:rsidRDefault="00403EFB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D54ADA">
            <w:pPr>
              <w:jc w:val="center"/>
              <w:rPr>
                <w:rFonts w:ascii="Arial" w:hAnsi="Arial"/>
                <w:b/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14.1</w:t>
            </w:r>
          </w:p>
        </w:tc>
        <w:tc>
          <w:tcPr>
            <w:tcW w:w="8222" w:type="dxa"/>
            <w:gridSpan w:val="2"/>
            <w:vAlign w:val="center"/>
          </w:tcPr>
          <w:p w:rsidR="001245E1" w:rsidRPr="00F370B6" w:rsidRDefault="0003279C" w:rsidP="00465F5F">
            <w:pPr>
              <w:pStyle w:val="ListParagraph"/>
              <w:numPr>
                <w:ilvl w:val="0"/>
                <w:numId w:val="22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Modulasie is die proses</w:t>
            </w:r>
            <w:r w:rsidR="00F2116B" w:rsidRPr="00F370B6">
              <w:rPr>
                <w:rFonts w:ascii="Arial" w:hAnsi="Arial"/>
                <w:noProof w:val="0"/>
                <w:lang w:val="af-ZA"/>
              </w:rPr>
              <w:t>,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waardeur inligting</w:t>
            </w:r>
            <w:r w:rsidR="00654A6E" w:rsidRPr="00F370B6">
              <w:rPr>
                <w:rFonts w:ascii="Arial" w:hAnsi="Arial"/>
                <w:noProof w:val="0"/>
                <w:lang w:val="af-ZA"/>
              </w:rPr>
              <w:t xml:space="preserve"> op ŉ draer golf gelaai word.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6C545E" w:rsidP="006C545E">
            <w:pPr>
              <w:pStyle w:val="ListParagraph"/>
              <w:numPr>
                <w:ilvl w:val="0"/>
                <w:numId w:val="22"/>
              </w:numPr>
              <w:ind w:left="459" w:hanging="425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Demodulasie is die proses</w:t>
            </w:r>
            <w:r w:rsidR="00F2116B" w:rsidRPr="00F370B6">
              <w:rPr>
                <w:rFonts w:ascii="Arial" w:hAnsi="Arial"/>
                <w:noProof w:val="0"/>
                <w:lang w:val="af-ZA"/>
              </w:rPr>
              <w:t>,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waardeur die inligting afgelaai word vanaf die draer golf.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A83E06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403EFB" w:rsidRPr="00F370B6" w:rsidTr="004C0336">
        <w:tc>
          <w:tcPr>
            <w:tcW w:w="709" w:type="dxa"/>
          </w:tcPr>
          <w:p w:rsidR="00403EFB" w:rsidRPr="00F370B6" w:rsidRDefault="00403EFB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403EFB" w:rsidRPr="00F370B6" w:rsidRDefault="00403EFB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403EFB" w:rsidRPr="00F370B6" w:rsidRDefault="00403EFB" w:rsidP="00D54ADA">
            <w:pPr>
              <w:jc w:val="center"/>
              <w:rPr>
                <w:rFonts w:ascii="Arial" w:hAnsi="Arial"/>
                <w:b/>
                <w:noProof w:val="0"/>
                <w:lang w:val="af-ZA"/>
              </w:rPr>
            </w:pPr>
          </w:p>
        </w:tc>
      </w:tr>
      <w:tr w:rsidR="001245E1" w:rsidRPr="00F370B6" w:rsidTr="00DF3C64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14.2</w:t>
            </w:r>
          </w:p>
        </w:tc>
        <w:tc>
          <w:tcPr>
            <w:tcW w:w="8222" w:type="dxa"/>
            <w:gridSpan w:val="2"/>
            <w:vAlign w:val="center"/>
          </w:tcPr>
          <w:p w:rsidR="00DF22B6" w:rsidRPr="00F370B6" w:rsidRDefault="003161BC" w:rsidP="003161BC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Met FM is ons nie gepla met amplitude variasies nie, maar wel met frekwensie veranderinge. </w:t>
            </w:r>
            <w:r w:rsidR="0061387C" w:rsidRPr="00F370B6">
              <w:rPr>
                <w:b w:val="0"/>
                <w:noProof w:val="0"/>
                <w:sz w:val="24"/>
                <w:lang w:val="af-ZA"/>
              </w:rPr>
              <w:t xml:space="preserve"> </w:t>
            </w:r>
            <w:r w:rsidRPr="00F370B6">
              <w:rPr>
                <w:b w:val="0"/>
                <w:noProof w:val="0"/>
                <w:sz w:val="24"/>
                <w:lang w:val="af-ZA"/>
              </w:rPr>
              <w:t xml:space="preserve">Die geraas pulse (amplitude variasies) word verwyder deur ŉ beperker fase en word voorkom dat dit die uitset </w:t>
            </w:r>
          </w:p>
          <w:p w:rsidR="001245E1" w:rsidRPr="00F370B6" w:rsidRDefault="003161BC" w:rsidP="003161BC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b w:val="0"/>
                <w:noProof w:val="0"/>
                <w:sz w:val="24"/>
                <w:lang w:val="af-ZA"/>
              </w:rPr>
              <w:t xml:space="preserve">bereik. </w:t>
            </w:r>
            <w:r w:rsidRPr="00F370B6">
              <w:rPr>
                <w:b w:val="0"/>
                <w:noProof w:val="0"/>
                <w:lang w:val="af-ZA"/>
              </w:rPr>
              <w:sym w:font="Wingdings" w:char="00FC"/>
            </w:r>
            <w:r w:rsidRPr="00F370B6">
              <w:rPr>
                <w:b w:val="0"/>
                <w:noProof w:val="0"/>
                <w:lang w:val="af-ZA"/>
              </w:rPr>
              <w:sym w:font="Wingdings" w:char="0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4F2105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(2)</w:t>
            </w:r>
          </w:p>
        </w:tc>
      </w:tr>
      <w:tr w:rsidR="001245E1" w:rsidRPr="00F370B6" w:rsidTr="00DF3C64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1245E1" w:rsidRPr="00F370B6" w:rsidRDefault="001245E1" w:rsidP="00A83E06">
            <w:pPr>
              <w:pStyle w:val="BodyText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4F2105">
            <w:pPr>
              <w:jc w:val="right"/>
              <w:rPr>
                <w:rFonts w:ascii="Arial" w:hAnsi="Arial"/>
                <w:noProof w:val="0"/>
                <w:lang w:val="af-ZA"/>
              </w:rPr>
            </w:pPr>
          </w:p>
        </w:tc>
      </w:tr>
      <w:tr w:rsidR="001245E1" w:rsidRPr="00F370B6" w:rsidTr="00A83E06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14.3</w:t>
            </w:r>
          </w:p>
        </w:tc>
        <w:tc>
          <w:tcPr>
            <w:tcW w:w="8222" w:type="dxa"/>
            <w:gridSpan w:val="2"/>
            <w:vAlign w:val="center"/>
          </w:tcPr>
          <w:p w:rsidR="001245E1" w:rsidRPr="00F370B6" w:rsidRDefault="00377148" w:rsidP="00465F5F">
            <w:pPr>
              <w:pStyle w:val="ListParagraph"/>
              <w:numPr>
                <w:ilvl w:val="0"/>
                <w:numId w:val="23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gekose radio stasie(gemoduleerde radio frekwensie) word gekies deur die RF versterker/instel kring en gevoer na die menger.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2459E3" w:rsidP="00465F5F">
            <w:pPr>
              <w:pStyle w:val="ListParagraph"/>
              <w:numPr>
                <w:ilvl w:val="0"/>
                <w:numId w:val="23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Die plaaslike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ossilator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is meganies verbind aan ŉ RF versterker, sodat die verskil in die instel frekwensie (resonante frekwensie) tussen die twee altyd dieselfde is.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554317" w:rsidP="00465F5F">
            <w:pPr>
              <w:pStyle w:val="ListParagraph"/>
              <w:numPr>
                <w:ilvl w:val="0"/>
                <w:numId w:val="23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In die menger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stadium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word die seine vanaf die RF versterker en die plaaslike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ossilator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gekombineer en vier uitset seine verskyn by die uitset. </w:t>
            </w:r>
            <w:r w:rsidR="00DF22B6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Pr="00F370B6">
              <w:rPr>
                <w:rFonts w:ascii="Arial" w:hAnsi="Arial"/>
                <w:noProof w:val="0"/>
                <w:lang w:val="af-ZA"/>
              </w:rPr>
              <w:t>(Die RF sein, di</w:t>
            </w:r>
            <w:r w:rsidR="00D10F95" w:rsidRPr="00F370B6">
              <w:rPr>
                <w:rFonts w:ascii="Arial" w:hAnsi="Arial"/>
                <w:noProof w:val="0"/>
                <w:lang w:val="af-ZA"/>
              </w:rPr>
              <w:t xml:space="preserve">e plaaslike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ossilator</w:t>
            </w:r>
            <w:r w:rsidR="00D10F95" w:rsidRPr="00F370B6">
              <w:rPr>
                <w:rFonts w:ascii="Arial" w:hAnsi="Arial"/>
                <w:noProof w:val="0"/>
                <w:lang w:val="af-ZA"/>
              </w:rPr>
              <w:t xml:space="preserve"> frekwensie, die som van die twee inset seine en die verskil van die twee inset seine).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D10F95" w:rsidP="00465F5F">
            <w:pPr>
              <w:pStyle w:val="ListParagraph"/>
              <w:numPr>
                <w:ilvl w:val="0"/>
                <w:numId w:val="23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 xml:space="preserve">Die uitset van die menger </w:t>
            </w:r>
            <w:r w:rsidR="00F370B6" w:rsidRPr="00F370B6">
              <w:rPr>
                <w:rFonts w:ascii="Arial" w:hAnsi="Arial"/>
                <w:noProof w:val="0"/>
                <w:lang w:val="af-ZA"/>
              </w:rPr>
              <w:t>stadium</w:t>
            </w:r>
            <w:r w:rsidR="002D0B09" w:rsidRPr="00F370B6">
              <w:rPr>
                <w:rFonts w:ascii="Arial" w:hAnsi="Arial"/>
                <w:noProof w:val="0"/>
                <w:lang w:val="af-ZA"/>
              </w:rPr>
              <w:t>, word gevoer na die tussen (IF)versterker, die IF versterker se inset en uitset word gestel na die verskil van die twee seine.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2D0B09" w:rsidP="00465F5F">
            <w:pPr>
              <w:pStyle w:val="ListParagraph"/>
              <w:numPr>
                <w:ilvl w:val="0"/>
                <w:numId w:val="23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uitset van die IF-versterker fase, word gevoer na die de</w:t>
            </w:r>
            <w:r w:rsidR="00F2116B" w:rsidRPr="00F370B6">
              <w:rPr>
                <w:rFonts w:ascii="Arial" w:hAnsi="Arial"/>
                <w:noProof w:val="0"/>
                <w:lang w:val="af-ZA"/>
              </w:rPr>
              <w:t>-</w:t>
            </w:r>
            <w:r w:rsidRPr="00F370B6">
              <w:rPr>
                <w:rFonts w:ascii="Arial" w:hAnsi="Arial"/>
                <w:noProof w:val="0"/>
                <w:lang w:val="af-ZA"/>
              </w:rPr>
              <w:t>moduleerder</w:t>
            </w:r>
            <w:r w:rsidR="00F2116B" w:rsidRPr="00F370B6">
              <w:rPr>
                <w:rFonts w:ascii="Arial" w:hAnsi="Arial"/>
                <w:noProof w:val="0"/>
                <w:lang w:val="af-ZA"/>
              </w:rPr>
              <w:t>,</w:t>
            </w:r>
            <w:r w:rsidRPr="00F370B6">
              <w:rPr>
                <w:rFonts w:ascii="Arial" w:hAnsi="Arial"/>
                <w:noProof w:val="0"/>
                <w:lang w:val="af-ZA"/>
              </w:rPr>
              <w:t xml:space="preserve"> waar die klank frekwensie herwin word.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  <w:p w:rsidR="001245E1" w:rsidRPr="00F370B6" w:rsidRDefault="002D0B09" w:rsidP="0061387C">
            <w:pPr>
              <w:pStyle w:val="ListParagraph"/>
              <w:numPr>
                <w:ilvl w:val="0"/>
                <w:numId w:val="23"/>
              </w:numPr>
              <w:ind w:left="459" w:hanging="459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Die uitset van die demoduleerder word gevoer na die inset van die AF-versterker</w:t>
            </w:r>
            <w:r w:rsidR="00B2488F" w:rsidRPr="00F370B6">
              <w:rPr>
                <w:rFonts w:ascii="Arial" w:hAnsi="Arial"/>
                <w:noProof w:val="0"/>
                <w:lang w:val="af-ZA"/>
              </w:rPr>
              <w:t>, waar die vlak so verhoog word dat dit ŉ luidspreker kan aandryf.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t xml:space="preserve"> </w:t>
            </w:r>
            <w:r w:rsidR="001245E1" w:rsidRPr="00F370B6">
              <w:rPr>
                <w:rFonts w:ascii="Arial" w:hAnsi="Arial"/>
                <w:noProof w:val="0"/>
                <w:lang w:val="af-ZA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:rsidR="001245E1" w:rsidRPr="00F370B6" w:rsidRDefault="001245E1" w:rsidP="00A83E06">
            <w:pPr>
              <w:jc w:val="right"/>
              <w:rPr>
                <w:rFonts w:ascii="Arial" w:hAnsi="Arial"/>
                <w:noProof w:val="0"/>
                <w:lang w:val="af-ZA"/>
              </w:rPr>
            </w:pPr>
            <w:r w:rsidRPr="00F370B6">
              <w:rPr>
                <w:rFonts w:ascii="Arial" w:hAnsi="Arial"/>
                <w:noProof w:val="0"/>
                <w:lang w:val="af-ZA"/>
              </w:rPr>
              <w:t>(6)</w:t>
            </w:r>
          </w:p>
        </w:tc>
      </w:tr>
      <w:tr w:rsidR="001245E1" w:rsidRPr="00F370B6" w:rsidTr="00DF3C64">
        <w:tc>
          <w:tcPr>
            <w:tcW w:w="709" w:type="dxa"/>
          </w:tcPr>
          <w:p w:rsidR="001245E1" w:rsidRPr="00F370B6" w:rsidRDefault="001245E1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1245E1" w:rsidRPr="00F370B6" w:rsidRDefault="001245E1" w:rsidP="00D54ADA">
            <w:pPr>
              <w:pStyle w:val="BodyText"/>
              <w:ind w:left="278"/>
              <w:rPr>
                <w:b w:val="0"/>
                <w:noProof w:val="0"/>
                <w:sz w:val="24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245E1" w:rsidRPr="00F370B6" w:rsidRDefault="001245E1" w:rsidP="00D54ADA">
            <w:pPr>
              <w:jc w:val="center"/>
              <w:rPr>
                <w:rFonts w:ascii="Arial" w:hAnsi="Arial"/>
                <w:b/>
                <w:noProof w:val="0"/>
                <w:lang w:val="af-ZA"/>
              </w:rPr>
            </w:pPr>
          </w:p>
        </w:tc>
      </w:tr>
      <w:tr w:rsidR="00DF22B6" w:rsidRPr="00F370B6" w:rsidTr="00DF22B6">
        <w:tc>
          <w:tcPr>
            <w:tcW w:w="709" w:type="dxa"/>
          </w:tcPr>
          <w:p w:rsidR="00DF22B6" w:rsidRPr="00F370B6" w:rsidRDefault="00DF22B6" w:rsidP="00D54ADA">
            <w:pPr>
              <w:rPr>
                <w:rFonts w:ascii="Arial" w:hAnsi="Arial"/>
                <w:noProof w:val="0"/>
                <w:lang w:val="af-ZA"/>
              </w:rPr>
            </w:pPr>
          </w:p>
        </w:tc>
        <w:tc>
          <w:tcPr>
            <w:tcW w:w="8222" w:type="dxa"/>
            <w:gridSpan w:val="2"/>
            <w:vAlign w:val="center"/>
          </w:tcPr>
          <w:p w:rsidR="00DF22B6" w:rsidRPr="00F370B6" w:rsidRDefault="00DF22B6" w:rsidP="00D54ADA">
            <w:pPr>
              <w:pStyle w:val="BodyText"/>
              <w:ind w:left="278"/>
              <w:jc w:val="right"/>
              <w:rPr>
                <w:b w:val="0"/>
                <w:noProof w:val="0"/>
                <w:sz w:val="24"/>
                <w:lang w:val="af-ZA"/>
              </w:rPr>
            </w:pPr>
            <w:r w:rsidRPr="00F370B6">
              <w:rPr>
                <w:noProof w:val="0"/>
                <w:sz w:val="24"/>
                <w:lang w:val="af-ZA"/>
              </w:rPr>
              <w:t>TOTAAL:</w:t>
            </w:r>
          </w:p>
        </w:tc>
        <w:tc>
          <w:tcPr>
            <w:tcW w:w="708" w:type="dxa"/>
            <w:vAlign w:val="bottom"/>
          </w:tcPr>
          <w:p w:rsidR="00DF22B6" w:rsidRPr="00F370B6" w:rsidRDefault="00DF22B6" w:rsidP="00D54ADA">
            <w:pPr>
              <w:jc w:val="center"/>
              <w:rPr>
                <w:rFonts w:ascii="Arial" w:hAnsi="Arial"/>
                <w:b/>
                <w:noProof w:val="0"/>
                <w:lang w:val="af-ZA"/>
              </w:rPr>
            </w:pPr>
            <w:r w:rsidRPr="00F370B6">
              <w:rPr>
                <w:rFonts w:ascii="Arial" w:hAnsi="Arial"/>
                <w:b/>
                <w:noProof w:val="0"/>
                <w:lang w:val="af-ZA"/>
              </w:rPr>
              <w:t>200</w:t>
            </w:r>
          </w:p>
        </w:tc>
      </w:tr>
    </w:tbl>
    <w:p w:rsidR="001245E1" w:rsidRPr="00F370B6" w:rsidRDefault="001245E1" w:rsidP="00A83E06">
      <w:pPr>
        <w:rPr>
          <w:rFonts w:ascii="Arial" w:hAnsi="Arial"/>
          <w:noProof w:val="0"/>
          <w:lang w:val="af-ZA"/>
        </w:rPr>
      </w:pPr>
    </w:p>
    <w:sectPr w:rsidR="001245E1" w:rsidRPr="00F370B6" w:rsidSect="007611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 w:code="9"/>
      <w:pgMar w:top="720" w:right="1134" w:bottom="1134" w:left="1134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A51" w:rsidRDefault="00327A51">
      <w:r>
        <w:separator/>
      </w:r>
    </w:p>
  </w:endnote>
  <w:endnote w:type="continuationSeparator" w:id="1">
    <w:p w:rsidR="00327A51" w:rsidRDefault="00327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A7E" w:rsidRDefault="00044A7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A7E" w:rsidRDefault="00044A7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A7E" w:rsidRDefault="00044A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A51" w:rsidRDefault="00327A51">
      <w:r>
        <w:separator/>
      </w:r>
    </w:p>
  </w:footnote>
  <w:footnote w:type="continuationSeparator" w:id="1">
    <w:p w:rsidR="00327A51" w:rsidRDefault="00327A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336" w:rsidRPr="00E70816" w:rsidRDefault="00443BF7" w:rsidP="00E70816">
    <w:pPr>
      <w:pStyle w:val="Header"/>
      <w:tabs>
        <w:tab w:val="clear" w:pos="8306"/>
        <w:tab w:val="right" w:pos="9498"/>
      </w:tabs>
    </w:pPr>
    <w:r w:rsidRPr="00E70816">
      <w:rPr>
        <w:rFonts w:ascii="Arial" w:hAnsi="Arial"/>
        <w:b/>
        <w:sz w:val="22"/>
        <w:szCs w:val="22"/>
        <w:u w:val="single"/>
      </w:rPr>
      <w:fldChar w:fldCharType="begin"/>
    </w:r>
    <w:r w:rsidR="004C0336" w:rsidRPr="00E70816">
      <w:rPr>
        <w:rFonts w:ascii="Arial" w:hAnsi="Arial"/>
        <w:b/>
        <w:sz w:val="22"/>
        <w:szCs w:val="22"/>
        <w:u w:val="single"/>
      </w:rPr>
      <w:instrText xml:space="preserve"> PAGE   \* MERGEFORMAT </w:instrText>
    </w:r>
    <w:r w:rsidRPr="00E70816">
      <w:rPr>
        <w:rFonts w:ascii="Arial" w:hAnsi="Arial"/>
        <w:b/>
        <w:sz w:val="22"/>
        <w:szCs w:val="22"/>
        <w:u w:val="single"/>
      </w:rPr>
      <w:fldChar w:fldCharType="separate"/>
    </w:r>
    <w:r w:rsidR="00D3013B">
      <w:rPr>
        <w:rFonts w:ascii="Arial" w:hAnsi="Arial"/>
        <w:b/>
        <w:sz w:val="22"/>
        <w:szCs w:val="22"/>
        <w:u w:val="single"/>
      </w:rPr>
      <w:t>12</w:t>
    </w:r>
    <w:r w:rsidRPr="00E70816">
      <w:rPr>
        <w:rFonts w:ascii="Arial" w:hAnsi="Arial"/>
        <w:b/>
        <w:sz w:val="22"/>
        <w:szCs w:val="22"/>
        <w:u w:val="single"/>
      </w:rPr>
      <w:fldChar w:fldCharType="end"/>
    </w:r>
    <w:r w:rsidR="004C0336" w:rsidRPr="00E70816">
      <w:rPr>
        <w:b/>
        <w:u w:val="single"/>
      </w:rPr>
      <w:tab/>
    </w:r>
    <w:r w:rsidR="004C0336" w:rsidRPr="00DF22B6">
      <w:rPr>
        <w:rFonts w:ascii="Arial" w:hAnsi="Arial"/>
        <w:b/>
        <w:sz w:val="22"/>
        <w:szCs w:val="22"/>
        <w:u w:val="single"/>
      </w:rPr>
      <w:t>ELEKTRIESE TEGNOLOGIE</w:t>
    </w:r>
    <w:r w:rsidR="004C0336">
      <w:rPr>
        <w:rFonts w:ascii="Arial" w:hAnsi="Arial"/>
        <w:b/>
        <w:sz w:val="22"/>
        <w:szCs w:val="22"/>
        <w:u w:val="single"/>
      </w:rPr>
      <w:tab/>
    </w:r>
    <w:r w:rsidR="004C0336" w:rsidRPr="00D34A4B">
      <w:rPr>
        <w:rFonts w:ascii="Arial" w:hAnsi="Arial"/>
        <w:b/>
        <w:sz w:val="16"/>
        <w:szCs w:val="16"/>
        <w:u w:val="single"/>
      </w:rPr>
      <w:t>(</w:t>
    </w:r>
    <w:r w:rsidR="004C0336">
      <w:rPr>
        <w:rFonts w:ascii="Arial" w:hAnsi="Arial"/>
        <w:b/>
        <w:sz w:val="16"/>
        <w:szCs w:val="16"/>
        <w:u w:val="single"/>
      </w:rPr>
      <w:t>NOVEMBER</w:t>
    </w:r>
    <w:r w:rsidR="004C0336" w:rsidRPr="00D34A4B">
      <w:rPr>
        <w:rFonts w:ascii="Arial" w:hAnsi="Arial"/>
        <w:b/>
        <w:sz w:val="16"/>
        <w:szCs w:val="16"/>
        <w:u w:val="single"/>
      </w:rPr>
      <w:t xml:space="preserve">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336" w:rsidRPr="00E70816" w:rsidRDefault="004C0336" w:rsidP="00E70816">
    <w:pPr>
      <w:pStyle w:val="Header"/>
      <w:tabs>
        <w:tab w:val="clear" w:pos="4153"/>
        <w:tab w:val="clear" w:pos="8306"/>
        <w:tab w:val="center" w:pos="4962"/>
        <w:tab w:val="right" w:pos="9498"/>
      </w:tabs>
    </w:pPr>
    <w:r w:rsidRPr="00D34A4B">
      <w:rPr>
        <w:rFonts w:ascii="Arial" w:hAnsi="Arial"/>
        <w:b/>
        <w:sz w:val="16"/>
        <w:szCs w:val="16"/>
        <w:u w:val="single"/>
      </w:rPr>
      <w:t>(</w:t>
    </w:r>
    <w:r>
      <w:rPr>
        <w:rFonts w:ascii="Arial" w:hAnsi="Arial"/>
        <w:b/>
        <w:sz w:val="16"/>
        <w:szCs w:val="16"/>
        <w:u w:val="single"/>
      </w:rPr>
      <w:t>NOVEM</w:t>
    </w:r>
    <w:r w:rsidRPr="00D34A4B">
      <w:rPr>
        <w:rFonts w:ascii="Arial" w:hAnsi="Arial"/>
        <w:b/>
        <w:sz w:val="16"/>
        <w:szCs w:val="16"/>
        <w:u w:val="single"/>
      </w:rPr>
      <w:t>BER 2010)</w:t>
    </w:r>
    <w:r>
      <w:rPr>
        <w:rFonts w:ascii="Arial" w:hAnsi="Arial"/>
        <w:b/>
        <w:sz w:val="16"/>
        <w:szCs w:val="16"/>
        <w:u w:val="single"/>
      </w:rPr>
      <w:tab/>
    </w:r>
    <w:r>
      <w:rPr>
        <w:rFonts w:ascii="Arial" w:hAnsi="Arial"/>
        <w:b/>
        <w:sz w:val="22"/>
        <w:szCs w:val="22"/>
        <w:u w:val="single"/>
      </w:rPr>
      <w:t>ELEKTRIESE</w:t>
    </w:r>
    <w:r w:rsidRPr="00D34A4B">
      <w:rPr>
        <w:rFonts w:ascii="Arial" w:hAnsi="Arial"/>
        <w:b/>
        <w:sz w:val="22"/>
        <w:szCs w:val="22"/>
        <w:u w:val="single"/>
      </w:rPr>
      <w:t xml:space="preserve"> TE</w:t>
    </w:r>
    <w:r>
      <w:rPr>
        <w:rFonts w:ascii="Arial" w:hAnsi="Arial"/>
        <w:b/>
        <w:sz w:val="22"/>
        <w:szCs w:val="22"/>
        <w:u w:val="single"/>
      </w:rPr>
      <w:t>GNOLOGIE</w:t>
    </w:r>
    <w:r w:rsidRPr="00E70816">
      <w:rPr>
        <w:u w:val="single"/>
      </w:rPr>
      <w:t xml:space="preserve"> </w:t>
    </w:r>
    <w:r w:rsidRPr="00E70816">
      <w:rPr>
        <w:b/>
        <w:u w:val="single"/>
      </w:rPr>
      <w:tab/>
    </w:r>
    <w:r w:rsidR="00443BF7" w:rsidRPr="00E70816">
      <w:rPr>
        <w:rFonts w:ascii="Arial" w:hAnsi="Arial"/>
        <w:b/>
        <w:sz w:val="22"/>
        <w:szCs w:val="22"/>
        <w:u w:val="single"/>
      </w:rPr>
      <w:fldChar w:fldCharType="begin"/>
    </w:r>
    <w:r w:rsidRPr="00E70816">
      <w:rPr>
        <w:rFonts w:ascii="Arial" w:hAnsi="Arial"/>
        <w:b/>
        <w:sz w:val="22"/>
        <w:szCs w:val="22"/>
        <w:u w:val="single"/>
      </w:rPr>
      <w:instrText xml:space="preserve"> PAGE   \* MERGEFORMAT </w:instrText>
    </w:r>
    <w:r w:rsidR="00443BF7" w:rsidRPr="00E70816">
      <w:rPr>
        <w:rFonts w:ascii="Arial" w:hAnsi="Arial"/>
        <w:b/>
        <w:sz w:val="22"/>
        <w:szCs w:val="22"/>
        <w:u w:val="single"/>
      </w:rPr>
      <w:fldChar w:fldCharType="separate"/>
    </w:r>
    <w:r w:rsidR="00D3013B">
      <w:rPr>
        <w:rFonts w:ascii="Arial" w:hAnsi="Arial"/>
        <w:b/>
        <w:sz w:val="22"/>
        <w:szCs w:val="22"/>
        <w:u w:val="single"/>
      </w:rPr>
      <w:t>13</w:t>
    </w:r>
    <w:r w:rsidR="00443BF7" w:rsidRPr="00E70816">
      <w:rPr>
        <w:rFonts w:ascii="Arial" w:hAnsi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336" w:rsidRDefault="004C0336" w:rsidP="00FB34EC">
    <w:pPr>
      <w:pStyle w:val="Header"/>
      <w:tabs>
        <w:tab w:val="clear" w:pos="4153"/>
        <w:tab w:val="clear" w:pos="8306"/>
        <w:tab w:val="right" w:pos="10065"/>
      </w:tabs>
    </w:pPr>
    <w:r>
      <w:rPr>
        <w:rFonts w:ascii="Arial" w:hAnsi="Arial"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0761"/>
    <w:multiLevelType w:val="hybridMultilevel"/>
    <w:tmpl w:val="D206E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467C5"/>
    <w:multiLevelType w:val="hybridMultilevel"/>
    <w:tmpl w:val="57D62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276C2"/>
    <w:multiLevelType w:val="hybridMultilevel"/>
    <w:tmpl w:val="937CA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06E2D"/>
    <w:multiLevelType w:val="hybridMultilevel"/>
    <w:tmpl w:val="E88A7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D24F4"/>
    <w:multiLevelType w:val="hybridMultilevel"/>
    <w:tmpl w:val="E23E2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35BAD"/>
    <w:multiLevelType w:val="hybridMultilevel"/>
    <w:tmpl w:val="9F306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441AF"/>
    <w:multiLevelType w:val="hybridMultilevel"/>
    <w:tmpl w:val="522A7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77B1B"/>
    <w:multiLevelType w:val="hybridMultilevel"/>
    <w:tmpl w:val="27600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F5723C"/>
    <w:multiLevelType w:val="hybridMultilevel"/>
    <w:tmpl w:val="59CC8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B5865"/>
    <w:multiLevelType w:val="hybridMultilevel"/>
    <w:tmpl w:val="DD64F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96723"/>
    <w:multiLevelType w:val="hybridMultilevel"/>
    <w:tmpl w:val="0B3A2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254071"/>
    <w:multiLevelType w:val="hybridMultilevel"/>
    <w:tmpl w:val="04885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B4730F"/>
    <w:multiLevelType w:val="hybridMultilevel"/>
    <w:tmpl w:val="B22A93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AE41B4"/>
    <w:multiLevelType w:val="hybridMultilevel"/>
    <w:tmpl w:val="D54A29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745CE3"/>
    <w:multiLevelType w:val="hybridMultilevel"/>
    <w:tmpl w:val="523AE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CB1FA3"/>
    <w:multiLevelType w:val="hybridMultilevel"/>
    <w:tmpl w:val="D4D0A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6E0063"/>
    <w:multiLevelType w:val="hybridMultilevel"/>
    <w:tmpl w:val="F404E6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5477AB"/>
    <w:multiLevelType w:val="hybridMultilevel"/>
    <w:tmpl w:val="4BFEC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A50D63"/>
    <w:multiLevelType w:val="hybridMultilevel"/>
    <w:tmpl w:val="742AC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7E264E"/>
    <w:multiLevelType w:val="hybridMultilevel"/>
    <w:tmpl w:val="6ACC9A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DB5B55"/>
    <w:multiLevelType w:val="hybridMultilevel"/>
    <w:tmpl w:val="09D6A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2B082C"/>
    <w:multiLevelType w:val="hybridMultilevel"/>
    <w:tmpl w:val="4C4A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6A7311"/>
    <w:multiLevelType w:val="hybridMultilevel"/>
    <w:tmpl w:val="465EF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D33711"/>
    <w:multiLevelType w:val="hybridMultilevel"/>
    <w:tmpl w:val="87D6C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5E608D"/>
    <w:multiLevelType w:val="hybridMultilevel"/>
    <w:tmpl w:val="8138BD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6A3EC5"/>
    <w:multiLevelType w:val="hybridMultilevel"/>
    <w:tmpl w:val="ABD0E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F57B8F"/>
    <w:multiLevelType w:val="hybridMultilevel"/>
    <w:tmpl w:val="EA5C7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5"/>
  </w:num>
  <w:num w:numId="5">
    <w:abstractNumId w:val="14"/>
  </w:num>
  <w:num w:numId="6">
    <w:abstractNumId w:val="0"/>
  </w:num>
  <w:num w:numId="7">
    <w:abstractNumId w:val="2"/>
  </w:num>
  <w:num w:numId="8">
    <w:abstractNumId w:val="20"/>
  </w:num>
  <w:num w:numId="9">
    <w:abstractNumId w:val="10"/>
  </w:num>
  <w:num w:numId="10">
    <w:abstractNumId w:val="23"/>
  </w:num>
  <w:num w:numId="11">
    <w:abstractNumId w:val="4"/>
  </w:num>
  <w:num w:numId="12">
    <w:abstractNumId w:val="6"/>
  </w:num>
  <w:num w:numId="13">
    <w:abstractNumId w:val="17"/>
  </w:num>
  <w:num w:numId="14">
    <w:abstractNumId w:val="22"/>
  </w:num>
  <w:num w:numId="15">
    <w:abstractNumId w:val="11"/>
  </w:num>
  <w:num w:numId="16">
    <w:abstractNumId w:val="21"/>
  </w:num>
  <w:num w:numId="17">
    <w:abstractNumId w:val="18"/>
  </w:num>
  <w:num w:numId="18">
    <w:abstractNumId w:val="15"/>
  </w:num>
  <w:num w:numId="19">
    <w:abstractNumId w:val="7"/>
  </w:num>
  <w:num w:numId="20">
    <w:abstractNumId w:val="1"/>
  </w:num>
  <w:num w:numId="21">
    <w:abstractNumId w:val="5"/>
  </w:num>
  <w:num w:numId="22">
    <w:abstractNumId w:val="9"/>
  </w:num>
  <w:num w:numId="23">
    <w:abstractNumId w:val="26"/>
  </w:num>
  <w:num w:numId="24">
    <w:abstractNumId w:val="16"/>
  </w:num>
  <w:num w:numId="25">
    <w:abstractNumId w:val="19"/>
  </w:num>
  <w:num w:numId="26">
    <w:abstractNumId w:val="13"/>
  </w:num>
  <w:num w:numId="27">
    <w:abstractNumId w:val="12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evenAndOddHeaders/>
  <w:drawingGridHorizontalSpacing w:val="120"/>
  <w:drawingGridVerticalSpacing w:val="57"/>
  <w:displayHorizontalDrawingGridEvery w:val="0"/>
  <w:displayVerticalDrawingGridEvery w:val="0"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F20BB2"/>
    <w:rsid w:val="000058A4"/>
    <w:rsid w:val="00013ECB"/>
    <w:rsid w:val="0002128E"/>
    <w:rsid w:val="00024025"/>
    <w:rsid w:val="00024AC1"/>
    <w:rsid w:val="00027504"/>
    <w:rsid w:val="0003279C"/>
    <w:rsid w:val="00034851"/>
    <w:rsid w:val="0003675A"/>
    <w:rsid w:val="00043151"/>
    <w:rsid w:val="00044488"/>
    <w:rsid w:val="00044A7E"/>
    <w:rsid w:val="000458EB"/>
    <w:rsid w:val="00053161"/>
    <w:rsid w:val="00053DB2"/>
    <w:rsid w:val="00053F95"/>
    <w:rsid w:val="0005467B"/>
    <w:rsid w:val="000624F6"/>
    <w:rsid w:val="00065C9E"/>
    <w:rsid w:val="0007474A"/>
    <w:rsid w:val="00082809"/>
    <w:rsid w:val="000900A1"/>
    <w:rsid w:val="00092F47"/>
    <w:rsid w:val="000A074D"/>
    <w:rsid w:val="000A121A"/>
    <w:rsid w:val="000A5453"/>
    <w:rsid w:val="000A661F"/>
    <w:rsid w:val="000A795B"/>
    <w:rsid w:val="000B1C92"/>
    <w:rsid w:val="000C197A"/>
    <w:rsid w:val="000C354E"/>
    <w:rsid w:val="000C455C"/>
    <w:rsid w:val="000C5574"/>
    <w:rsid w:val="000D71B8"/>
    <w:rsid w:val="000E16CB"/>
    <w:rsid w:val="000E2032"/>
    <w:rsid w:val="000E3046"/>
    <w:rsid w:val="000E3EA9"/>
    <w:rsid w:val="000E46ED"/>
    <w:rsid w:val="000F1E1D"/>
    <w:rsid w:val="000F207C"/>
    <w:rsid w:val="000F271C"/>
    <w:rsid w:val="000F2A8C"/>
    <w:rsid w:val="000F5078"/>
    <w:rsid w:val="000F5B2A"/>
    <w:rsid w:val="001031D7"/>
    <w:rsid w:val="001041DD"/>
    <w:rsid w:val="00107E6B"/>
    <w:rsid w:val="001205D1"/>
    <w:rsid w:val="00121428"/>
    <w:rsid w:val="0012222F"/>
    <w:rsid w:val="001245E1"/>
    <w:rsid w:val="001250F2"/>
    <w:rsid w:val="00126F6F"/>
    <w:rsid w:val="00130C7F"/>
    <w:rsid w:val="00131589"/>
    <w:rsid w:val="00133A58"/>
    <w:rsid w:val="00133CA4"/>
    <w:rsid w:val="00135672"/>
    <w:rsid w:val="001362E0"/>
    <w:rsid w:val="00140241"/>
    <w:rsid w:val="0014353D"/>
    <w:rsid w:val="001436FA"/>
    <w:rsid w:val="00143700"/>
    <w:rsid w:val="00146143"/>
    <w:rsid w:val="00146330"/>
    <w:rsid w:val="0015252D"/>
    <w:rsid w:val="00152610"/>
    <w:rsid w:val="001528F8"/>
    <w:rsid w:val="00152E0C"/>
    <w:rsid w:val="00154780"/>
    <w:rsid w:val="0015737B"/>
    <w:rsid w:val="00161ABF"/>
    <w:rsid w:val="00173FEE"/>
    <w:rsid w:val="0018205B"/>
    <w:rsid w:val="001828DB"/>
    <w:rsid w:val="0018521B"/>
    <w:rsid w:val="00186B2D"/>
    <w:rsid w:val="00191C05"/>
    <w:rsid w:val="00192412"/>
    <w:rsid w:val="001943EC"/>
    <w:rsid w:val="00196669"/>
    <w:rsid w:val="001A2B5F"/>
    <w:rsid w:val="001B2293"/>
    <w:rsid w:val="001B24F4"/>
    <w:rsid w:val="001B6D0A"/>
    <w:rsid w:val="001C0F6C"/>
    <w:rsid w:val="001C2BCD"/>
    <w:rsid w:val="001C48D4"/>
    <w:rsid w:val="001C5FB4"/>
    <w:rsid w:val="001D21BB"/>
    <w:rsid w:val="001D3130"/>
    <w:rsid w:val="001D33BF"/>
    <w:rsid w:val="001D5497"/>
    <w:rsid w:val="001D7D85"/>
    <w:rsid w:val="001E0794"/>
    <w:rsid w:val="001E3579"/>
    <w:rsid w:val="001F168D"/>
    <w:rsid w:val="001F7476"/>
    <w:rsid w:val="002026B7"/>
    <w:rsid w:val="00204B1A"/>
    <w:rsid w:val="0021180B"/>
    <w:rsid w:val="00212FAD"/>
    <w:rsid w:val="0021383D"/>
    <w:rsid w:val="002177D2"/>
    <w:rsid w:val="00220898"/>
    <w:rsid w:val="002218D7"/>
    <w:rsid w:val="00224435"/>
    <w:rsid w:val="00226AB8"/>
    <w:rsid w:val="00244990"/>
    <w:rsid w:val="002459E3"/>
    <w:rsid w:val="002510BA"/>
    <w:rsid w:val="00255301"/>
    <w:rsid w:val="002650B0"/>
    <w:rsid w:val="00267309"/>
    <w:rsid w:val="00271C28"/>
    <w:rsid w:val="00273C53"/>
    <w:rsid w:val="00274129"/>
    <w:rsid w:val="00283646"/>
    <w:rsid w:val="002854AD"/>
    <w:rsid w:val="0029220C"/>
    <w:rsid w:val="0029465B"/>
    <w:rsid w:val="00295F61"/>
    <w:rsid w:val="002A5E01"/>
    <w:rsid w:val="002A6582"/>
    <w:rsid w:val="002B1342"/>
    <w:rsid w:val="002B24F1"/>
    <w:rsid w:val="002B2A7C"/>
    <w:rsid w:val="002B352B"/>
    <w:rsid w:val="002C091E"/>
    <w:rsid w:val="002C56EF"/>
    <w:rsid w:val="002C5C6F"/>
    <w:rsid w:val="002C7598"/>
    <w:rsid w:val="002D0B09"/>
    <w:rsid w:val="002D0E7D"/>
    <w:rsid w:val="002D6EE6"/>
    <w:rsid w:val="002E0E1B"/>
    <w:rsid w:val="002E207A"/>
    <w:rsid w:val="002E2C6B"/>
    <w:rsid w:val="002E3DF2"/>
    <w:rsid w:val="002F7285"/>
    <w:rsid w:val="003070C9"/>
    <w:rsid w:val="00311C17"/>
    <w:rsid w:val="00312EE0"/>
    <w:rsid w:val="003145B7"/>
    <w:rsid w:val="003161BC"/>
    <w:rsid w:val="00323F5E"/>
    <w:rsid w:val="003266B6"/>
    <w:rsid w:val="00327A51"/>
    <w:rsid w:val="003320CE"/>
    <w:rsid w:val="00333FE4"/>
    <w:rsid w:val="0033765C"/>
    <w:rsid w:val="0034783D"/>
    <w:rsid w:val="003517BD"/>
    <w:rsid w:val="003526FB"/>
    <w:rsid w:val="00357262"/>
    <w:rsid w:val="0036057F"/>
    <w:rsid w:val="00364F45"/>
    <w:rsid w:val="0037584F"/>
    <w:rsid w:val="00376189"/>
    <w:rsid w:val="00377148"/>
    <w:rsid w:val="003773EA"/>
    <w:rsid w:val="00381F27"/>
    <w:rsid w:val="00382ECD"/>
    <w:rsid w:val="00392231"/>
    <w:rsid w:val="00392A02"/>
    <w:rsid w:val="003931BD"/>
    <w:rsid w:val="00397A7F"/>
    <w:rsid w:val="003A7ADD"/>
    <w:rsid w:val="003B1754"/>
    <w:rsid w:val="003B1BE0"/>
    <w:rsid w:val="003B2B38"/>
    <w:rsid w:val="003B64B9"/>
    <w:rsid w:val="003B7F77"/>
    <w:rsid w:val="003C04F1"/>
    <w:rsid w:val="003C0943"/>
    <w:rsid w:val="003C0E57"/>
    <w:rsid w:val="003C171D"/>
    <w:rsid w:val="003D0E14"/>
    <w:rsid w:val="003D293A"/>
    <w:rsid w:val="003E12B4"/>
    <w:rsid w:val="003E5DC5"/>
    <w:rsid w:val="003F0BFF"/>
    <w:rsid w:val="003F36B1"/>
    <w:rsid w:val="003F3E46"/>
    <w:rsid w:val="003F6906"/>
    <w:rsid w:val="003F7ED5"/>
    <w:rsid w:val="00403EFB"/>
    <w:rsid w:val="00407688"/>
    <w:rsid w:val="00411B22"/>
    <w:rsid w:val="004129A5"/>
    <w:rsid w:val="004132DA"/>
    <w:rsid w:val="00421636"/>
    <w:rsid w:val="0042679A"/>
    <w:rsid w:val="00427415"/>
    <w:rsid w:val="00430075"/>
    <w:rsid w:val="004328DB"/>
    <w:rsid w:val="00432DD5"/>
    <w:rsid w:val="00433728"/>
    <w:rsid w:val="00441296"/>
    <w:rsid w:val="004414E7"/>
    <w:rsid w:val="00443BF7"/>
    <w:rsid w:val="00447440"/>
    <w:rsid w:val="0045530B"/>
    <w:rsid w:val="00456E7E"/>
    <w:rsid w:val="00462051"/>
    <w:rsid w:val="00465451"/>
    <w:rsid w:val="00465F5F"/>
    <w:rsid w:val="0047005C"/>
    <w:rsid w:val="004716FE"/>
    <w:rsid w:val="00475E95"/>
    <w:rsid w:val="00476B41"/>
    <w:rsid w:val="00480D02"/>
    <w:rsid w:val="00484D6D"/>
    <w:rsid w:val="004866FF"/>
    <w:rsid w:val="004900BC"/>
    <w:rsid w:val="0049142E"/>
    <w:rsid w:val="004918C3"/>
    <w:rsid w:val="0049218D"/>
    <w:rsid w:val="00492B48"/>
    <w:rsid w:val="00492E09"/>
    <w:rsid w:val="00495D7D"/>
    <w:rsid w:val="00496296"/>
    <w:rsid w:val="004A4BEE"/>
    <w:rsid w:val="004A6695"/>
    <w:rsid w:val="004C0336"/>
    <w:rsid w:val="004C5754"/>
    <w:rsid w:val="004C6409"/>
    <w:rsid w:val="004C6F79"/>
    <w:rsid w:val="004D3DFE"/>
    <w:rsid w:val="004D5791"/>
    <w:rsid w:val="004E353C"/>
    <w:rsid w:val="004E3D41"/>
    <w:rsid w:val="004F008F"/>
    <w:rsid w:val="004F2105"/>
    <w:rsid w:val="004F332A"/>
    <w:rsid w:val="00507AAF"/>
    <w:rsid w:val="005120B4"/>
    <w:rsid w:val="00513DC0"/>
    <w:rsid w:val="0051541F"/>
    <w:rsid w:val="00520489"/>
    <w:rsid w:val="00523AF1"/>
    <w:rsid w:val="00526DDE"/>
    <w:rsid w:val="005323CF"/>
    <w:rsid w:val="00541A94"/>
    <w:rsid w:val="00544FAA"/>
    <w:rsid w:val="00546462"/>
    <w:rsid w:val="005530BE"/>
    <w:rsid w:val="005538D3"/>
    <w:rsid w:val="005541AA"/>
    <w:rsid w:val="00554317"/>
    <w:rsid w:val="005553D3"/>
    <w:rsid w:val="005606B8"/>
    <w:rsid w:val="005647CE"/>
    <w:rsid w:val="0057298D"/>
    <w:rsid w:val="00577634"/>
    <w:rsid w:val="00587FA5"/>
    <w:rsid w:val="00592AD1"/>
    <w:rsid w:val="0059478D"/>
    <w:rsid w:val="00596C6A"/>
    <w:rsid w:val="00597F6B"/>
    <w:rsid w:val="005A0757"/>
    <w:rsid w:val="005A667F"/>
    <w:rsid w:val="005B0563"/>
    <w:rsid w:val="005B2443"/>
    <w:rsid w:val="005C3E8D"/>
    <w:rsid w:val="005C5FF9"/>
    <w:rsid w:val="005D3F6C"/>
    <w:rsid w:val="005E05F0"/>
    <w:rsid w:val="005E61E0"/>
    <w:rsid w:val="005F3359"/>
    <w:rsid w:val="005F4FE3"/>
    <w:rsid w:val="005F73C1"/>
    <w:rsid w:val="005F7F8F"/>
    <w:rsid w:val="00604415"/>
    <w:rsid w:val="006065FF"/>
    <w:rsid w:val="00606789"/>
    <w:rsid w:val="00606A84"/>
    <w:rsid w:val="0060772F"/>
    <w:rsid w:val="00611638"/>
    <w:rsid w:val="00611D97"/>
    <w:rsid w:val="0061387C"/>
    <w:rsid w:val="00614AD2"/>
    <w:rsid w:val="00614CDA"/>
    <w:rsid w:val="006172ED"/>
    <w:rsid w:val="00621B80"/>
    <w:rsid w:val="0062420D"/>
    <w:rsid w:val="00630AAB"/>
    <w:rsid w:val="00632754"/>
    <w:rsid w:val="0064028C"/>
    <w:rsid w:val="00642E3C"/>
    <w:rsid w:val="00645C14"/>
    <w:rsid w:val="00645DA0"/>
    <w:rsid w:val="00652234"/>
    <w:rsid w:val="00654A6E"/>
    <w:rsid w:val="006617AC"/>
    <w:rsid w:val="00661A39"/>
    <w:rsid w:val="00665F7C"/>
    <w:rsid w:val="00670F64"/>
    <w:rsid w:val="00672ECA"/>
    <w:rsid w:val="00673F6B"/>
    <w:rsid w:val="006832D3"/>
    <w:rsid w:val="00684A80"/>
    <w:rsid w:val="00684BC5"/>
    <w:rsid w:val="0068515B"/>
    <w:rsid w:val="0069095C"/>
    <w:rsid w:val="00690D5F"/>
    <w:rsid w:val="006A0954"/>
    <w:rsid w:val="006B09B3"/>
    <w:rsid w:val="006C2BC8"/>
    <w:rsid w:val="006C545E"/>
    <w:rsid w:val="006D3436"/>
    <w:rsid w:val="006D353E"/>
    <w:rsid w:val="006D61E6"/>
    <w:rsid w:val="006E222B"/>
    <w:rsid w:val="006E4585"/>
    <w:rsid w:val="006E5115"/>
    <w:rsid w:val="006F304F"/>
    <w:rsid w:val="007017DA"/>
    <w:rsid w:val="00701BEC"/>
    <w:rsid w:val="007113A1"/>
    <w:rsid w:val="00714A47"/>
    <w:rsid w:val="00724842"/>
    <w:rsid w:val="007300D6"/>
    <w:rsid w:val="0073110B"/>
    <w:rsid w:val="007343E8"/>
    <w:rsid w:val="007346C1"/>
    <w:rsid w:val="00751AD9"/>
    <w:rsid w:val="00761176"/>
    <w:rsid w:val="0076216B"/>
    <w:rsid w:val="00781B48"/>
    <w:rsid w:val="00783C38"/>
    <w:rsid w:val="00784D31"/>
    <w:rsid w:val="007854EA"/>
    <w:rsid w:val="00787D77"/>
    <w:rsid w:val="0079095B"/>
    <w:rsid w:val="00794974"/>
    <w:rsid w:val="0079563B"/>
    <w:rsid w:val="007A2719"/>
    <w:rsid w:val="007A34EA"/>
    <w:rsid w:val="007B4F1D"/>
    <w:rsid w:val="007C0DC4"/>
    <w:rsid w:val="007C29A7"/>
    <w:rsid w:val="007D2E9A"/>
    <w:rsid w:val="007D44E7"/>
    <w:rsid w:val="007D4758"/>
    <w:rsid w:val="007D4FDF"/>
    <w:rsid w:val="007D56F1"/>
    <w:rsid w:val="007D7C5A"/>
    <w:rsid w:val="007D7F21"/>
    <w:rsid w:val="007E362D"/>
    <w:rsid w:val="007E699F"/>
    <w:rsid w:val="007F075A"/>
    <w:rsid w:val="007F1E07"/>
    <w:rsid w:val="007F2273"/>
    <w:rsid w:val="007F4B21"/>
    <w:rsid w:val="007F5083"/>
    <w:rsid w:val="0080101A"/>
    <w:rsid w:val="00802F28"/>
    <w:rsid w:val="00811EAA"/>
    <w:rsid w:val="00813884"/>
    <w:rsid w:val="008142DB"/>
    <w:rsid w:val="00827B75"/>
    <w:rsid w:val="00830531"/>
    <w:rsid w:val="008324F4"/>
    <w:rsid w:val="00832E9B"/>
    <w:rsid w:val="00834986"/>
    <w:rsid w:val="00835E9F"/>
    <w:rsid w:val="00840927"/>
    <w:rsid w:val="00840AC0"/>
    <w:rsid w:val="00846D0B"/>
    <w:rsid w:val="00851400"/>
    <w:rsid w:val="00854D42"/>
    <w:rsid w:val="00863FBD"/>
    <w:rsid w:val="00865736"/>
    <w:rsid w:val="0087197E"/>
    <w:rsid w:val="0087272C"/>
    <w:rsid w:val="0087453D"/>
    <w:rsid w:val="008767E3"/>
    <w:rsid w:val="0087688E"/>
    <w:rsid w:val="00876C02"/>
    <w:rsid w:val="008774A9"/>
    <w:rsid w:val="00880DED"/>
    <w:rsid w:val="00881341"/>
    <w:rsid w:val="0088220A"/>
    <w:rsid w:val="0088409B"/>
    <w:rsid w:val="00884D82"/>
    <w:rsid w:val="008879DC"/>
    <w:rsid w:val="00890690"/>
    <w:rsid w:val="00892AA5"/>
    <w:rsid w:val="00895641"/>
    <w:rsid w:val="00897F5B"/>
    <w:rsid w:val="008B0686"/>
    <w:rsid w:val="008B1D23"/>
    <w:rsid w:val="008B635F"/>
    <w:rsid w:val="008B6DB9"/>
    <w:rsid w:val="008C07D2"/>
    <w:rsid w:val="008C3429"/>
    <w:rsid w:val="008C6730"/>
    <w:rsid w:val="008C7793"/>
    <w:rsid w:val="008D086F"/>
    <w:rsid w:val="008D2423"/>
    <w:rsid w:val="008D2A9F"/>
    <w:rsid w:val="008D4947"/>
    <w:rsid w:val="008E0D29"/>
    <w:rsid w:val="008E0DB4"/>
    <w:rsid w:val="008E598C"/>
    <w:rsid w:val="008E6878"/>
    <w:rsid w:val="008F137F"/>
    <w:rsid w:val="008F4BCA"/>
    <w:rsid w:val="008F4BED"/>
    <w:rsid w:val="00903054"/>
    <w:rsid w:val="00904B21"/>
    <w:rsid w:val="009052AB"/>
    <w:rsid w:val="009147A7"/>
    <w:rsid w:val="009156D9"/>
    <w:rsid w:val="00926FAE"/>
    <w:rsid w:val="00931F82"/>
    <w:rsid w:val="00932000"/>
    <w:rsid w:val="00937054"/>
    <w:rsid w:val="00940054"/>
    <w:rsid w:val="009412F4"/>
    <w:rsid w:val="00943169"/>
    <w:rsid w:val="00951ECC"/>
    <w:rsid w:val="009520A3"/>
    <w:rsid w:val="00956F19"/>
    <w:rsid w:val="00957586"/>
    <w:rsid w:val="00960DB6"/>
    <w:rsid w:val="00961FBA"/>
    <w:rsid w:val="0097343D"/>
    <w:rsid w:val="009800AD"/>
    <w:rsid w:val="00983491"/>
    <w:rsid w:val="00985995"/>
    <w:rsid w:val="00987391"/>
    <w:rsid w:val="0099582E"/>
    <w:rsid w:val="00996371"/>
    <w:rsid w:val="009A5009"/>
    <w:rsid w:val="009B1D7A"/>
    <w:rsid w:val="009B1F27"/>
    <w:rsid w:val="009B6A40"/>
    <w:rsid w:val="009C18B5"/>
    <w:rsid w:val="009C244D"/>
    <w:rsid w:val="009C4F4B"/>
    <w:rsid w:val="009C55E9"/>
    <w:rsid w:val="009D32DB"/>
    <w:rsid w:val="009D38A6"/>
    <w:rsid w:val="009E2763"/>
    <w:rsid w:val="009E3C9D"/>
    <w:rsid w:val="009F69CF"/>
    <w:rsid w:val="00A03434"/>
    <w:rsid w:val="00A038F4"/>
    <w:rsid w:val="00A04DBE"/>
    <w:rsid w:val="00A105DD"/>
    <w:rsid w:val="00A139A8"/>
    <w:rsid w:val="00A1625B"/>
    <w:rsid w:val="00A17691"/>
    <w:rsid w:val="00A20FFD"/>
    <w:rsid w:val="00A22FB7"/>
    <w:rsid w:val="00A23B1B"/>
    <w:rsid w:val="00A257F5"/>
    <w:rsid w:val="00A27CCE"/>
    <w:rsid w:val="00A31E0A"/>
    <w:rsid w:val="00A321E2"/>
    <w:rsid w:val="00A34054"/>
    <w:rsid w:val="00A43640"/>
    <w:rsid w:val="00A45E17"/>
    <w:rsid w:val="00A5236E"/>
    <w:rsid w:val="00A52827"/>
    <w:rsid w:val="00A5663F"/>
    <w:rsid w:val="00A64210"/>
    <w:rsid w:val="00A747BB"/>
    <w:rsid w:val="00A80193"/>
    <w:rsid w:val="00A83E06"/>
    <w:rsid w:val="00A84AB1"/>
    <w:rsid w:val="00A869AB"/>
    <w:rsid w:val="00A90BBF"/>
    <w:rsid w:val="00A90EB4"/>
    <w:rsid w:val="00A90FF2"/>
    <w:rsid w:val="00A924F3"/>
    <w:rsid w:val="00AA3FDC"/>
    <w:rsid w:val="00AA65C8"/>
    <w:rsid w:val="00AB1545"/>
    <w:rsid w:val="00AB1982"/>
    <w:rsid w:val="00AB3434"/>
    <w:rsid w:val="00AB6A7B"/>
    <w:rsid w:val="00AB71DA"/>
    <w:rsid w:val="00AC1915"/>
    <w:rsid w:val="00AC5121"/>
    <w:rsid w:val="00AD36F3"/>
    <w:rsid w:val="00AD415E"/>
    <w:rsid w:val="00AE08F2"/>
    <w:rsid w:val="00AE2CB0"/>
    <w:rsid w:val="00AF3D41"/>
    <w:rsid w:val="00B136A5"/>
    <w:rsid w:val="00B174BE"/>
    <w:rsid w:val="00B210DE"/>
    <w:rsid w:val="00B21615"/>
    <w:rsid w:val="00B2488F"/>
    <w:rsid w:val="00B302CF"/>
    <w:rsid w:val="00B30B4B"/>
    <w:rsid w:val="00B34997"/>
    <w:rsid w:val="00B367D7"/>
    <w:rsid w:val="00B434C1"/>
    <w:rsid w:val="00B457D9"/>
    <w:rsid w:val="00B51C79"/>
    <w:rsid w:val="00B53F0E"/>
    <w:rsid w:val="00B55E45"/>
    <w:rsid w:val="00B57794"/>
    <w:rsid w:val="00B621A0"/>
    <w:rsid w:val="00B65AEA"/>
    <w:rsid w:val="00B662E2"/>
    <w:rsid w:val="00B701F4"/>
    <w:rsid w:val="00B71985"/>
    <w:rsid w:val="00B75925"/>
    <w:rsid w:val="00B75E9A"/>
    <w:rsid w:val="00B773F2"/>
    <w:rsid w:val="00B77756"/>
    <w:rsid w:val="00B8048F"/>
    <w:rsid w:val="00B82C79"/>
    <w:rsid w:val="00B837C1"/>
    <w:rsid w:val="00B90846"/>
    <w:rsid w:val="00B928EC"/>
    <w:rsid w:val="00B94CB4"/>
    <w:rsid w:val="00BA2328"/>
    <w:rsid w:val="00BA4DBE"/>
    <w:rsid w:val="00BA5C73"/>
    <w:rsid w:val="00BA6EB1"/>
    <w:rsid w:val="00BB62AD"/>
    <w:rsid w:val="00BB7406"/>
    <w:rsid w:val="00BC2DBC"/>
    <w:rsid w:val="00BC55A2"/>
    <w:rsid w:val="00BD2698"/>
    <w:rsid w:val="00BD336A"/>
    <w:rsid w:val="00BD5524"/>
    <w:rsid w:val="00BE5290"/>
    <w:rsid w:val="00BE556E"/>
    <w:rsid w:val="00BE6CBE"/>
    <w:rsid w:val="00BE74A2"/>
    <w:rsid w:val="00BE762F"/>
    <w:rsid w:val="00BF5020"/>
    <w:rsid w:val="00BF63D4"/>
    <w:rsid w:val="00BF6AE7"/>
    <w:rsid w:val="00C01464"/>
    <w:rsid w:val="00C02573"/>
    <w:rsid w:val="00C04D66"/>
    <w:rsid w:val="00C05316"/>
    <w:rsid w:val="00C0701D"/>
    <w:rsid w:val="00C102AD"/>
    <w:rsid w:val="00C1240D"/>
    <w:rsid w:val="00C12D6D"/>
    <w:rsid w:val="00C1391A"/>
    <w:rsid w:val="00C156FC"/>
    <w:rsid w:val="00C157CF"/>
    <w:rsid w:val="00C3602F"/>
    <w:rsid w:val="00C43597"/>
    <w:rsid w:val="00C46B0B"/>
    <w:rsid w:val="00C50F0D"/>
    <w:rsid w:val="00C54771"/>
    <w:rsid w:val="00C54BFB"/>
    <w:rsid w:val="00C57549"/>
    <w:rsid w:val="00C711C4"/>
    <w:rsid w:val="00C76DE1"/>
    <w:rsid w:val="00C835D4"/>
    <w:rsid w:val="00C85678"/>
    <w:rsid w:val="00C92EB8"/>
    <w:rsid w:val="00C93BF4"/>
    <w:rsid w:val="00C97C29"/>
    <w:rsid w:val="00CA1613"/>
    <w:rsid w:val="00CA3FB1"/>
    <w:rsid w:val="00CC000A"/>
    <w:rsid w:val="00CC0025"/>
    <w:rsid w:val="00CC0425"/>
    <w:rsid w:val="00CC08E7"/>
    <w:rsid w:val="00CC2D3E"/>
    <w:rsid w:val="00CC4667"/>
    <w:rsid w:val="00CC5792"/>
    <w:rsid w:val="00CC76FE"/>
    <w:rsid w:val="00CD17E9"/>
    <w:rsid w:val="00CD45FD"/>
    <w:rsid w:val="00CE2763"/>
    <w:rsid w:val="00CE3326"/>
    <w:rsid w:val="00CE608F"/>
    <w:rsid w:val="00CF1798"/>
    <w:rsid w:val="00CF3B38"/>
    <w:rsid w:val="00CF55FE"/>
    <w:rsid w:val="00D07AF1"/>
    <w:rsid w:val="00D10F95"/>
    <w:rsid w:val="00D11BE6"/>
    <w:rsid w:val="00D1325A"/>
    <w:rsid w:val="00D15EC1"/>
    <w:rsid w:val="00D173CC"/>
    <w:rsid w:val="00D21974"/>
    <w:rsid w:val="00D22871"/>
    <w:rsid w:val="00D3013B"/>
    <w:rsid w:val="00D34A4B"/>
    <w:rsid w:val="00D41C0B"/>
    <w:rsid w:val="00D46834"/>
    <w:rsid w:val="00D50FD7"/>
    <w:rsid w:val="00D52300"/>
    <w:rsid w:val="00D54774"/>
    <w:rsid w:val="00D54ADA"/>
    <w:rsid w:val="00D563A8"/>
    <w:rsid w:val="00D61718"/>
    <w:rsid w:val="00D61A8C"/>
    <w:rsid w:val="00D74395"/>
    <w:rsid w:val="00D74AF2"/>
    <w:rsid w:val="00D801A8"/>
    <w:rsid w:val="00D809BA"/>
    <w:rsid w:val="00D8303E"/>
    <w:rsid w:val="00D83549"/>
    <w:rsid w:val="00D87515"/>
    <w:rsid w:val="00D95D37"/>
    <w:rsid w:val="00D9736A"/>
    <w:rsid w:val="00D97FA0"/>
    <w:rsid w:val="00DA3C86"/>
    <w:rsid w:val="00DA5B80"/>
    <w:rsid w:val="00DB4241"/>
    <w:rsid w:val="00DB5F01"/>
    <w:rsid w:val="00DB6879"/>
    <w:rsid w:val="00DB6E3A"/>
    <w:rsid w:val="00DC2133"/>
    <w:rsid w:val="00DC3526"/>
    <w:rsid w:val="00DC4E26"/>
    <w:rsid w:val="00DC510E"/>
    <w:rsid w:val="00DC6CDE"/>
    <w:rsid w:val="00DD0FAD"/>
    <w:rsid w:val="00DD3400"/>
    <w:rsid w:val="00DD586F"/>
    <w:rsid w:val="00DD5AD4"/>
    <w:rsid w:val="00DE021E"/>
    <w:rsid w:val="00DE0F6A"/>
    <w:rsid w:val="00DE132D"/>
    <w:rsid w:val="00DE4D37"/>
    <w:rsid w:val="00DF20F7"/>
    <w:rsid w:val="00DF22B6"/>
    <w:rsid w:val="00DF29D5"/>
    <w:rsid w:val="00DF3C64"/>
    <w:rsid w:val="00DF3EA8"/>
    <w:rsid w:val="00DF4685"/>
    <w:rsid w:val="00DF7706"/>
    <w:rsid w:val="00E00276"/>
    <w:rsid w:val="00E041A7"/>
    <w:rsid w:val="00E10707"/>
    <w:rsid w:val="00E1089B"/>
    <w:rsid w:val="00E20C23"/>
    <w:rsid w:val="00E2146D"/>
    <w:rsid w:val="00E22A28"/>
    <w:rsid w:val="00E23F0D"/>
    <w:rsid w:val="00E34FB6"/>
    <w:rsid w:val="00E42443"/>
    <w:rsid w:val="00E43B89"/>
    <w:rsid w:val="00E50834"/>
    <w:rsid w:val="00E5112A"/>
    <w:rsid w:val="00E51B38"/>
    <w:rsid w:val="00E51D40"/>
    <w:rsid w:val="00E51DF6"/>
    <w:rsid w:val="00E5232A"/>
    <w:rsid w:val="00E523A4"/>
    <w:rsid w:val="00E57B1E"/>
    <w:rsid w:val="00E6728D"/>
    <w:rsid w:val="00E701A5"/>
    <w:rsid w:val="00E70816"/>
    <w:rsid w:val="00E7138F"/>
    <w:rsid w:val="00E72DF5"/>
    <w:rsid w:val="00E75798"/>
    <w:rsid w:val="00E75BA8"/>
    <w:rsid w:val="00E77003"/>
    <w:rsid w:val="00E81FD9"/>
    <w:rsid w:val="00E83B2D"/>
    <w:rsid w:val="00E83FAB"/>
    <w:rsid w:val="00E91E7B"/>
    <w:rsid w:val="00E954FE"/>
    <w:rsid w:val="00E97B15"/>
    <w:rsid w:val="00EA23AC"/>
    <w:rsid w:val="00EA35F7"/>
    <w:rsid w:val="00EA5060"/>
    <w:rsid w:val="00EB03E1"/>
    <w:rsid w:val="00EB16C2"/>
    <w:rsid w:val="00EB1917"/>
    <w:rsid w:val="00EB1C74"/>
    <w:rsid w:val="00EB729E"/>
    <w:rsid w:val="00EC0CFD"/>
    <w:rsid w:val="00EC2601"/>
    <w:rsid w:val="00ED1D5C"/>
    <w:rsid w:val="00ED4C7E"/>
    <w:rsid w:val="00EE105E"/>
    <w:rsid w:val="00EE27F1"/>
    <w:rsid w:val="00EE2993"/>
    <w:rsid w:val="00EE2F6E"/>
    <w:rsid w:val="00EE791B"/>
    <w:rsid w:val="00EF0414"/>
    <w:rsid w:val="00EF22E9"/>
    <w:rsid w:val="00EF788E"/>
    <w:rsid w:val="00F07425"/>
    <w:rsid w:val="00F16C29"/>
    <w:rsid w:val="00F20BB2"/>
    <w:rsid w:val="00F2116B"/>
    <w:rsid w:val="00F21277"/>
    <w:rsid w:val="00F21A22"/>
    <w:rsid w:val="00F272D5"/>
    <w:rsid w:val="00F32CF0"/>
    <w:rsid w:val="00F332F4"/>
    <w:rsid w:val="00F370B6"/>
    <w:rsid w:val="00F41734"/>
    <w:rsid w:val="00F42AA5"/>
    <w:rsid w:val="00F43638"/>
    <w:rsid w:val="00F45888"/>
    <w:rsid w:val="00F51A26"/>
    <w:rsid w:val="00F5363B"/>
    <w:rsid w:val="00F55C5B"/>
    <w:rsid w:val="00F57DBB"/>
    <w:rsid w:val="00F60DE0"/>
    <w:rsid w:val="00F63D5D"/>
    <w:rsid w:val="00F64427"/>
    <w:rsid w:val="00F773A4"/>
    <w:rsid w:val="00F8262E"/>
    <w:rsid w:val="00F82BC3"/>
    <w:rsid w:val="00F84E17"/>
    <w:rsid w:val="00F86F18"/>
    <w:rsid w:val="00F87194"/>
    <w:rsid w:val="00F91885"/>
    <w:rsid w:val="00F963E9"/>
    <w:rsid w:val="00F96D59"/>
    <w:rsid w:val="00F978F5"/>
    <w:rsid w:val="00FA0C5E"/>
    <w:rsid w:val="00FA25C0"/>
    <w:rsid w:val="00FB0B54"/>
    <w:rsid w:val="00FB10A9"/>
    <w:rsid w:val="00FB34EC"/>
    <w:rsid w:val="00FC1636"/>
    <w:rsid w:val="00FD1A03"/>
    <w:rsid w:val="00FD5460"/>
    <w:rsid w:val="00FE5513"/>
    <w:rsid w:val="00FF5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197E"/>
    <w:rPr>
      <w:rFonts w:cs="Arial"/>
      <w:noProof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3C38"/>
    <w:pPr>
      <w:keepNext/>
      <w:outlineLvl w:val="0"/>
    </w:pPr>
    <w:rPr>
      <w:rFonts w:ascii="Arial" w:hAnsi="Arial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rsid w:val="00783C38"/>
    <w:pPr>
      <w:keepNext/>
      <w:jc w:val="center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"/>
    <w:qFormat/>
    <w:rsid w:val="00783C38"/>
    <w:pPr>
      <w:keepNext/>
      <w:outlineLvl w:val="2"/>
    </w:pPr>
    <w:rPr>
      <w:rFonts w:ascii="Arial" w:hAnsi="Arial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783C38"/>
    <w:pPr>
      <w:keepNext/>
      <w:ind w:left="5040"/>
      <w:jc w:val="center"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783C38"/>
    <w:pPr>
      <w:keepNext/>
      <w:jc w:val="center"/>
      <w:outlineLvl w:val="4"/>
    </w:pPr>
    <w:rPr>
      <w:rFonts w:ascii="Arial" w:hAnsi="Arial"/>
      <w:b/>
      <w:bCs/>
    </w:rPr>
  </w:style>
  <w:style w:type="paragraph" w:styleId="Heading6">
    <w:name w:val="heading 6"/>
    <w:basedOn w:val="Normal"/>
    <w:next w:val="Normal"/>
    <w:link w:val="Heading6Char"/>
    <w:uiPriority w:val="9"/>
    <w:qFormat/>
    <w:rsid w:val="00783C38"/>
    <w:pPr>
      <w:keepNext/>
      <w:ind w:left="5040" w:firstLine="720"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783C38"/>
    <w:pPr>
      <w:keepNext/>
      <w:jc w:val="right"/>
      <w:outlineLvl w:val="6"/>
    </w:pPr>
    <w:rPr>
      <w:rFonts w:ascii="Arial" w:hAnsi="Arial"/>
      <w:b/>
      <w:bCs/>
      <w:sz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783C38"/>
    <w:pPr>
      <w:keepNext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783C38"/>
    <w:pPr>
      <w:keepNext/>
      <w:jc w:val="center"/>
      <w:outlineLvl w:val="8"/>
    </w:pPr>
    <w:rPr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38F1"/>
    <w:rPr>
      <w:rFonts w:ascii="Cambria" w:eastAsia="Times New Roman" w:hAnsi="Cambria" w:cs="Times New Roman"/>
      <w:b/>
      <w:bCs/>
      <w:noProof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38F1"/>
    <w:rPr>
      <w:rFonts w:ascii="Cambria" w:eastAsia="Times New Roman" w:hAnsi="Cambria" w:cs="Times New Roman"/>
      <w:b/>
      <w:bCs/>
      <w:i/>
      <w:iCs/>
      <w:noProof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38F1"/>
    <w:rPr>
      <w:rFonts w:ascii="Cambria" w:eastAsia="Times New Roman" w:hAnsi="Cambria" w:cs="Times New Roman"/>
      <w:b/>
      <w:bCs/>
      <w:noProof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38F1"/>
    <w:rPr>
      <w:rFonts w:ascii="Calibri" w:eastAsia="Times New Roman" w:hAnsi="Calibri" w:cs="Times New Roman"/>
      <w:b/>
      <w:bCs/>
      <w:noProof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38F1"/>
    <w:rPr>
      <w:rFonts w:ascii="Calibri" w:eastAsia="Times New Roman" w:hAnsi="Calibri" w:cs="Times New Roman"/>
      <w:b/>
      <w:bCs/>
      <w:i/>
      <w:iCs/>
      <w:noProof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38F1"/>
    <w:rPr>
      <w:rFonts w:ascii="Calibri" w:eastAsia="Times New Roman" w:hAnsi="Calibri" w:cs="Times New Roman"/>
      <w:b/>
      <w:bCs/>
      <w:noProof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38F1"/>
    <w:rPr>
      <w:rFonts w:ascii="Calibri" w:eastAsia="Times New Roman" w:hAnsi="Calibri" w:cs="Times New Roman"/>
      <w:noProof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38F1"/>
    <w:rPr>
      <w:rFonts w:ascii="Calibri" w:eastAsia="Times New Roman" w:hAnsi="Calibri" w:cs="Times New Roman"/>
      <w:i/>
      <w:iCs/>
      <w:noProof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38F1"/>
    <w:rPr>
      <w:rFonts w:ascii="Cambria" w:eastAsia="Times New Roman" w:hAnsi="Cambria" w:cs="Times New Roman"/>
      <w:noProof/>
      <w:sz w:val="22"/>
      <w:szCs w:val="2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783C38"/>
    <w:rPr>
      <w:rFonts w:ascii="Arial" w:hAnsi="Arial"/>
      <w:b/>
      <w:bCs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238F1"/>
    <w:rPr>
      <w:rFonts w:cs="Arial"/>
      <w:noProof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783C3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E26"/>
    <w:rPr>
      <w:rFonts w:cs="Arial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rsid w:val="00783C3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38F1"/>
    <w:rPr>
      <w:rFonts w:cs="Arial"/>
      <w:noProof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83C38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783C38"/>
    <w:pPr>
      <w:ind w:left="720" w:hanging="720"/>
    </w:pPr>
    <w:rPr>
      <w:rFonts w:ascii="Arial" w:hAnsi="Aria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38F1"/>
    <w:rPr>
      <w:rFonts w:cs="Arial"/>
      <w:noProof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83C38"/>
    <w:pPr>
      <w:jc w:val="center"/>
    </w:pPr>
    <w:rPr>
      <w:rFonts w:ascii="Arial" w:hAnsi="Arial"/>
      <w:b/>
      <w:bCs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238F1"/>
    <w:rPr>
      <w:rFonts w:cs="Arial"/>
      <w:noProof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783C38"/>
    <w:rPr>
      <w:rFonts w:ascii="Arial" w:hAnsi="Arial"/>
      <w:b/>
      <w:bCs/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238F1"/>
    <w:rPr>
      <w:rFonts w:cs="Arial"/>
      <w:noProof/>
      <w:sz w:val="16"/>
      <w:szCs w:val="16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783C38"/>
    <w:pPr>
      <w:ind w:left="720"/>
    </w:pPr>
    <w:rPr>
      <w:rFonts w:ascii="Arial" w:hAnsi="Arial"/>
      <w:i/>
      <w:i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38F1"/>
    <w:rPr>
      <w:rFonts w:cs="Arial"/>
      <w:noProof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783C38"/>
    <w:pPr>
      <w:ind w:firstLine="720"/>
    </w:pPr>
    <w:rPr>
      <w:rFonts w:ascii="Arial" w:hAnsi="Arial"/>
      <w:b/>
      <w:bCs/>
      <w:i/>
      <w:iCs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238F1"/>
    <w:rPr>
      <w:rFonts w:cs="Arial"/>
      <w:noProof/>
      <w:sz w:val="16"/>
      <w:szCs w:val="16"/>
      <w:lang w:val="en-US" w:eastAsia="en-US"/>
    </w:rPr>
  </w:style>
  <w:style w:type="paragraph" w:customStyle="1" w:styleId="BulletList1">
    <w:name w:val="Bullet List 1"/>
    <w:basedOn w:val="Normal"/>
    <w:rsid w:val="00783C38"/>
    <w:rPr>
      <w:rFonts w:cs="Times New Roman"/>
      <w:szCs w:val="20"/>
      <w:lang w:val="en-GB"/>
    </w:rPr>
  </w:style>
  <w:style w:type="paragraph" w:customStyle="1" w:styleId="HeaderBase">
    <w:name w:val="Header Base"/>
    <w:basedOn w:val="Normal"/>
    <w:rsid w:val="00783C38"/>
    <w:pPr>
      <w:keepLines/>
      <w:tabs>
        <w:tab w:val="center" w:pos="4320"/>
        <w:tab w:val="right" w:pos="8640"/>
      </w:tabs>
    </w:pPr>
    <w:rPr>
      <w:rFonts w:ascii="Arial" w:hAnsi="Arial" w:cs="Times New Roman"/>
      <w:szCs w:val="20"/>
      <w:lang w:val="en-GB"/>
    </w:rPr>
  </w:style>
  <w:style w:type="paragraph" w:customStyle="1" w:styleId="Pages">
    <w:name w:val="Pages"/>
    <w:basedOn w:val="BodyText"/>
    <w:rsid w:val="00783C38"/>
    <w:rPr>
      <w:rFonts w:cs="Times New Roman"/>
      <w:bCs w:val="0"/>
      <w:sz w:val="24"/>
      <w:szCs w:val="20"/>
      <w:lang w:val="en-GB"/>
    </w:rPr>
  </w:style>
  <w:style w:type="paragraph" w:styleId="List2">
    <w:name w:val="List 2"/>
    <w:basedOn w:val="List"/>
    <w:uiPriority w:val="99"/>
    <w:rsid w:val="00783C38"/>
    <w:pPr>
      <w:tabs>
        <w:tab w:val="clear" w:pos="720"/>
        <w:tab w:val="left" w:pos="1080"/>
      </w:tabs>
      <w:ind w:left="1080"/>
    </w:pPr>
  </w:style>
  <w:style w:type="paragraph" w:styleId="List">
    <w:name w:val="List"/>
    <w:basedOn w:val="BodyText"/>
    <w:uiPriority w:val="99"/>
    <w:rsid w:val="00783C38"/>
    <w:pPr>
      <w:tabs>
        <w:tab w:val="left" w:pos="720"/>
      </w:tabs>
      <w:spacing w:after="80"/>
      <w:ind w:left="720" w:hanging="360"/>
    </w:pPr>
    <w:rPr>
      <w:rFonts w:cs="Times New Roman"/>
      <w:b w:val="0"/>
      <w:bCs w:val="0"/>
      <w:sz w:val="24"/>
      <w:szCs w:val="20"/>
      <w:lang w:val="en-GB"/>
    </w:rPr>
  </w:style>
  <w:style w:type="table" w:styleId="TableGrid">
    <w:name w:val="Table Grid"/>
    <w:basedOn w:val="TableNormal"/>
    <w:uiPriority w:val="59"/>
    <w:rsid w:val="000E46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94005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375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9834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83491"/>
    <w:rPr>
      <w:rFonts w:ascii="Tahoma" w:hAnsi="Tahoma" w:cs="Tahoma"/>
      <w:noProof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CA3FB1"/>
    <w:rPr>
      <w:rFonts w:cs="Times New Roman"/>
      <w:color w:val="808080"/>
    </w:rPr>
  </w:style>
  <w:style w:type="paragraph" w:styleId="Caption">
    <w:name w:val="caption"/>
    <w:basedOn w:val="Normal"/>
    <w:next w:val="Normal"/>
    <w:semiHidden/>
    <w:unhideWhenUsed/>
    <w:qFormat/>
    <w:rsid w:val="00C8567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0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ivil%20Technology\Afrikaans\Finale%20Siviele%20Tegnologie%20Gr%2011%20Loots%20Vraeste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Siviele Tegnologie Gr 11 Loots Vraestel.dot</Template>
  <TotalTime>46</TotalTime>
  <Pages>1</Pages>
  <Words>2449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B</vt:lpstr>
    </vt:vector>
  </TitlesOfParts>
  <Company/>
  <LinksUpToDate>false</LinksUpToDate>
  <CharactersWithSpaces>16379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B</dc:title>
  <dc:subject/>
  <dc:creator>ExamAdmin</dc:creator>
  <cp:keywords/>
  <dc:description/>
  <cp:lastModifiedBy>Question Paper</cp:lastModifiedBy>
  <cp:revision>14</cp:revision>
  <cp:lastPrinted>2010-10-12T10:48:00Z</cp:lastPrinted>
  <dcterms:created xsi:type="dcterms:W3CDTF">2010-10-12T09:00:00Z</dcterms:created>
  <dcterms:modified xsi:type="dcterms:W3CDTF">2010-10-12T10:48:00Z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-923880235</vt:i4>
  </property>
</Properties>
</file>