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95" w:rsidRPr="00277095" w:rsidRDefault="002D72B7" w:rsidP="00277095">
      <w:pPr>
        <w:rPr>
          <w:rFonts w:cs="Arial"/>
          <w:b/>
          <w:bCs/>
        </w:rPr>
      </w:pPr>
      <w:r>
        <w:rPr>
          <w:rFonts w:cs="Arial"/>
          <w:noProof/>
          <w:lang w:eastAsia="en-GB"/>
        </w:rPr>
        <w:pict>
          <v:group id="_x0000_s1370" style="position:absolute;margin-left:27.15pt;margin-top:2.7pt;width:438.9pt;height:449.55pt;z-index:252217856" coordorigin="1620,774" coordsize="8778,8991">
            <v:roundrect id="AutoShape 3" o:spid="_x0000_s1371" style="position:absolute;left:1620;top:7714;width:8778;height:205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6v8IA&#10;AADcAAAADwAAAGRycy9kb3ducmV2LnhtbERPTWvCQBC9F/wPyxS81U1FY4muIoVK7EEwEXodsmMS&#10;zM6m2a3G/PruQfD4eN+rTW8acaXO1ZYVvE8iEMSF1TWXCk7519sHCOeRNTaWScGdHGzWo5cVJtre&#10;+EjXzJcihLBLUEHlfZtI6YqKDLqJbYkDd7adQR9gV0rd4S2Em0ZOoyiWBmsODRW29FlRccn+jIJf&#10;zUMefzfxYj5Y2l/S3c9hYZQav/bbJQhPvX+KH+5UK5jOwtpwJhw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2/q/wgAAANwAAAAPAAAAAAAAAAAAAAAAAJgCAABkcnMvZG93&#10;bnJldi54bWxQSwUGAAAAAAQABAD1AAAAhwMAAAAA&#10;" fillcolor="#ff9" strokecolor="navy" strokeweight="4.5pt">
              <v:stroke dashstyle="1 1" linestyle="thinThick"/>
              <v:textbox>
                <w:txbxContent>
                  <w:p w:rsidR="00F90741" w:rsidRDefault="00F90741" w:rsidP="00277095">
                    <w:pPr>
                      <w:pStyle w:val="Heading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MECHANICAL TECHNOLOGY: WELDING AND METALWORK</w:t>
                    </w:r>
                  </w:p>
                  <w:p w:rsidR="00F90741" w:rsidRDefault="00F90741" w:rsidP="00277095">
                    <w:pPr>
                      <w:pStyle w:val="Heading1"/>
                      <w:rPr>
                        <w:sz w:val="28"/>
                      </w:rPr>
                    </w:pPr>
                  </w:p>
                  <w:p w:rsidR="00F90741" w:rsidRDefault="00F90741" w:rsidP="00277095">
                    <w:pPr>
                      <w:pStyle w:val="Heading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EXEMPLAR 2018</w:t>
                    </w:r>
                  </w:p>
                  <w:p w:rsidR="00F90741" w:rsidRPr="00CD620D" w:rsidRDefault="00F90741" w:rsidP="00277095">
                    <w:pPr>
                      <w:rPr>
                        <w:sz w:val="28"/>
                        <w:lang w:val="en-US"/>
                      </w:rPr>
                    </w:pPr>
                  </w:p>
                  <w:p w:rsidR="00F90741" w:rsidRPr="00E12CD8" w:rsidRDefault="00F90741" w:rsidP="00277095">
                    <w:pPr>
                      <w:jc w:val="center"/>
                      <w:rPr>
                        <w:b/>
                        <w:sz w:val="28"/>
                        <w:lang w:val="en-US"/>
                      </w:rPr>
                    </w:pPr>
                    <w:r w:rsidRPr="00E12CD8">
                      <w:rPr>
                        <w:b/>
                        <w:sz w:val="28"/>
                        <w:lang w:val="en-US"/>
                      </w:rPr>
                      <w:t>MARKING GUIDELINES</w:t>
                    </w:r>
                  </w:p>
                </w:txbxContent>
              </v:textbox>
            </v:roundrect>
            <v:roundrect id="AutoShape 4" o:spid="_x0000_s1372" style="position:absolute;left:3169;top:4268;width:5700;height:96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+j4scA&#10;AADcAAAADwAAAGRycy9kb3ducmV2LnhtbESPQWvCQBSE74L/YXlCL1I3DVVM6iqh0NJ6EWMP9vbI&#10;PpPY7NuQ3Zr033cFweMwM98wq81gGnGhztWWFTzNIhDEhdU1lwq+Dm+PSxDOI2tsLJOCP3KwWY9H&#10;K0y17XlPl9yXIkDYpaig8r5NpXRFRQbdzLbEwTvZzqAPsiul7rAPcNPIOIoW0mDNYaHCll4rKn7y&#10;X6Og/Jy3nB2zY598n7e7af9e5NNYqYfJkL2A8DT4e/jW/tAK4ucErmfCEZ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Po+LHAAAA3AAAAA8AAAAAAAAAAAAAAAAAmAIAAGRy&#10;cy9kb3ducmV2LnhtbFBLBQYAAAAABAAEAPUAAACMAwAAAAA=&#10;" fillcolor="black" strokecolor="navy" strokeweight="2.25pt">
              <v:textbox>
                <w:txbxContent>
                  <w:p w:rsidR="00F90741" w:rsidRDefault="00F90741" w:rsidP="00277095">
                    <w:pPr>
                      <w:pStyle w:val="Heading1"/>
                      <w:rPr>
                        <w:color w:val="FFFFFF"/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 xml:space="preserve">NATIONAL </w:t>
                    </w:r>
                  </w:p>
                  <w:p w:rsidR="00F90741" w:rsidRDefault="00F90741" w:rsidP="00277095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SENIOR CERTIFICATE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373" type="#_x0000_t75" alt="Basic Education LOGO" style="position:absolute;left:2198;top:774;width:7560;height:28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CWqvBAAAA3AAAAA8AAABkcnMvZG93bnJldi54bWxET82KwjAQvgv7DmEW9qapropWo4iwINKD&#10;dfcBhmZsi82kJtF2394cBI8f3/9625tGPMj52rKC8SgBQVxYXXOp4O/3Z7gA4QOyxsYyKfgnD9vN&#10;x2CNqbYd5/Q4h1LEEPYpKqhCaFMpfVGRQT+yLXHkLtYZDBG6UmqHXQw3jZwkyVwarDk2VNjSvqLi&#10;er4bBd1yeju2h+yUL2ffJuvdIuMuU+rrs9+tQATqw1v8ch+0gskszo9n4hGQm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SCWqvBAAAA3AAAAA8AAAAAAAAAAAAAAAAAnwIA&#10;AGRycy9kb3ducmV2LnhtbFBLBQYAAAAABAAEAPcAAACNAwAAAAA=&#10;">
              <v:imagedata r:id="rId9" o:title="Basic Education LOGO"/>
            </v:shape>
            <v:roundrect id="AutoShape 7" o:spid="_x0000_s1374" style="position:absolute;left:4765;top:6158;width:2508;height:66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6pOMUA&#10;AADcAAAADwAAAGRycy9kb3ducmV2LnhtbESPQWsCMRSE74X+h/AK3mrW1UpZjVJFwYsF1x48Pjav&#10;m9DNy7JJdfXXG6HQ4zAz3zDzZe8acaYuWM8KRsMMBHHlteVawddx+/oOIkRkjY1nUnClAMvF89Mc&#10;C+0vfKBzGWuRIBwKVGBibAspQ2XIYRj6ljh5375zGJPsaqk7vCS4a2SeZVPp0HJaMNjS2lD1U/46&#10;BbdbPt6vjuX487RelZvrxJqmtkoNXvqPGYhIffwP/7V3WkH+NoLH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qk4xQAAANwAAAAPAAAAAAAAAAAAAAAAAJgCAABkcnMv&#10;ZG93bnJldi54bWxQSwUGAAAAAAQABAD1AAAAigMAAAAA&#10;" fillcolor="#cfc" strokecolor="navy" strokeweight="2.25pt">
              <v:textbox>
                <w:txbxContent>
                  <w:p w:rsidR="00F90741" w:rsidRDefault="00F90741" w:rsidP="00277095">
                    <w:pPr>
                      <w:pStyle w:val="Heading1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GRADE 12</w:t>
                    </w:r>
                  </w:p>
                </w:txbxContent>
              </v:textbox>
            </v:roundrect>
          </v:group>
        </w:pict>
      </w: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cs="Arial"/>
          <w:b/>
          <w:bCs/>
        </w:rPr>
      </w:pPr>
    </w:p>
    <w:p w:rsidR="00277095" w:rsidRPr="00277095" w:rsidRDefault="00277095" w:rsidP="00277095">
      <w:pPr>
        <w:rPr>
          <w:rFonts w:eastAsia="Arial Unicode MS" w:cs="Arial"/>
          <w:b/>
          <w:bCs/>
        </w:rPr>
      </w:pPr>
      <w:r w:rsidRPr="00277095">
        <w:rPr>
          <w:rFonts w:cs="Arial"/>
          <w:b/>
          <w:bCs/>
        </w:rPr>
        <w:t>MARKS:  200</w:t>
      </w:r>
    </w:p>
    <w:p w:rsidR="00ED0DD8" w:rsidRPr="00277095" w:rsidRDefault="00ED0DD8" w:rsidP="00277095">
      <w:pPr>
        <w:jc w:val="center"/>
        <w:rPr>
          <w:rFonts w:cs="Arial"/>
          <w:b/>
          <w:bCs/>
          <w:szCs w:val="24"/>
        </w:rPr>
      </w:pPr>
    </w:p>
    <w:p w:rsidR="00107B0B" w:rsidRPr="00277095" w:rsidRDefault="00107B0B" w:rsidP="00DA3BDD">
      <w:pPr>
        <w:rPr>
          <w:rFonts w:cs="Arial"/>
          <w:b/>
          <w:bCs/>
          <w:szCs w:val="24"/>
        </w:rPr>
      </w:pPr>
    </w:p>
    <w:p w:rsidR="00264340" w:rsidRPr="00277095" w:rsidRDefault="00264340" w:rsidP="00DA3BDD">
      <w:pPr>
        <w:rPr>
          <w:rFonts w:cs="Arial"/>
          <w:b/>
          <w:bCs/>
          <w:szCs w:val="24"/>
        </w:rPr>
      </w:pPr>
    </w:p>
    <w:p w:rsidR="00277095" w:rsidRPr="00277095" w:rsidRDefault="00277095" w:rsidP="00DA3BDD">
      <w:pPr>
        <w:rPr>
          <w:rFonts w:cs="Arial"/>
          <w:b/>
          <w:bCs/>
          <w:szCs w:val="24"/>
        </w:rPr>
      </w:pPr>
    </w:p>
    <w:p w:rsidR="00277095" w:rsidRPr="00277095" w:rsidRDefault="00277095" w:rsidP="00DA3BDD">
      <w:pPr>
        <w:rPr>
          <w:rFonts w:cs="Arial"/>
          <w:b/>
          <w:bCs/>
          <w:szCs w:val="24"/>
        </w:rPr>
      </w:pPr>
    </w:p>
    <w:p w:rsidR="00277095" w:rsidRPr="00277095" w:rsidRDefault="00277095" w:rsidP="00DA3BDD">
      <w:pPr>
        <w:rPr>
          <w:rFonts w:cs="Arial"/>
          <w:b/>
          <w:bCs/>
          <w:szCs w:val="24"/>
        </w:rPr>
      </w:pPr>
    </w:p>
    <w:p w:rsidR="00264340" w:rsidRPr="00277095" w:rsidRDefault="00EB3838" w:rsidP="00DA7224">
      <w:pPr>
        <w:jc w:val="center"/>
        <w:rPr>
          <w:rFonts w:cs="Arial"/>
          <w:b/>
          <w:bCs/>
          <w:szCs w:val="24"/>
        </w:rPr>
      </w:pPr>
      <w:r w:rsidRPr="00277095">
        <w:rPr>
          <w:rFonts w:cs="Arial"/>
          <w:b/>
          <w:bCs/>
          <w:szCs w:val="24"/>
        </w:rPr>
        <w:t>Th</w:t>
      </w:r>
      <w:r w:rsidR="00277095" w:rsidRPr="00277095">
        <w:rPr>
          <w:rFonts w:cs="Arial"/>
          <w:b/>
          <w:bCs/>
          <w:szCs w:val="24"/>
        </w:rPr>
        <w:t>ese</w:t>
      </w:r>
      <w:r w:rsidRPr="00277095">
        <w:rPr>
          <w:rFonts w:cs="Arial"/>
          <w:b/>
          <w:bCs/>
          <w:szCs w:val="24"/>
        </w:rPr>
        <w:t xml:space="preserve"> </w:t>
      </w:r>
      <w:r w:rsidR="00AB24E5" w:rsidRPr="00277095">
        <w:rPr>
          <w:rFonts w:cs="Arial"/>
          <w:b/>
          <w:bCs/>
          <w:szCs w:val="24"/>
        </w:rPr>
        <w:t>marking guideline</w:t>
      </w:r>
      <w:r w:rsidR="00277095" w:rsidRPr="00277095">
        <w:rPr>
          <w:rFonts w:cs="Arial"/>
          <w:b/>
          <w:bCs/>
          <w:szCs w:val="24"/>
        </w:rPr>
        <w:t>s</w:t>
      </w:r>
      <w:r w:rsidR="00AB24E5" w:rsidRPr="00277095">
        <w:rPr>
          <w:rFonts w:cs="Arial"/>
          <w:b/>
          <w:bCs/>
          <w:szCs w:val="24"/>
        </w:rPr>
        <w:t xml:space="preserve"> </w:t>
      </w:r>
      <w:r w:rsidRPr="00277095">
        <w:rPr>
          <w:rFonts w:cs="Arial"/>
          <w:b/>
          <w:bCs/>
          <w:szCs w:val="24"/>
        </w:rPr>
        <w:t xml:space="preserve">consist of </w:t>
      </w:r>
      <w:r w:rsidR="00846B56">
        <w:rPr>
          <w:rFonts w:cs="Arial"/>
          <w:b/>
          <w:bCs/>
          <w:szCs w:val="24"/>
        </w:rPr>
        <w:t>18</w:t>
      </w:r>
      <w:r w:rsidRPr="00277095">
        <w:rPr>
          <w:rFonts w:cs="Arial"/>
          <w:b/>
          <w:bCs/>
          <w:szCs w:val="24"/>
        </w:rPr>
        <w:t xml:space="preserve"> pages.</w:t>
      </w:r>
    </w:p>
    <w:p w:rsidR="00277095" w:rsidRPr="00277095" w:rsidRDefault="00277095" w:rsidP="00CE487B">
      <w:pPr>
        <w:rPr>
          <w:rFonts w:cs="Arial"/>
          <w:b/>
          <w:bCs/>
          <w:szCs w:val="24"/>
        </w:rPr>
      </w:pPr>
      <w:r w:rsidRPr="00277095">
        <w:rPr>
          <w:rFonts w:cs="Arial"/>
          <w:b/>
          <w:bCs/>
          <w:szCs w:val="24"/>
        </w:rPr>
        <w:br w:type="page"/>
      </w:r>
    </w:p>
    <w:p w:rsidR="00277095" w:rsidRPr="00277095" w:rsidRDefault="00277095" w:rsidP="00277095">
      <w:pPr>
        <w:jc w:val="both"/>
        <w:rPr>
          <w:rFonts w:cs="Arial"/>
          <w:b/>
          <w:bCs/>
          <w:szCs w:val="24"/>
        </w:rPr>
      </w:pPr>
    </w:p>
    <w:p w:rsidR="00277095" w:rsidRPr="00277095" w:rsidRDefault="00277095" w:rsidP="00277095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277095" w:rsidRPr="00277095" w:rsidTr="00277095">
        <w:tc>
          <w:tcPr>
            <w:tcW w:w="9180" w:type="dxa"/>
            <w:shd w:val="clear" w:color="auto" w:fill="auto"/>
          </w:tcPr>
          <w:p w:rsidR="00277095" w:rsidRPr="00277095" w:rsidRDefault="00277095" w:rsidP="009D0E42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</w:rPr>
              <w:t>QUESTION 1: MULTIPLE-CHOICE QUESTIONS</w:t>
            </w:r>
            <w:r w:rsidRPr="00277095">
              <w:rPr>
                <w:rFonts w:cs="Arial"/>
                <w:b/>
                <w:szCs w:val="24"/>
              </w:rPr>
              <w:t xml:space="preserve"> (GENERIC)</w:t>
            </w:r>
          </w:p>
        </w:tc>
        <w:tc>
          <w:tcPr>
            <w:tcW w:w="248" w:type="dxa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1.1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 xml:space="preserve">A </w:t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(1)</w:t>
            </w:r>
          </w:p>
        </w:tc>
      </w:tr>
    </w:tbl>
    <w:p w:rsidR="00277095" w:rsidRPr="00277095" w:rsidRDefault="00277095" w:rsidP="00277095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1.2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 xml:space="preserve">B </w:t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(1)</w:t>
            </w:r>
          </w:p>
        </w:tc>
      </w:tr>
    </w:tbl>
    <w:p w:rsidR="00277095" w:rsidRPr="00277095" w:rsidRDefault="00277095" w:rsidP="00277095">
      <w:pPr>
        <w:tabs>
          <w:tab w:val="left" w:pos="5442"/>
        </w:tabs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1.3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 xml:space="preserve">B </w:t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(1)</w:t>
            </w:r>
          </w:p>
        </w:tc>
      </w:tr>
    </w:tbl>
    <w:p w:rsidR="00277095" w:rsidRPr="00277095" w:rsidRDefault="00277095" w:rsidP="00277095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1.4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 xml:space="preserve">B </w:t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(1)</w:t>
            </w:r>
          </w:p>
        </w:tc>
      </w:tr>
    </w:tbl>
    <w:p w:rsidR="00277095" w:rsidRPr="00277095" w:rsidRDefault="00277095" w:rsidP="00277095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1.5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 xml:space="preserve">C </w:t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(1)</w:t>
            </w:r>
          </w:p>
        </w:tc>
      </w:tr>
    </w:tbl>
    <w:p w:rsidR="00277095" w:rsidRPr="00277095" w:rsidRDefault="00277095" w:rsidP="00277095">
      <w:pPr>
        <w:jc w:val="both"/>
        <w:rPr>
          <w:rFonts w:cs="Arial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1.6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tabs>
                <w:tab w:val="right" w:pos="8289"/>
              </w:tabs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 xml:space="preserve">C </w:t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</w:p>
        </w:tc>
        <w:tc>
          <w:tcPr>
            <w:tcW w:w="742" w:type="dxa"/>
          </w:tcPr>
          <w:p w:rsidR="00277095" w:rsidRPr="00277095" w:rsidRDefault="00277095" w:rsidP="00277095">
            <w:pPr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(1)</w:t>
            </w:r>
          </w:p>
        </w:tc>
      </w:tr>
      <w:tr w:rsidR="00277095" w:rsidRPr="00277095" w:rsidTr="00277095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277095" w:rsidRPr="00277095" w:rsidRDefault="00277095" w:rsidP="00277095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48" w:type="dxa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[6]</w:t>
            </w:r>
          </w:p>
        </w:tc>
      </w:tr>
    </w:tbl>
    <w:p w:rsidR="00277095" w:rsidRPr="00277095" w:rsidRDefault="00277095" w:rsidP="00277095">
      <w:pPr>
        <w:jc w:val="both"/>
        <w:rPr>
          <w:rFonts w:cs="Arial"/>
          <w:b/>
          <w:szCs w:val="24"/>
        </w:rPr>
      </w:pPr>
      <w:r w:rsidRPr="00277095">
        <w:rPr>
          <w:rFonts w:cs="Arial"/>
          <w:b/>
          <w:szCs w:val="24"/>
        </w:rPr>
        <w:br w:type="page"/>
      </w:r>
    </w:p>
    <w:p w:rsidR="00277095" w:rsidRPr="00277095" w:rsidRDefault="00277095" w:rsidP="00277095">
      <w:pPr>
        <w:jc w:val="both"/>
        <w:rPr>
          <w:rFonts w:cs="Arial"/>
          <w:b/>
          <w:sz w:val="16"/>
          <w:szCs w:val="16"/>
        </w:rPr>
      </w:pPr>
    </w:p>
    <w:p w:rsidR="00277095" w:rsidRPr="00277095" w:rsidRDefault="00277095" w:rsidP="00277095">
      <w:pPr>
        <w:jc w:val="both"/>
        <w:rPr>
          <w:rFonts w:cs="Arial"/>
          <w:b/>
          <w:sz w:val="16"/>
          <w:szCs w:val="16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277095" w:rsidRPr="00277095" w:rsidTr="00277095">
        <w:tc>
          <w:tcPr>
            <w:tcW w:w="9180" w:type="dxa"/>
            <w:shd w:val="clear" w:color="auto" w:fill="auto"/>
          </w:tcPr>
          <w:p w:rsidR="00277095" w:rsidRPr="00277095" w:rsidRDefault="00277095" w:rsidP="00277095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</w:rPr>
              <w:t xml:space="preserve">QUESTION 2:  </w:t>
            </w:r>
            <w:r w:rsidRPr="00277095">
              <w:rPr>
                <w:rFonts w:cs="Arial"/>
                <w:b/>
                <w:szCs w:val="24"/>
              </w:rPr>
              <w:t>SAFETY (GENERIC)</w:t>
            </w:r>
          </w:p>
        </w:tc>
        <w:tc>
          <w:tcPr>
            <w:tcW w:w="248" w:type="dxa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277095" w:rsidRPr="00277095" w:rsidRDefault="00277095" w:rsidP="00277095">
      <w:pPr>
        <w:jc w:val="both"/>
        <w:rPr>
          <w:rFonts w:cs="Arial"/>
          <w:b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2.1</w:t>
            </w:r>
          </w:p>
        </w:tc>
        <w:tc>
          <w:tcPr>
            <w:tcW w:w="8239" w:type="dxa"/>
          </w:tcPr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Machine safety rule:</w:t>
            </w:r>
          </w:p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</w:rPr>
            </w:pPr>
            <w:r w:rsidRPr="00277095">
              <w:rPr>
                <w:rFonts w:cs="Arial"/>
                <w:szCs w:val="24"/>
              </w:rPr>
              <w:t xml:space="preserve">Switch machine off after use. </w:t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(1)</w:t>
            </w: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2.2</w:t>
            </w:r>
          </w:p>
        </w:tc>
        <w:tc>
          <w:tcPr>
            <w:tcW w:w="8239" w:type="dxa"/>
          </w:tcPr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Drill press safety precautions:</w:t>
            </w:r>
          </w:p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ind w:left="34"/>
              <w:jc w:val="both"/>
              <w:rPr>
                <w:rFonts w:cs="Arial"/>
              </w:rPr>
            </w:pPr>
            <w:r w:rsidRPr="00277095">
              <w:rPr>
                <w:rFonts w:cs="Arial"/>
                <w:szCs w:val="24"/>
              </w:rPr>
              <w:t xml:space="preserve">Clamp the work piece securely to the table and do not hold it by hand.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  <w:szCs w:val="24"/>
              </w:rPr>
              <w:tab/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(1)</w:t>
            </w: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2.3</w:t>
            </w:r>
          </w:p>
        </w:tc>
        <w:tc>
          <w:tcPr>
            <w:tcW w:w="8239" w:type="dxa"/>
          </w:tcPr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Hydraulic press safety rules:</w:t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277095">
              <w:rPr>
                <w:rFonts w:cs="Arial"/>
                <w:szCs w:val="24"/>
              </w:rPr>
              <w:t xml:space="preserve">Predetermined pressure must not be exceeded. </w:t>
            </w:r>
            <w:r w:rsidRPr="00277095">
              <w:rPr>
                <w:rFonts w:cs="Arial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277095">
              <w:rPr>
                <w:rFonts w:cs="Arial"/>
                <w:szCs w:val="24"/>
              </w:rPr>
              <w:t xml:space="preserve">Pressure gauge must be tested regularly and replaced if malfunction occurs. </w:t>
            </w:r>
            <w:r w:rsidRPr="00277095">
              <w:rPr>
                <w:rFonts w:cs="Arial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277095">
              <w:rPr>
                <w:rFonts w:cs="Arial"/>
                <w:szCs w:val="24"/>
              </w:rPr>
              <w:t xml:space="preserve">The platform must be rigid and square to the cylinder. </w:t>
            </w:r>
            <w:r w:rsidRPr="00277095">
              <w:rPr>
                <w:rFonts w:cs="Arial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277095">
              <w:rPr>
                <w:rFonts w:cs="Arial"/>
                <w:szCs w:val="24"/>
              </w:rPr>
              <w:t xml:space="preserve">Objects to be pressed must be placed in suitable jigs. </w:t>
            </w:r>
            <w:r w:rsidRPr="00277095">
              <w:rPr>
                <w:rFonts w:cs="Arial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277095">
              <w:rPr>
                <w:rFonts w:cs="Arial"/>
                <w:szCs w:val="24"/>
              </w:rPr>
              <w:t xml:space="preserve">Ensure that the direction of pressure is always at 90° to the object. </w:t>
            </w:r>
            <w:r w:rsidRPr="00277095">
              <w:rPr>
                <w:rFonts w:cs="Arial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277095">
              <w:rPr>
                <w:rFonts w:cs="Arial"/>
                <w:szCs w:val="24"/>
              </w:rPr>
              <w:t xml:space="preserve">Only prescribed equipment must be used.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</w:rPr>
              <w:t xml:space="preserve">                          </w:t>
            </w:r>
            <w:r w:rsidRPr="00277095">
              <w:rPr>
                <w:rFonts w:cs="Arial"/>
                <w:b/>
                <w:szCs w:val="24"/>
              </w:rPr>
              <w:t>(Any 2 x 1)</w:t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(2)</w:t>
            </w: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b/>
          <w:sz w:val="16"/>
          <w:szCs w:val="16"/>
        </w:rPr>
      </w:pPr>
    </w:p>
    <w:tbl>
      <w:tblPr>
        <w:tblW w:w="10188" w:type="dxa"/>
        <w:tblLook w:val="0000" w:firstRow="0" w:lastRow="0" w:firstColumn="0" w:lastColumn="0" w:noHBand="0" w:noVBand="0"/>
      </w:tblPr>
      <w:tblGrid>
        <w:gridCol w:w="959"/>
        <w:gridCol w:w="8239"/>
        <w:gridCol w:w="251"/>
        <w:gridCol w:w="739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2.4</w:t>
            </w:r>
          </w:p>
        </w:tc>
        <w:tc>
          <w:tcPr>
            <w:tcW w:w="8239" w:type="dxa"/>
          </w:tcPr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Reasons for wearing surgical gloves:</w:t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To prevent HIV/Aids or any blood related infections.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277095">
              <w:rPr>
                <w:rFonts w:cs="Arial"/>
                <w:szCs w:val="24"/>
              </w:rPr>
              <w:t xml:space="preserve">To prevent contamination of the open wounds.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</w:p>
        </w:tc>
        <w:tc>
          <w:tcPr>
            <w:tcW w:w="739" w:type="dxa"/>
            <w:vAlign w:val="bottom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</w:rPr>
            </w:pPr>
            <w:r w:rsidRPr="00277095">
              <w:rPr>
                <w:rFonts w:cs="Arial"/>
              </w:rPr>
              <w:t>(2)</w:t>
            </w: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sz w:val="16"/>
          <w:szCs w:val="16"/>
        </w:rPr>
      </w:pPr>
      <w:r w:rsidRPr="00277095">
        <w:rPr>
          <w:rFonts w:cs="Arial"/>
          <w:sz w:val="16"/>
          <w:szCs w:val="16"/>
        </w:rPr>
        <w:tab/>
      </w:r>
      <w:r w:rsidRPr="00277095">
        <w:rPr>
          <w:rFonts w:cs="Arial"/>
          <w:sz w:val="16"/>
          <w:szCs w:val="16"/>
        </w:rPr>
        <w:tab/>
      </w:r>
      <w:r w:rsidRPr="00277095">
        <w:rPr>
          <w:rFonts w:cs="Arial"/>
          <w:sz w:val="16"/>
          <w:szCs w:val="16"/>
        </w:rPr>
        <w:tab/>
      </w: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2.5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Gas cylinder safety precautions:</w:t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Always store and use gas cylinders in an upright position.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Never stack cylinders on top of one another.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Do not bang or work on the cylinders.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Never allow cylinders to fall.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No oil and grease should come into contact with gas cylinders or   fittings.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Keep the caps on the cylinders for protection. </w:t>
            </w:r>
            <w:r w:rsidRPr="00277095">
              <w:rPr>
                <w:rFonts w:cs="Arial"/>
                <w:szCs w:val="24"/>
              </w:rPr>
              <w:sym w:font="Wingdings" w:char="F0FC"/>
            </w:r>
            <w:r w:rsidRPr="00277095">
              <w:rPr>
                <w:rFonts w:cs="Arial"/>
                <w:szCs w:val="24"/>
              </w:rPr>
              <w:t xml:space="preserve">                    </w:t>
            </w:r>
            <w:r w:rsidRPr="00277095">
              <w:rPr>
                <w:rFonts w:cs="Arial"/>
                <w:b/>
                <w:szCs w:val="24"/>
              </w:rPr>
              <w:t>(Any 2 x 1)</w:t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(2)</w:t>
            </w: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277095">
        <w:trPr>
          <w:trHeight w:val="2651"/>
        </w:trPr>
        <w:tc>
          <w:tcPr>
            <w:tcW w:w="959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2.6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 xml:space="preserve">Responsibility of employer: </w:t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Provide and maintain working systems, work area, equipment and tools in a safe condition.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Eliminate or reduce any hazard or potential hazard.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Produce, handle, store and transport goods safely.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Ensure that every person employed complies with the requirements of this Act.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Enforce measures if necessary in the interest of health and safety.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Appoint a person who is trained and who have the authority to ensure that employee take precautionary measures. </w:t>
            </w:r>
            <w:r w:rsidRPr="00277095">
              <w:rPr>
                <w:rFonts w:cs="Arial"/>
                <w:szCs w:val="24"/>
              </w:rPr>
              <w:sym w:font="Wingdings" w:char="F0FC"/>
            </w:r>
            <w:r w:rsidRPr="00277095">
              <w:rPr>
                <w:rFonts w:cs="Arial"/>
                <w:szCs w:val="24"/>
              </w:rPr>
              <w:t xml:space="preserve">                      </w:t>
            </w:r>
            <w:r w:rsidRPr="00277095">
              <w:rPr>
                <w:rFonts w:cs="Arial"/>
                <w:b/>
                <w:szCs w:val="24"/>
              </w:rPr>
              <w:t>(Any 1 x 1)</w:t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(1)</w:t>
            </w: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sz w:val="16"/>
          <w:szCs w:val="1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277095" w:rsidRPr="00277095" w:rsidTr="00277095">
        <w:trPr>
          <w:trHeight w:val="383"/>
        </w:trPr>
        <w:tc>
          <w:tcPr>
            <w:tcW w:w="959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2.7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Responsibility of employee:</w:t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Pay attention to </w:t>
            </w:r>
            <w:r w:rsidR="000158DC">
              <w:rPr>
                <w:rFonts w:cs="Arial"/>
                <w:szCs w:val="24"/>
              </w:rPr>
              <w:t>your</w:t>
            </w:r>
            <w:r w:rsidRPr="00277095">
              <w:rPr>
                <w:rFonts w:cs="Arial"/>
                <w:szCs w:val="24"/>
              </w:rPr>
              <w:t xml:space="preserve"> own and other people's health and safety.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Co-operate with the employer regarding the Act.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Carry out a lawful order given to them.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Report any situation that is unsafe or unhealthy.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Report all incidents and accidents.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Do not interfere with any safety equipment or misuse such      equipment. </w:t>
            </w:r>
            <w:r w:rsidRPr="00277095">
              <w:rPr>
                <w:rFonts w:cs="Arial"/>
                <w:szCs w:val="24"/>
              </w:rPr>
              <w:sym w:font="Wingdings" w:char="F0FC"/>
            </w:r>
          </w:p>
          <w:p w:rsidR="00277095" w:rsidRPr="00277095" w:rsidRDefault="00277095" w:rsidP="00277095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Obey all safety rules. </w:t>
            </w:r>
            <w:r w:rsidRPr="00277095">
              <w:rPr>
                <w:rFonts w:cs="Arial"/>
                <w:szCs w:val="24"/>
              </w:rPr>
              <w:sym w:font="Wingdings" w:char="F0FC"/>
            </w:r>
            <w:r w:rsidRPr="00277095">
              <w:rPr>
                <w:rFonts w:cs="Arial"/>
                <w:szCs w:val="24"/>
              </w:rPr>
              <w:t xml:space="preserve">                                                           </w:t>
            </w:r>
            <w:r w:rsidRPr="00277095">
              <w:rPr>
                <w:rFonts w:cs="Arial"/>
                <w:b/>
                <w:szCs w:val="24"/>
              </w:rPr>
              <w:t>(Any 1 x 1)</w:t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(1)</w:t>
            </w:r>
          </w:p>
        </w:tc>
      </w:tr>
      <w:tr w:rsidR="00277095" w:rsidRPr="00277095" w:rsidTr="00277095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277095" w:rsidRPr="00277095" w:rsidRDefault="00277095" w:rsidP="00277095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[10]</w:t>
            </w:r>
          </w:p>
        </w:tc>
      </w:tr>
    </w:tbl>
    <w:p w:rsidR="00277095" w:rsidRPr="00277095" w:rsidRDefault="00277095" w:rsidP="00277095">
      <w:pPr>
        <w:jc w:val="both"/>
        <w:rPr>
          <w:rFonts w:cs="Arial"/>
          <w:b/>
          <w:szCs w:val="24"/>
        </w:rPr>
      </w:pPr>
      <w:r w:rsidRPr="00277095">
        <w:rPr>
          <w:rFonts w:cs="Arial"/>
          <w:b/>
          <w:szCs w:val="24"/>
        </w:rPr>
        <w:br w:type="page"/>
      </w:r>
    </w:p>
    <w:p w:rsidR="00277095" w:rsidRPr="00277095" w:rsidRDefault="00277095" w:rsidP="00277095">
      <w:pPr>
        <w:jc w:val="both"/>
        <w:rPr>
          <w:rFonts w:cs="Arial"/>
          <w:szCs w:val="24"/>
        </w:rPr>
      </w:pPr>
    </w:p>
    <w:p w:rsidR="00277095" w:rsidRPr="00277095" w:rsidRDefault="00277095" w:rsidP="00277095">
      <w:pPr>
        <w:jc w:val="both"/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277095" w:rsidRPr="00277095" w:rsidTr="00277095">
        <w:tc>
          <w:tcPr>
            <w:tcW w:w="9180" w:type="dxa"/>
            <w:shd w:val="clear" w:color="auto" w:fill="auto"/>
          </w:tcPr>
          <w:p w:rsidR="00277095" w:rsidRPr="00277095" w:rsidRDefault="00277095" w:rsidP="00277095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</w:rPr>
              <w:t xml:space="preserve">QUESTION 3:  </w:t>
            </w:r>
            <w:r w:rsidRPr="00277095">
              <w:rPr>
                <w:rFonts w:cs="Arial"/>
                <w:b/>
                <w:szCs w:val="24"/>
              </w:rPr>
              <w:t>MATERIALS (GENERIC)</w:t>
            </w:r>
          </w:p>
        </w:tc>
        <w:tc>
          <w:tcPr>
            <w:tcW w:w="248" w:type="dxa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277095" w:rsidRPr="00277095" w:rsidRDefault="00277095" w:rsidP="00277095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3.1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 xml:space="preserve">Metal tests: </w:t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3.1.1</w:t>
            </w:r>
          </w:p>
        </w:tc>
        <w:tc>
          <w:tcPr>
            <w:tcW w:w="7087" w:type="dxa"/>
            <w:hideMark/>
          </w:tcPr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Filing test:</w:t>
            </w:r>
          </w:p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Filing should be done on the tip or near the edge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</w:rPr>
              <w:t xml:space="preserve"> </w:t>
            </w:r>
            <w:r w:rsidRPr="00277095">
              <w:rPr>
                <w:rFonts w:cs="Arial"/>
                <w:szCs w:val="24"/>
              </w:rPr>
              <w:t xml:space="preserve">of the material to establish the relative hardness. </w:t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(2)</w:t>
            </w:r>
          </w:p>
        </w:tc>
      </w:tr>
    </w:tbl>
    <w:p w:rsidR="00277095" w:rsidRPr="00277095" w:rsidRDefault="00277095" w:rsidP="00277095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3.1.2</w:t>
            </w:r>
          </w:p>
        </w:tc>
        <w:tc>
          <w:tcPr>
            <w:tcW w:w="7087" w:type="dxa"/>
            <w:hideMark/>
          </w:tcPr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Machining test:</w:t>
            </w:r>
          </w:p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This test is used on two unknown samples, identical in appearance and size, which is cut with a machine tool at the same speed and feed.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  <w:szCs w:val="24"/>
              </w:rPr>
              <w:t xml:space="preserve"> The ease of cutting should be compared and the chips observed for heating colour and curl. </w:t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(2)</w:t>
            </w: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3.2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 xml:space="preserve">Sound test on the steel: </w:t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3.2.1</w:t>
            </w:r>
          </w:p>
        </w:tc>
        <w:tc>
          <w:tcPr>
            <w:tcW w:w="7087" w:type="dxa"/>
            <w:hideMark/>
          </w:tcPr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High carbon steel (Hard):</w:t>
            </w:r>
          </w:p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Loud </w:t>
            </w:r>
            <w:r w:rsidRPr="00277095">
              <w:rPr>
                <w:rFonts w:cs="Arial"/>
              </w:rPr>
              <w:t xml:space="preserve">and clear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(2)</w:t>
            </w:r>
          </w:p>
        </w:tc>
      </w:tr>
    </w:tbl>
    <w:p w:rsidR="00277095" w:rsidRPr="00277095" w:rsidRDefault="00277095" w:rsidP="00277095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3.2.2</w:t>
            </w:r>
          </w:p>
        </w:tc>
        <w:tc>
          <w:tcPr>
            <w:tcW w:w="7087" w:type="dxa"/>
            <w:hideMark/>
          </w:tcPr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Low carbon steel (Soft):</w:t>
            </w:r>
          </w:p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Dull sound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36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(2)</w:t>
            </w: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277095">
        <w:tc>
          <w:tcPr>
            <w:tcW w:w="959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3.3</w:t>
            </w:r>
          </w:p>
        </w:tc>
        <w:tc>
          <w:tcPr>
            <w:tcW w:w="8221" w:type="dxa"/>
          </w:tcPr>
          <w:p w:rsidR="00277095" w:rsidRPr="00277095" w:rsidRDefault="00277095" w:rsidP="00277095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Heat treatment processes on steel:</w:t>
            </w:r>
          </w:p>
        </w:tc>
        <w:tc>
          <w:tcPr>
            <w:tcW w:w="251" w:type="dxa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77095" w:rsidRPr="00277095" w:rsidRDefault="00277095" w:rsidP="00277095">
            <w:pPr>
              <w:pStyle w:val="Header"/>
              <w:jc w:val="both"/>
              <w:rPr>
                <w:rFonts w:cs="Arial"/>
                <w:szCs w:val="24"/>
              </w:rPr>
            </w:pP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277095">
        <w:tc>
          <w:tcPr>
            <w:tcW w:w="941" w:type="dxa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3.3.2</w:t>
            </w:r>
          </w:p>
        </w:tc>
        <w:tc>
          <w:tcPr>
            <w:tcW w:w="7087" w:type="dxa"/>
          </w:tcPr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Case hardening:</w:t>
            </w:r>
          </w:p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To produce a hard case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</w:rPr>
              <w:t xml:space="preserve"> </w:t>
            </w:r>
            <w:r w:rsidRPr="00277095">
              <w:rPr>
                <w:rFonts w:cs="Arial"/>
                <w:szCs w:val="24"/>
              </w:rPr>
              <w:t xml:space="preserve">over a tough core. </w:t>
            </w:r>
            <w:r w:rsidRPr="00277095">
              <w:rPr>
                <w:rFonts w:cs="Arial"/>
              </w:rPr>
              <w:sym w:font="Wingdings" w:char="F0FC"/>
            </w:r>
          </w:p>
        </w:tc>
        <w:tc>
          <w:tcPr>
            <w:tcW w:w="270" w:type="dxa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(2)</w:t>
            </w:r>
          </w:p>
        </w:tc>
      </w:tr>
    </w:tbl>
    <w:p w:rsidR="00277095" w:rsidRPr="00277095" w:rsidRDefault="00277095" w:rsidP="00277095">
      <w:pPr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277095">
        <w:tc>
          <w:tcPr>
            <w:tcW w:w="941" w:type="dxa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3.3.3</w:t>
            </w:r>
          </w:p>
        </w:tc>
        <w:tc>
          <w:tcPr>
            <w:tcW w:w="7087" w:type="dxa"/>
          </w:tcPr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Hardening:</w:t>
            </w:r>
          </w:p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</w:rPr>
              <w:t xml:space="preserve">To enable the steel to resist wear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</w:rPr>
              <w:t xml:space="preserve"> and indentation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</w:rPr>
              <w:t xml:space="preserve"> </w:t>
            </w:r>
          </w:p>
        </w:tc>
        <w:tc>
          <w:tcPr>
            <w:tcW w:w="270" w:type="dxa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(2)</w:t>
            </w:r>
          </w:p>
        </w:tc>
      </w:tr>
    </w:tbl>
    <w:p w:rsidR="00277095" w:rsidRPr="00277095" w:rsidRDefault="00277095" w:rsidP="00277095">
      <w:pPr>
        <w:jc w:val="both"/>
        <w:rPr>
          <w:rFonts w:cs="Arial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277095" w:rsidRPr="00277095" w:rsidTr="00277095">
        <w:trPr>
          <w:gridBefore w:val="1"/>
          <w:wBefore w:w="18" w:type="dxa"/>
        </w:trPr>
        <w:tc>
          <w:tcPr>
            <w:tcW w:w="941" w:type="dxa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3.3.5</w:t>
            </w:r>
          </w:p>
        </w:tc>
        <w:tc>
          <w:tcPr>
            <w:tcW w:w="7087" w:type="dxa"/>
          </w:tcPr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Normalising:</w:t>
            </w:r>
          </w:p>
          <w:p w:rsidR="00277095" w:rsidRPr="00277095" w:rsidRDefault="00277095" w:rsidP="00277095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To relieve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  <w:szCs w:val="24"/>
              </w:rPr>
              <w:t xml:space="preserve"> the internal stress </w:t>
            </w:r>
            <w:r w:rsidRPr="00277095">
              <w:rPr>
                <w:rFonts w:cs="Arial"/>
              </w:rPr>
              <w:sym w:font="Wingdings" w:char="F0FC"/>
            </w:r>
            <w:r w:rsidRPr="00277095">
              <w:rPr>
                <w:rFonts w:cs="Arial"/>
                <w:szCs w:val="24"/>
              </w:rPr>
              <w:t xml:space="preserve"> produced by machining. </w:t>
            </w:r>
          </w:p>
        </w:tc>
        <w:tc>
          <w:tcPr>
            <w:tcW w:w="270" w:type="dxa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(2)</w:t>
            </w:r>
          </w:p>
        </w:tc>
      </w:tr>
      <w:tr w:rsidR="00277095" w:rsidRPr="00277095" w:rsidTr="00277095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277095" w:rsidRPr="00277095" w:rsidRDefault="00277095" w:rsidP="00277095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7095" w:rsidRPr="00277095" w:rsidRDefault="00277095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[14]</w:t>
            </w:r>
          </w:p>
        </w:tc>
      </w:tr>
    </w:tbl>
    <w:p w:rsidR="00277095" w:rsidRPr="00277095" w:rsidRDefault="00277095" w:rsidP="00277095">
      <w:pPr>
        <w:pStyle w:val="NoSpacing"/>
        <w:jc w:val="both"/>
        <w:rPr>
          <w:rFonts w:cs="Arial"/>
        </w:rPr>
      </w:pPr>
      <w:r w:rsidRPr="00277095">
        <w:rPr>
          <w:rFonts w:cs="Arial"/>
        </w:rPr>
        <w:br w:type="page"/>
      </w:r>
    </w:p>
    <w:p w:rsidR="00277095" w:rsidRPr="00277095" w:rsidRDefault="00277095" w:rsidP="00277095">
      <w:pPr>
        <w:jc w:val="both"/>
        <w:rPr>
          <w:rFonts w:cs="Arial"/>
          <w:b/>
          <w:szCs w:val="24"/>
        </w:rPr>
      </w:pPr>
    </w:p>
    <w:p w:rsidR="00277095" w:rsidRPr="00277095" w:rsidRDefault="00277095" w:rsidP="00277095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277095" w:rsidRPr="00277095" w:rsidTr="00277095">
        <w:tc>
          <w:tcPr>
            <w:tcW w:w="9180" w:type="dxa"/>
            <w:shd w:val="clear" w:color="auto" w:fill="auto"/>
          </w:tcPr>
          <w:p w:rsidR="00277095" w:rsidRPr="00277095" w:rsidRDefault="00277095" w:rsidP="00277095">
            <w:pPr>
              <w:pStyle w:val="NoSpacing"/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 xml:space="preserve">QUESTION 4: MULTIPLE-CHOICE </w:t>
            </w:r>
            <w:r w:rsidRPr="00277095">
              <w:rPr>
                <w:rFonts w:cs="Arial"/>
                <w:b/>
              </w:rPr>
              <w:t>QUESTIONS</w:t>
            </w:r>
            <w:r w:rsidRPr="00277095">
              <w:rPr>
                <w:rFonts w:cs="Arial"/>
                <w:b/>
                <w:szCs w:val="24"/>
              </w:rPr>
              <w:t xml:space="preserve"> (SPECIFIC)</w:t>
            </w:r>
          </w:p>
        </w:tc>
        <w:tc>
          <w:tcPr>
            <w:tcW w:w="248" w:type="dxa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77095" w:rsidRPr="00277095" w:rsidRDefault="00277095" w:rsidP="00277095">
            <w:pPr>
              <w:jc w:val="both"/>
              <w:rPr>
                <w:rFonts w:cs="Arial"/>
                <w:b/>
                <w:szCs w:val="24"/>
              </w:rPr>
            </w:pPr>
          </w:p>
        </w:tc>
      </w:tr>
    </w:tbl>
    <w:p w:rsidR="007F681B" w:rsidRPr="00277095" w:rsidRDefault="007F681B" w:rsidP="00277095">
      <w:pPr>
        <w:pStyle w:val="NoSpacing"/>
        <w:jc w:val="both"/>
        <w:rPr>
          <w:b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4.1</w:t>
            </w:r>
          </w:p>
        </w:tc>
        <w:tc>
          <w:tcPr>
            <w:tcW w:w="8221" w:type="dxa"/>
          </w:tcPr>
          <w:p w:rsidR="00EB3838" w:rsidRPr="00277095" w:rsidRDefault="00F42760" w:rsidP="00277095">
            <w:pPr>
              <w:tabs>
                <w:tab w:val="right" w:pos="8289"/>
              </w:tabs>
              <w:jc w:val="both"/>
            </w:pPr>
            <w:r w:rsidRPr="00277095">
              <w:t xml:space="preserve">C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4.2</w:t>
            </w:r>
          </w:p>
        </w:tc>
        <w:tc>
          <w:tcPr>
            <w:tcW w:w="8221" w:type="dxa"/>
          </w:tcPr>
          <w:p w:rsidR="00EB3838" w:rsidRPr="00277095" w:rsidRDefault="00F42760" w:rsidP="00277095">
            <w:pPr>
              <w:tabs>
                <w:tab w:val="right" w:pos="8289"/>
              </w:tabs>
              <w:jc w:val="both"/>
            </w:pPr>
            <w:r w:rsidRPr="00277095">
              <w:t xml:space="preserve">B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tabs>
          <w:tab w:val="left" w:pos="5442"/>
        </w:tabs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4.3</w:t>
            </w:r>
          </w:p>
        </w:tc>
        <w:tc>
          <w:tcPr>
            <w:tcW w:w="8221" w:type="dxa"/>
          </w:tcPr>
          <w:p w:rsidR="00EB3838" w:rsidRPr="00277095" w:rsidRDefault="00CE2D28" w:rsidP="00277095">
            <w:pPr>
              <w:tabs>
                <w:tab w:val="right" w:pos="8289"/>
              </w:tabs>
              <w:jc w:val="both"/>
            </w:pPr>
            <w:r w:rsidRPr="00277095">
              <w:t>A</w:t>
            </w:r>
            <w:r w:rsidR="00C1469A" w:rsidRPr="00277095">
              <w:t xml:space="preserve">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4.4</w:t>
            </w:r>
          </w:p>
        </w:tc>
        <w:tc>
          <w:tcPr>
            <w:tcW w:w="8221" w:type="dxa"/>
          </w:tcPr>
          <w:p w:rsidR="00EB3838" w:rsidRPr="00277095" w:rsidRDefault="00CE2D28" w:rsidP="00277095">
            <w:pPr>
              <w:tabs>
                <w:tab w:val="right" w:pos="8289"/>
              </w:tabs>
              <w:jc w:val="both"/>
            </w:pPr>
            <w:r w:rsidRPr="00277095">
              <w:t>C</w:t>
            </w:r>
            <w:r w:rsidR="00C1469A" w:rsidRPr="00277095">
              <w:t xml:space="preserve">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4.5</w:t>
            </w:r>
          </w:p>
        </w:tc>
        <w:tc>
          <w:tcPr>
            <w:tcW w:w="8221" w:type="dxa"/>
          </w:tcPr>
          <w:p w:rsidR="00EB3838" w:rsidRPr="00277095" w:rsidRDefault="0082301B" w:rsidP="00277095">
            <w:pPr>
              <w:tabs>
                <w:tab w:val="right" w:pos="8289"/>
              </w:tabs>
              <w:jc w:val="both"/>
            </w:pPr>
            <w:r w:rsidRPr="00277095">
              <w:t>A</w:t>
            </w:r>
            <w:r w:rsidR="00C1469A" w:rsidRPr="00277095">
              <w:t xml:space="preserve">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4.6</w:t>
            </w:r>
          </w:p>
        </w:tc>
        <w:tc>
          <w:tcPr>
            <w:tcW w:w="8221" w:type="dxa"/>
          </w:tcPr>
          <w:p w:rsidR="00EB3838" w:rsidRPr="00277095" w:rsidRDefault="00CE2D28" w:rsidP="00277095">
            <w:pPr>
              <w:tabs>
                <w:tab w:val="right" w:pos="8289"/>
              </w:tabs>
              <w:jc w:val="both"/>
            </w:pPr>
            <w:r w:rsidRPr="00277095">
              <w:t>C</w:t>
            </w:r>
            <w:r w:rsidR="00C1469A" w:rsidRPr="00277095">
              <w:t xml:space="preserve">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4.7</w:t>
            </w:r>
          </w:p>
        </w:tc>
        <w:tc>
          <w:tcPr>
            <w:tcW w:w="8221" w:type="dxa"/>
          </w:tcPr>
          <w:p w:rsidR="00EB3838" w:rsidRPr="00277095" w:rsidRDefault="00CE2D28" w:rsidP="00277095">
            <w:pPr>
              <w:tabs>
                <w:tab w:val="right" w:pos="8289"/>
              </w:tabs>
              <w:jc w:val="both"/>
            </w:pPr>
            <w:r w:rsidRPr="00277095">
              <w:t>B</w:t>
            </w:r>
            <w:r w:rsidR="00C1469A" w:rsidRPr="00277095">
              <w:t xml:space="preserve">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4.8</w:t>
            </w:r>
          </w:p>
        </w:tc>
        <w:tc>
          <w:tcPr>
            <w:tcW w:w="8221" w:type="dxa"/>
          </w:tcPr>
          <w:p w:rsidR="00EB3838" w:rsidRPr="00277095" w:rsidRDefault="00CE2D28" w:rsidP="00277095">
            <w:pPr>
              <w:tabs>
                <w:tab w:val="right" w:pos="8289"/>
              </w:tabs>
              <w:jc w:val="both"/>
            </w:pPr>
            <w:r w:rsidRPr="00277095">
              <w:t xml:space="preserve">D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4.9</w:t>
            </w:r>
          </w:p>
        </w:tc>
        <w:tc>
          <w:tcPr>
            <w:tcW w:w="8221" w:type="dxa"/>
          </w:tcPr>
          <w:p w:rsidR="00EB3838" w:rsidRPr="00277095" w:rsidRDefault="00CE2D28" w:rsidP="00277095">
            <w:pPr>
              <w:tabs>
                <w:tab w:val="right" w:pos="8289"/>
              </w:tabs>
              <w:jc w:val="both"/>
            </w:pPr>
            <w:r w:rsidRPr="00277095">
              <w:t xml:space="preserve">A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4.10</w:t>
            </w:r>
          </w:p>
        </w:tc>
        <w:tc>
          <w:tcPr>
            <w:tcW w:w="8221" w:type="dxa"/>
          </w:tcPr>
          <w:p w:rsidR="00EB3838" w:rsidRPr="00277095" w:rsidRDefault="00CE2D28" w:rsidP="00277095">
            <w:pPr>
              <w:tabs>
                <w:tab w:val="right" w:pos="8289"/>
              </w:tabs>
              <w:jc w:val="both"/>
            </w:pPr>
            <w:r w:rsidRPr="00277095">
              <w:t xml:space="preserve">D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4.11</w:t>
            </w:r>
          </w:p>
        </w:tc>
        <w:tc>
          <w:tcPr>
            <w:tcW w:w="8221" w:type="dxa"/>
          </w:tcPr>
          <w:p w:rsidR="00EB3838" w:rsidRPr="00277095" w:rsidRDefault="00CE2D28" w:rsidP="00277095">
            <w:pPr>
              <w:tabs>
                <w:tab w:val="right" w:pos="8289"/>
              </w:tabs>
              <w:jc w:val="both"/>
            </w:pPr>
            <w:r w:rsidRPr="00277095">
              <w:t xml:space="preserve">B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4.12</w:t>
            </w:r>
          </w:p>
        </w:tc>
        <w:tc>
          <w:tcPr>
            <w:tcW w:w="8221" w:type="dxa"/>
          </w:tcPr>
          <w:p w:rsidR="00EB3838" w:rsidRPr="00277095" w:rsidRDefault="006A6A11" w:rsidP="00277095">
            <w:pPr>
              <w:tabs>
                <w:tab w:val="right" w:pos="8289"/>
              </w:tabs>
              <w:jc w:val="both"/>
            </w:pPr>
            <w:r w:rsidRPr="00277095">
              <w:t xml:space="preserve">D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4.13</w:t>
            </w:r>
          </w:p>
        </w:tc>
        <w:tc>
          <w:tcPr>
            <w:tcW w:w="8221" w:type="dxa"/>
          </w:tcPr>
          <w:p w:rsidR="00EB3838" w:rsidRPr="00277095" w:rsidRDefault="002E3026" w:rsidP="00277095">
            <w:pPr>
              <w:tabs>
                <w:tab w:val="right" w:pos="8289"/>
              </w:tabs>
              <w:jc w:val="both"/>
            </w:pPr>
            <w:r w:rsidRPr="00277095">
              <w:t>A</w:t>
            </w:r>
            <w:r w:rsidR="00C1469A" w:rsidRPr="00277095">
              <w:t xml:space="preserve">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</w:tbl>
    <w:p w:rsidR="00EB3838" w:rsidRPr="00277095" w:rsidRDefault="00EB3838" w:rsidP="00277095">
      <w:pPr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18"/>
        <w:gridCol w:w="251"/>
        <w:gridCol w:w="745"/>
      </w:tblGrid>
      <w:tr w:rsidR="00277095" w:rsidRPr="00277095" w:rsidTr="00B36C17">
        <w:tc>
          <w:tcPr>
            <w:tcW w:w="959" w:type="dxa"/>
          </w:tcPr>
          <w:p w:rsidR="00EB3838" w:rsidRPr="00277095" w:rsidRDefault="00EB3838" w:rsidP="00277095">
            <w:pPr>
              <w:jc w:val="both"/>
            </w:pPr>
            <w:r w:rsidRPr="00277095">
              <w:t>4.14</w:t>
            </w:r>
          </w:p>
        </w:tc>
        <w:tc>
          <w:tcPr>
            <w:tcW w:w="8221" w:type="dxa"/>
          </w:tcPr>
          <w:p w:rsidR="00EB3838" w:rsidRPr="00277095" w:rsidRDefault="002E3026" w:rsidP="00277095">
            <w:pPr>
              <w:tabs>
                <w:tab w:val="right" w:pos="8289"/>
              </w:tabs>
              <w:jc w:val="both"/>
            </w:pPr>
            <w:r w:rsidRPr="00277095">
              <w:t>C</w:t>
            </w:r>
            <w:r w:rsidR="00C1469A" w:rsidRPr="00277095">
              <w:t xml:space="preserve"> </w:t>
            </w:r>
            <w:r w:rsidR="00EB3838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277095">
            <w:pPr>
              <w:jc w:val="both"/>
            </w:pPr>
          </w:p>
        </w:tc>
        <w:tc>
          <w:tcPr>
            <w:tcW w:w="742" w:type="dxa"/>
          </w:tcPr>
          <w:p w:rsidR="00EB3838" w:rsidRPr="00277095" w:rsidRDefault="00EB3838" w:rsidP="00277095">
            <w:pPr>
              <w:jc w:val="both"/>
            </w:pPr>
            <w:r w:rsidRPr="00277095">
              <w:t>(1)</w:t>
            </w:r>
          </w:p>
        </w:tc>
      </w:tr>
      <w:tr w:rsidR="00277095" w:rsidRPr="00277095" w:rsidTr="006F6C0C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6E113A" w:rsidRPr="00277095" w:rsidRDefault="006E113A" w:rsidP="00277095">
            <w:pPr>
              <w:pStyle w:val="NoSpacing"/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248" w:type="dxa"/>
            <w:shd w:val="clear" w:color="auto" w:fill="auto"/>
          </w:tcPr>
          <w:p w:rsidR="006E113A" w:rsidRPr="00277095" w:rsidRDefault="006E113A" w:rsidP="00277095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6E113A" w:rsidRPr="00277095" w:rsidRDefault="006E113A" w:rsidP="00277095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[</w:t>
            </w:r>
            <w:r w:rsidR="005E3F5E" w:rsidRPr="00277095">
              <w:rPr>
                <w:rFonts w:cs="Arial"/>
                <w:b/>
                <w:szCs w:val="24"/>
              </w:rPr>
              <w:t>14</w:t>
            </w:r>
            <w:r w:rsidRPr="00277095">
              <w:rPr>
                <w:rFonts w:cs="Arial"/>
                <w:b/>
                <w:szCs w:val="24"/>
              </w:rPr>
              <w:t>]</w:t>
            </w:r>
          </w:p>
        </w:tc>
      </w:tr>
    </w:tbl>
    <w:p w:rsidR="00277095" w:rsidRDefault="00277095" w:rsidP="00277095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276080" w:rsidRPr="00277095" w:rsidRDefault="00276080" w:rsidP="006E113A">
      <w:pPr>
        <w:rPr>
          <w:rFonts w:cs="Arial"/>
          <w:b/>
          <w:szCs w:val="24"/>
        </w:rPr>
      </w:pPr>
    </w:p>
    <w:p w:rsidR="00276080" w:rsidRPr="00277095" w:rsidRDefault="00276080" w:rsidP="006E113A">
      <w:pPr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277095" w:rsidTr="00B36C17">
        <w:tc>
          <w:tcPr>
            <w:tcW w:w="9180" w:type="dxa"/>
            <w:shd w:val="clear" w:color="auto" w:fill="auto"/>
          </w:tcPr>
          <w:p w:rsidR="007F681B" w:rsidRPr="00277095" w:rsidRDefault="007F681B" w:rsidP="009D0E42">
            <w:pPr>
              <w:pStyle w:val="NoSpacing"/>
              <w:rPr>
                <w:b/>
                <w:szCs w:val="24"/>
              </w:rPr>
            </w:pPr>
            <w:r w:rsidRPr="00277095">
              <w:rPr>
                <w:b/>
              </w:rPr>
              <w:t xml:space="preserve">QUESTION 5: </w:t>
            </w:r>
            <w:r w:rsidR="007D7333" w:rsidRPr="00277095">
              <w:rPr>
                <w:rFonts w:cs="Arial"/>
                <w:b/>
                <w:szCs w:val="24"/>
              </w:rPr>
              <w:t xml:space="preserve">TERMINOLOGY </w:t>
            </w:r>
            <w:r w:rsidR="00D315E7" w:rsidRPr="00277095">
              <w:rPr>
                <w:rFonts w:cs="Arial"/>
                <w:b/>
                <w:szCs w:val="24"/>
              </w:rPr>
              <w:t>(TEMPLATES) (SPECIFIC)</w:t>
            </w:r>
          </w:p>
        </w:tc>
        <w:tc>
          <w:tcPr>
            <w:tcW w:w="248" w:type="dxa"/>
            <w:shd w:val="clear" w:color="auto" w:fill="auto"/>
          </w:tcPr>
          <w:p w:rsidR="007F681B" w:rsidRPr="00277095" w:rsidRDefault="007F681B" w:rsidP="00B36C17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277095" w:rsidRDefault="007F681B" w:rsidP="00B36C17">
            <w:pPr>
              <w:rPr>
                <w:b/>
                <w:szCs w:val="24"/>
              </w:rPr>
            </w:pPr>
          </w:p>
        </w:tc>
      </w:tr>
    </w:tbl>
    <w:p w:rsidR="007F681B" w:rsidRPr="00277095" w:rsidRDefault="007F681B" w:rsidP="006E113A">
      <w:pPr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9D0E42">
        <w:trPr>
          <w:trHeight w:val="1227"/>
        </w:trPr>
        <w:tc>
          <w:tcPr>
            <w:tcW w:w="959" w:type="dxa"/>
          </w:tcPr>
          <w:p w:rsidR="00EB3838" w:rsidRPr="00277095" w:rsidRDefault="00EB3838" w:rsidP="00B36C17">
            <w:pPr>
              <w:pStyle w:val="Header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5.1</w:t>
            </w:r>
          </w:p>
        </w:tc>
        <w:tc>
          <w:tcPr>
            <w:tcW w:w="8221" w:type="dxa"/>
          </w:tcPr>
          <w:p w:rsidR="00B7015B" w:rsidRPr="00277095" w:rsidRDefault="00583567" w:rsidP="00583567">
            <w:pPr>
              <w:ind w:left="31"/>
              <w:rPr>
                <w:rFonts w:cs="Arial"/>
                <w:b/>
              </w:rPr>
            </w:pPr>
            <w:r w:rsidRPr="00277095">
              <w:rPr>
                <w:rFonts w:cs="Arial"/>
                <w:b/>
              </w:rPr>
              <w:t>Roof truss:</w:t>
            </w:r>
          </w:p>
          <w:p w:rsidR="00583567" w:rsidRPr="00277095" w:rsidRDefault="00583567" w:rsidP="00583567">
            <w:pPr>
              <w:ind w:left="31"/>
              <w:rPr>
                <w:rFonts w:cs="Arial"/>
              </w:rPr>
            </w:pPr>
            <w:r w:rsidRPr="00277095">
              <w:rPr>
                <w:rFonts w:cs="Arial"/>
              </w:rPr>
              <w:t>A – Principal rafter</w:t>
            </w:r>
            <w:r w:rsidR="00DD31D0" w:rsidRPr="00277095">
              <w:rPr>
                <w:rFonts w:cs="Arial"/>
              </w:rPr>
              <w:t xml:space="preserve"> </w:t>
            </w:r>
            <w:r w:rsidR="008E089A" w:rsidRPr="00277095">
              <w:sym w:font="Wingdings" w:char="F0FC"/>
            </w:r>
          </w:p>
          <w:p w:rsidR="00583567" w:rsidRPr="00277095" w:rsidRDefault="00583567" w:rsidP="00583567">
            <w:pPr>
              <w:tabs>
                <w:tab w:val="left" w:pos="31"/>
              </w:tabs>
              <w:ind w:left="31"/>
              <w:rPr>
                <w:rFonts w:cs="Arial"/>
              </w:rPr>
            </w:pPr>
            <w:r w:rsidRPr="00277095">
              <w:rPr>
                <w:rFonts w:cs="Arial"/>
              </w:rPr>
              <w:t xml:space="preserve">B – Cleat </w:t>
            </w:r>
            <w:r w:rsidR="008E089A" w:rsidRPr="00277095">
              <w:sym w:font="Wingdings" w:char="F0FC"/>
            </w:r>
          </w:p>
          <w:p w:rsidR="00583567" w:rsidRPr="00277095" w:rsidRDefault="00583567" w:rsidP="00583567">
            <w:pPr>
              <w:tabs>
                <w:tab w:val="left" w:pos="31"/>
              </w:tabs>
              <w:ind w:left="31"/>
              <w:rPr>
                <w:rFonts w:cs="Arial"/>
              </w:rPr>
            </w:pPr>
            <w:r w:rsidRPr="00277095">
              <w:rPr>
                <w:rFonts w:cs="Arial"/>
              </w:rPr>
              <w:t xml:space="preserve">C – Purlin </w:t>
            </w:r>
            <w:r w:rsidR="008E089A" w:rsidRPr="00277095">
              <w:sym w:font="Wingdings" w:char="F0FC"/>
            </w:r>
          </w:p>
          <w:p w:rsidR="00583567" w:rsidRPr="00277095" w:rsidRDefault="00583567" w:rsidP="00583567">
            <w:pPr>
              <w:tabs>
                <w:tab w:val="left" w:pos="31"/>
              </w:tabs>
              <w:ind w:left="31"/>
              <w:rPr>
                <w:rFonts w:cs="Arial"/>
              </w:rPr>
            </w:pPr>
            <w:r w:rsidRPr="00277095">
              <w:rPr>
                <w:rFonts w:cs="Arial"/>
              </w:rPr>
              <w:t>D – Internal bracing members</w:t>
            </w:r>
            <w:r w:rsidR="00DD31D0" w:rsidRPr="00277095">
              <w:rPr>
                <w:rFonts w:cs="Arial"/>
              </w:rPr>
              <w:t xml:space="preserve"> </w:t>
            </w:r>
            <w:r w:rsidR="008E089A" w:rsidRPr="00277095">
              <w:sym w:font="Wingdings" w:char="F0FC"/>
            </w:r>
          </w:p>
          <w:p w:rsidR="00583567" w:rsidRPr="00277095" w:rsidRDefault="00583567" w:rsidP="00583567">
            <w:pPr>
              <w:tabs>
                <w:tab w:val="left" w:pos="31"/>
              </w:tabs>
              <w:ind w:left="31"/>
              <w:rPr>
                <w:rFonts w:cs="Arial"/>
              </w:rPr>
            </w:pPr>
            <w:r w:rsidRPr="00277095">
              <w:rPr>
                <w:rFonts w:cs="Arial"/>
              </w:rPr>
              <w:t xml:space="preserve">E – Gusset plate </w:t>
            </w:r>
            <w:r w:rsidR="008E089A" w:rsidRPr="00277095">
              <w:sym w:font="Wingdings" w:char="F0FC"/>
            </w:r>
            <w:r w:rsidRPr="00277095">
              <w:rPr>
                <w:rFonts w:cs="Arial"/>
              </w:rPr>
              <w:tab/>
            </w:r>
          </w:p>
        </w:tc>
        <w:tc>
          <w:tcPr>
            <w:tcW w:w="251" w:type="dxa"/>
          </w:tcPr>
          <w:p w:rsidR="00EB3838" w:rsidRPr="00277095" w:rsidRDefault="00EB3838" w:rsidP="00B36C17">
            <w:pPr>
              <w:pStyle w:val="Header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B7015B" w:rsidRPr="00277095" w:rsidRDefault="00B828B7" w:rsidP="00D315E7">
            <w:pPr>
              <w:pStyle w:val="Header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</w:t>
            </w:r>
            <w:r w:rsidR="008E089A" w:rsidRPr="00277095">
              <w:rPr>
                <w:rFonts w:cs="Arial"/>
                <w:szCs w:val="24"/>
                <w:lang w:val="en-US"/>
              </w:rPr>
              <w:t>5</w:t>
            </w:r>
            <w:r w:rsidR="00B7015B" w:rsidRPr="00277095">
              <w:rPr>
                <w:rFonts w:cs="Arial"/>
                <w:szCs w:val="24"/>
                <w:lang w:val="en-US"/>
              </w:rPr>
              <w:t>)</w:t>
            </w:r>
          </w:p>
        </w:tc>
      </w:tr>
    </w:tbl>
    <w:p w:rsidR="00EB3838" w:rsidRPr="00277095" w:rsidRDefault="00EB3838" w:rsidP="00EB3838">
      <w:pPr>
        <w:pStyle w:val="NoSpacing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B36C17">
            <w:pPr>
              <w:pStyle w:val="Header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5.2</w:t>
            </w:r>
          </w:p>
        </w:tc>
        <w:tc>
          <w:tcPr>
            <w:tcW w:w="8221" w:type="dxa"/>
          </w:tcPr>
          <w:p w:rsidR="00EB3838" w:rsidRPr="00277095" w:rsidRDefault="00F74BEA" w:rsidP="00B36C1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 xml:space="preserve">Fillet weld </w:t>
            </w:r>
            <w:r w:rsidR="00F96AA9" w:rsidRPr="00277095">
              <w:rPr>
                <w:rFonts w:cs="Arial"/>
                <w:b/>
                <w:szCs w:val="24"/>
              </w:rPr>
              <w:t>o</w:t>
            </w:r>
            <w:r w:rsidRPr="00277095">
              <w:rPr>
                <w:rFonts w:cs="Arial"/>
                <w:b/>
                <w:szCs w:val="24"/>
              </w:rPr>
              <w:t>n T-joint</w:t>
            </w:r>
            <w:r w:rsidR="006F5B5A" w:rsidRPr="00277095">
              <w:rPr>
                <w:rFonts w:cs="Arial"/>
                <w:b/>
                <w:szCs w:val="24"/>
              </w:rPr>
              <w:t>:</w:t>
            </w:r>
          </w:p>
          <w:p w:rsidR="006F5B5A" w:rsidRPr="00277095" w:rsidRDefault="006F5B5A" w:rsidP="00B36C1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C82CC8" w:rsidRPr="00277095" w:rsidRDefault="002D72B7" w:rsidP="00B36C1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group id="_x0000_s1302" style="position:absolute;left:0;text-align:left;margin-left:23.8pt;margin-top:2.85pt;width:354.1pt;height:111.25pt;z-index:252139008" coordorigin="2512,5026" coordsize="7082,2225">
                  <v:group id="Group 35" o:spid="_x0000_s1266" style="position:absolute;left:4699;top:5813;width:4238;height:1046" coordsize="26909,6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">
                    <v:line id="Straight Connector 238" o:spid="_x0000_s1271" style="position:absolute;flip:y;visibility:visible" from="0,2070" to="5257,6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2f78MAAADcAAAADwAAAGRycy9kb3ducmV2LnhtbERPXWvCMBR9H+w/hDvwbaarIKUzShkb&#10;FAaCzuJ8uzTXtqy56ZLM1n9vHoQ9Hs73ajOZXlzI+c6ygpd5AoK4trrjRsHh6+M5A+EDssbeMim4&#10;kofN+vFhhbm2I+/osg+NiCHsc1TQhjDkUvq6JYN+bgfiyJ2tMxgidI3UDscYbnqZJslSGuw4NrQ4&#10;0FtL9c/+zyjw2+/iWGZD9r48UXn8/ayKHVZKzZ6m4hVEoCn8i+/uUitIF3FtPBOPgF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9n+/DAAAA3AAAAA8AAAAAAAAAAAAA&#10;AAAAoQIAAGRycy9kb3ducmV2LnhtbFBLBQYAAAAABAAEAPkAAACRAwAAAAA=&#10;" strokecolor="windowText" strokeweight="1.5pt">
                      <v:stroke startarrow="block"/>
                    </v:line>
                    <v:group id="Group 244" o:spid="_x0000_s1267" style="position:absolute;left:5262;width:21647;height:3962" coordsize="21648,3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  <v:line id="Straight Connector 237" o:spid="_x0000_s1270" style="position:absolute;visibility:visible" from="0,2070" to="18460,2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/M1cQAAADcAAAADwAAAGRycy9kb3ducmV2LnhtbESPwWrDMBBE74X+g9hCb40cF9rgRAlJ&#10;IGmutdNDb4u1sUyslZHk2P37qFDocZiZN8xqM9lO3MiH1rGC+SwDQVw73XKj4FwdXhYgQkTW2Dkm&#10;BT8UYLN+fFhhod3In3QrYyMShEOBCkyMfSFlqA1ZDDPXEyfv4rzFmKRvpPY4JrjtZJ5lb9Jiy2nB&#10;YE97Q/W1HKyC72EX/Uclt2M57Y8mP3T14L6Uen6atksQkab4H/5rn7SC/PUdfs+k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v8zVxAAAANwAAAAPAAAAAAAAAAAA&#10;AAAAAKECAABkcnMvZG93bnJldi54bWxQSwUGAAAAAAQABAD5AAAAkgMAAAAA&#10;" strokecolor="black [3213]" strokeweight="1.5pt"/>
                      <v:group id="Group 243" o:spid="_x0000_s1268" style="position:absolute;left:18460;width:3188;height:3962" coordsize="319177,396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    <v:line id="Straight Connector 241" o:spid="_x0000_s1269" style="position:absolute;visibility:visible" from="0,207034" to="318770,396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4gEcQAAADcAAAADwAAAGRycy9kb3ducmV2LnhtbESPQWvCQBSE70L/w/IK3nQTUWNTV0mL&#10;iiAUqqXnR/Y1Cc2+DdnVxH/vCoLHYWa+YZbr3tTiQq2rLCuIxxEI4tzqigsFP6ftaAHCeWSNtWVS&#10;cCUH69XLYImpth1/0+XoCxEg7FJUUHrfpFK6vCSDbmwb4uD92dagD7ItpG6xC3BTy0kUzaXBisNC&#10;iQ19lpT/H89Gwcx8JIfutHubZ5vEkP+NF1/ZVqnha5+9g/DU+2f40d5rBZNpDPcz4Qj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7iARxAAAANwAAAAPAAAAAAAAAAAA&#10;AAAAAKECAABkcnMvZG93bnJldi54bWxQSwUGAAAAAAQABAD5AAAAkgMAAAAA&#10;" strokecolor="windowText" strokeweight="1.5pt"/>
                        <v:line id="Straight Connector 242" o:spid="_x0000_s1032" style="position:absolute;flip:y;visibility:visible" from="0,0" to="319177,207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Toq8YAAADcAAAADwAAAGRycy9kb3ducmV2LnhtbESPQWvCQBSE7wX/w/KEXkrdGFqx0VVE&#10;EIX2YhRKb4/sMwlm38bdrUn+fbdQ6HGYmW+Y5bo3jbiT87VlBdNJAoK4sLrmUsH5tHueg/ABWWNj&#10;mRQM5GG9Gj0sMdO24yPd81CKCGGfoYIqhDaT0hcVGfQT2xJH72KdwRClK6V22EW4aWSaJDNpsOa4&#10;UGFL24qKa/5tFNjp55scbq/796fhK3fb2+ajSTqlHsf9ZgEiUB/+w3/tg1aQvqTweyYeAbn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E6KvGAAAA3AAAAA8AAAAAAAAA&#10;AAAAAAAAoQIAAGRycy9kb3ducmV2LnhtbFBLBQYAAAAABAAEAPkAAACUAwAAAAA=&#10;" strokecolor="windowText" strokeweight="1.5pt"/>
                      </v:group>
                    </v:group>
                  </v:group>
                  <v:rect id="Rectangle 245" o:spid="_x0000_s1274" style="position:absolute;left:4289;top:5026;width:366;height:184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" filled="f" strokecolor="black [3213]" strokeweight="2pt"/>
                  <v:rect id="Rectangle 34" o:spid="_x0000_s1273" style="position:absolute;left:4197;top:5200;width:366;height:3735;rotation:9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" filled="f" strokecolor="windowText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left:8488;top:5897;width:665;height:4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" filled="f" stroked="f">
                    <v:textbox style="mso-fit-shape-to-text:t">
                      <w:txbxContent>
                        <w:p w:rsidR="00F90741" w:rsidRDefault="00F90741">
                          <w:r>
                            <w:t>Arc</w:t>
                          </w:r>
                        </w:p>
                      </w:txbxContent>
                    </v:textbox>
                  </v:shape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41" o:spid="_x0000_s1272" type="#_x0000_t6" style="position:absolute;left:6324;top:5723;width:420;height:42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" filled="f" strokecolor="black [3213]" strokeweight="1.5pt"/>
                  <v:shape id="Right Triangle 42" o:spid="_x0000_s1265" type="#_x0000_t6" style="position:absolute;left:6338;top:6127;width:420;height:447;rotation:-90;flip:x y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" filled="f" strokecolor="windowText" strokeweight="1.5pt"/>
                  <v:shape id="_x0000_s1034" type="#_x0000_t202" style="position:absolute;left:5594;top:6129;width:448;height:4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" filled="f" stroked="f">
                    <v:textbox style="mso-fit-shape-to-text:t">
                      <w:txbxContent>
                        <w:p w:rsidR="00F90741" w:rsidRDefault="00F90741" w:rsidP="00B14EC3">
                          <w:r>
                            <w:t>5</w:t>
                          </w:r>
                        </w:p>
                      </w:txbxContent>
                    </v:textbox>
                  </v:shape>
                  <v:shape id="_x0000_s1036" type="#_x0000_t202" style="position:absolute;left:6941;top:6140;width:1357;height:4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" filled="f" stroked="f">
                    <v:textbox style="mso-fit-shape-to-text:t">
                      <w:txbxContent>
                        <w:p w:rsidR="00F90741" w:rsidRDefault="00F90741" w:rsidP="00B14EC3">
                          <w:r>
                            <w:t xml:space="preserve">50 – 100 </w:t>
                          </w:r>
                        </w:p>
                      </w:txbxContent>
                    </v:textbox>
                  </v:shape>
                  <v:shape id="_x0000_s1035" type="#_x0000_t202" style="position:absolute;left:6430;top:6288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" filled="f" stroked="f">
                    <v:textbox style="mso-fit-shape-to-text:t">
                      <w:txbxContent>
                        <w:p w:rsidR="00F90741" w:rsidRDefault="00F90741" w:rsidP="00B14EC3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033" type="#_x0000_t202" style="position:absolute;left:5804;top:6172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" filled="f" stroked="f">
                    <v:textbox style="mso-fit-shape-to-text:t">
                      <w:txbxContent>
                        <w:p w:rsidR="00F90741" w:rsidRDefault="00F90741" w:rsidP="00B14EC3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6475;top:5632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" filled="f" stroked="f">
                    <v:textbox style="mso-fit-shape-to-text:t">
                      <w:txbxContent>
                        <w:p w:rsidR="00F90741" w:rsidRDefault="00F90741" w:rsidP="00B14EC3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038" type="#_x0000_t202" style="position:absolute;left:7607;top:6403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" filled="f" stroked="f">
                    <v:textbox style="mso-fit-shape-to-text:t">
                      <w:txbxContent>
                        <w:p w:rsidR="00F90741" w:rsidRDefault="00F90741" w:rsidP="00B14EC3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031" type="#_x0000_t202" style="position:absolute;left:8929;top:5824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" filled="f" stroked="f">
                    <v:textbox style="mso-fit-shape-to-text:t">
                      <w:txbxContent>
                        <w:p w:rsidR="00F90741" w:rsidRDefault="00F90741" w:rsidP="00B14EC3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039" type="#_x0000_t202" style="position:absolute;left:6989;top:6392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" filled="f" stroked="f">
                    <v:textbox style="mso-fit-shape-to-text:t">
                      <w:txbxContent>
                        <w:p w:rsidR="00F90741" w:rsidRDefault="00F90741" w:rsidP="00B14EC3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264" type="#_x0000_t202" style="position:absolute;left:3731;top:6208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" filled="f" stroked="f">
                    <v:textbox style="mso-fit-shape-to-text:t">
                      <w:txbxContent>
                        <w:p w:rsidR="00F90741" w:rsidRDefault="00F90741" w:rsidP="00B14EC3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037" type="#_x0000_t202" style="position:absolute;left:4757;top:6542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" filled="f" stroked="f">
                    <v:textbox style="mso-fit-shape-to-text:t">
                      <w:txbxContent>
                        <w:p w:rsidR="00F90741" w:rsidRDefault="00F90741" w:rsidP="00B14EC3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C82CC8" w:rsidRPr="00277095" w:rsidRDefault="00C82CC8" w:rsidP="00B36C1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C82CC8" w:rsidRPr="00277095" w:rsidRDefault="00C82CC8" w:rsidP="00B36C1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C82CC8" w:rsidRPr="00277095" w:rsidRDefault="00C82CC8" w:rsidP="00B36C1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C82CC8" w:rsidRPr="00277095" w:rsidRDefault="00C82CC8" w:rsidP="00B36C1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C82CC8" w:rsidRPr="00277095" w:rsidRDefault="00C82CC8" w:rsidP="00B36C1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C82CC8" w:rsidRPr="00277095" w:rsidRDefault="00C82CC8" w:rsidP="00B36C1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F74BEA" w:rsidRPr="00277095" w:rsidRDefault="00F74BEA" w:rsidP="00F74BEA">
            <w:pPr>
              <w:pStyle w:val="Header"/>
              <w:tabs>
                <w:tab w:val="right" w:pos="8289"/>
              </w:tabs>
              <w:jc w:val="center"/>
              <w:rPr>
                <w:rFonts w:cs="Arial"/>
                <w:szCs w:val="24"/>
              </w:rPr>
            </w:pPr>
          </w:p>
          <w:p w:rsidR="00F74BEA" w:rsidRPr="00277095" w:rsidRDefault="00F74BEA" w:rsidP="00B36C1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251" w:type="dxa"/>
          </w:tcPr>
          <w:p w:rsidR="00EB3838" w:rsidRPr="00277095" w:rsidRDefault="00EB3838" w:rsidP="00B36C17">
            <w:pPr>
              <w:pStyle w:val="Header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EB3838" w:rsidRPr="00277095" w:rsidRDefault="00397F9F" w:rsidP="00D315E7">
            <w:pPr>
              <w:pStyle w:val="Header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(8)</w:t>
            </w:r>
          </w:p>
        </w:tc>
      </w:tr>
    </w:tbl>
    <w:p w:rsidR="00302AAD" w:rsidRPr="00277095" w:rsidRDefault="00302AAD" w:rsidP="005E3F5E">
      <w:pPr>
        <w:rPr>
          <w:rFonts w:cs="Arial"/>
          <w:b/>
          <w:bCs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47"/>
        <w:gridCol w:w="746"/>
      </w:tblGrid>
      <w:tr w:rsidR="00277095" w:rsidRPr="00277095" w:rsidTr="00302AAD">
        <w:trPr>
          <w:trHeight w:val="265"/>
        </w:trPr>
        <w:tc>
          <w:tcPr>
            <w:tcW w:w="959" w:type="dxa"/>
          </w:tcPr>
          <w:p w:rsidR="00302AAD" w:rsidRPr="00277095" w:rsidRDefault="00F815AC" w:rsidP="00302AAD">
            <w:pPr>
              <w:pStyle w:val="Header"/>
              <w:rPr>
                <w:rFonts w:cs="Arial"/>
              </w:rPr>
            </w:pPr>
            <w:r w:rsidRPr="00277095">
              <w:rPr>
                <w:rFonts w:cs="Arial"/>
              </w:rPr>
              <w:t>5.3</w:t>
            </w:r>
          </w:p>
        </w:tc>
        <w:tc>
          <w:tcPr>
            <w:tcW w:w="8221" w:type="dxa"/>
          </w:tcPr>
          <w:p w:rsidR="00302AAD" w:rsidRPr="00277095" w:rsidRDefault="005B17C8" w:rsidP="008A743E">
            <w:pPr>
              <w:pStyle w:val="Header"/>
              <w:tabs>
                <w:tab w:val="right" w:pos="8289"/>
              </w:tabs>
              <w:rPr>
                <w:rFonts w:cs="Arial"/>
              </w:rPr>
            </w:pPr>
            <w:r w:rsidRPr="00277095">
              <w:rPr>
                <w:rFonts w:cs="Arial"/>
                <w:b/>
                <w:szCs w:val="24"/>
              </w:rPr>
              <w:t>Dimensions of the material:</w:t>
            </w:r>
            <w:r w:rsidR="008A743E" w:rsidRPr="00277095">
              <w:rPr>
                <w:rFonts w:cs="Arial"/>
              </w:rPr>
              <w:t xml:space="preserve"> </w:t>
            </w:r>
          </w:p>
        </w:tc>
        <w:tc>
          <w:tcPr>
            <w:tcW w:w="247" w:type="dxa"/>
            <w:tcBorders>
              <w:left w:val="nil"/>
            </w:tcBorders>
          </w:tcPr>
          <w:p w:rsidR="00302AAD" w:rsidRPr="00277095" w:rsidRDefault="00302AAD" w:rsidP="00302AAD">
            <w:pPr>
              <w:pStyle w:val="Header"/>
              <w:rPr>
                <w:rFonts w:cs="Arial"/>
              </w:rPr>
            </w:pPr>
          </w:p>
        </w:tc>
        <w:tc>
          <w:tcPr>
            <w:tcW w:w="746" w:type="dxa"/>
            <w:vAlign w:val="bottom"/>
          </w:tcPr>
          <w:p w:rsidR="00302AAD" w:rsidRPr="00277095" w:rsidRDefault="00302AAD" w:rsidP="00302AAD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397F9F" w:rsidRPr="00277095" w:rsidRDefault="002D72B7" w:rsidP="00302AAD">
      <w:pPr>
        <w:rPr>
          <w:rFonts w:cs="Arial"/>
          <w:b/>
          <w:bCs/>
          <w:szCs w:val="24"/>
        </w:rPr>
      </w:pPr>
      <w:r>
        <w:rPr>
          <w:rFonts w:cs="Arial"/>
          <w:b/>
          <w:noProof/>
          <w:position w:val="-172"/>
          <w:szCs w:val="24"/>
          <w:lang w:val="en-ZA" w:eastAsia="en-ZA"/>
        </w:rPr>
        <w:pict>
          <v:shape id="_x0000_s1303" type="#_x0000_t202" style="position:absolute;margin-left:348.75pt;margin-top:12.55pt;width:33.25pt;height:159.45pt;z-index:2522137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" filled="f" stroked="f">
            <v:textbox>
              <w:txbxContent>
                <w:p w:rsidR="00F90741" w:rsidRDefault="00F90741" w:rsidP="00397F9F">
                  <w:pPr>
                    <w:spacing w:line="360" w:lineRule="auto"/>
                  </w:pPr>
                  <w:r w:rsidRPr="00555566">
                    <w:sym w:font="Wingdings" w:char="F0FC"/>
                  </w:r>
                </w:p>
                <w:p w:rsidR="00F90741" w:rsidRDefault="00F90741" w:rsidP="00397F9F">
                  <w:pPr>
                    <w:spacing w:line="360" w:lineRule="auto"/>
                  </w:pPr>
                  <w:r w:rsidRPr="00555566">
                    <w:sym w:font="Wingdings" w:char="F0FC"/>
                  </w:r>
                </w:p>
                <w:p w:rsidR="00F90741" w:rsidRDefault="00F90741" w:rsidP="00397F9F">
                  <w:pPr>
                    <w:spacing w:line="360" w:lineRule="auto"/>
                  </w:pPr>
                  <w:r w:rsidRPr="00555566">
                    <w:sym w:font="Wingdings" w:char="F0FC"/>
                  </w:r>
                </w:p>
                <w:p w:rsidR="00F90741" w:rsidRDefault="00F90741" w:rsidP="00397F9F">
                  <w:pPr>
                    <w:spacing w:line="276" w:lineRule="auto"/>
                  </w:pPr>
                </w:p>
                <w:p w:rsidR="00F90741" w:rsidRDefault="00F90741" w:rsidP="00397F9F">
                  <w:pPr>
                    <w:spacing w:line="360" w:lineRule="auto"/>
                  </w:pPr>
                  <w:r w:rsidRPr="00555566">
                    <w:sym w:font="Wingdings" w:char="F0FC"/>
                  </w:r>
                </w:p>
                <w:p w:rsidR="00F90741" w:rsidRDefault="00F90741" w:rsidP="00397F9F">
                  <w:pPr>
                    <w:spacing w:line="360" w:lineRule="auto"/>
                  </w:pPr>
                  <w:r w:rsidRPr="00555566">
                    <w:sym w:font="Wingdings" w:char="F0FC"/>
                  </w:r>
                </w:p>
                <w:p w:rsidR="00F90741" w:rsidRDefault="00F90741" w:rsidP="00397F9F"/>
                <w:p w:rsidR="00F90741" w:rsidRDefault="00F90741" w:rsidP="00397F9F"/>
                <w:p w:rsidR="00F90741" w:rsidRDefault="00F90741" w:rsidP="00397F9F">
                  <w:r w:rsidRPr="00555566">
                    <w:sym w:font="Wingdings" w:char="F0FC"/>
                  </w:r>
                </w:p>
                <w:p w:rsidR="00F90741" w:rsidRDefault="00F90741" w:rsidP="00397F9F"/>
                <w:p w:rsidR="00F90741" w:rsidRDefault="00F90741" w:rsidP="00397F9F">
                  <w:pPr>
                    <w:spacing w:line="360" w:lineRule="auto"/>
                  </w:pPr>
                </w:p>
              </w:txbxContent>
            </v:textbox>
          </v:shape>
        </w:pict>
      </w: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A055AB">
        <w:trPr>
          <w:trHeight w:val="288"/>
        </w:trPr>
        <w:tc>
          <w:tcPr>
            <w:tcW w:w="941" w:type="dxa"/>
          </w:tcPr>
          <w:p w:rsidR="00397F9F" w:rsidRPr="00277095" w:rsidRDefault="00397F9F" w:rsidP="00A055A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397F9F" w:rsidRPr="00277095" w:rsidRDefault="00397F9F" w:rsidP="00A055AB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5.3.1</w:t>
            </w:r>
          </w:p>
        </w:tc>
        <w:tc>
          <w:tcPr>
            <w:tcW w:w="7087" w:type="dxa"/>
          </w:tcPr>
          <w:p w:rsidR="00397F9F" w:rsidRPr="00277095" w:rsidRDefault="009D0E42" w:rsidP="00A055AB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position w:val="-154"/>
                <w:szCs w:val="24"/>
              </w:rPr>
              <w:object w:dxaOrig="4520" w:dyaOrig="3200">
                <v:shape id="_x0000_i1025" type="#_x0000_t75" style="width:224.25pt;height:160.5pt" o:ole="">
                  <v:imagedata r:id="rId10" o:title=""/>
                </v:shape>
                <o:OLEObject Type="Embed" ProgID="Equation.3" ShapeID="_x0000_i1025" DrawAspect="Content" ObjectID="_1582351580" r:id="rId11"/>
              </w:object>
            </w:r>
          </w:p>
        </w:tc>
        <w:tc>
          <w:tcPr>
            <w:tcW w:w="270" w:type="dxa"/>
          </w:tcPr>
          <w:p w:rsidR="00397F9F" w:rsidRPr="00277095" w:rsidRDefault="00397F9F" w:rsidP="00A055A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397F9F" w:rsidRPr="00277095" w:rsidRDefault="00397F9F" w:rsidP="00D315E7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(6)</w:t>
            </w:r>
          </w:p>
        </w:tc>
      </w:tr>
    </w:tbl>
    <w:p w:rsidR="00397F9F" w:rsidRPr="00277095" w:rsidRDefault="00397F9F" w:rsidP="00397F9F">
      <w:pPr>
        <w:rPr>
          <w:rFonts w:cs="Arial"/>
          <w:bCs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277095" w:rsidRPr="00277095" w:rsidTr="00D315E7">
        <w:trPr>
          <w:gridBefore w:val="1"/>
          <w:wBefore w:w="18" w:type="dxa"/>
        </w:trPr>
        <w:tc>
          <w:tcPr>
            <w:tcW w:w="941" w:type="dxa"/>
          </w:tcPr>
          <w:p w:rsidR="00397F9F" w:rsidRPr="00277095" w:rsidRDefault="00397F9F" w:rsidP="00A055A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397F9F" w:rsidRPr="00277095" w:rsidRDefault="00397F9F" w:rsidP="00A055AB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5.3.2</w:t>
            </w:r>
          </w:p>
        </w:tc>
        <w:tc>
          <w:tcPr>
            <w:tcW w:w="7087" w:type="dxa"/>
          </w:tcPr>
          <w:p w:rsidR="008A743E" w:rsidRPr="00277095" w:rsidRDefault="002D72B7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group id="_x0000_s1305" style="position:absolute;left:0;text-align:left;margin-left:16.9pt;margin-top:1.95pt;width:284.5pt;height:149.45pt;z-index:252214784;mso-position-horizontal-relative:text;mso-position-vertical-relative:text" coordorigin="2758,8368" coordsize="5690,2989">
                  <v:group id="Group 57" o:spid="_x0000_s1306" style="position:absolute;left:3912;top:8368;width:3286;height:2989" coordsize="20868,18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">
                    <v:group id="Group 54" o:spid="_x0000_s1307" style="position:absolute;left:2846;top:1811;width:15959;height:15959" coordsize="15958,159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oval id="Oval 12" o:spid="_x0000_s1308" style="position:absolute;width:15958;height:159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q1mcIA&#10;AADbAAAADwAAAGRycy9kb3ducmV2LnhtbERPS2vCQBC+F/wPyxR6azb1oBJdpUoFW/BgfPQ6ZMds&#10;MDsbstuY/ntXELzNx/ec2aK3teio9ZVjBR9JCoK4cLriUsFhv36fgPABWWPtmBT8k4fFfPAyw0y7&#10;K++oy0MpYgj7DBWYEJpMSl8YsugT1xBH7uxaiyHCtpS6xWsMt7UcpulIWqw4NhhsaGWouOR/VkF/&#10;+g1fy+N5vfypv8f59lSY7jJR6u21/5yCCNSHp/jh3ug4fwj3X+IB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mrWZwgAAANsAAAAPAAAAAAAAAAAAAAAAAJgCAABkcnMvZG93&#10;bnJldi54bWxQSwUGAAAAAAQABAD1AAAAhwMAAAAA&#10;" filled="f" strokecolor="black [3213]" strokeweight="1.5pt"/>
                      <v:oval id="Oval 25" o:spid="_x0000_s1309" style="position:absolute;left:1293;top:1293;width:13285;height:1328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6O5b8A&#10;AADbAAAADwAAAGRycy9kb3ducmV2LnhtbESPQYvCMBSE78L+h/AWvGm6okW6RhFF6FUrnh/Nsy02&#10;L6GJGv+9ERb2OMzMN8xqE00vHjT4zrKCn2kGgri2uuNGwbk6TJYgfEDW2FsmBS/ysFl/jVZYaPvk&#10;Iz1OoREJwr5ABW0IrpDS1y0Z9FPriJN3tYPBkOTQSD3gM8FNL2dZlkuDHaeFFh3tWqpvp7tRkPuq&#10;vJf723bn5rHKs8vRvWRUavwdt78gAsXwH/5rl1rBbAGfL+kHyP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zo7lvwAAANsAAAAPAAAAAAAAAAAAAAAAAJgCAABkcnMvZG93bnJl&#10;di54bWxQSwUGAAAAAAQABAD1AAAAhAMAAAAA&#10;" filled="f" strokecolor="windowText" strokeweight="1pt">
                        <v:stroke dashstyle="dash"/>
                      </v:oval>
                      <v:oval id="Oval 53" o:spid="_x0000_s1310" style="position:absolute;left:2674;top:2674;width:10610;height:106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o51MYA&#10;AADbAAAADwAAAGRycy9kb3ducmV2LnhtbESPS2vDMBCE74H+B7GFXkIip6UhOJZDmwekKTnkcclt&#10;sba2qbUykuK4/z4qFHocZuYbJlv0phEdOV9bVjAZJyCIC6trLhWcT5vRDIQPyBoby6Tghzws8odB&#10;hqm2Nz5QdwyliBD2KSqoQmhTKX1RkUE/ti1x9L6sMxiidKXUDm8Rbhr5nCRTabDmuFBhS8uKiu/j&#10;1Sh4t276uR5euiXt2o9DWO39ptsr9fTYv81BBOrDf/ivvdUKXl/g90v8ATK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o51MYAAADbAAAADwAAAAAAAAAAAAAAAACYAgAAZHJz&#10;L2Rvd25yZXYueG1sUEsFBgAAAAAEAAQA9QAAAIsDAAAAAA==&#10;" filled="f" strokecolor="windowText" strokeweight="1.5pt"/>
                    </v:group>
                    <v:line id="Straight Connector 55" o:spid="_x0000_s1311" style="position:absolute;visibility:visible" from="0,9747" to="20868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N5/MIAAADbAAAADwAAAGRycy9kb3ducmV2LnhtbESPQYvCMBSE74L/ITzBm6YVuiu1UURQ&#10;9iCI1YPHR/NsS5uX0mS1/nsjLOxxmJlvmGwzmFY8qHe1ZQXxPAJBXFhdc6ngetnPliCcR9bYWiYF&#10;L3KwWY9HGabaPvlMj9yXIkDYpaig8r5LpXRFRQbd3HbEwbvb3qAPsi+l7vEZ4KaViyj6kgZrDgsV&#10;drSrqGjyX6Pg3H4fbsaQXTTxPTmcLsUuzo9KTSfDdgXC0+D/w3/tH60gSeDzJfwAuX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VN5/MIAAADbAAAADwAAAAAAAAAAAAAA&#10;AAChAgAAZHJzL2Rvd25yZXYueG1sUEsFBgAAAAAEAAQA+QAAAJADAAAAAA==&#10;" strokecolor="black [3213]" strokeweight="1pt">
                      <v:stroke dashstyle="longDashDot"/>
                    </v:line>
                    <v:line id="Straight Connector 56" o:spid="_x0000_s1312" style="position:absolute;visibility:visible" from="10783,0" to="10783,1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Hni8AAAADbAAAADwAAAGRycy9kb3ducmV2LnhtbESPzQrCMBCE74LvEFbwpmkFf6hGEUHx&#10;IIjVg8elWdtisylN1Pr2RhA8DjPzDbNYtaYST2pcaVlBPIxAEGdWl5wruJy3gxkI55E1VpZJwZsc&#10;rJbdzgITbV98omfqcxEg7BJUUHhfJ1K6rCCDbmhr4uDdbGPQB9nkUjf4CnBTyVEUTaTBksNCgTVt&#10;Csru6cMoOFXT3dUYsqN7fBvvjudsE6cHpfq9dj0H4an1//CvvdcKxhP4fgk/QC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B54vAAAAA2wAAAA8AAAAAAAAAAAAAAAAA&#10;oQIAAGRycy9kb3ducmV2LnhtbFBLBQYAAAAABAAEAPkAAACOAwAAAAA=&#10;" strokecolor="black [3213]" strokeweight="1pt">
                      <v:stroke dashstyle="longDashDot"/>
                    </v:lin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58" o:spid="_x0000_s1313" type="#_x0000_t32" style="position:absolute;left:4999;top:9305;width:1215;height:1181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" strokecolor="black [3213]" strokeweight="1pt">
                    <v:stroke startarrow="block" endarrow="block"/>
                  </v:shape>
                  <v:shape id="Straight Arrow Connector 59" o:spid="_x0000_s1314" type="#_x0000_t32" style="position:absolute;left:4809;top:9208;width:1617;height:13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" strokecolor="windowText" strokeweight="1pt">
                    <v:stroke startarrow="block" endarrow="block"/>
                  </v:shape>
                  <v:line id="Straight Connector 60" o:spid="_x0000_s1315" style="position:absolute;flip:y;visibility:visible" from="6235,8748" to="6804,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" strokecolor="black [3213]" strokeweight="1pt"/>
                  <v:line id="Straight Connector 61" o:spid="_x0000_s1316" style="position:absolute;visibility:visible" from="6806,8748" to="7553,8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" strokecolor="windowText" strokeweight="1pt"/>
                  <v:group id="Group 70" o:spid="_x0000_s1317" style="position:absolute;left:6423;top:10566;width:1331;height:461" coordsize="8452,2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">
                    <v:line id="Straight Connector 62" o:spid="_x0000_s1318" style="position:absolute;visibility:visible" from="0,0" to="3702,2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8H37wAAADbAAAADwAAAGRycy9kb3ducmV2LnhtbESPwQrCMBBE74L/EFbwpqmCUqpRiiB4&#10;tfoBa7M2xWZTm6j1740geBxm5g2z3va2EU/qfO1YwWyagCAuna65UnA+7ScpCB+QNTaOScGbPGw3&#10;w8EaM+1efKRnESoRIewzVGBCaDMpfWnIop+6ljh6V9dZDFF2ldQdviLcNnKeJEtpsea4YLClnaHy&#10;VjysglQWb5Q+HM39VudNmeaLwyVXajzq8xWIQH34h3/tg1awnMP3S/wBcvM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48H37wAAADbAAAADwAAAAAAAAAAAAAAAAChAgAA&#10;ZHJzL2Rvd25yZXYueG1sUEsFBgAAAAAEAAQA+QAAAIoDAAAAAA==&#10;" strokecolor="windowText" strokeweight="1pt"/>
                    <v:line id="Straight Connector 63" o:spid="_x0000_s1319" style="position:absolute;visibility:visible" from="3709,2932" to="8452,2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OiRMAAAADbAAAADwAAAGRycy9kb3ducmV2LnhtbESP0WrCQBRE3wv+w3IF33RjpRJiVglC&#10;wVdTP+CavWZDsndjdpvEv+8WCn0cZuYMk59m24mRBt84VrDdJCCIK6cbrhXcvj7XKQgfkDV2jknB&#10;izycjou3HDPtJr7SWIZaRAj7DBWYEPpMSl8Zsug3rieO3sMNFkOUQy31gFOE206+J8leWmw4Lhjs&#10;6WyoastvqyCV5QulD1fzbJuiq9Li43IvlFot5+IAItAc/sN/7YtWsN/B75f4A+T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DokTAAAAA2wAAAA8AAAAAAAAAAAAAAAAA&#10;oQIAAGRycy9kb3ducmV2LnhtbFBLBQYAAAAABAAEAPkAAACOAwAAAAA=&#10;" strokecolor="windowText" strokeweight="1pt"/>
                  </v:group>
                  <v:line id="Straight Connector 64" o:spid="_x0000_s1320" style="position:absolute;visibility:visible" from="3912,9413" to="4401,9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" strokecolor="windowText" strokeweight="1pt">
                    <v:stroke endarrow="block"/>
                  </v:line>
                  <v:line id="Straight Connector 65" o:spid="_x0000_s1321" style="position:absolute;visibility:visible" from="3165,9413" to="3912,9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" strokecolor="windowText" strokeweight="1pt"/>
                  <v:line id="Straight Connector 67" o:spid="_x0000_s1322" style="position:absolute;visibility:visible" from="4795,9699" to="5148,9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" strokecolor="windowText" strokeweight="1pt">
                    <v:stroke startarrow="block"/>
                  </v:line>
                  <v:shape id="_x0000_s1323" type="#_x0000_t202" style="position:absolute;left:3001;top:9072;width:1291;height:4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" filled="f" stroked="f">
                    <v:textbox style="mso-fit-shape-to-text:t">
                      <w:txbxContent>
                        <w:p w:rsidR="00F90741" w:rsidRDefault="00F90741" w:rsidP="008A743E">
                          <w:r>
                            <w:t>16 mm</w:t>
                          </w:r>
                        </w:p>
                      </w:txbxContent>
                    </v:textbox>
                  </v:shape>
                  <v:shape id="_x0000_s1324" type="#_x0000_t202" style="position:absolute;left:6676;top:8414;width:1290;height:4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" filled="f" stroked="f">
                    <v:textbox style="mso-fit-shape-to-text:t">
                      <w:txbxContent>
                        <w:p w:rsidR="00F90741" w:rsidRDefault="00F90741" w:rsidP="008A743E">
                          <w:r>
                            <w:t>230 mm</w:t>
                          </w:r>
                        </w:p>
                      </w:txbxContent>
                    </v:textbox>
                  </v:shape>
                  <v:shape id="_x0000_s1325" type="#_x0000_t202" style="position:absolute;left:6878;top:10696;width:1290;height:4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" filled="f" stroked="f">
                    <v:textbox style="mso-fit-shape-to-text:t">
                      <w:txbxContent>
                        <w:p w:rsidR="00F90741" w:rsidRDefault="00F90741" w:rsidP="008A743E">
                          <w:r>
                            <w:t>246 mm</w:t>
                          </w:r>
                        </w:p>
                      </w:txbxContent>
                    </v:textbox>
                  </v:shape>
                  <v:shape id="_x0000_s1326" type="#_x0000_t202" style="position:absolute;left:7602;top:8423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" filled="f" stroked="f">
                    <v:textbox style="mso-fit-shape-to-text:t">
                      <w:txbxContent>
                        <w:p w:rsidR="00F90741" w:rsidRDefault="00F90741" w:rsidP="008A743E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327" type="#_x0000_t202" style="position:absolute;left:2758;top:9076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" filled="f" stroked="f">
                    <v:textbox style="mso-fit-shape-to-text:t">
                      <w:txbxContent>
                        <w:p w:rsidR="00F90741" w:rsidRDefault="00F90741" w:rsidP="008A743E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  <v:shape id="_x0000_s1328" type="#_x0000_t202" style="position:absolute;left:7783;top:10702;width:665;height:41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" filled="f" stroked="f">
                    <v:textbox style="mso-fit-shape-to-text:t">
                      <w:txbxContent>
                        <w:p w:rsidR="00F90741" w:rsidRDefault="00F90741" w:rsidP="008A743E">
                          <w:r w:rsidRPr="00555566">
                            <w:sym w:font="Wingdings" w:char="F0FC"/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8A743E" w:rsidRPr="00277095" w:rsidRDefault="008A743E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8A743E" w:rsidRPr="00277095" w:rsidRDefault="008A743E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8A743E" w:rsidRPr="00277095" w:rsidRDefault="002D72B7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position w:val="-172"/>
                <w:szCs w:val="24"/>
                <w:lang w:val="en-ZA" w:eastAsia="en-ZA"/>
              </w:rPr>
              <w:pict>
                <v:shape id="_x0000_s1353" type="#_x0000_t202" style="position:absolute;left:0;text-align:left;margin-left:232.05pt;margin-top:8.5pt;width:24.6pt;height:23.25pt;z-index:2522158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" filled="f" stroked="f">
                  <v:textbox>
                    <w:txbxContent>
                      <w:p w:rsidR="00F90741" w:rsidRDefault="00F90741" w:rsidP="008A743E">
                        <w:pPr>
                          <w:spacing w:line="360" w:lineRule="auto"/>
                        </w:pPr>
                        <w:r w:rsidRPr="00555566">
                          <w:sym w:font="Wingdings" w:char="F0FC"/>
                        </w:r>
                      </w:p>
                      <w:p w:rsidR="00F90741" w:rsidRDefault="00F90741" w:rsidP="008A743E"/>
                      <w:p w:rsidR="00F90741" w:rsidRDefault="00F90741" w:rsidP="008A743E">
                        <w:pPr>
                          <w:spacing w:line="360" w:lineRule="auto"/>
                        </w:pPr>
                      </w:p>
                    </w:txbxContent>
                  </v:textbox>
                </v:shape>
              </w:pict>
            </w:r>
          </w:p>
          <w:p w:rsidR="008A743E" w:rsidRPr="00277095" w:rsidRDefault="008A743E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8A743E" w:rsidRPr="00277095" w:rsidRDefault="008A743E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8A743E" w:rsidRPr="00277095" w:rsidRDefault="008A743E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8A743E" w:rsidRPr="00277095" w:rsidRDefault="008A743E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8A743E" w:rsidRPr="00277095" w:rsidRDefault="008A743E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8A743E" w:rsidRPr="00277095" w:rsidRDefault="008A743E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  <w:p w:rsidR="00397F9F" w:rsidRPr="00277095" w:rsidRDefault="00397F9F" w:rsidP="008A743E">
            <w:pPr>
              <w:tabs>
                <w:tab w:val="left" w:pos="3436"/>
                <w:tab w:val="right" w:pos="7155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270" w:type="dxa"/>
          </w:tcPr>
          <w:p w:rsidR="00397F9F" w:rsidRPr="00277095" w:rsidRDefault="00397F9F" w:rsidP="00A055A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397F9F" w:rsidRPr="00277095" w:rsidRDefault="00397F9F" w:rsidP="00D315E7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(4)</w:t>
            </w:r>
          </w:p>
        </w:tc>
      </w:tr>
      <w:tr w:rsidR="005E3F5E" w:rsidRPr="00277095" w:rsidTr="00D315E7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5E3F5E" w:rsidRPr="00277095" w:rsidRDefault="005E3F5E" w:rsidP="005E3F5E">
            <w:pPr>
              <w:pStyle w:val="NoSpacing"/>
              <w:jc w:val="right"/>
              <w:rPr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277095" w:rsidRDefault="005E3F5E" w:rsidP="00B36C17">
            <w:pPr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277095" w:rsidRDefault="005E3F5E" w:rsidP="00D315E7">
            <w:pPr>
              <w:rPr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[</w:t>
            </w:r>
            <w:r w:rsidR="007D7333" w:rsidRPr="00277095">
              <w:rPr>
                <w:rFonts w:cs="Arial"/>
                <w:b/>
                <w:szCs w:val="24"/>
              </w:rPr>
              <w:t>23</w:t>
            </w:r>
            <w:r w:rsidRPr="00277095">
              <w:rPr>
                <w:rFonts w:cs="Arial"/>
                <w:b/>
                <w:szCs w:val="24"/>
              </w:rPr>
              <w:t>]</w:t>
            </w:r>
          </w:p>
        </w:tc>
      </w:tr>
    </w:tbl>
    <w:p w:rsidR="00D315E7" w:rsidRDefault="00D315E7" w:rsidP="00585D49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AC2607" w:rsidRDefault="00AC2607" w:rsidP="00D315E7">
      <w:pPr>
        <w:jc w:val="both"/>
        <w:rPr>
          <w:rFonts w:cs="Arial"/>
          <w:szCs w:val="24"/>
        </w:rPr>
      </w:pPr>
    </w:p>
    <w:p w:rsidR="00D315E7" w:rsidRPr="00277095" w:rsidRDefault="00D315E7" w:rsidP="00D315E7">
      <w:pPr>
        <w:jc w:val="both"/>
        <w:rPr>
          <w:rFonts w:cs="Arial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277095" w:rsidTr="00B36C17">
        <w:tc>
          <w:tcPr>
            <w:tcW w:w="9180" w:type="dxa"/>
            <w:shd w:val="clear" w:color="auto" w:fill="auto"/>
          </w:tcPr>
          <w:p w:rsidR="007F681B" w:rsidRPr="00277095" w:rsidRDefault="007F681B" w:rsidP="00D315E7">
            <w:pPr>
              <w:pStyle w:val="NoSpacing"/>
              <w:jc w:val="both"/>
              <w:rPr>
                <w:b/>
                <w:szCs w:val="24"/>
              </w:rPr>
            </w:pPr>
            <w:r w:rsidRPr="00277095">
              <w:rPr>
                <w:b/>
              </w:rPr>
              <w:t xml:space="preserve">QUESTION 6: </w:t>
            </w:r>
            <w:r w:rsidR="007D7333" w:rsidRPr="00277095">
              <w:rPr>
                <w:rFonts w:cs="Arial"/>
                <w:b/>
                <w:szCs w:val="24"/>
              </w:rPr>
              <w:t>TOOLS AND EQUIPMENT (</w:t>
            </w:r>
            <w:r w:rsidR="00D315E7" w:rsidRPr="00277095">
              <w:rPr>
                <w:rFonts w:cs="Arial"/>
                <w:b/>
                <w:szCs w:val="24"/>
              </w:rPr>
              <w:t>SPECIFIC)</w:t>
            </w:r>
          </w:p>
        </w:tc>
        <w:tc>
          <w:tcPr>
            <w:tcW w:w="248" w:type="dxa"/>
            <w:shd w:val="clear" w:color="auto" w:fill="auto"/>
          </w:tcPr>
          <w:p w:rsidR="007F681B" w:rsidRPr="00277095" w:rsidRDefault="007F681B" w:rsidP="00D315E7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277095" w:rsidRDefault="007F681B" w:rsidP="00D315E7">
            <w:pPr>
              <w:jc w:val="both"/>
              <w:rPr>
                <w:b/>
                <w:szCs w:val="24"/>
              </w:rPr>
            </w:pPr>
          </w:p>
        </w:tc>
      </w:tr>
    </w:tbl>
    <w:p w:rsidR="007F681B" w:rsidRPr="00277095" w:rsidRDefault="007F681B" w:rsidP="00D315E7">
      <w:pPr>
        <w:pStyle w:val="NoSpacing"/>
        <w:jc w:val="both"/>
        <w:rPr>
          <w:b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6.1</w:t>
            </w:r>
          </w:p>
        </w:tc>
        <w:tc>
          <w:tcPr>
            <w:tcW w:w="8221" w:type="dxa"/>
          </w:tcPr>
          <w:p w:rsidR="00EB3838" w:rsidRPr="00277095" w:rsidRDefault="00936E18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 xml:space="preserve">Working principle of </w:t>
            </w:r>
            <w:r w:rsidR="008E6146" w:rsidRPr="00277095">
              <w:rPr>
                <w:rFonts w:cs="Arial"/>
                <w:b/>
                <w:szCs w:val="24"/>
              </w:rPr>
              <w:t xml:space="preserve">the </w:t>
            </w:r>
            <w:r w:rsidR="00BF511A" w:rsidRPr="00277095">
              <w:rPr>
                <w:rFonts w:cs="Arial"/>
                <w:b/>
                <w:szCs w:val="24"/>
              </w:rPr>
              <w:t>following machines</w:t>
            </w:r>
            <w:r w:rsidR="00F07583" w:rsidRPr="00277095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</w:tcPr>
          <w:p w:rsidR="001042C6" w:rsidRPr="00277095" w:rsidRDefault="001042C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</w:tr>
    </w:tbl>
    <w:p w:rsidR="00EB3838" w:rsidRPr="00277095" w:rsidRDefault="00EB3838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BF511A">
        <w:trPr>
          <w:trHeight w:val="288"/>
        </w:trPr>
        <w:tc>
          <w:tcPr>
            <w:tcW w:w="941" w:type="dxa"/>
          </w:tcPr>
          <w:p w:rsidR="00BF511A" w:rsidRPr="00277095" w:rsidRDefault="00BF511A" w:rsidP="00D315E7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BF511A" w:rsidRPr="00277095" w:rsidRDefault="00BF511A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6.1.1</w:t>
            </w:r>
          </w:p>
        </w:tc>
        <w:tc>
          <w:tcPr>
            <w:tcW w:w="7087" w:type="dxa"/>
          </w:tcPr>
          <w:p w:rsidR="00BF511A" w:rsidRPr="00277095" w:rsidRDefault="00A14948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Punch and cropp</w:t>
            </w:r>
            <w:r w:rsidR="009D0E42">
              <w:rPr>
                <w:rFonts w:cs="Arial"/>
                <w:b/>
                <w:szCs w:val="24"/>
              </w:rPr>
              <w:t>ing</w:t>
            </w:r>
            <w:r w:rsidRPr="00277095">
              <w:rPr>
                <w:rFonts w:cs="Arial"/>
                <w:b/>
                <w:szCs w:val="24"/>
              </w:rPr>
              <w:t xml:space="preserve"> machine</w:t>
            </w:r>
            <w:r w:rsidR="00BF511A" w:rsidRPr="00277095">
              <w:rPr>
                <w:rFonts w:cs="Arial"/>
                <w:b/>
                <w:szCs w:val="24"/>
              </w:rPr>
              <w:t>:</w:t>
            </w:r>
          </w:p>
          <w:p w:rsidR="00BF511A" w:rsidRPr="00277095" w:rsidRDefault="00372940" w:rsidP="009D0E4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Cropp</w:t>
            </w:r>
            <w:r w:rsidR="009D0E42">
              <w:rPr>
                <w:rFonts w:cs="Arial"/>
                <w:szCs w:val="24"/>
              </w:rPr>
              <w:t xml:space="preserve">ing machines </w:t>
            </w:r>
            <w:r w:rsidR="000158DC">
              <w:rPr>
                <w:rFonts w:cs="Arial"/>
                <w:szCs w:val="24"/>
              </w:rPr>
              <w:t xml:space="preserve">are </w:t>
            </w:r>
            <w:r w:rsidRPr="00277095">
              <w:rPr>
                <w:rFonts w:cs="Arial"/>
                <w:szCs w:val="24"/>
              </w:rPr>
              <w:t xml:space="preserve">electrically driven </w:t>
            </w:r>
            <w:r w:rsidRPr="00277095">
              <w:sym w:font="Wingdings" w:char="F0FC"/>
            </w:r>
            <w:r w:rsidRPr="00277095">
              <w:t xml:space="preserve"> </w:t>
            </w:r>
            <w:r w:rsidRPr="00277095">
              <w:rPr>
                <w:rFonts w:cs="Arial"/>
                <w:szCs w:val="24"/>
              </w:rPr>
              <w:t xml:space="preserve">and use </w:t>
            </w:r>
            <w:r w:rsidR="009D0E42">
              <w:rPr>
                <w:rFonts w:cs="Arial"/>
                <w:szCs w:val="24"/>
              </w:rPr>
              <w:t xml:space="preserve">a </w:t>
            </w:r>
            <w:r w:rsidRPr="00277095">
              <w:rPr>
                <w:rFonts w:cs="Arial"/>
                <w:szCs w:val="24"/>
              </w:rPr>
              <w:t xml:space="preserve">heavy fly wheel and clutches </w:t>
            </w:r>
            <w:r w:rsidRPr="00277095">
              <w:sym w:font="Wingdings" w:char="F0FC"/>
            </w:r>
            <w:r w:rsidRPr="00277095">
              <w:t xml:space="preserve"> </w:t>
            </w:r>
            <w:r w:rsidRPr="00277095">
              <w:rPr>
                <w:rFonts w:cs="Arial"/>
                <w:szCs w:val="24"/>
              </w:rPr>
              <w:t>to engage various shearing blades</w:t>
            </w:r>
            <w:r w:rsidR="00622386" w:rsidRPr="00277095">
              <w:rPr>
                <w:rFonts w:cs="Arial"/>
                <w:szCs w:val="24"/>
              </w:rPr>
              <w:t>/punches</w:t>
            </w:r>
            <w:r w:rsidRPr="00277095">
              <w:rPr>
                <w:rFonts w:cs="Arial"/>
                <w:szCs w:val="24"/>
              </w:rPr>
              <w:t xml:space="preserve"> </w:t>
            </w:r>
            <w:r w:rsidRPr="00277095">
              <w:sym w:font="Wingdings" w:char="F0FC"/>
            </w:r>
            <w:r w:rsidRPr="00277095">
              <w:rPr>
                <w:rFonts w:cs="Arial"/>
                <w:szCs w:val="24"/>
              </w:rPr>
              <w:t xml:space="preserve"> to shear/punch the various profiles.</w:t>
            </w:r>
            <w:r w:rsidR="00BF511A" w:rsidRPr="00277095">
              <w:rPr>
                <w:rFonts w:cs="Arial"/>
                <w:szCs w:val="24"/>
              </w:rPr>
              <w:t xml:space="preserve"> </w:t>
            </w:r>
            <w:r w:rsidR="00BF511A" w:rsidRPr="00277095">
              <w:sym w:font="Wingdings" w:char="F0FC"/>
            </w:r>
          </w:p>
        </w:tc>
        <w:tc>
          <w:tcPr>
            <w:tcW w:w="270" w:type="dxa"/>
          </w:tcPr>
          <w:p w:rsidR="00BF511A" w:rsidRPr="00277095" w:rsidRDefault="00BF511A" w:rsidP="00D315E7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BF511A" w:rsidRPr="00277095" w:rsidRDefault="00BF511A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(4)</w:t>
            </w:r>
          </w:p>
        </w:tc>
      </w:tr>
    </w:tbl>
    <w:p w:rsidR="00BF511A" w:rsidRPr="00277095" w:rsidRDefault="00BF511A" w:rsidP="00D315E7">
      <w:pPr>
        <w:jc w:val="both"/>
        <w:rPr>
          <w:rFonts w:cs="Arial"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BF511A">
        <w:tc>
          <w:tcPr>
            <w:tcW w:w="941" w:type="dxa"/>
          </w:tcPr>
          <w:p w:rsidR="00BF511A" w:rsidRPr="00277095" w:rsidRDefault="00BF511A" w:rsidP="00D315E7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BF511A" w:rsidRPr="00277095" w:rsidRDefault="00BF511A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6.1.2</w:t>
            </w:r>
          </w:p>
        </w:tc>
        <w:tc>
          <w:tcPr>
            <w:tcW w:w="7087" w:type="dxa"/>
          </w:tcPr>
          <w:p w:rsidR="00BF511A" w:rsidRPr="00277095" w:rsidRDefault="00372940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Spot welding equipment</w:t>
            </w:r>
            <w:r w:rsidR="00BF511A" w:rsidRPr="00277095">
              <w:rPr>
                <w:rFonts w:cs="Arial"/>
                <w:b/>
                <w:szCs w:val="24"/>
              </w:rPr>
              <w:t>:</w:t>
            </w:r>
          </w:p>
          <w:p w:rsidR="00BF511A" w:rsidRPr="00277095" w:rsidRDefault="00654E8C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277095">
              <w:t xml:space="preserve">This method uses the heating effect, </w:t>
            </w:r>
            <w:r w:rsidRPr="00277095">
              <w:sym w:font="Wingdings" w:char="F0FC"/>
            </w:r>
            <w:r w:rsidRPr="00277095">
              <w:t xml:space="preserve"> which occurs when a current flows </w:t>
            </w:r>
            <w:r w:rsidRPr="00277095">
              <w:sym w:font="Wingdings" w:char="F0FC"/>
            </w:r>
            <w:r w:rsidRPr="00277095">
              <w:t xml:space="preserve"> through a resistance, </w:t>
            </w:r>
            <w:r w:rsidRPr="00277095">
              <w:sym w:font="Wingdings" w:char="F0FC"/>
            </w:r>
            <w:r w:rsidRPr="00277095">
              <w:t xml:space="preserve"> to fuse two plates together. </w:t>
            </w:r>
            <w:r w:rsidR="00BF511A" w:rsidRPr="00277095">
              <w:sym w:font="Wingdings" w:char="F0FC"/>
            </w:r>
          </w:p>
        </w:tc>
        <w:tc>
          <w:tcPr>
            <w:tcW w:w="270" w:type="dxa"/>
          </w:tcPr>
          <w:p w:rsidR="00BF511A" w:rsidRPr="00277095" w:rsidRDefault="00BF511A" w:rsidP="00D315E7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BF511A" w:rsidRPr="00277095" w:rsidRDefault="00BF511A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(4)</w:t>
            </w:r>
          </w:p>
        </w:tc>
      </w:tr>
    </w:tbl>
    <w:p w:rsidR="00BF511A" w:rsidRPr="00277095" w:rsidRDefault="00BF511A" w:rsidP="00D315E7">
      <w:pPr>
        <w:jc w:val="both"/>
        <w:rPr>
          <w:rFonts w:cs="Arial"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BF511A">
        <w:tc>
          <w:tcPr>
            <w:tcW w:w="941" w:type="dxa"/>
          </w:tcPr>
          <w:p w:rsidR="00BF511A" w:rsidRPr="00277095" w:rsidRDefault="00BF511A" w:rsidP="00D315E7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</w:tcPr>
          <w:p w:rsidR="00BF511A" w:rsidRPr="00277095" w:rsidRDefault="00BF511A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6.1.3</w:t>
            </w:r>
          </w:p>
        </w:tc>
        <w:tc>
          <w:tcPr>
            <w:tcW w:w="7087" w:type="dxa"/>
          </w:tcPr>
          <w:p w:rsidR="00BF511A" w:rsidRPr="00277095" w:rsidRDefault="00372940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Power-driven guillotine</w:t>
            </w:r>
            <w:r w:rsidR="00BF511A" w:rsidRPr="00277095">
              <w:rPr>
                <w:rFonts w:cs="Arial"/>
                <w:b/>
                <w:szCs w:val="24"/>
              </w:rPr>
              <w:t>:</w:t>
            </w:r>
          </w:p>
          <w:p w:rsidR="00BF511A" w:rsidRPr="00277095" w:rsidRDefault="00410658" w:rsidP="00D315E7">
            <w:pPr>
              <w:jc w:val="both"/>
              <w:rPr>
                <w:rFonts w:cs="Arial"/>
                <w:szCs w:val="24"/>
              </w:rPr>
            </w:pPr>
            <w:r w:rsidRPr="00277095">
              <w:t xml:space="preserve">An electric motor </w:t>
            </w:r>
            <w:r w:rsidRPr="00277095">
              <w:sym w:font="Wingdings" w:char="F0FC"/>
            </w:r>
            <w:r w:rsidRPr="00277095">
              <w:t xml:space="preserve"> drives a fly wheel in a gearbox </w:t>
            </w:r>
            <w:r w:rsidRPr="00277095">
              <w:sym w:font="Wingdings" w:char="F0FC"/>
            </w:r>
            <w:r w:rsidRPr="00277095">
              <w:t xml:space="preserve"> that is activated through the electric pedal and clutch </w:t>
            </w:r>
            <w:r w:rsidRPr="00277095">
              <w:sym w:font="Wingdings" w:char="F0FC"/>
            </w:r>
            <w:r w:rsidRPr="00277095">
              <w:t xml:space="preserve"> to turn an axle that lowers the blade by eccentric motion/action. </w:t>
            </w:r>
            <w:r w:rsidR="00BF511A" w:rsidRPr="00277095">
              <w:sym w:font="Wingdings" w:char="F0FC"/>
            </w:r>
          </w:p>
        </w:tc>
        <w:tc>
          <w:tcPr>
            <w:tcW w:w="270" w:type="dxa"/>
          </w:tcPr>
          <w:p w:rsidR="00BF511A" w:rsidRPr="00277095" w:rsidRDefault="00BF511A" w:rsidP="00D315E7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BF511A" w:rsidRPr="00277095" w:rsidRDefault="00BF511A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(4)</w:t>
            </w:r>
          </w:p>
        </w:tc>
      </w:tr>
    </w:tbl>
    <w:p w:rsidR="00BF511A" w:rsidRPr="00277095" w:rsidRDefault="00BF511A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1042C6" w:rsidRPr="00277095" w:rsidTr="00B36C17">
        <w:tc>
          <w:tcPr>
            <w:tcW w:w="959" w:type="dxa"/>
          </w:tcPr>
          <w:p w:rsidR="001042C6" w:rsidRPr="00277095" w:rsidRDefault="001042C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6.</w:t>
            </w:r>
            <w:r w:rsidR="00BF511A" w:rsidRPr="00277095">
              <w:rPr>
                <w:rFonts w:cs="Arial"/>
                <w:szCs w:val="24"/>
                <w:lang w:val="en-US"/>
              </w:rPr>
              <w:t>2</w:t>
            </w:r>
          </w:p>
        </w:tc>
        <w:tc>
          <w:tcPr>
            <w:tcW w:w="8221" w:type="dxa"/>
          </w:tcPr>
          <w:p w:rsidR="001042C6" w:rsidRPr="00277095" w:rsidRDefault="00BF511A" w:rsidP="00D315E7">
            <w:pPr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Uses of the b</w:t>
            </w:r>
            <w:r w:rsidR="00F07583" w:rsidRPr="00277095">
              <w:rPr>
                <w:rFonts w:cs="Arial"/>
                <w:b/>
                <w:szCs w:val="24"/>
              </w:rPr>
              <w:t xml:space="preserve">ench </w:t>
            </w:r>
            <w:r w:rsidRPr="00277095">
              <w:rPr>
                <w:rFonts w:cs="Arial"/>
                <w:b/>
                <w:szCs w:val="24"/>
              </w:rPr>
              <w:t>g</w:t>
            </w:r>
            <w:r w:rsidR="00F07583" w:rsidRPr="00277095">
              <w:rPr>
                <w:rFonts w:cs="Arial"/>
                <w:b/>
                <w:szCs w:val="24"/>
              </w:rPr>
              <w:t>rinder:</w:t>
            </w:r>
          </w:p>
          <w:p w:rsidR="00F07583" w:rsidRPr="00D315E7" w:rsidRDefault="00DB0085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T</w:t>
            </w:r>
            <w:r w:rsidR="001042C6" w:rsidRPr="00D315E7">
              <w:rPr>
                <w:rFonts w:cs="Arial"/>
                <w:szCs w:val="24"/>
              </w:rPr>
              <w:t xml:space="preserve">o sharpen </w:t>
            </w:r>
            <w:r w:rsidRPr="00D315E7">
              <w:rPr>
                <w:rFonts w:cs="Arial"/>
                <w:szCs w:val="24"/>
              </w:rPr>
              <w:t xml:space="preserve">cutting </w:t>
            </w:r>
            <w:r w:rsidR="001042C6" w:rsidRPr="00D315E7">
              <w:rPr>
                <w:rFonts w:cs="Arial"/>
                <w:szCs w:val="24"/>
              </w:rPr>
              <w:t>tools and drill</w:t>
            </w:r>
            <w:r w:rsidRPr="00D315E7">
              <w:rPr>
                <w:rFonts w:cs="Arial"/>
                <w:szCs w:val="24"/>
              </w:rPr>
              <w:t xml:space="preserve"> bits</w:t>
            </w:r>
            <w:r w:rsidR="00F07583" w:rsidRPr="00D315E7">
              <w:rPr>
                <w:rFonts w:cs="Arial"/>
                <w:szCs w:val="24"/>
              </w:rPr>
              <w:t xml:space="preserve">. </w:t>
            </w:r>
            <w:r w:rsidR="00C652A4" w:rsidRPr="00D315E7">
              <w:rPr>
                <w:rFonts w:cs="Arial"/>
                <w:szCs w:val="24"/>
              </w:rPr>
              <w:sym w:font="Wingdings" w:char="F0FC"/>
            </w:r>
          </w:p>
          <w:p w:rsidR="00353002" w:rsidRPr="00D315E7" w:rsidRDefault="00DB0085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To remove rough edges.</w:t>
            </w:r>
            <w:r w:rsidR="00C41602" w:rsidRPr="00D315E7">
              <w:rPr>
                <w:rFonts w:cs="Arial"/>
                <w:szCs w:val="24"/>
              </w:rPr>
              <w:t xml:space="preserve"> </w:t>
            </w:r>
            <w:r w:rsidR="00353002" w:rsidRPr="00D315E7">
              <w:rPr>
                <w:rFonts w:cs="Arial"/>
                <w:szCs w:val="24"/>
              </w:rPr>
              <w:sym w:font="Wingdings" w:char="F0FC"/>
            </w:r>
          </w:p>
          <w:p w:rsidR="001042C6" w:rsidRPr="00277095" w:rsidRDefault="00353002" w:rsidP="009D0E42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</w:rPr>
            </w:pPr>
            <w:r w:rsidRPr="00D315E7">
              <w:rPr>
                <w:rFonts w:cs="Arial"/>
                <w:szCs w:val="24"/>
              </w:rPr>
              <w:t>To</w:t>
            </w:r>
            <w:r w:rsidR="00DB0085" w:rsidRPr="00D315E7">
              <w:rPr>
                <w:rFonts w:cs="Arial"/>
                <w:szCs w:val="24"/>
              </w:rPr>
              <w:t xml:space="preserve"> remov</w:t>
            </w:r>
            <w:r w:rsidR="009D0E42">
              <w:rPr>
                <w:rFonts w:cs="Arial"/>
                <w:szCs w:val="24"/>
              </w:rPr>
              <w:t>e</w:t>
            </w:r>
            <w:r w:rsidR="00DB0085" w:rsidRPr="00D315E7">
              <w:rPr>
                <w:rFonts w:cs="Arial"/>
                <w:szCs w:val="24"/>
              </w:rPr>
              <w:t xml:space="preserve"> excess material. </w:t>
            </w:r>
            <w:r w:rsidR="00DB0085" w:rsidRPr="00D315E7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1042C6" w:rsidRPr="00277095" w:rsidRDefault="001042C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1042C6" w:rsidRPr="00277095" w:rsidRDefault="001042C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</w:t>
            </w:r>
            <w:r w:rsidR="00BF511A" w:rsidRPr="00277095">
              <w:rPr>
                <w:rFonts w:cs="Arial"/>
                <w:szCs w:val="24"/>
                <w:lang w:val="en-US"/>
              </w:rPr>
              <w:t>3</w:t>
            </w:r>
            <w:r w:rsidRPr="00277095">
              <w:rPr>
                <w:rFonts w:cs="Arial"/>
                <w:szCs w:val="24"/>
                <w:lang w:val="en-US"/>
              </w:rPr>
              <w:t>)</w:t>
            </w:r>
          </w:p>
        </w:tc>
      </w:tr>
    </w:tbl>
    <w:p w:rsidR="001042C6" w:rsidRPr="00277095" w:rsidRDefault="001042C6" w:rsidP="00D315E7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1042C6" w:rsidRPr="00277095" w:rsidTr="00B36C17">
        <w:tc>
          <w:tcPr>
            <w:tcW w:w="959" w:type="dxa"/>
          </w:tcPr>
          <w:p w:rsidR="001042C6" w:rsidRPr="00277095" w:rsidRDefault="001042C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6.</w:t>
            </w:r>
            <w:r w:rsidR="00BF511A" w:rsidRPr="00277095">
              <w:rPr>
                <w:rFonts w:cs="Arial"/>
                <w:szCs w:val="24"/>
                <w:lang w:val="en-US"/>
              </w:rPr>
              <w:t>3</w:t>
            </w:r>
          </w:p>
        </w:tc>
        <w:tc>
          <w:tcPr>
            <w:tcW w:w="8221" w:type="dxa"/>
          </w:tcPr>
          <w:p w:rsidR="005559A8" w:rsidRPr="00277095" w:rsidRDefault="00BF511A" w:rsidP="00D315E7">
            <w:pPr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Types of rolling machines</w:t>
            </w:r>
            <w:r w:rsidR="00F07583" w:rsidRPr="00277095">
              <w:rPr>
                <w:rFonts w:cs="Arial"/>
                <w:b/>
                <w:szCs w:val="24"/>
              </w:rPr>
              <w:t>:</w:t>
            </w:r>
          </w:p>
          <w:p w:rsidR="00BF511A" w:rsidRPr="00D315E7" w:rsidRDefault="00BF511A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Horizontal pyramid roll</w:t>
            </w:r>
            <w:r w:rsidR="00181745">
              <w:rPr>
                <w:rFonts w:cs="Arial"/>
                <w:szCs w:val="24"/>
              </w:rPr>
              <w:t>s</w:t>
            </w:r>
            <w:r w:rsidR="00C41602" w:rsidRPr="00D315E7">
              <w:rPr>
                <w:rFonts w:cs="Arial"/>
                <w:szCs w:val="24"/>
              </w:rPr>
              <w:t xml:space="preserve">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BF511A" w:rsidRPr="00D315E7" w:rsidRDefault="00BF511A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Off-set pinch </w:t>
            </w:r>
            <w:r w:rsidR="00181745" w:rsidRPr="00D315E7">
              <w:rPr>
                <w:rFonts w:cs="Arial"/>
                <w:szCs w:val="24"/>
              </w:rPr>
              <w:t>roll</w:t>
            </w:r>
            <w:r w:rsidR="00181745">
              <w:rPr>
                <w:rFonts w:cs="Arial"/>
                <w:szCs w:val="24"/>
              </w:rPr>
              <w:t>s</w:t>
            </w:r>
            <w:r w:rsidR="00181745" w:rsidRPr="00D315E7">
              <w:rPr>
                <w:rFonts w:cs="Arial"/>
                <w:szCs w:val="24"/>
              </w:rPr>
              <w:t xml:space="preserve">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BF511A" w:rsidRPr="00277095" w:rsidRDefault="00BF511A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D315E7">
              <w:rPr>
                <w:rFonts w:cs="Arial"/>
                <w:szCs w:val="24"/>
              </w:rPr>
              <w:t>Vertical rolls</w:t>
            </w:r>
            <w:r w:rsidR="00C41602" w:rsidRPr="00D315E7">
              <w:rPr>
                <w:rFonts w:cs="Arial"/>
                <w:szCs w:val="24"/>
              </w:rPr>
              <w:t xml:space="preserve">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1042C6" w:rsidRPr="00277095" w:rsidRDefault="001042C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1042C6" w:rsidRPr="00277095" w:rsidRDefault="001042C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</w:t>
            </w:r>
            <w:r w:rsidR="00C41602" w:rsidRPr="00277095">
              <w:rPr>
                <w:rFonts w:cs="Arial"/>
                <w:szCs w:val="24"/>
                <w:lang w:val="en-US"/>
              </w:rPr>
              <w:t>3</w:t>
            </w:r>
            <w:r w:rsidRPr="00277095">
              <w:rPr>
                <w:rFonts w:cs="Arial"/>
                <w:szCs w:val="24"/>
                <w:lang w:val="en-US"/>
              </w:rPr>
              <w:t>)</w:t>
            </w:r>
          </w:p>
        </w:tc>
      </w:tr>
      <w:tr w:rsidR="005E3F5E" w:rsidRPr="00277095" w:rsidTr="00B36C17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277095" w:rsidRDefault="005E3F5E" w:rsidP="00D315E7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277095" w:rsidRDefault="005E3F5E" w:rsidP="00D315E7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277095" w:rsidRDefault="005E3F5E" w:rsidP="00D315E7">
            <w:pPr>
              <w:jc w:val="both"/>
              <w:rPr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[</w:t>
            </w:r>
            <w:r w:rsidR="007D7333" w:rsidRPr="00277095">
              <w:rPr>
                <w:rFonts w:cs="Arial"/>
                <w:b/>
                <w:szCs w:val="24"/>
              </w:rPr>
              <w:t>18</w:t>
            </w:r>
            <w:r w:rsidRPr="00277095">
              <w:rPr>
                <w:rFonts w:cs="Arial"/>
                <w:b/>
                <w:szCs w:val="24"/>
              </w:rPr>
              <w:t>]</w:t>
            </w:r>
          </w:p>
        </w:tc>
      </w:tr>
    </w:tbl>
    <w:p w:rsidR="00D315E7" w:rsidRDefault="00D315E7" w:rsidP="00D315E7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433B76" w:rsidRPr="00277095" w:rsidRDefault="00433B76" w:rsidP="00226B59">
      <w:pPr>
        <w:rPr>
          <w:rFonts w:cs="Arial"/>
          <w:b/>
          <w:bCs/>
          <w:szCs w:val="24"/>
        </w:rPr>
      </w:pPr>
    </w:p>
    <w:p w:rsidR="00433B76" w:rsidRPr="00277095" w:rsidRDefault="00433B76" w:rsidP="00226B59">
      <w:pPr>
        <w:rPr>
          <w:rFonts w:cs="Arial"/>
          <w:b/>
          <w:bCs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277095" w:rsidTr="00B36C17">
        <w:tc>
          <w:tcPr>
            <w:tcW w:w="9180" w:type="dxa"/>
            <w:shd w:val="clear" w:color="auto" w:fill="auto"/>
          </w:tcPr>
          <w:p w:rsidR="007F681B" w:rsidRPr="00277095" w:rsidRDefault="007F681B" w:rsidP="00181745">
            <w:pPr>
              <w:pStyle w:val="NoSpacing"/>
              <w:rPr>
                <w:b/>
                <w:szCs w:val="24"/>
              </w:rPr>
            </w:pPr>
            <w:r w:rsidRPr="00277095">
              <w:rPr>
                <w:b/>
              </w:rPr>
              <w:t xml:space="preserve">QUESTION 7: </w:t>
            </w:r>
            <w:r w:rsidR="007D7333" w:rsidRPr="00277095">
              <w:rPr>
                <w:rFonts w:cs="Arial"/>
                <w:b/>
                <w:szCs w:val="24"/>
              </w:rPr>
              <w:t xml:space="preserve">FORCES </w:t>
            </w:r>
            <w:r w:rsidR="00D315E7" w:rsidRPr="00277095">
              <w:rPr>
                <w:rFonts w:cs="Arial"/>
                <w:b/>
                <w:szCs w:val="24"/>
              </w:rPr>
              <w:t>(SPECIFIC)</w:t>
            </w:r>
          </w:p>
        </w:tc>
        <w:tc>
          <w:tcPr>
            <w:tcW w:w="248" w:type="dxa"/>
            <w:shd w:val="clear" w:color="auto" w:fill="auto"/>
          </w:tcPr>
          <w:p w:rsidR="007F681B" w:rsidRPr="00277095" w:rsidRDefault="007F681B" w:rsidP="00B36C17">
            <w:pPr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277095" w:rsidRDefault="007F681B" w:rsidP="00B36C17">
            <w:pPr>
              <w:rPr>
                <w:b/>
                <w:szCs w:val="24"/>
              </w:rPr>
            </w:pPr>
          </w:p>
        </w:tc>
      </w:tr>
    </w:tbl>
    <w:p w:rsidR="007F681B" w:rsidRPr="00277095" w:rsidRDefault="007F681B" w:rsidP="007F681B">
      <w:pPr>
        <w:pStyle w:val="NoSpacing"/>
        <w:rPr>
          <w:b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085"/>
        <w:gridCol w:w="236"/>
        <w:gridCol w:w="354"/>
        <w:gridCol w:w="236"/>
        <w:gridCol w:w="236"/>
        <w:gridCol w:w="74"/>
      </w:tblGrid>
      <w:tr w:rsidR="00EB3838" w:rsidRPr="00277095" w:rsidTr="00D315E7">
        <w:trPr>
          <w:gridAfter w:val="1"/>
          <w:wAfter w:w="74" w:type="dxa"/>
          <w:trHeight w:val="10428"/>
        </w:trPr>
        <w:tc>
          <w:tcPr>
            <w:tcW w:w="957" w:type="dxa"/>
          </w:tcPr>
          <w:p w:rsidR="00EB3838" w:rsidRPr="00277095" w:rsidRDefault="00EB3838" w:rsidP="00B36C17">
            <w:pPr>
              <w:pStyle w:val="Header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7.1</w:t>
            </w:r>
          </w:p>
        </w:tc>
        <w:tc>
          <w:tcPr>
            <w:tcW w:w="8811" w:type="dxa"/>
            <w:gridSpan w:val="4"/>
          </w:tcPr>
          <w:p w:rsidR="00CE2D28" w:rsidRPr="00277095" w:rsidRDefault="002D72B7" w:rsidP="0067563C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en-US"/>
              </w:rPr>
            </w:pPr>
            <w:r>
              <w:rPr>
                <w:noProof/>
                <w:lang w:val="en-ZA" w:eastAsia="en-ZA"/>
              </w:rPr>
              <w:pict>
                <v:shape id="Text Box 117" o:spid="_x0000_s1047" type="#_x0000_t202" style="position:absolute;left:0;text-align:left;margin-left:361.15pt;margin-top:421.15pt;width:22.5pt;height:24pt;z-index:2517509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" fillcolor="window" strokecolor="window" strokeweight=".5pt">
                  <v:stroke opacity="0"/>
                  <v:textbox>
                    <w:txbxContent>
                      <w:p w:rsidR="00F90741" w:rsidRDefault="00F90741" w:rsidP="005559A8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1" o:spid="_x0000_s1048" type="#_x0000_t202" style="position:absolute;left:0;text-align:left;margin-left:370.15pt;margin-top:361.15pt;width:23.25pt;height:20.25pt;z-index:2519116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" fillcolor="window" strokecolor="window" strokeweight=".5pt">
                  <v:stroke opacity="0"/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3" o:spid="_x0000_s1049" type="#_x0000_t202" style="position:absolute;left:0;text-align:left;margin-left:327.4pt;margin-top:331.15pt;width:23.25pt;height:20.25pt;z-index:251913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" fillcolor="window" strokecolor="window" strokeweight=".5pt">
                  <v:stroke opacity="0"/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0" o:spid="_x0000_s1050" type="#_x0000_t202" style="position:absolute;left:0;text-align:left;margin-left:326.65pt;margin-top:284.65pt;width:19.5pt;height:18.75pt;z-index:2519096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" fillcolor="window" strokecolor="window" strokeweight=".5pt">
                  <v:stroke opacity="0"/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9" o:spid="_x0000_s1051" type="#_x0000_t202" style="position:absolute;left:0;text-align:left;margin-left:326.65pt;margin-top:256.9pt;width:19.5pt;height:20.25pt;z-index:2519075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" fillcolor="window" strokecolor="window" strokeweight=".5pt">
                  <v:stroke opacity="0"/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8" o:spid="_x0000_s1052" type="#_x0000_t202" style="position:absolute;left:0;text-align:left;margin-left:233.65pt;margin-top:66.4pt;width:17.25pt;height:20.25pt;z-index:2519055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" fillcolor="window" strokecolor="window" strokeweight=".5pt">
                  <v:stroke opacity="0"/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7" o:spid="_x0000_s1053" type="#_x0000_t202" style="position:absolute;left:0;text-align:left;margin-left:157.15pt;margin-top:109.9pt;width:14.25pt;height:15.75pt;z-index:2519034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" fillcolor="window" strokecolor="window" strokeweight=".5pt">
                  <v:stroke opacity="0"/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20" o:spid="_x0000_s1054" type="#_x0000_t202" style="position:absolute;left:0;text-align:left;margin-left:187.15pt;margin-top:46.15pt;width:23.25pt;height:20.25pt;z-index:251733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" fillcolor="white [3201]" strokecolor="white [3212]" strokeweight=".5pt">
                  <v:stroke opacity="0"/>
                  <v:textbox>
                    <w:txbxContent>
                      <w:p w:rsidR="00F90741" w:rsidRDefault="00F90741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37" o:spid="_x0000_s1055" type="#_x0000_t202" style="position:absolute;left:0;text-align:left;margin-left:48.4pt;margin-top:389.35pt;width:270.75pt;height:129.75pt;z-index:2515706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" fillcolor="white [3201]" strokecolor="white [3212]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Ind w:w="607" w:type="dxa"/>
                          <w:tblLook w:val="04A0" w:firstRow="1" w:lastRow="0" w:firstColumn="1" w:lastColumn="0" w:noHBand="0" w:noVBand="1"/>
                        </w:tblPr>
                        <w:tblGrid>
                          <w:gridCol w:w="1384"/>
                          <w:gridCol w:w="1709"/>
                          <w:gridCol w:w="1632"/>
                        </w:tblGrid>
                        <w:tr w:rsidR="00F90741" w:rsidTr="00347783">
                          <w:tc>
                            <w:tcPr>
                              <w:tcW w:w="1560" w:type="dxa"/>
                            </w:tcPr>
                            <w:p w:rsidR="00F90741" w:rsidRPr="00181745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b/>
                                  <w:szCs w:val="24"/>
                                </w:rPr>
                              </w:pPr>
                              <w:r w:rsidRPr="00181745">
                                <w:rPr>
                                  <w:rFonts w:cs="Arial"/>
                                  <w:b/>
                                  <w:szCs w:val="24"/>
                                </w:rPr>
                                <w:t>Member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F90741" w:rsidRPr="00181745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b/>
                                  <w:szCs w:val="24"/>
                                </w:rPr>
                              </w:pPr>
                              <w:r w:rsidRPr="00181745">
                                <w:rPr>
                                  <w:rFonts w:cs="Arial"/>
                                  <w:b/>
                                  <w:szCs w:val="24"/>
                                </w:rPr>
                                <w:t>Force</w:t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F90741" w:rsidRPr="00181745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b/>
                                  <w:szCs w:val="24"/>
                                </w:rPr>
                              </w:pPr>
                              <w:r w:rsidRPr="00181745">
                                <w:rPr>
                                  <w:rFonts w:cs="Arial"/>
                                  <w:b/>
                                  <w:szCs w:val="24"/>
                                </w:rPr>
                                <w:t>Nature</w:t>
                              </w:r>
                            </w:p>
                          </w:tc>
                        </w:tr>
                        <w:tr w:rsidR="00F90741" w:rsidTr="00347783">
                          <w:tc>
                            <w:tcPr>
                              <w:tcW w:w="1560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AE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20 kN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F90741" w:rsidRDefault="00F90741" w:rsidP="00347783">
                              <w:pPr>
                                <w:jc w:val="center"/>
                              </w:pPr>
                              <w:r>
                                <w:t xml:space="preserve">Strut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</w:tr>
                        <w:tr w:rsidR="00F90741" w:rsidTr="00347783">
                          <w:tc>
                            <w:tcPr>
                              <w:tcW w:w="1560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EF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40 kN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F90741" w:rsidRDefault="00F90741" w:rsidP="00347783">
                              <w:pPr>
                                <w:jc w:val="center"/>
                              </w:pPr>
                              <w:r>
                                <w:t xml:space="preserve">Strut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</w:tr>
                        <w:tr w:rsidR="00F90741" w:rsidTr="00347783">
                          <w:tc>
                            <w:tcPr>
                              <w:tcW w:w="1560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FC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34 kN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F90741" w:rsidRDefault="00F90741" w:rsidP="00347783">
                              <w:pPr>
                                <w:jc w:val="center"/>
                              </w:pPr>
                              <w:r>
                                <w:t xml:space="preserve">Strut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</w:tr>
                        <w:tr w:rsidR="00F90741" w:rsidTr="00347783">
                          <w:tc>
                            <w:tcPr>
                              <w:tcW w:w="1560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BF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20 kN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Tie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</w:tr>
                        <w:tr w:rsidR="00F90741" w:rsidTr="00347783">
                          <w:tc>
                            <w:tcPr>
                              <w:tcW w:w="1560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DE</w:t>
                              </w:r>
                            </w:p>
                          </w:tc>
                          <w:tc>
                            <w:tcPr>
                              <w:tcW w:w="2127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17 kN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  <w:tc>
                            <w:tcPr>
                              <w:tcW w:w="1975" w:type="dxa"/>
                            </w:tcPr>
                            <w:p w:rsidR="00F90741" w:rsidRDefault="00F90741" w:rsidP="00347783">
                              <w:pPr>
                                <w:ind w:right="-188"/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Tie </w:t>
                              </w:r>
                              <w:r w:rsidRPr="00555566">
                                <w:sym w:font="Wingdings" w:char="F0FC"/>
                              </w:r>
                            </w:p>
                          </w:tc>
                        </w:tr>
                      </w:tbl>
                      <w:p w:rsidR="00F90741" w:rsidRDefault="00F90741"/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39" o:spid="_x0000_s1056" type="#_x0000_t202" style="position:absolute;left:0;text-align:left;margin-left:99.4pt;margin-top:12.85pt;width:107.25pt;height:33pt;z-index:2515727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" fillcolor="white [3201]" strokecolor="white [3212]" strokeweight=".5pt">
                  <v:textbox>
                    <w:txbxContent>
                      <w:p w:rsidR="00F90741" w:rsidRDefault="00F90741">
                        <w:r>
                          <w:t>Space diagram</w:t>
                        </w:r>
                      </w:p>
                      <w:p w:rsidR="00F90741" w:rsidRDefault="00F90741">
                        <w:r>
                          <w:t>1 : 100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38" o:spid="_x0000_s1057" type="#_x0000_t202" style="position:absolute;left:0;text-align:left;margin-left:89.65pt;margin-top:276.85pt;width:137.25pt;height:36.75pt;z-index:251571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" fillcolor="white [3201]" strokecolor="white [3212]" strokeweight=".5pt">
                  <v:textbox>
                    <w:txbxContent>
                      <w:p w:rsidR="00F90741" w:rsidRPr="00F815AC" w:rsidRDefault="00F90741">
                        <w:r w:rsidRPr="00F815AC">
                          <w:t>Vector diagram</w:t>
                        </w:r>
                      </w:p>
                      <w:p w:rsidR="00F90741" w:rsidRPr="00F815AC" w:rsidRDefault="00F90741">
                        <w:r w:rsidRPr="00F815AC">
                          <w:t>2 mm = 1</w:t>
                        </w:r>
                        <w:r>
                          <w:t xml:space="preserve"> </w:t>
                        </w:r>
                        <w:r w:rsidRPr="00F815AC">
                          <w:t>kN</w:t>
                        </w:r>
                      </w:p>
                    </w:txbxContent>
                  </v:textbox>
                </v:shape>
              </w:pict>
            </w:r>
            <w:r w:rsidR="00CE2D28" w:rsidRPr="00277095">
              <w:rPr>
                <w:noProof/>
                <w:lang w:eastAsia="en-GB"/>
              </w:rPr>
              <w:drawing>
                <wp:inline distT="0" distB="0" distL="0" distR="0" wp14:anchorId="064B4617" wp14:editId="10CC8260">
                  <wp:extent cx="5731510" cy="6588136"/>
                  <wp:effectExtent l="0" t="0" r="2540" b="3175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658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:rsidR="00EB3838" w:rsidRPr="00277095" w:rsidRDefault="00EB3838" w:rsidP="00B36C17">
            <w:pPr>
              <w:pStyle w:val="Header"/>
              <w:rPr>
                <w:rFonts w:cs="Arial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EB3838" w:rsidRPr="00277095" w:rsidRDefault="00EB3838" w:rsidP="00B36C17">
            <w:pPr>
              <w:pStyle w:val="Header"/>
              <w:jc w:val="right"/>
              <w:rPr>
                <w:rFonts w:cs="Arial"/>
                <w:szCs w:val="24"/>
                <w:lang w:val="en-US"/>
              </w:rPr>
            </w:pPr>
          </w:p>
        </w:tc>
      </w:tr>
      <w:tr w:rsidR="00EB3838" w:rsidRPr="00277095" w:rsidTr="00D315E7">
        <w:tblPrEx>
          <w:tblLook w:val="04A0" w:firstRow="1" w:lastRow="0" w:firstColumn="1" w:lastColumn="0" w:noHBand="0" w:noVBand="1"/>
        </w:tblPrEx>
        <w:trPr>
          <w:trHeight w:val="203"/>
        </w:trPr>
        <w:tc>
          <w:tcPr>
            <w:tcW w:w="959" w:type="dxa"/>
          </w:tcPr>
          <w:p w:rsidR="00EB3838" w:rsidRPr="00277095" w:rsidRDefault="00EB3838" w:rsidP="00B36C17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EB3838" w:rsidRPr="00277095" w:rsidRDefault="00EB3838" w:rsidP="00B36C17">
            <w:pPr>
              <w:rPr>
                <w:rFonts w:cs="Arial"/>
                <w:szCs w:val="24"/>
              </w:rPr>
            </w:pPr>
          </w:p>
        </w:tc>
        <w:tc>
          <w:tcPr>
            <w:tcW w:w="7087" w:type="dxa"/>
            <w:hideMark/>
          </w:tcPr>
          <w:p w:rsidR="00EB3838" w:rsidRPr="00277095" w:rsidRDefault="00EB3838" w:rsidP="00B36C1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36" w:type="dxa"/>
          </w:tcPr>
          <w:p w:rsidR="00EB3838" w:rsidRPr="00277095" w:rsidRDefault="00EB3838" w:rsidP="00B36C17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gridSpan w:val="4"/>
            <w:vAlign w:val="bottom"/>
            <w:hideMark/>
          </w:tcPr>
          <w:p w:rsidR="00EB3838" w:rsidRPr="00277095" w:rsidRDefault="00EB3838" w:rsidP="00347783">
            <w:pPr>
              <w:jc w:val="right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</w:t>
            </w:r>
            <w:r w:rsidR="006234F9" w:rsidRPr="00277095">
              <w:rPr>
                <w:rFonts w:cs="Arial"/>
                <w:szCs w:val="24"/>
              </w:rPr>
              <w:t>20</w:t>
            </w:r>
            <w:r w:rsidRPr="00277095">
              <w:rPr>
                <w:rFonts w:cs="Arial"/>
                <w:szCs w:val="24"/>
              </w:rPr>
              <w:t>)</w:t>
            </w:r>
          </w:p>
        </w:tc>
      </w:tr>
    </w:tbl>
    <w:p w:rsidR="00D315E7" w:rsidRDefault="00D315E7" w:rsidP="00EB3838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964786" w:rsidRPr="00277095" w:rsidRDefault="00964786" w:rsidP="00EB3838">
      <w:pPr>
        <w:rPr>
          <w:rFonts w:cs="Arial"/>
          <w:szCs w:val="24"/>
        </w:rPr>
      </w:pPr>
    </w:p>
    <w:p w:rsidR="00964786" w:rsidRPr="00277095" w:rsidRDefault="00964786" w:rsidP="00EB3838">
      <w:pPr>
        <w:rPr>
          <w:rFonts w:cs="Arial"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817"/>
        <w:gridCol w:w="8363"/>
        <w:gridCol w:w="247"/>
        <w:gridCol w:w="746"/>
      </w:tblGrid>
      <w:tr w:rsidR="00277095" w:rsidRPr="00277095" w:rsidTr="00964786">
        <w:trPr>
          <w:trHeight w:val="265"/>
        </w:trPr>
        <w:tc>
          <w:tcPr>
            <w:tcW w:w="817" w:type="dxa"/>
          </w:tcPr>
          <w:p w:rsidR="00964786" w:rsidRPr="00277095" w:rsidRDefault="00964786" w:rsidP="00964786">
            <w:pPr>
              <w:pStyle w:val="Header"/>
              <w:rPr>
                <w:rFonts w:cs="Arial"/>
              </w:rPr>
            </w:pPr>
            <w:r w:rsidRPr="00277095">
              <w:rPr>
                <w:rFonts w:cs="Arial"/>
              </w:rPr>
              <w:t>7.2</w:t>
            </w:r>
          </w:p>
        </w:tc>
        <w:tc>
          <w:tcPr>
            <w:tcW w:w="8363" w:type="dxa"/>
            <w:shd w:val="clear" w:color="auto" w:fill="FFFFFF" w:themeFill="background1"/>
          </w:tcPr>
          <w:p w:rsidR="0030153D" w:rsidRPr="00277095" w:rsidRDefault="0030153D" w:rsidP="00964786">
            <w:pPr>
              <w:spacing w:line="360" w:lineRule="auto"/>
              <w:rPr>
                <w:rFonts w:cs="Arial"/>
                <w:szCs w:val="24"/>
              </w:rPr>
            </w:pPr>
          </w:p>
          <w:p w:rsidR="00964786" w:rsidRPr="00277095" w:rsidRDefault="002D72B7" w:rsidP="00964786">
            <w:pPr>
              <w:spacing w:line="36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Text Box 232" o:spid="_x0000_s1058" type="#_x0000_t202" style="position:absolute;margin-left:265.6pt;margin-top:3.9pt;width:38.55pt;height:23pt;z-index:25204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" filled="f" stroked="f" strokeweight=".5pt">
                  <v:textbox>
                    <w:txbxContent>
                      <w:p w:rsidR="00F90741" w:rsidRPr="002436D4" w:rsidRDefault="00F90741" w:rsidP="00964786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4</w:t>
                        </w:r>
                        <w:r w:rsidR="002D72B7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cs="Arial"/>
                            <w:b/>
                            <w:szCs w:val="24"/>
                          </w:rPr>
                          <w:t>kN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Text Box 98" o:spid="_x0000_s1059" type="#_x0000_t202" style="position:absolute;margin-left:83.3pt;margin-top:3.65pt;width:45.65pt;height:23.75pt;z-index:25204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" filled="f" stroked="f" strokeweight=".5pt">
                  <v:textbox>
                    <w:txbxContent>
                      <w:p w:rsidR="00F90741" w:rsidRPr="002436D4" w:rsidRDefault="00F90741" w:rsidP="00964786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5</w:t>
                        </w:r>
                        <w:r w:rsidR="002D72B7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cs="Arial"/>
                            <w:b/>
                            <w:szCs w:val="24"/>
                          </w:rPr>
                          <w:t>kN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Text Box 99" o:spid="_x0000_s1060" type="#_x0000_t202" style="position:absolute;margin-left:174.25pt;margin-top:3.4pt;width:41.45pt;height:23pt;z-index:2520458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" filled="f" stroked="f" strokeweight=".5pt">
                  <v:textbox>
                    <w:txbxContent>
                      <w:p w:rsidR="00F90741" w:rsidRPr="002436D4" w:rsidRDefault="00F90741" w:rsidP="00964786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6</w:t>
                        </w:r>
                        <w:r w:rsidR="002D72B7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cs="Arial"/>
                            <w:b/>
                            <w:szCs w:val="24"/>
                          </w:rPr>
                          <w:t>kN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964786" w:rsidRPr="00277095" w:rsidRDefault="002D72B7" w:rsidP="00964786">
            <w:pPr>
              <w:spacing w:line="360" w:lineRule="auto"/>
              <w:rPr>
                <w:rFonts w:cs="Arial"/>
                <w:noProof/>
                <w:szCs w:val="24"/>
                <w:lang w:eastAsia="en-ZA"/>
              </w:rPr>
            </w:pPr>
            <w:r>
              <w:rPr>
                <w:rFonts w:eastAsia="Calibri" w:cs="Arial"/>
                <w:noProof/>
                <w:szCs w:val="24"/>
                <w:lang w:val="en-ZA" w:eastAsia="en-ZA"/>
              </w:rPr>
              <w:pict>
                <v:shape id="Text Box 109" o:spid="_x0000_s1061" type="#_x0000_t202" style="position:absolute;margin-left:306.55pt;margin-top:14.3pt;width:50.1pt;height:20.15pt;z-index:2520581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" filled="f" stroked="f" strokeweight=".5pt">
                  <v:textbox>
                    <w:txbxContent>
                      <w:p w:rsidR="00F90741" w:rsidRPr="009725D1" w:rsidRDefault="00F90741" w:rsidP="00964786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3</w:t>
                        </w:r>
                        <w:r w:rsidR="002D72B7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bookmarkStart w:id="0" w:name="_GoBack"/>
                        <w:bookmarkEnd w:id="0"/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 w:cs="Arial"/>
                <w:noProof/>
                <w:szCs w:val="24"/>
                <w:lang w:val="en-ZA" w:eastAsia="en-ZA"/>
              </w:rPr>
              <w:pict>
                <v:shape id="Text Box 100" o:spid="_x0000_s1062" type="#_x0000_t202" style="position:absolute;margin-left:215.25pt;margin-top:13.8pt;width:50.1pt;height:20.15pt;z-index:2520704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" filled="f" stroked="f" strokeweight=".5pt">
                  <v:textbox>
                    <w:txbxContent>
                      <w:p w:rsidR="00F90741" w:rsidRPr="009725D1" w:rsidRDefault="00F90741" w:rsidP="00964786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3</w:t>
                        </w:r>
                        <w:r w:rsidR="002D72B7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 w:cs="Arial"/>
                <w:noProof/>
                <w:szCs w:val="24"/>
                <w:lang w:val="en-ZA" w:eastAsia="en-ZA"/>
              </w:rPr>
              <w:pict>
                <v:shape id="Text Box 101" o:spid="_x0000_s1063" type="#_x0000_t202" style="position:absolute;margin-left:125.95pt;margin-top:13.75pt;width:50.1pt;height:20.15pt;z-index:2520714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" filled="f" stroked="f" strokeweight=".5pt">
                  <v:textbox>
                    <w:txbxContent>
                      <w:p w:rsidR="00F90741" w:rsidRPr="009725D1" w:rsidRDefault="00F90741" w:rsidP="00964786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3</w:t>
                        </w:r>
                        <w:r w:rsidR="002D72B7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 w:cs="Arial"/>
                <w:noProof/>
                <w:szCs w:val="24"/>
                <w:lang w:val="en-ZA" w:eastAsia="en-ZA"/>
              </w:rPr>
              <w:pict>
                <v:shape id="Text Box 105" o:spid="_x0000_s1064" type="#_x0000_t202" style="position:absolute;margin-left:38.4pt;margin-top:14.4pt;width:50.1pt;height:20.15pt;z-index:2520724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" filled="f" stroked="f" strokeweight=".5pt">
                  <v:textbox>
                    <w:txbxContent>
                      <w:p w:rsidR="00F90741" w:rsidRPr="009725D1" w:rsidRDefault="00F90741" w:rsidP="00964786">
                        <w:pPr>
                          <w:jc w:val="center"/>
                          <w:rPr>
                            <w:rFonts w:cs="Arial"/>
                            <w:b/>
                            <w:szCs w:val="24"/>
                          </w:rPr>
                        </w:pP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3</w:t>
                        </w:r>
                        <w:r w:rsidR="002D72B7">
                          <w:rPr>
                            <w:rFonts w:cs="Arial"/>
                            <w:b/>
                            <w:szCs w:val="24"/>
                          </w:rPr>
                          <w:t xml:space="preserve"> </w:t>
                        </w:r>
                        <w:r w:rsidRPr="009725D1">
                          <w:rPr>
                            <w:rFonts w:cs="Arial"/>
                            <w:b/>
                            <w:szCs w:val="24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Text Box 102" o:spid="_x0000_s1065" type="#_x0000_t202" style="position:absolute;margin-left:269.05pt;margin-top:2.05pt;width:26.1pt;height:18.95pt;z-index:25206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" filled="f" stroked="f" strokeweight=".5pt">
                  <v:textbox>
                    <w:txbxContent>
                      <w:p w:rsidR="00F90741" w:rsidRPr="004270DF" w:rsidRDefault="00F90741" w:rsidP="0096478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Text Box 103" o:spid="_x0000_s1066" type="#_x0000_t202" style="position:absolute;margin-left:177.8pt;margin-top:2.15pt;width:26.1pt;height:18.95pt;z-index:25206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" filled="f" stroked="f" strokeweight=".5pt">
                  <v:textbox>
                    <w:txbxContent>
                      <w:p w:rsidR="00F90741" w:rsidRPr="004270DF" w:rsidRDefault="00F90741" w:rsidP="0096478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Text Box 104" o:spid="_x0000_s1067" type="#_x0000_t202" style="position:absolute;margin-left:86.75pt;margin-top:2.1pt;width:26.1pt;height:18.95pt;z-index:25206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" filled="f" stroked="f" strokeweight=".5pt">
                  <v:textbox>
                    <w:txbxContent>
                      <w:p w:rsidR="00F90741" w:rsidRPr="004270DF" w:rsidRDefault="00F90741" w:rsidP="0096478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 w:cs="Arial"/>
                <w:noProof/>
                <w:szCs w:val="24"/>
                <w:lang w:val="en-ZA" w:eastAsia="en-ZA"/>
              </w:rPr>
              <w:pict>
                <v:line id="_x0000_s1245" style="position:absolute;flip:y;z-index:252052992;visibility:visible" from="287.6pt,6.65pt" to="287.6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" strokecolor="windowText" strokeweight="2pt">
                  <v:stroke startarrow="block"/>
                </v:line>
              </w:pict>
            </w:r>
            <w:r>
              <w:rPr>
                <w:rFonts w:eastAsia="Calibri" w:cs="Arial"/>
                <w:noProof/>
                <w:szCs w:val="24"/>
                <w:lang w:val="en-ZA" w:eastAsia="en-ZA"/>
              </w:rPr>
              <w:pict>
                <v:line id="_x0000_s1244" style="position:absolute;flip:y;z-index:252055040;visibility:visible" from="106.2pt,6.5pt" to="106.2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" strokecolor="windowText" strokeweight="2pt">
                  <v:stroke startarrow="block"/>
                </v:line>
              </w:pict>
            </w:r>
            <w:r>
              <w:rPr>
                <w:rFonts w:eastAsia="Calibri" w:cs="Arial"/>
                <w:noProof/>
                <w:szCs w:val="24"/>
                <w:lang w:val="en-ZA" w:eastAsia="en-ZA"/>
              </w:rPr>
              <w:pict>
                <v:line id="_x0000_s1243" style="position:absolute;flip:y;z-index:252054016;visibility:visible" from="197.1pt,7.25pt" to="197.1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" strokecolor="windowText" strokeweight="2pt">
                  <v:stroke startarrow="block"/>
                </v:line>
              </w:pict>
            </w:r>
          </w:p>
          <w:p w:rsidR="00964786" w:rsidRPr="00277095" w:rsidRDefault="002D72B7" w:rsidP="00964786">
            <w:pPr>
              <w:tabs>
                <w:tab w:val="left" w:pos="1630"/>
                <w:tab w:val="center" w:pos="4002"/>
              </w:tabs>
              <w:spacing w:line="36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line id="Straight Connector 116" o:spid="_x0000_s1242" style="position:absolute;flip:y;z-index:252044800;visibility:visible;mso-width-relative:margin;mso-height-relative:margin" from="377.7pt,4.6pt" to="377.7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" strokecolor="windowText" strokeweight="1pt"/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Straight Arrow Connector 118" o:spid="_x0000_s1241" type="#_x0000_t32" style="position:absolute;margin-left:4in;margin-top:8.95pt;width:90.35pt;height:0;z-index:25205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" strokecolor="windowText" strokeweight="1pt">
                  <v:stroke startarrow="block" endarrow="block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Straight Arrow Connector 119" o:spid="_x0000_s1240" type="#_x0000_t32" style="position:absolute;margin-left:197.6pt;margin-top:8.95pt;width:90.35pt;height:0;z-index:252074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" strokecolor="windowText" strokeweight="1pt">
                  <v:stroke startarrow="block" endarrow="block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Straight Arrow Connector 121" o:spid="_x0000_s1239" type="#_x0000_t32" style="position:absolute;margin-left:107.25pt;margin-top:8.95pt;width:90.35pt;height:0;z-index:25207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" strokecolor="windowText" strokeweight="1pt">
                  <v:stroke startarrow="block" endarrow="block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Straight Arrow Connector 123" o:spid="_x0000_s1238" type="#_x0000_t32" style="position:absolute;margin-left:16pt;margin-top:8.95pt;width:90.35pt;height:0;z-index:25207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" strokecolor="windowText" strokeweight="1pt">
                  <v:stroke startarrow="block" endarrow="block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line id="Straight Connector 124" o:spid="_x0000_s1237" style="position:absolute;flip:y;z-index:252069376;visibility:visible;mso-width-relative:margin;mso-height-relative:margin" from="16.3pt,4.6pt" to="16.3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" strokecolor="windowText" strokeweight="1pt"/>
              </w:pict>
            </w:r>
            <w:r>
              <w:rPr>
                <w:rFonts w:cs="Arial"/>
                <w:noProof/>
                <w:lang w:val="en-ZA" w:eastAsia="en-ZA"/>
              </w:rPr>
              <w:pict>
                <v:shape id="Text Box 125" o:spid="_x0000_s1068" type="#_x0000_t202" style="position:absolute;margin-left:1.05pt;margin-top:5.4pt;width:30.1pt;height:23.7pt;z-index:-251253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" fillcolor="window" strokecolor="window" strokeweight=".5pt">
                  <v:textbox>
                    <w:txbxContent>
                      <w:p w:rsidR="00F90741" w:rsidRPr="004270DF" w:rsidRDefault="00F90741" w:rsidP="00964786">
                        <w:pPr>
                          <w:rPr>
                            <w:b/>
                          </w:rPr>
                        </w:pPr>
                        <w:r w:rsidRPr="004270DF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val="en-ZA" w:eastAsia="en-ZA"/>
              </w:rPr>
              <w:pict>
                <v:shape id="Text Box 126" o:spid="_x0000_s1069" type="#_x0000_t202" style="position:absolute;margin-left:352.35pt;margin-top:-.15pt;width:30.1pt;height:23.7pt;z-index:-251257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" fillcolor="window" strokecolor="window" strokeweight=".5pt">
                  <v:textbox>
                    <w:txbxContent>
                      <w:p w:rsidR="00F90741" w:rsidRPr="004270DF" w:rsidRDefault="00F90741" w:rsidP="0096478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val="en-ZA" w:eastAsia="en-ZA"/>
              </w:rPr>
              <w:pict>
                <v:shape id="Text Box 127" o:spid="_x0000_s1070" type="#_x0000_t202" style="position:absolute;margin-left:259.8pt;margin-top:4.6pt;width:30.1pt;height:23.7pt;z-index:-251256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" fillcolor="window" strokecolor="window" strokeweight=".5pt">
                  <v:textbox>
                    <w:txbxContent>
                      <w:p w:rsidR="00F90741" w:rsidRPr="004270DF" w:rsidRDefault="00F90741" w:rsidP="0096478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lang w:val="en-ZA" w:eastAsia="en-ZA"/>
              </w:rPr>
              <w:pict>
                <v:shape id="Text Box 128" o:spid="_x0000_s1071" type="#_x0000_t202" style="position:absolute;margin-left:173.55pt;margin-top:4.6pt;width:30.1pt;height:23.7pt;z-index:-251255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" fillcolor="window" strokecolor="window" strokeweight=".5pt">
                  <v:textbox>
                    <w:txbxContent>
                      <w:p w:rsidR="00F90741" w:rsidRPr="004270DF" w:rsidRDefault="00F90741" w:rsidP="0096478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="00964786" w:rsidRPr="00277095">
              <w:rPr>
                <w:rFonts w:cs="Arial"/>
                <w:szCs w:val="24"/>
              </w:rPr>
              <w:tab/>
            </w:r>
            <w:r w:rsidR="00964786" w:rsidRPr="00277095">
              <w:rPr>
                <w:rFonts w:cs="Arial"/>
                <w:szCs w:val="24"/>
              </w:rPr>
              <w:tab/>
            </w:r>
            <w:r>
              <w:rPr>
                <w:rFonts w:cs="Arial"/>
                <w:noProof/>
                <w:lang w:val="en-ZA" w:eastAsia="en-ZA"/>
              </w:rPr>
              <w:pict>
                <v:shape id="Text Box 130" o:spid="_x0000_s1072" type="#_x0000_t202" style="position:absolute;margin-left:73.05pt;margin-top:3.8pt;width:30.1pt;height:23.7pt;z-index:-251254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" fillcolor="window" strokecolor="window" strokeweight=".5pt">
                  <v:textbox>
                    <w:txbxContent>
                      <w:p w:rsidR="00F90741" w:rsidRPr="004270DF" w:rsidRDefault="00F90741" w:rsidP="0096478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964786" w:rsidRPr="00277095" w:rsidRDefault="002D72B7" w:rsidP="00964786">
            <w:pPr>
              <w:spacing w:line="36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Text Box 131" o:spid="_x0000_s1073" type="#_x0000_t202" style="position:absolute;left:0;text-align:left;margin-left:-4.95pt;margin-top:18.55pt;width:26.1pt;height:18.95pt;z-index:25206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" filled="f" stroked="f" strokeweight=".5pt">
                  <v:textbox>
                    <w:txbxContent>
                      <w:p w:rsidR="00F90741" w:rsidRPr="004270DF" w:rsidRDefault="00F90741" w:rsidP="00964786">
                        <w:pPr>
                          <w:rPr>
                            <w:b/>
                          </w:rPr>
                        </w:pPr>
                        <w:r w:rsidRPr="004270DF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Text Box 132" o:spid="_x0000_s1074" type="#_x0000_t202" style="position:absolute;left:0;text-align:left;margin-left:376.1pt;margin-top:18.7pt;width:26.1pt;height:18.95pt;z-index:25206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" filled="f" stroked="f" strokeweight=".5pt">
                  <v:textbox>
                    <w:txbxContent>
                      <w:p w:rsidR="00F90741" w:rsidRPr="004270DF" w:rsidRDefault="00F90741" w:rsidP="0096478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rect id="Rectangle 133" o:spid="_x0000_s1236" style="position:absolute;left:0;text-align:left;margin-left:16.45pt;margin-top:10.55pt;width:361.55pt;height:11pt;z-index:252050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" fillcolor="#eeece1" strokeweight="2pt"/>
              </w:pict>
            </w:r>
          </w:p>
          <w:p w:rsidR="00964786" w:rsidRPr="00277095" w:rsidRDefault="002D72B7" w:rsidP="00964786">
            <w:pPr>
              <w:spacing w:line="36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line id="Straight Connector 134" o:spid="_x0000_s1235" style="position:absolute;left:0;text-align:left;z-index:252056064;visibility:visible" from="377.8pt,.55pt" to="377.8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" strokecolor="windowText" strokeweight="2pt">
                  <v:stroke startarrow="block"/>
                </v:lin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line id="Straight Connector 135" o:spid="_x0000_s1234" style="position:absolute;left:0;text-align:left;z-index:252051968;visibility:visible" from="16.05pt,.55pt" to="16.0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" strokecolor="windowText" strokeweight="2pt">
                  <v:stroke startarrow="block"/>
                </v:line>
              </w:pict>
            </w:r>
          </w:p>
          <w:p w:rsidR="00964786" w:rsidRPr="00277095" w:rsidRDefault="002D72B7" w:rsidP="00964786">
            <w:pPr>
              <w:spacing w:line="36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Text Box 136" o:spid="_x0000_s1075" type="#_x0000_t202" style="position:absolute;left:0;text-align:left;margin-left:362.3pt;margin-top:17.85pt;width:38pt;height:23pt;z-index:25204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" filled="f" stroked="f" strokeweight=".5pt">
                  <v:textbox>
                    <w:txbxContent>
                      <w:p w:rsidR="00F90741" w:rsidRPr="002436D4" w:rsidRDefault="00F90741" w:rsidP="00964786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RR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Text Box 137" o:spid="_x0000_s1076" type="#_x0000_t202" style="position:absolute;left:0;text-align:left;margin-left:1.7pt;margin-top:20pt;width:33.95pt;height:19pt;z-index:25204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" filled="f" stroked="f" strokeweight=".5pt">
                  <v:textbox>
                    <w:txbxContent>
                      <w:p w:rsidR="00F90741" w:rsidRPr="002436D4" w:rsidRDefault="00F90741" w:rsidP="00964786">
                        <w:pPr>
                          <w:rPr>
                            <w:rFonts w:cs="Arial"/>
                            <w:b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szCs w:val="24"/>
                          </w:rPr>
                          <w:t>RL</w:t>
                        </w:r>
                      </w:p>
                    </w:txbxContent>
                  </v:textbox>
                </v:shape>
              </w:pict>
            </w:r>
          </w:p>
          <w:p w:rsidR="00964786" w:rsidRPr="00277095" w:rsidRDefault="00964786" w:rsidP="0096478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47" w:type="dxa"/>
            <w:tcBorders>
              <w:left w:val="nil"/>
            </w:tcBorders>
          </w:tcPr>
          <w:p w:rsidR="00964786" w:rsidRPr="00277095" w:rsidRDefault="00964786" w:rsidP="00964786">
            <w:pPr>
              <w:pStyle w:val="Header"/>
              <w:rPr>
                <w:rFonts w:cs="Arial"/>
              </w:rPr>
            </w:pPr>
          </w:p>
        </w:tc>
        <w:tc>
          <w:tcPr>
            <w:tcW w:w="746" w:type="dxa"/>
            <w:vAlign w:val="bottom"/>
          </w:tcPr>
          <w:p w:rsidR="00964786" w:rsidRPr="00277095" w:rsidRDefault="00964786" w:rsidP="00964786">
            <w:pPr>
              <w:pStyle w:val="Header"/>
              <w:jc w:val="right"/>
              <w:rPr>
                <w:rFonts w:cs="Arial"/>
              </w:rPr>
            </w:pPr>
          </w:p>
          <w:p w:rsidR="0030153D" w:rsidRPr="00277095" w:rsidRDefault="0030153D" w:rsidP="00964786">
            <w:pPr>
              <w:pStyle w:val="Header"/>
              <w:jc w:val="right"/>
              <w:rPr>
                <w:rFonts w:cs="Arial"/>
              </w:rPr>
            </w:pPr>
          </w:p>
        </w:tc>
      </w:tr>
    </w:tbl>
    <w:p w:rsidR="00B9666D" w:rsidRPr="00277095" w:rsidRDefault="00B9666D" w:rsidP="00EB3838">
      <w:pPr>
        <w:pStyle w:val="NoSpacing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637C3F">
        <w:tc>
          <w:tcPr>
            <w:tcW w:w="941" w:type="dxa"/>
          </w:tcPr>
          <w:p w:rsidR="00B9666D" w:rsidRPr="00277095" w:rsidRDefault="00B9666D" w:rsidP="00637C3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B9666D" w:rsidRPr="00277095" w:rsidRDefault="00B9666D" w:rsidP="00637C3F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7.2.1</w:t>
            </w:r>
          </w:p>
        </w:tc>
        <w:tc>
          <w:tcPr>
            <w:tcW w:w="7087" w:type="dxa"/>
          </w:tcPr>
          <w:p w:rsidR="00B9666D" w:rsidRPr="00277095" w:rsidRDefault="002D72B7" w:rsidP="00B9666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16" o:spid="_x0000_s1077" type="#_x0000_t202" style="position:absolute;left:0;text-align:left;margin-left:159.1pt;margin-top:152.8pt;width:26.25pt;height:20.25pt;z-index:25191987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" fillcolor="window" stroked="f" strokeweight=".5pt"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  <w:p w:rsidR="00F90741" w:rsidRDefault="00F90741" w:rsidP="006234F9"/>
                      <w:p w:rsidR="00F90741" w:rsidRDefault="00F90741" w:rsidP="006234F9"/>
                      <w:p w:rsidR="00F90741" w:rsidRDefault="00F90741" w:rsidP="006234F9"/>
                      <w:p w:rsidR="00F90741" w:rsidRDefault="00F90741" w:rsidP="006234F9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17" o:spid="_x0000_s1078" type="#_x0000_t202" style="position:absolute;left:0;text-align:left;margin-left:46.05pt;margin-top:198.7pt;width:26.25pt;height:20.25pt;z-index:25192192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" fillcolor="window" stroked="f" strokeweight=".5pt"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  <w:p w:rsidR="00F90741" w:rsidRDefault="00F90741" w:rsidP="006234F9"/>
                      <w:p w:rsidR="00F90741" w:rsidRDefault="00F90741" w:rsidP="006234F9"/>
                      <w:p w:rsidR="00F90741" w:rsidRDefault="00F90741" w:rsidP="006234F9"/>
                      <w:p w:rsidR="00F90741" w:rsidRDefault="00F90741" w:rsidP="006234F9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7" o:spid="_x0000_s1079" type="#_x0000_t202" style="position:absolute;left:0;text-align:left;margin-left:71.75pt;margin-top:219.1pt;width:26.25pt;height:20.25pt;z-index:25192396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" fillcolor="window" stroked="f" strokeweight=".5pt"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  <w:p w:rsidR="00F90741" w:rsidRDefault="00F90741" w:rsidP="006234F9"/>
                      <w:p w:rsidR="00F90741" w:rsidRDefault="00F90741" w:rsidP="006234F9"/>
                      <w:p w:rsidR="00F90741" w:rsidRDefault="00F90741" w:rsidP="006234F9"/>
                      <w:p w:rsidR="00F90741" w:rsidRDefault="00F90741" w:rsidP="006234F9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14" o:spid="_x0000_s1080" type="#_x0000_t202" style="position:absolute;left:0;text-align:left;margin-left:44.6pt;margin-top:75.2pt;width:26.25pt;height:20.25pt;z-index:25191577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" fillcolor="window" stroked="f" strokeweight=".5pt"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  <w:p w:rsidR="00F90741" w:rsidRDefault="00F90741" w:rsidP="006234F9"/>
                      <w:p w:rsidR="00F90741" w:rsidRDefault="00F90741" w:rsidP="006234F9"/>
                      <w:p w:rsidR="00F90741" w:rsidRDefault="00F90741" w:rsidP="006234F9"/>
                      <w:p w:rsidR="00F90741" w:rsidRDefault="00F90741" w:rsidP="006234F9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129" o:spid="_x0000_s1081" type="#_x0000_t202" style="position:absolute;left:0;text-align:left;margin-left:158pt;margin-top:31.7pt;width:26.25pt;height:20.25pt;z-index:25175603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" fillcolor="window" stroked="f" strokeweight=".5pt">
                  <v:textbox>
                    <w:txbxContent>
                      <w:p w:rsidR="00F90741" w:rsidRDefault="00F90741" w:rsidP="00BA4B7F">
                        <w:r w:rsidRPr="00555566">
                          <w:sym w:font="Wingdings" w:char="F0FC"/>
                        </w:r>
                      </w:p>
                      <w:p w:rsidR="00F90741" w:rsidRDefault="00F90741" w:rsidP="00BA4B7F"/>
                      <w:p w:rsidR="00F90741" w:rsidRDefault="00F90741" w:rsidP="00BA4B7F"/>
                      <w:p w:rsidR="00F90741" w:rsidRDefault="00F90741" w:rsidP="00BA4B7F"/>
                      <w:p w:rsidR="00F90741" w:rsidRDefault="00F90741" w:rsidP="00BA4B7F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15" o:spid="_x0000_s1082" type="#_x0000_t202" style="position:absolute;left:0;text-align:left;margin-left:67.9pt;margin-top:100.7pt;width:26.25pt;height:20.25pt;z-index:25191782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" fillcolor="window" stroked="f" strokeweight=".5pt">
                  <v:textbox>
                    <w:txbxContent>
                      <w:p w:rsidR="00F90741" w:rsidRDefault="00F90741" w:rsidP="006234F9">
                        <w:r w:rsidRPr="00555566">
                          <w:sym w:font="Wingdings" w:char="F0FC"/>
                        </w:r>
                      </w:p>
                      <w:p w:rsidR="00F90741" w:rsidRDefault="00F90741" w:rsidP="006234F9"/>
                      <w:p w:rsidR="00F90741" w:rsidRDefault="00F90741" w:rsidP="006234F9"/>
                      <w:p w:rsidR="00F90741" w:rsidRDefault="00F90741" w:rsidP="006234F9"/>
                      <w:p w:rsidR="00F90741" w:rsidRDefault="00F90741" w:rsidP="006234F9"/>
                    </w:txbxContent>
                  </v:textbox>
                </v:shape>
              </w:pict>
            </w:r>
            <w:r w:rsidR="00181745" w:rsidRPr="00277095">
              <w:rPr>
                <w:rFonts w:cs="Arial"/>
                <w:b/>
                <w:position w:val="-236"/>
                <w:szCs w:val="24"/>
              </w:rPr>
              <w:object w:dxaOrig="4000" w:dyaOrig="4840">
                <v:shape id="_x0000_i1026" type="#_x0000_t75" style="width:201pt;height:242.25pt" o:ole="">
                  <v:imagedata r:id="rId13" o:title=""/>
                </v:shape>
                <o:OLEObject Type="Embed" ProgID="Equation.3" ShapeID="_x0000_i1026" DrawAspect="Content" ObjectID="_1582351581" r:id="rId14"/>
              </w:object>
            </w:r>
          </w:p>
        </w:tc>
        <w:tc>
          <w:tcPr>
            <w:tcW w:w="270" w:type="dxa"/>
          </w:tcPr>
          <w:p w:rsidR="00B9666D" w:rsidRPr="00277095" w:rsidRDefault="00B9666D" w:rsidP="00637C3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B9666D" w:rsidRPr="00277095" w:rsidRDefault="00534FE4" w:rsidP="00D315E7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(6</w:t>
            </w:r>
            <w:r w:rsidR="00B9666D" w:rsidRPr="00277095">
              <w:rPr>
                <w:rFonts w:cs="Arial"/>
                <w:szCs w:val="24"/>
              </w:rPr>
              <w:t>)</w:t>
            </w:r>
          </w:p>
        </w:tc>
      </w:tr>
    </w:tbl>
    <w:p w:rsidR="009F7012" w:rsidRPr="00277095" w:rsidRDefault="009F7012" w:rsidP="00B9666D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A40B7C">
        <w:trPr>
          <w:trHeight w:val="592"/>
        </w:trPr>
        <w:tc>
          <w:tcPr>
            <w:tcW w:w="941" w:type="dxa"/>
          </w:tcPr>
          <w:p w:rsidR="00A40B7C" w:rsidRPr="00277095" w:rsidRDefault="00A40B7C" w:rsidP="00A40B7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A40B7C" w:rsidRPr="00277095" w:rsidRDefault="00A40B7C" w:rsidP="00A40B7C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7.2.2</w:t>
            </w:r>
          </w:p>
        </w:tc>
        <w:tc>
          <w:tcPr>
            <w:tcW w:w="7087" w:type="dxa"/>
          </w:tcPr>
          <w:p w:rsidR="009F7012" w:rsidRPr="00277095" w:rsidRDefault="002D72B7" w:rsidP="00A40B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34" o:spid="_x0000_s1083" type="#_x0000_t202" style="position:absolute;left:0;text-align:left;margin-left:74.25pt;margin-top:12pt;width:26.25pt;height:20.25pt;z-index:25193420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" fillcolor="window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 w:rsidR="00AF089B" w:rsidRPr="00277095">
              <w:rPr>
                <w:rFonts w:cs="Arial"/>
                <w:b/>
                <w:szCs w:val="24"/>
              </w:rPr>
              <w:t>Shear forces</w:t>
            </w:r>
            <w:r w:rsidR="002D4702" w:rsidRPr="00277095">
              <w:rPr>
                <w:rFonts w:cs="Arial"/>
                <w:b/>
                <w:szCs w:val="24"/>
              </w:rPr>
              <w:t>:</w:t>
            </w:r>
          </w:p>
          <w:p w:rsidR="00A40B7C" w:rsidRPr="00277095" w:rsidRDefault="002D72B7" w:rsidP="00A40B7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30" o:spid="_x0000_s1084" type="#_x0000_t202" style="position:absolute;left:0;text-align:left;margin-left:62.25pt;margin-top:212.55pt;width:26.25pt;height:20.25pt;z-index:2519301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" fillcolor="window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9" o:spid="_x0000_s1085" type="#_x0000_t202" style="position:absolute;left:0;text-align:left;margin-left:86.2pt;margin-top:160.5pt;width:26.25pt;height:20.25pt;z-index:2519280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" fillcolor="window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33" o:spid="_x0000_s1086" type="#_x0000_t202" style="position:absolute;left:0;text-align:left;margin-left:86.3pt;margin-top:104.7pt;width:26.25pt;height:20.25pt;z-index:2519321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" fillcolor="window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8" o:spid="_x0000_s1087" type="#_x0000_t202" style="position:absolute;left:0;text-align:left;margin-left:77.3pt;margin-top:49.65pt;width:26.25pt;height:20.25pt;z-index:2519260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" fillcolor="window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 w:rsidR="00433A41" w:rsidRPr="00277095">
              <w:rPr>
                <w:rFonts w:cs="Arial"/>
                <w:b/>
                <w:position w:val="-228"/>
                <w:szCs w:val="24"/>
              </w:rPr>
              <w:object w:dxaOrig="2760" w:dyaOrig="4680">
                <v:shape id="_x0000_i1027" type="#_x0000_t75" style="width:137.25pt;height:234.75pt" o:ole="">
                  <v:imagedata r:id="rId15" o:title=""/>
                </v:shape>
                <o:OLEObject Type="Embed" ProgID="Equation.3" ShapeID="_x0000_i1027" DrawAspect="Content" ObjectID="_1582351582" r:id="rId16"/>
              </w:object>
            </w:r>
          </w:p>
        </w:tc>
        <w:tc>
          <w:tcPr>
            <w:tcW w:w="270" w:type="dxa"/>
          </w:tcPr>
          <w:p w:rsidR="00A40B7C" w:rsidRPr="00277095" w:rsidRDefault="00A40B7C" w:rsidP="00A40B7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A40B7C" w:rsidRPr="00277095" w:rsidRDefault="00A40B7C" w:rsidP="00D315E7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(5)</w:t>
            </w:r>
          </w:p>
        </w:tc>
      </w:tr>
    </w:tbl>
    <w:p w:rsidR="00D315E7" w:rsidRDefault="00D315E7" w:rsidP="00B9666D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A40B7C" w:rsidRDefault="00A40B7C" w:rsidP="00B9666D">
      <w:pPr>
        <w:rPr>
          <w:rFonts w:cs="Arial"/>
          <w:b/>
          <w:bCs/>
          <w:szCs w:val="24"/>
        </w:rPr>
      </w:pPr>
    </w:p>
    <w:p w:rsidR="00D315E7" w:rsidRPr="00277095" w:rsidRDefault="00D315E7" w:rsidP="00B9666D">
      <w:pPr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637C3F">
        <w:tc>
          <w:tcPr>
            <w:tcW w:w="941" w:type="dxa"/>
          </w:tcPr>
          <w:p w:rsidR="00B9666D" w:rsidRPr="00277095" w:rsidRDefault="00B9666D" w:rsidP="00637C3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B9666D" w:rsidRPr="00277095" w:rsidRDefault="00A40B7C" w:rsidP="00637C3F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7.2.3</w:t>
            </w:r>
          </w:p>
        </w:tc>
        <w:tc>
          <w:tcPr>
            <w:tcW w:w="7087" w:type="dxa"/>
          </w:tcPr>
          <w:p w:rsidR="00764245" w:rsidRPr="00277095" w:rsidRDefault="00B9666D" w:rsidP="00B9666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Bending moments</w:t>
            </w:r>
            <w:r w:rsidR="002D4702" w:rsidRPr="00277095">
              <w:rPr>
                <w:rFonts w:cs="Arial"/>
                <w:b/>
                <w:szCs w:val="24"/>
              </w:rPr>
              <w:t>:</w:t>
            </w:r>
          </w:p>
          <w:p w:rsidR="00B9666D" w:rsidRPr="00277095" w:rsidRDefault="002D72B7" w:rsidP="00B9666D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35" o:spid="_x0000_s1088" type="#_x0000_t202" style="position:absolute;left:0;text-align:left;margin-left:73.95pt;margin-top:.45pt;width:26.25pt;height:20.25pt;z-index:251936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" fillcolor="window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36" o:spid="_x0000_s1089" type="#_x0000_t202" style="position:absolute;left:0;text-align:left;margin-left:99.95pt;margin-top:50.5pt;width:26.25pt;height:20.25pt;z-index:2519383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" fillcolor="window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39" o:spid="_x0000_s1090" type="#_x0000_t202" style="position:absolute;left:0;text-align:left;margin-left:89.55pt;margin-top:126.25pt;width:26.25pt;height:20.25pt;z-index:2519403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" fillcolor="window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46" o:spid="_x0000_s1091" type="#_x0000_t202" style="position:absolute;left:0;text-align:left;margin-left:100.3pt;margin-top:196.2pt;width:26.25pt;height:20.25pt;z-index:2519424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" fillcolor="window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47" o:spid="_x0000_s1092" type="#_x0000_t202" style="position:absolute;left:0;text-align:left;margin-left:77.65pt;margin-top:267.7pt;width:26.25pt;height:20.25pt;z-index:2519444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" fillcolor="window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 w:rsidR="00181745" w:rsidRPr="00277095">
              <w:rPr>
                <w:rFonts w:cs="Arial"/>
                <w:b/>
                <w:position w:val="-26"/>
                <w:szCs w:val="24"/>
              </w:rPr>
              <w:object w:dxaOrig="4239" w:dyaOrig="5760">
                <v:shape id="_x0000_i1028" type="#_x0000_t75" style="width:212.25pt;height:4in" o:ole="">
                  <v:imagedata r:id="rId17" o:title=""/>
                </v:shape>
                <o:OLEObject Type="Embed" ProgID="Equation.3" ShapeID="_x0000_i1028" DrawAspect="Content" ObjectID="_1582351583" r:id="rId18"/>
              </w:object>
            </w:r>
          </w:p>
        </w:tc>
        <w:tc>
          <w:tcPr>
            <w:tcW w:w="270" w:type="dxa"/>
          </w:tcPr>
          <w:p w:rsidR="00B9666D" w:rsidRPr="00277095" w:rsidRDefault="00B9666D" w:rsidP="00637C3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B9666D" w:rsidRPr="00277095" w:rsidRDefault="00B9666D" w:rsidP="00D315E7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(5)</w:t>
            </w:r>
          </w:p>
        </w:tc>
      </w:tr>
    </w:tbl>
    <w:p w:rsidR="00B9666D" w:rsidRPr="00277095" w:rsidRDefault="00B9666D" w:rsidP="00B9666D">
      <w:pPr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8E4421">
        <w:tc>
          <w:tcPr>
            <w:tcW w:w="941" w:type="dxa"/>
          </w:tcPr>
          <w:p w:rsidR="008E4421" w:rsidRPr="00277095" w:rsidRDefault="008E4421" w:rsidP="008E442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8E4421" w:rsidRPr="00277095" w:rsidRDefault="002D72B7" w:rsidP="00F255BA">
            <w:pPr>
              <w:rPr>
                <w:rFonts w:cs="Arial"/>
                <w:szCs w:val="24"/>
              </w:rPr>
            </w:pPr>
            <w:r>
              <w:rPr>
                <w:noProof/>
                <w:lang w:val="en-ZA" w:eastAsia="en-ZA"/>
              </w:rPr>
              <w:pict>
                <v:shape id="Text Box 231" o:spid="_x0000_s1093" type="#_x0000_t202" style="position:absolute;margin-left:29.95pt;margin-top:122.15pt;width:23.1pt;height:22.5pt;z-index:2518850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" filled="f" stroked="f" strokeweight=".5pt">
                  <v:textbox>
                    <w:txbxContent>
                      <w:p w:rsidR="00F90741" w:rsidRDefault="00F90741" w:rsidP="0007057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+</w:t>
                        </w:r>
                      </w:p>
                      <w:p w:rsidR="00F90741" w:rsidRPr="00835D7F" w:rsidRDefault="00F90741" w:rsidP="0007057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Text Box 21" o:spid="_x0000_s1094" type="#_x0000_t202" style="position:absolute;margin-left:44.05pt;margin-top:26.3pt;width:27.7pt;height:22.45pt;z-index:251829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" filled="f" stroked="f" strokeweight=".5pt">
                  <v:textbox>
                    <w:txbxContent>
                      <w:p w:rsidR="00F90741" w:rsidRPr="00835D7F" w:rsidRDefault="00F90741" w:rsidP="00835D7F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Text Box 204" o:spid="_x0000_s1095" type="#_x0000_t202" style="position:absolute;margin-left:36.1pt;margin-top:176.85pt;width:22.4pt;height:22.45pt;z-index:2518338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" filled="f" stroked="f" strokeweight=".5pt">
                  <v:textbox>
                    <w:txbxContent>
                      <w:p w:rsidR="00F90741" w:rsidRPr="00835D7F" w:rsidRDefault="00F90741" w:rsidP="00D8067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 w:rsidR="008E4421" w:rsidRPr="00277095">
              <w:rPr>
                <w:rFonts w:cs="Arial"/>
                <w:szCs w:val="24"/>
              </w:rPr>
              <w:t>7.2.</w:t>
            </w:r>
            <w:r w:rsidR="00F255BA" w:rsidRPr="00277095">
              <w:rPr>
                <w:rFonts w:cs="Arial"/>
                <w:szCs w:val="24"/>
              </w:rPr>
              <w:t>4</w:t>
            </w:r>
          </w:p>
        </w:tc>
        <w:tc>
          <w:tcPr>
            <w:tcW w:w="7087" w:type="dxa"/>
          </w:tcPr>
          <w:p w:rsidR="008E4421" w:rsidRPr="00277095" w:rsidRDefault="008E4421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Shear force diagram</w:t>
            </w:r>
            <w:r w:rsidR="00F255BA" w:rsidRPr="00277095">
              <w:rPr>
                <w:rFonts w:cs="Arial"/>
                <w:b/>
                <w:szCs w:val="24"/>
              </w:rPr>
              <w:t>:</w:t>
            </w: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2" o:spid="_x0000_s1096" type="#_x0000_t202" style="position:absolute;left:0;text-align:left;margin-left:73.3pt;margin-top:13.75pt;width:27.7pt;height:22.45pt;z-index:251830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" filled="f" stroked="f" strokeweight=".5pt">
                  <v:textbox>
                    <w:txbxContent>
                      <w:p w:rsidR="00F90741" w:rsidRPr="00835D7F" w:rsidRDefault="00F90741" w:rsidP="00835D7F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4" o:spid="_x0000_s1097" type="#_x0000_t202" style="position:absolute;left:0;text-align:left;margin-left:330.15pt;margin-top:.55pt;width:27.7pt;height:22.45pt;z-index:251832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" filled="f" stroked="f" strokeweight=".5pt">
                  <v:textbox>
                    <w:txbxContent>
                      <w:p w:rsidR="00F90741" w:rsidRPr="00835D7F" w:rsidRDefault="00F90741" w:rsidP="00835D7F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3" o:spid="_x0000_s1098" type="#_x0000_t202" style="position:absolute;left:0;text-align:left;margin-left:248.5pt;margin-top:.7pt;width:27.7pt;height:22.45pt;z-index:251831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" filled="f" stroked="f" strokeweight=".5pt">
                  <v:textbox>
                    <w:txbxContent>
                      <w:p w:rsidR="00F90741" w:rsidRPr="00835D7F" w:rsidRDefault="00F90741" w:rsidP="00835D7F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18" o:spid="_x0000_s1099" type="#_x0000_t202" style="position:absolute;left:0;text-align:left;margin-left:161.15pt;margin-top:.75pt;width:27.7pt;height:22.45pt;z-index:251828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" filled="f" stroked="f" strokeweight=".5pt">
                  <v:textbox>
                    <w:txbxContent>
                      <w:p w:rsidR="00F90741" w:rsidRPr="00835D7F" w:rsidRDefault="00F9074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38" o:spid="_x0000_s1230" style="position:absolute;left:0;text-align:left;flip:y;z-index:252077568;visibility:visible" from="1.05pt,4.75pt" to="1.05pt,2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39" o:spid="_x0000_s1229" style="position:absolute;left:0;text-align:left;flip:y;z-index:252079616;visibility:visible" from="341.15pt,5.2pt" to="341.15pt,2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201" o:spid="_x0000_s1228" style="position:absolute;left:0;text-align:left;flip:y;z-index:251824640;visibility:visible;mso-height-relative:margin" from="259.2pt,5.7pt" to="259.2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" strokecolor="black [3040]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200" o:spid="_x0000_s1227" style="position:absolute;left:0;text-align:left;flip:y;z-index:251823616;visibility:visible;mso-height-relative:margin" from="174.3pt,5pt" to="174.3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" strokecolor="black [3040]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99" o:spid="_x0000_s1226" style="position:absolute;left:0;text-align:left;flip:y;z-index:251822592;visibility:visible" from="84.85pt,5pt" to="84.85pt,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" strokecolor="black [3040]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rect id="Rectangle 203" o:spid="_x0000_s1225" style="position:absolute;left:0;text-align:left;margin-left:1.2pt;margin-top:5pt;width:340.35pt;height:12.75pt;z-index:251826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" filled="f" strokecolor="black [3213]" strokeweight="2pt"/>
              </w:pict>
            </w: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51" o:spid="_x0000_s1100" type="#_x0000_t202" style="position:absolute;left:0;text-align:left;margin-left:30.5pt;margin-top:7.35pt;width:17.35pt;height:20.25pt;z-index:25195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" filled="f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40" o:spid="_x0000_s1224" style="position:absolute;left:0;text-align:left;flip:y;z-index:252081664;visibility:visible;mso-width-relative:margin;mso-height-relative:margin" from="1.8pt,10.7pt" to="76.5pt,1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78" o:spid="_x0000_s1223" style="position:absolute;left:0;text-align:left;flip:y;z-index:251802112;visibility:visible;mso-width-relative:margin;mso-height-relative:margin" from="1.1pt,10.7pt" to="53.4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90" o:spid="_x0000_s1222" style="position:absolute;left:0;text-align:left;flip:x;z-index:251814400;visibility:visible;mso-width-relative:margin;mso-height-relative:margin" from="1.1pt,10.7pt" to="34.4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76" o:spid="_x0000_s1221" style="position:absolute;left:0;text-align:left;z-index:251800064;visibility:visible;mso-width-relative:margin;mso-height-relative:margin" from="84.65pt,10.7pt" to="84.65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" strokeweight="2pt"/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line id="Straight Connector 175" o:spid="_x0000_s1220" style="position:absolute;left:0;text-align:left;z-index:251799040;visibility:visible;mso-width-relative:margin" from="1.1pt,10.7pt" to="84.6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" strokeweight="2pt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88" o:spid="_x0000_s1219" style="position:absolute;left:0;text-align:left;z-index:251812352;visibility:visible" from="1.3pt,10.4pt" to="1.3pt,1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" strokeweight="2pt"/>
              </w:pict>
            </w:r>
          </w:p>
          <w:p w:rsidR="00E540F6" w:rsidRPr="00277095" w:rsidRDefault="00E540F6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79" o:spid="_x0000_s1218" style="position:absolute;left:0;text-align:left;flip:y;z-index:251803136;visibility:visible;mso-width-relative:margin;mso-height-relative:margin" from="21.5pt,1.4pt" to="85.3pt,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"/>
              </w:pict>
            </w:r>
          </w:p>
          <w:p w:rsidR="00E540F6" w:rsidRPr="00277095" w:rsidRDefault="00E540F6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52" o:spid="_x0000_s1101" type="#_x0000_t202" style="position:absolute;left:0;text-align:left;margin-left:116.5pt;margin-top:4pt;width:22.95pt;height:20.25pt;z-index:251954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" filled="f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80" o:spid="_x0000_s1217" style="position:absolute;left:0;text-align:left;flip:y;z-index:251804160;visibility:visible;mso-width-relative:margin;mso-height-relative:margin" from="45.95pt,10.5pt" to="84.6pt,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"/>
              </w:pict>
            </w: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43" o:spid="_x0000_s1216" style="position:absolute;left:0;text-align:left;flip:y;z-index:252089856;visibility:visible;mso-width-relative:margin;mso-height-relative:margin" from="137.65pt,7.55pt" to="170.9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41" o:spid="_x0000_s1215" style="position:absolute;left:0;text-align:left;flip:y;z-index:252085760;visibility:visible;mso-width-relative:margin" from="116.6pt,6.9pt" to="149.9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82" o:spid="_x0000_s1214" style="position:absolute;left:0;text-align:left;flip:y;z-index:252083712;visibility:visible;mso-width-relative:margin;mso-height-relative:margin" from="94.7pt,7.6pt" to="126.6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81" o:spid="_x0000_s1213" style="position:absolute;left:0;text-align:left;flip:y;z-index:251805184;visibility:visible;mso-width-relative:margin;mso-height-relative:margin" from="70.4pt,8.25pt" to="101.6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92" o:spid="_x0000_s1212" style="position:absolute;left:0;text-align:left;z-index:251816448;visibility:visible;mso-width-relative:margin;mso-height-relative:margin" from="175pt,6.9pt" to="175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" strokecolor="windowText" strokeweight="2pt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77" o:spid="_x0000_s1211" style="position:absolute;left:0;text-align:left;z-index:251801088;visibility:visible;mso-width-relative:margin" from="85.35pt,6.9pt" to="174.3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" strokeweight="2pt"/>
              </w:pict>
            </w:r>
          </w:p>
          <w:p w:rsidR="00E540F6" w:rsidRPr="00277095" w:rsidRDefault="00E540F6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42" o:spid="_x0000_s1210" style="position:absolute;left:0;text-align:left;flip:y;z-index:252087808;visibility:visible;mso-width-relative:margin;mso-height-relative:margin" from="162.05pt,5pt" to="174.9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"/>
              </w:pict>
            </w: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87" o:spid="_x0000_s1209" style="position:absolute;left:0;text-align:left;flip:y;z-index:251811328;visibility:visible;mso-width-relative:margin;mso-height-relative:margin" from="259.9pt,8.95pt" to="335.95pt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98" o:spid="_x0000_s1208" style="position:absolute;left:0;text-align:left;flip:y;z-index:251821568;visibility:visible;mso-width-relative:margin;mso-height-relative:margin" from="259.2pt,8.3pt" to="311.5pt,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" strokecolor="black [3213]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44" o:spid="_x0000_s1207" style="position:absolute;left:0;text-align:left;flip:y;z-index:252091904;visibility:visible;mso-width-relative:margin;mso-height-relative:margin" from="242.65pt,8.7pt" to="284.05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85" o:spid="_x0000_s1206" style="position:absolute;left:0;text-align:left;flip:y;z-index:251809280;visibility:visible;mso-width-relative:margin;mso-height-relative:margin" from="218.5pt,9pt" to="259.9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86" o:spid="_x0000_s1205" style="position:absolute;left:0;text-align:left;flip:y;z-index:251810304;visibility:visible" from="192.4pt,9.6pt" to="234.35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84" o:spid="_x0000_s1204" style="position:absolute;left:0;text-align:left;flip:y;z-index:251808256;visibility:visible;mso-width-relative:margin;mso-height-relative:margin" from="175.7pt,8.95pt" to="212.4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83" o:spid="_x0000_s1203" style="position:absolute;left:0;text-align:left;flip:y;z-index:251807232;visibility:visible;mso-width-relative:margin;mso-height-relative:margin" from="176.35pt,9.35pt" to="189.2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"/>
              </w:pict>
            </w: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line id="Straight Connector 194" o:spid="_x0000_s1202" style="position:absolute;left:0;text-align:left;z-index:251818496;visibility:visible;mso-width-relative:margin;mso-height-relative:margin" from="341.6pt,9pt" to="341.6pt,1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" strokecolor="black [3040]" strokeweight="2pt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93" o:spid="_x0000_s1201" style="position:absolute;left:0;text-align:left;z-index:251817472;visibility:visible;mso-width-relative:margin;mso-height-relative:margin" from="-3.65pt,8.2pt" to="352.2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" strokecolor="black [3040]"/>
              </w:pict>
            </w:r>
          </w:p>
          <w:p w:rsidR="00E540F6" w:rsidRPr="00277095" w:rsidRDefault="00E540F6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91" o:spid="_x0000_s1200" style="position:absolute;left:0;text-align:left;flip:x;z-index:251815424;visibility:visible;mso-width-relative:margin;mso-height-relative:margin" from="280.25pt,7.85pt" to="341.35pt,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"/>
              </w:pict>
            </w: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noProof/>
                <w:lang w:val="en-ZA" w:eastAsia="en-ZA"/>
              </w:rPr>
              <w:pict>
                <v:shape id="Text Box 148" o:spid="_x0000_s1102" type="#_x0000_t202" style="position:absolute;left:0;text-align:left;margin-left:346.2pt;margin-top:10.4pt;width:23pt;height:22.5pt;z-index:2521000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" filled="f" stroked="f" strokeweight=".5pt">
                  <v:textbox>
                    <w:txbxContent>
                      <w:p w:rsidR="00F90741" w:rsidRDefault="00F90741" w:rsidP="00F255B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–</w:t>
                        </w:r>
                      </w:p>
                      <w:p w:rsidR="00F90741" w:rsidRPr="00835D7F" w:rsidRDefault="00F90741" w:rsidP="00F255B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</w:p>
          <w:p w:rsidR="00E540F6" w:rsidRPr="00277095" w:rsidRDefault="00E540F6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48" o:spid="_x0000_s1103" type="#_x0000_t202" style="position:absolute;left:0;text-align:left;margin-left:207.2pt;margin-top:3.35pt;width:26.25pt;height:20.25pt;z-index:2519464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" filled="f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46" o:spid="_x0000_s1199" style="position:absolute;left:0;text-align:left;flip:x;z-index:252096000;visibility:visible;mso-width-relative:margin;mso-height-relative:margin" from="303.35pt,.2pt" to="341.35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96" o:spid="_x0000_s1198" style="position:absolute;left:0;text-align:left;flip:y;z-index:251819520;visibility:visible" from="259pt,2.6pt" to="259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" strokecolor="black [3040]" strokeweight="2pt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97" o:spid="_x0000_s1197" style="position:absolute;left:0;text-align:left;z-index:251820544;visibility:visible" from="175.85pt,2.65pt" to="259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" strokecolor="black [3040]" strokeweight="2pt"/>
              </w:pict>
            </w:r>
          </w:p>
          <w:p w:rsidR="00E540F6" w:rsidRPr="00277095" w:rsidRDefault="00E540F6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47" o:spid="_x0000_s1196" style="position:absolute;left:0;text-align:left;flip:x;z-index:252098048;visibility:visible;mso-width-relative:margin;mso-height-relative:margin" from="326.45pt,6.1pt" to="341.3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"/>
              </w:pict>
            </w: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89" o:spid="_x0000_s1195" style="position:absolute;left:0;text-align:left;z-index:251813376;visibility:visible;mso-width-relative:margin;mso-height-relative:margin" from="259.9pt,12.7pt" to="341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" strokeweight="2pt"/>
              </w:pict>
            </w:r>
          </w:p>
          <w:p w:rsidR="00E540F6" w:rsidRPr="00277095" w:rsidRDefault="002D72B7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50" o:spid="_x0000_s1104" type="#_x0000_t202" style="position:absolute;left:0;text-align:left;margin-left:289.8pt;margin-top:.35pt;width:26.25pt;height:20.25pt;z-index:2519505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" filled="f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</w:p>
          <w:p w:rsidR="00E540F6" w:rsidRPr="00277095" w:rsidRDefault="00E540F6" w:rsidP="008E442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70" w:type="dxa"/>
          </w:tcPr>
          <w:p w:rsidR="008E4421" w:rsidRPr="00277095" w:rsidRDefault="002D72B7" w:rsidP="008E4421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Text Box 26" o:spid="_x0000_s1105" type="#_x0000_t202" style="position:absolute;margin-left:-4.75pt;margin-top:177.75pt;width:27.7pt;height:22.45pt;z-index:251827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" filled="f" stroked="f" strokeweight=".5pt">
                  <v:textbox>
                    <w:txbxContent>
                      <w:p w:rsidR="00F90741" w:rsidRPr="00835D7F" w:rsidRDefault="00F90741" w:rsidP="00835D7F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23" w:type="dxa"/>
            <w:vAlign w:val="bottom"/>
          </w:tcPr>
          <w:p w:rsidR="008E4421" w:rsidRPr="00277095" w:rsidRDefault="00534FE4" w:rsidP="00D315E7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(4</w:t>
            </w:r>
            <w:r w:rsidR="008E4421" w:rsidRPr="00277095">
              <w:rPr>
                <w:rFonts w:cs="Arial"/>
                <w:szCs w:val="24"/>
              </w:rPr>
              <w:t>)</w:t>
            </w:r>
          </w:p>
        </w:tc>
      </w:tr>
    </w:tbl>
    <w:p w:rsidR="00D315E7" w:rsidRDefault="00D315E7" w:rsidP="005E3F5E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DC014F" w:rsidRPr="00277095" w:rsidRDefault="002D72B7" w:rsidP="005E3F5E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pict>
          <v:line id="Straight Connector 195" o:spid="_x0000_s1194" style="position:absolute;z-index:251780608;visibility:visible;mso-width-relative:margin;mso-height-relative:margin" from="269.4pt,2.4pt" to="269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" strokecolor="#4579b8 [3044]"/>
        </w:pict>
      </w:r>
    </w:p>
    <w:p w:rsidR="00835D7F" w:rsidRPr="00277095" w:rsidRDefault="00835D7F" w:rsidP="005E3F5E">
      <w:pPr>
        <w:rPr>
          <w:rFonts w:cs="Arial"/>
          <w:b/>
          <w:bCs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8"/>
        <w:gridCol w:w="941"/>
        <w:gridCol w:w="1134"/>
        <w:gridCol w:w="7087"/>
        <w:gridCol w:w="270"/>
        <w:gridCol w:w="14"/>
        <w:gridCol w:w="709"/>
      </w:tblGrid>
      <w:tr w:rsidR="00277095" w:rsidRPr="00277095" w:rsidTr="00D315E7">
        <w:trPr>
          <w:gridBefore w:val="1"/>
          <w:wBefore w:w="18" w:type="dxa"/>
        </w:trPr>
        <w:tc>
          <w:tcPr>
            <w:tcW w:w="941" w:type="dxa"/>
          </w:tcPr>
          <w:p w:rsidR="00835D7F" w:rsidRPr="00277095" w:rsidRDefault="00835D7F" w:rsidP="00637C3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835D7F" w:rsidRPr="00277095" w:rsidRDefault="002D72B7" w:rsidP="002D4702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151" o:spid="_x0000_s1106" type="#_x0000_t202" style="position:absolute;margin-left:33.4pt;margin-top:250.9pt;width:21.7pt;height:22.45pt;z-index:25210624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" filled="f" stroked="f" strokeweight=".5pt">
                  <v:textbox>
                    <w:txbxContent>
                      <w:p w:rsidR="00F90741" w:rsidRPr="00835D7F" w:rsidRDefault="00F90741" w:rsidP="00433A4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06" o:spid="_x0000_s1107" type="#_x0000_t202" style="position:absolute;margin-left:43.55pt;margin-top:16.55pt;width:21.85pt;height:22.5pt;z-index:251894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" filled="f" stroked="f" strokeweight=".5pt">
                  <v:textbox>
                    <w:txbxContent>
                      <w:p w:rsidR="00F90741" w:rsidRPr="00835D7F" w:rsidRDefault="00F90741" w:rsidP="008E442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6" o:spid="_x0000_s1193" style="position:absolute;z-index:251863552;visibility:visible;mso-position-horizontal-relative:text;mso-position-vertical-relative:text;mso-width-relative:margin;mso-height-relative:margin" from="50.35pt,262.4pt" to="405.15pt,2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" strokecolor="black [3040]"/>
              </w:pict>
            </w:r>
            <w:r w:rsidR="00835D7F" w:rsidRPr="00277095">
              <w:rPr>
                <w:rFonts w:cs="Arial"/>
                <w:szCs w:val="24"/>
              </w:rPr>
              <w:t>7.2.</w:t>
            </w:r>
            <w:r w:rsidR="002D4702" w:rsidRPr="00277095">
              <w:rPr>
                <w:rFonts w:cs="Arial"/>
                <w:szCs w:val="24"/>
              </w:rPr>
              <w:t>5</w:t>
            </w:r>
          </w:p>
        </w:tc>
        <w:tc>
          <w:tcPr>
            <w:tcW w:w="7087" w:type="dxa"/>
          </w:tcPr>
          <w:p w:rsidR="00835D7F" w:rsidRPr="00277095" w:rsidRDefault="00835D7F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Bending moment diagram</w:t>
            </w:r>
            <w:r w:rsidR="002D4702" w:rsidRPr="00277095">
              <w:rPr>
                <w:rFonts w:cs="Arial"/>
                <w:b/>
                <w:szCs w:val="24"/>
              </w:rPr>
              <w:t>:</w: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26" o:spid="_x0000_s1108" type="#_x0000_t202" style="position:absolute;left:0;text-align:left;margin-left:69.15pt;margin-top:3.35pt;width:27.75pt;height:22.5pt;z-index:251895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" filled="f" stroked="f" strokeweight=".5pt">
                  <v:textbox>
                    <w:txbxContent>
                      <w:p w:rsidR="00F90741" w:rsidRPr="00835D7F" w:rsidRDefault="00F90741" w:rsidP="00BE73A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27" o:spid="_x0000_s1109" type="#_x0000_t202" style="position:absolute;left:0;text-align:left;margin-left:154.45pt;margin-top:2.75pt;width:27.75pt;height:22.5pt;z-index:251896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" filled="f" stroked="f" strokeweight=".5pt">
                  <v:textbox>
                    <w:txbxContent>
                      <w:p w:rsidR="00F90741" w:rsidRPr="00835D7F" w:rsidRDefault="00F90741" w:rsidP="00BE73A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28" o:spid="_x0000_s1110" type="#_x0000_t202" style="position:absolute;left:0;text-align:left;margin-left:249.65pt;margin-top:3.25pt;width:27.75pt;height:22.5pt;z-index:251897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" filled="f" stroked="f" strokeweight=".5pt">
                  <v:textbox>
                    <w:txbxContent>
                      <w:p w:rsidR="00F90741" w:rsidRPr="00835D7F" w:rsidRDefault="00F90741" w:rsidP="00BE73A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29" o:spid="_x0000_s1111" type="#_x0000_t202" style="position:absolute;left:0;text-align:left;margin-left:331.6pt;margin-top:3.85pt;width:27.75pt;height:22.5pt;z-index:251898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" filled="f" stroked="f" strokeweight=".5pt">
                  <v:textbox>
                    <w:txbxContent>
                      <w:p w:rsidR="00F90741" w:rsidRPr="00835D7F" w:rsidRDefault="00F90741" w:rsidP="00BE73A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line id="Straight Connector 210" o:spid="_x0000_s1192" style="position:absolute;left:0;text-align:left;z-index:251862528;visibility:visible;mso-height-relative:margin" from="345.5pt,9.3pt" to="345.5pt,2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" strokecolor="black [3040]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40" o:spid="_x0000_s1191" style="position:absolute;left:0;text-align:left;flip:y;z-index:251859456;visibility:visible" from="-2.85pt,7.95pt" to="-2.85pt,2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" strokecolor="black [3040]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rect id="Rectangle 205" o:spid="_x0000_s1190" style="position:absolute;left:0;text-align:left;margin-left:-2.45pt;margin-top:7.95pt;width:346.8pt;height:12.7pt;z-index:251860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" filled="f" strokecolor="black [3213]" strokeweight="2pt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209" o:spid="_x0000_s1189" style="position:absolute;left:0;text-align:left;flip:y;z-index:251890176;visibility:visible;mso-width-relative:margin;mso-height-relative:margin" from="261.3pt,7.05pt" to="261.3pt,1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" strokecolor="black [3040]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208" o:spid="_x0000_s1188" style="position:absolute;left:0;text-align:left;flip:y;z-index:251889152;visibility:visible;mso-width-relative:margin" from="167.55pt,7.05pt" to="167.5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" strokecolor="black [3040]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207" o:spid="_x0000_s1187" style="position:absolute;left:0;text-align:left;z-index:251861504;visibility:visible" from="81.35pt,6.9pt" to="81.3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" strokecolor="black [3040]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49" o:spid="_x0000_s1112" type="#_x0000_t202" style="position:absolute;left:0;text-align:left;margin-left:162.9pt;margin-top:11.4pt;width:26.25pt;height:20.25pt;z-index:2519485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" filled="f" stroked="f" strokeweight=".5pt">
                  <v:textbox>
                    <w:txbxContent>
                      <w:p w:rsidR="00F90741" w:rsidRDefault="00F90741" w:rsidP="00534FE4">
                        <w:r w:rsidRPr="00555566">
                          <w:sym w:font="Wingdings" w:char="F0FC"/>
                        </w:r>
                      </w:p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  <w:p w:rsidR="00F90741" w:rsidRDefault="00F90741" w:rsidP="00534FE4"/>
                    </w:txbxContent>
                  </v:textbox>
                </v:shape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32" o:spid="_x0000_s1186" style="position:absolute;left:0;text-align:left;z-index:251891200;visibility:visible;mso-width-relative:margin" from="168.85pt,13.4pt" to="261.2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" strokecolor="black [3040]" strokeweight="2pt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29" o:spid="_x0000_s1185" style="position:absolute;left:0;text-align:left;flip:y;z-index:251865600;visibility:visible;mso-height-relative:margin" from="81.2pt,12.05pt" to="168.4pt,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" strokecolor="black [3040]" strokeweight="2pt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02" o:spid="_x0000_s1184" style="position:absolute;left:0;text-align:left;flip:y;z-index:251867648;visibility:visible;mso-width-relative:margin;mso-height-relative:margin" from="63.6pt,4.4pt" to="174.45pt,1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" strokecolor="black [3040]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03" o:spid="_x0000_s1183" style="position:absolute;left:0;text-align:left;flip:y;z-index:251868672;visibility:visible;mso-width-relative:margin;mso-height-relative:margin" from="96.6pt,7.55pt" to="196.45pt,1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" strokecolor="black [3040]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04" o:spid="_x0000_s1182" style="position:absolute;left:0;text-align:left;flip:y;z-index:251869696;visibility:visible;mso-width-relative:margin;mso-height-relative:margin" from="128.8pt,10.05pt" to="218.05pt,1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" strokecolor="black [3040]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01" o:spid="_x0000_s1181" style="position:absolute;left:0;text-align:left;flip:y;z-index:251866624;visibility:visible;mso-width-relative:margin;mso-height-relative:margin" from="30.8pt,6.65pt" to="124.7pt,1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" strokecolor="black [3040]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55" o:spid="_x0000_s1113" type="#_x0000_t202" style="position:absolute;left:0;text-align:left;margin-left:259.05pt;margin-top:12.7pt;width:26.25pt;height:20.25pt;z-index:2519608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" filled="f" stroked="f" strokeweight=".5pt">
                  <v:textbox>
                    <w:txbxContent>
                      <w:p w:rsidR="00F90741" w:rsidRDefault="00F90741" w:rsidP="00DC014F">
                        <w:r w:rsidRPr="00555566">
                          <w:sym w:font="Wingdings" w:char="F0FC"/>
                        </w:r>
                      </w:p>
                      <w:p w:rsidR="00F90741" w:rsidRDefault="00F90741" w:rsidP="00DC014F"/>
                      <w:p w:rsidR="00F90741" w:rsidRDefault="00F90741" w:rsidP="00DC014F"/>
                      <w:p w:rsidR="00F90741" w:rsidRDefault="00F90741" w:rsidP="00DC014F"/>
                      <w:p w:rsidR="00F90741" w:rsidRDefault="00F90741" w:rsidP="00DC014F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05" o:spid="_x0000_s1180" style="position:absolute;left:0;text-align:left;flip:y;z-index:251870720;visibility:visible;mso-width-relative:margin;mso-height-relative:margin" from="162.1pt,12.55pt" to="239pt,1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" strokecolor="black [3040]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32" o:spid="_x0000_s1114" type="#_x0000_t202" style="position:absolute;left:0;text-align:left;margin-left:62.5pt;margin-top:3.05pt;width:26.25pt;height:20.25pt;z-index:2519628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" filled="f" stroked="f" strokeweight=".5pt">
                  <v:textbox>
                    <w:txbxContent>
                      <w:p w:rsidR="00F90741" w:rsidRDefault="00F90741" w:rsidP="00DC014F">
                        <w:r w:rsidRPr="00555566">
                          <w:sym w:font="Wingdings" w:char="F0FC"/>
                        </w:r>
                      </w:p>
                      <w:p w:rsidR="00F90741" w:rsidRDefault="00F90741" w:rsidP="00DC014F"/>
                      <w:p w:rsidR="00F90741" w:rsidRDefault="00F90741" w:rsidP="00DC014F"/>
                      <w:p w:rsidR="00F90741" w:rsidRDefault="00F90741" w:rsidP="00DC014F"/>
                      <w:p w:rsidR="00F90741" w:rsidRDefault="00F90741" w:rsidP="00DC014F"/>
                    </w:txbxContent>
                  </v:textbox>
                </v:shape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06" o:spid="_x0000_s1179" style="position:absolute;left:0;text-align:left;flip:y;z-index:251871744;visibility:visible;mso-width-relative:margin;mso-height-relative:margin" from="193.35pt,.6pt" to="259.15pt,1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" strokecolor="black [3040]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36" o:spid="_x0000_s1178" style="position:absolute;left:0;text-align:left;z-index:251892224;visibility:visible;mso-width-relative:margin;mso-height-relative:margin" from="261.25pt,.6pt" to="345.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" strokecolor="black [3040]" strokeweight="2pt"/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27" o:spid="_x0000_s1177" style="position:absolute;left:0;text-align:left;flip:y;z-index:251864576;visibility:visible;mso-width-relative:margin;mso-height-relative:margin" from="-3pt,.95pt" to="81.2pt,1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" strokecolor="black [3040]" strokeweight="2pt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07" o:spid="_x0000_s1176" style="position:absolute;left:0;text-align:left;flip:y;z-index:251872768;visibility:visible;mso-width-relative:margin;mso-height-relative:margin" from="222.55pt,6.5pt" to="275.65pt,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" strokecolor="black [3040]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08" o:spid="_x0000_s1175" style="position:absolute;left:0;text-align:left;flip:y;z-index:251873792;visibility:visible;mso-width-relative:margin;mso-height-relative:margin" from="248pt,11.7pt" to="290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" strokecolor="black [3040]"/>
              </w:pict>
            </w:r>
          </w:p>
          <w:p w:rsidR="00CB25BF" w:rsidRPr="00277095" w:rsidRDefault="00CB25BF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Straight Connector 109" o:spid="_x0000_s1174" style="position:absolute;left:0;text-align:left;flip:y;z-index:251874816;visibility:visible;mso-width-relative:margin;mso-height-relative:margin" from="272.15pt,1.75pt" to="303.9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" strokecolor="black [3040]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_x0000_s1173" style="position:absolute;left:0;text-align:left;flip:y;z-index:252102144;visibility:visible;mso-width-relative:margin;mso-height-relative:margin" from="295.9pt,4.95pt" to="316.7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line id="_x0000_s1172" style="position:absolute;left:0;text-align:left;flip:y;z-index:252104192;visibility:visible;mso-width-relative:margin;mso-height-relative:margin" from="316.7pt,6.75pt" to="328.9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"/>
              </w:pict>
            </w:r>
          </w:p>
          <w:p w:rsidR="00CB25BF" w:rsidRPr="00277095" w:rsidRDefault="002D72B7" w:rsidP="00637C3F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152" o:spid="_x0000_s1115" type="#_x0000_t202" style="position:absolute;left:0;text-align:left;margin-left:345pt;margin-top:3.6pt;width:21.7pt;height:22.45pt;z-index:252108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" filled="f" stroked="f" strokeweight=".5pt">
                  <v:textbox>
                    <w:txbxContent>
                      <w:p w:rsidR="00F90741" w:rsidRPr="00835D7F" w:rsidRDefault="00F90741" w:rsidP="00433A4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  <w:p w:rsidR="00CB25BF" w:rsidRPr="00277095" w:rsidRDefault="002D72B7" w:rsidP="00433A4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54" o:spid="_x0000_s1116" type="#_x0000_t202" style="position:absolute;left:0;text-align:left;margin-left:326.5pt;margin-top:.25pt;width:26.25pt;height:20.25pt;z-index:2519587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" filled="f" stroked="f" strokeweight=".5pt">
                  <v:textbox>
                    <w:txbxContent>
                      <w:p w:rsidR="00F90741" w:rsidRDefault="00F90741" w:rsidP="00DC014F">
                        <w:r w:rsidRPr="00555566">
                          <w:sym w:font="Wingdings" w:char="F0FC"/>
                        </w:r>
                      </w:p>
                      <w:p w:rsidR="00F90741" w:rsidRDefault="00F90741" w:rsidP="00DC014F"/>
                      <w:p w:rsidR="00F90741" w:rsidRDefault="00F90741" w:rsidP="00DC014F"/>
                      <w:p w:rsidR="00F90741" w:rsidRDefault="00F90741" w:rsidP="00DC014F"/>
                      <w:p w:rsidR="00F90741" w:rsidRDefault="00F90741" w:rsidP="00DC014F"/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Text Box 253" o:spid="_x0000_s1117" type="#_x0000_t202" style="position:absolute;left:0;text-align:left;margin-left:-5pt;margin-top:.15pt;width:26.25pt;height:20.25pt;z-index:2519567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" filled="f" stroked="f" strokeweight=".5pt">
                  <v:textbox>
                    <w:txbxContent>
                      <w:p w:rsidR="00F90741" w:rsidRDefault="00F90741" w:rsidP="00DC014F">
                        <w:r w:rsidRPr="00555566">
                          <w:sym w:font="Wingdings" w:char="F0FC"/>
                        </w:r>
                      </w:p>
                      <w:p w:rsidR="00F90741" w:rsidRDefault="00F90741" w:rsidP="00DC014F"/>
                      <w:p w:rsidR="00F90741" w:rsidRDefault="00F90741" w:rsidP="00DC014F"/>
                      <w:p w:rsidR="00F90741" w:rsidRDefault="00F90741" w:rsidP="00DC014F"/>
                      <w:p w:rsidR="00F90741" w:rsidRDefault="00F90741" w:rsidP="00DC014F"/>
                    </w:txbxContent>
                  </v:textbox>
                </v:shape>
              </w:pict>
            </w:r>
          </w:p>
          <w:p w:rsidR="00433A41" w:rsidRPr="00277095" w:rsidRDefault="00433A41" w:rsidP="00433A4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70" w:type="dxa"/>
          </w:tcPr>
          <w:p w:rsidR="00835D7F" w:rsidRPr="00277095" w:rsidRDefault="00835D7F" w:rsidP="00637C3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gridSpan w:val="2"/>
            <w:vAlign w:val="bottom"/>
          </w:tcPr>
          <w:p w:rsidR="00835D7F" w:rsidRPr="00277095" w:rsidRDefault="00534FE4" w:rsidP="00D315E7">
            <w:pPr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(5</w:t>
            </w:r>
            <w:r w:rsidR="00835D7F" w:rsidRPr="00277095">
              <w:rPr>
                <w:rFonts w:cs="Arial"/>
                <w:szCs w:val="24"/>
              </w:rPr>
              <w:t>)</w:t>
            </w:r>
          </w:p>
        </w:tc>
      </w:tr>
      <w:tr w:rsidR="005E3F5E" w:rsidRPr="00277095" w:rsidTr="00D315E7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4"/>
            <w:shd w:val="clear" w:color="auto" w:fill="auto"/>
            <w:vAlign w:val="bottom"/>
          </w:tcPr>
          <w:p w:rsidR="005E3F5E" w:rsidRPr="00277095" w:rsidRDefault="005E3F5E" w:rsidP="00D315E7">
            <w:pPr>
              <w:pStyle w:val="NoSpacing"/>
              <w:rPr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277095" w:rsidRDefault="005E3F5E" w:rsidP="00D315E7">
            <w:pPr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277095" w:rsidRDefault="005E3F5E" w:rsidP="00D315E7">
            <w:pPr>
              <w:rPr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[</w:t>
            </w:r>
            <w:r w:rsidR="00DC014F" w:rsidRPr="00277095">
              <w:rPr>
                <w:rFonts w:cs="Arial"/>
                <w:b/>
                <w:szCs w:val="24"/>
              </w:rPr>
              <w:t>45</w:t>
            </w:r>
            <w:r w:rsidRPr="00277095">
              <w:rPr>
                <w:rFonts w:cs="Arial"/>
                <w:b/>
                <w:szCs w:val="24"/>
              </w:rPr>
              <w:t>]</w:t>
            </w:r>
          </w:p>
        </w:tc>
      </w:tr>
    </w:tbl>
    <w:p w:rsidR="00D315E7" w:rsidRDefault="00D315E7" w:rsidP="005E3F5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8D4E7B" w:rsidRPr="00277095" w:rsidRDefault="008D4E7B" w:rsidP="00D315E7">
      <w:pPr>
        <w:jc w:val="both"/>
        <w:rPr>
          <w:rFonts w:cs="Arial"/>
          <w:b/>
          <w:szCs w:val="24"/>
        </w:rPr>
      </w:pPr>
    </w:p>
    <w:p w:rsidR="00AF089B" w:rsidRPr="00277095" w:rsidRDefault="00AF089B" w:rsidP="00D315E7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277095" w:rsidTr="00B36C17">
        <w:tc>
          <w:tcPr>
            <w:tcW w:w="9180" w:type="dxa"/>
            <w:shd w:val="clear" w:color="auto" w:fill="auto"/>
          </w:tcPr>
          <w:p w:rsidR="007F681B" w:rsidRPr="00277095" w:rsidRDefault="007F681B" w:rsidP="00D315E7">
            <w:pPr>
              <w:pStyle w:val="NoSpacing"/>
              <w:jc w:val="both"/>
              <w:rPr>
                <w:b/>
                <w:szCs w:val="24"/>
              </w:rPr>
            </w:pPr>
            <w:r w:rsidRPr="00277095">
              <w:rPr>
                <w:b/>
              </w:rPr>
              <w:t xml:space="preserve">QUESTION 8: </w:t>
            </w:r>
            <w:r w:rsidR="007D7333" w:rsidRPr="00277095">
              <w:rPr>
                <w:rFonts w:cs="Arial"/>
                <w:b/>
                <w:szCs w:val="24"/>
              </w:rPr>
              <w:t xml:space="preserve">JOINING METHODS </w:t>
            </w:r>
            <w:r w:rsidR="00D315E7" w:rsidRPr="00277095">
              <w:rPr>
                <w:rFonts w:cs="Arial"/>
                <w:b/>
                <w:szCs w:val="24"/>
              </w:rPr>
              <w:t>(INSPECTION OF WELD) (SPECIFIC)</w:t>
            </w:r>
          </w:p>
        </w:tc>
        <w:tc>
          <w:tcPr>
            <w:tcW w:w="248" w:type="dxa"/>
            <w:shd w:val="clear" w:color="auto" w:fill="auto"/>
          </w:tcPr>
          <w:p w:rsidR="007F681B" w:rsidRPr="00277095" w:rsidRDefault="007F681B" w:rsidP="00D315E7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277095" w:rsidRDefault="007F681B" w:rsidP="00D315E7">
            <w:pPr>
              <w:jc w:val="both"/>
              <w:rPr>
                <w:b/>
                <w:szCs w:val="24"/>
              </w:rPr>
            </w:pPr>
          </w:p>
        </w:tc>
      </w:tr>
    </w:tbl>
    <w:p w:rsidR="007F681B" w:rsidRPr="00277095" w:rsidRDefault="007F681B" w:rsidP="00D315E7">
      <w:pPr>
        <w:pStyle w:val="NoSpacing"/>
        <w:jc w:val="both"/>
        <w:rPr>
          <w:b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C73A1D">
        <w:tc>
          <w:tcPr>
            <w:tcW w:w="959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8.1</w:t>
            </w:r>
          </w:p>
        </w:tc>
        <w:tc>
          <w:tcPr>
            <w:tcW w:w="8221" w:type="dxa"/>
          </w:tcPr>
          <w:p w:rsidR="00EB3838" w:rsidRPr="00277095" w:rsidRDefault="00181769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Inspection during arc</w:t>
            </w:r>
            <w:r w:rsidR="00181745">
              <w:rPr>
                <w:rFonts w:cs="Arial"/>
                <w:b/>
                <w:szCs w:val="24"/>
              </w:rPr>
              <w:t xml:space="preserve"> </w:t>
            </w:r>
            <w:r w:rsidRPr="00277095">
              <w:rPr>
                <w:rFonts w:cs="Arial"/>
                <w:b/>
                <w:szCs w:val="24"/>
              </w:rPr>
              <w:t>welding</w:t>
            </w:r>
            <w:r w:rsidR="00E26180" w:rsidRPr="00277095">
              <w:rPr>
                <w:rFonts w:cs="Arial"/>
                <w:b/>
                <w:szCs w:val="24"/>
              </w:rPr>
              <w:t>:</w:t>
            </w:r>
          </w:p>
          <w:p w:rsidR="00181769" w:rsidRPr="00D315E7" w:rsidRDefault="0018176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Amount of penetration and fusion</w:t>
            </w:r>
            <w:r w:rsidR="00812E06" w:rsidRPr="00D315E7">
              <w:rPr>
                <w:rFonts w:cs="Arial"/>
                <w:szCs w:val="24"/>
              </w:rPr>
              <w:t xml:space="preserve"> </w:t>
            </w:r>
            <w:r w:rsidR="00B2648C" w:rsidRPr="00D315E7">
              <w:rPr>
                <w:rFonts w:cs="Arial"/>
                <w:szCs w:val="24"/>
              </w:rPr>
              <w:sym w:font="Wingdings" w:char="F0FC"/>
            </w:r>
          </w:p>
          <w:p w:rsidR="00181769" w:rsidRPr="00D315E7" w:rsidRDefault="0018176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Rate of </w:t>
            </w:r>
            <w:r w:rsidR="00685651" w:rsidRPr="00D315E7">
              <w:rPr>
                <w:rFonts w:cs="Arial"/>
                <w:szCs w:val="24"/>
              </w:rPr>
              <w:t>electrode</w:t>
            </w:r>
            <w:r w:rsidRPr="00D315E7">
              <w:rPr>
                <w:rFonts w:cs="Arial"/>
                <w:szCs w:val="24"/>
              </w:rPr>
              <w:t xml:space="preserve"> burning and progress of the weld</w:t>
            </w:r>
            <w:r w:rsidR="00812E06" w:rsidRPr="00D315E7">
              <w:rPr>
                <w:rFonts w:cs="Arial"/>
                <w:szCs w:val="24"/>
              </w:rPr>
              <w:t xml:space="preserve"> </w:t>
            </w:r>
            <w:r w:rsidR="00B2648C" w:rsidRPr="00D315E7">
              <w:rPr>
                <w:rFonts w:cs="Arial"/>
                <w:szCs w:val="24"/>
              </w:rPr>
              <w:sym w:font="Wingdings" w:char="F0FC"/>
            </w:r>
          </w:p>
          <w:p w:rsidR="00CA24E7" w:rsidRPr="00D315E7" w:rsidRDefault="0018176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The way the weld metal is flowing</w:t>
            </w:r>
            <w:r w:rsidR="00181745">
              <w:rPr>
                <w:rFonts w:cs="Arial"/>
                <w:szCs w:val="24"/>
              </w:rPr>
              <w:t xml:space="preserve"> </w:t>
            </w:r>
            <w:r w:rsidR="00F815AC" w:rsidRPr="00D315E7">
              <w:rPr>
                <w:rFonts w:cs="Arial"/>
                <w:szCs w:val="24"/>
              </w:rPr>
              <w:t>(</w:t>
            </w:r>
            <w:r w:rsidR="00181745">
              <w:rPr>
                <w:rFonts w:cs="Arial"/>
                <w:szCs w:val="24"/>
              </w:rPr>
              <w:t>n</w:t>
            </w:r>
            <w:r w:rsidR="00F815AC" w:rsidRPr="00D315E7">
              <w:rPr>
                <w:rFonts w:cs="Arial"/>
                <w:szCs w:val="24"/>
              </w:rPr>
              <w:t xml:space="preserve">o slag inclusion) </w:t>
            </w:r>
            <w:r w:rsidR="00B2648C" w:rsidRPr="00D315E7">
              <w:rPr>
                <w:rFonts w:cs="Arial"/>
                <w:szCs w:val="24"/>
              </w:rPr>
              <w:sym w:font="Wingdings" w:char="F0FC"/>
            </w:r>
          </w:p>
          <w:p w:rsidR="00181769" w:rsidRPr="00277095" w:rsidRDefault="00F815AC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en-US"/>
              </w:rPr>
            </w:pPr>
            <w:r w:rsidRPr="00D315E7">
              <w:rPr>
                <w:rFonts w:cs="Arial"/>
                <w:szCs w:val="24"/>
              </w:rPr>
              <w:t xml:space="preserve">The sound of the arc, indicating correct current and </w:t>
            </w:r>
            <w:r w:rsidR="000158DC">
              <w:rPr>
                <w:rFonts w:cs="Arial"/>
                <w:szCs w:val="24"/>
              </w:rPr>
              <w:t>voltage for the particular weld</w:t>
            </w:r>
            <w:r w:rsidRPr="00D315E7">
              <w:rPr>
                <w:rFonts w:cs="Arial"/>
                <w:szCs w:val="24"/>
              </w:rPr>
              <w:t xml:space="preserve"> </w:t>
            </w:r>
            <w:r w:rsidRPr="00D315E7">
              <w:rPr>
                <w:rFonts w:cs="Arial"/>
                <w:szCs w:val="24"/>
              </w:rPr>
              <w:sym w:font="Wingdings" w:char="F0FC"/>
            </w:r>
            <w:r w:rsidR="00D315E7">
              <w:rPr>
                <w:rFonts w:cs="Arial"/>
                <w:szCs w:val="24"/>
              </w:rPr>
              <w:t xml:space="preserve">                                                                  </w:t>
            </w:r>
            <w:r w:rsidR="000158DC">
              <w:rPr>
                <w:rFonts w:cs="Arial"/>
                <w:szCs w:val="24"/>
              </w:rPr>
              <w:t xml:space="preserve"> </w:t>
            </w:r>
            <w:r w:rsidR="00D315E7">
              <w:rPr>
                <w:rFonts w:cs="Arial"/>
                <w:szCs w:val="24"/>
              </w:rPr>
              <w:t xml:space="preserve"> </w:t>
            </w:r>
            <w:r w:rsidR="000158DC">
              <w:rPr>
                <w:rFonts w:cs="Arial"/>
                <w:szCs w:val="24"/>
              </w:rPr>
              <w:t xml:space="preserve"> </w:t>
            </w:r>
            <w:r w:rsidR="00D315E7">
              <w:rPr>
                <w:rFonts w:cs="Arial"/>
                <w:szCs w:val="24"/>
              </w:rPr>
              <w:t xml:space="preserve"> </w:t>
            </w:r>
            <w:r w:rsidR="00B2648C" w:rsidRPr="00277095">
              <w:rPr>
                <w:rFonts w:cs="Arial"/>
                <w:b/>
                <w:szCs w:val="24"/>
              </w:rPr>
              <w:t>(Any</w:t>
            </w:r>
            <w:r w:rsidR="00CA24E7" w:rsidRPr="00277095">
              <w:rPr>
                <w:rFonts w:cs="Arial"/>
                <w:b/>
                <w:szCs w:val="24"/>
              </w:rPr>
              <w:t xml:space="preserve"> </w:t>
            </w:r>
            <w:r w:rsidR="00653B66" w:rsidRPr="00277095">
              <w:rPr>
                <w:rFonts w:cs="Arial"/>
                <w:b/>
                <w:szCs w:val="24"/>
              </w:rPr>
              <w:t xml:space="preserve">3 </w:t>
            </w:r>
            <w:r w:rsidR="00B2648C" w:rsidRPr="00277095">
              <w:rPr>
                <w:rFonts w:cs="Arial"/>
                <w:b/>
                <w:szCs w:val="24"/>
              </w:rPr>
              <w:t>x</w:t>
            </w:r>
            <w:r w:rsidR="00653B66" w:rsidRPr="00277095">
              <w:rPr>
                <w:rFonts w:cs="Arial"/>
                <w:b/>
                <w:szCs w:val="24"/>
              </w:rPr>
              <w:t xml:space="preserve"> </w:t>
            </w:r>
            <w:r w:rsidR="00B2648C" w:rsidRPr="00277095">
              <w:rPr>
                <w:rFonts w:cs="Arial"/>
                <w:b/>
                <w:szCs w:val="24"/>
              </w:rPr>
              <w:t>1)</w:t>
            </w:r>
          </w:p>
        </w:tc>
        <w:tc>
          <w:tcPr>
            <w:tcW w:w="251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EB3838" w:rsidRPr="00277095" w:rsidRDefault="00181769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</w:t>
            </w:r>
            <w:r w:rsidR="00653B66" w:rsidRPr="00277095">
              <w:rPr>
                <w:rFonts w:cs="Arial"/>
                <w:szCs w:val="24"/>
                <w:lang w:val="en-US"/>
              </w:rPr>
              <w:t>3</w:t>
            </w:r>
            <w:r w:rsidRPr="00277095">
              <w:rPr>
                <w:rFonts w:cs="Arial"/>
                <w:szCs w:val="24"/>
                <w:lang w:val="en-US"/>
              </w:rPr>
              <w:t>)</w:t>
            </w:r>
          </w:p>
        </w:tc>
      </w:tr>
    </w:tbl>
    <w:p w:rsidR="00EB3838" w:rsidRPr="00277095" w:rsidRDefault="00EB3838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BC0E9F" w:rsidRPr="00277095" w:rsidTr="00637C3F">
        <w:tc>
          <w:tcPr>
            <w:tcW w:w="959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8.2</w:t>
            </w:r>
          </w:p>
        </w:tc>
        <w:tc>
          <w:tcPr>
            <w:tcW w:w="8221" w:type="dxa"/>
          </w:tcPr>
          <w:p w:rsidR="00BC0E9F" w:rsidRPr="00277095" w:rsidRDefault="00C73A1D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en-US"/>
              </w:rPr>
            </w:pPr>
            <w:r w:rsidRPr="00277095">
              <w:rPr>
                <w:rFonts w:cs="Arial"/>
                <w:b/>
                <w:szCs w:val="24"/>
              </w:rPr>
              <w:t>Causes of w</w:t>
            </w:r>
            <w:r w:rsidR="00BC0E9F" w:rsidRPr="00277095">
              <w:rPr>
                <w:rFonts w:cs="Arial"/>
                <w:b/>
                <w:szCs w:val="24"/>
              </w:rPr>
              <w:t>eld defects</w:t>
            </w:r>
            <w:r w:rsidR="00E26180" w:rsidRPr="00277095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</w:tr>
    </w:tbl>
    <w:p w:rsidR="00BC0E9F" w:rsidRPr="00277095" w:rsidRDefault="00BC0E9F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BC0E9F" w:rsidRPr="00277095" w:rsidTr="00637C3F">
        <w:tc>
          <w:tcPr>
            <w:tcW w:w="959" w:type="dxa"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8.2.1</w:t>
            </w:r>
          </w:p>
        </w:tc>
        <w:tc>
          <w:tcPr>
            <w:tcW w:w="7087" w:type="dxa"/>
            <w:hideMark/>
          </w:tcPr>
          <w:p w:rsidR="00BC0E9F" w:rsidRPr="00277095" w:rsidRDefault="00BC0E9F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Welding spatter</w:t>
            </w:r>
            <w:r w:rsidR="00E26180" w:rsidRPr="00277095">
              <w:rPr>
                <w:rFonts w:cs="Arial"/>
                <w:b/>
                <w:szCs w:val="24"/>
              </w:rPr>
              <w:t>:</w:t>
            </w:r>
          </w:p>
          <w:p w:rsidR="00C73A1D" w:rsidRPr="00D315E7" w:rsidRDefault="00C73A1D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Too high current</w:t>
            </w:r>
            <w:r w:rsidR="00812E06" w:rsidRPr="00D315E7">
              <w:rPr>
                <w:rFonts w:cs="Arial"/>
                <w:szCs w:val="24"/>
              </w:rPr>
              <w:t xml:space="preserve">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C73A1D" w:rsidRPr="00D315E7" w:rsidRDefault="00C73A1D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Too long arc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C73A1D" w:rsidRPr="00D315E7" w:rsidRDefault="002D470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Not a</w:t>
            </w:r>
            <w:r w:rsidR="00C73A1D" w:rsidRPr="00D315E7">
              <w:rPr>
                <w:rFonts w:cs="Arial"/>
                <w:szCs w:val="24"/>
              </w:rPr>
              <w:t xml:space="preserve">pplying anti-spatter spray </w:t>
            </w:r>
            <w:r w:rsidR="00C73A1D" w:rsidRPr="00D315E7">
              <w:rPr>
                <w:rFonts w:cs="Arial"/>
                <w:szCs w:val="24"/>
              </w:rPr>
              <w:sym w:font="Wingdings" w:char="F0FC"/>
            </w:r>
          </w:p>
          <w:p w:rsidR="00C73A1D" w:rsidRPr="00D315E7" w:rsidRDefault="00C73A1D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Electrode angle too small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C73A1D" w:rsidRPr="00277095" w:rsidRDefault="00C73A1D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D315E7">
              <w:rPr>
                <w:rFonts w:cs="Arial"/>
                <w:szCs w:val="24"/>
              </w:rPr>
              <w:t xml:space="preserve">Welding speed too fast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  <w:r w:rsidR="00D315E7">
              <w:rPr>
                <w:rFonts w:cs="Arial"/>
                <w:szCs w:val="24"/>
              </w:rPr>
              <w:t xml:space="preserve">                                       </w:t>
            </w:r>
            <w:r w:rsidRPr="00277095">
              <w:rPr>
                <w:rFonts w:cs="Arial"/>
                <w:b/>
                <w:szCs w:val="24"/>
              </w:rPr>
              <w:t>(Any 2 x</w:t>
            </w:r>
            <w:r w:rsidR="007E2F8C" w:rsidRPr="00277095">
              <w:rPr>
                <w:rFonts w:cs="Arial"/>
                <w:b/>
                <w:szCs w:val="24"/>
              </w:rPr>
              <w:t xml:space="preserve"> </w:t>
            </w:r>
            <w:r w:rsidRPr="00277095">
              <w:rPr>
                <w:rFonts w:cs="Arial"/>
                <w:b/>
                <w:szCs w:val="24"/>
              </w:rPr>
              <w:t>1)</w:t>
            </w:r>
          </w:p>
        </w:tc>
        <w:tc>
          <w:tcPr>
            <w:tcW w:w="236" w:type="dxa"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(2)</w:t>
            </w:r>
          </w:p>
        </w:tc>
      </w:tr>
    </w:tbl>
    <w:p w:rsidR="00BC0E9F" w:rsidRPr="00277095" w:rsidRDefault="00BC0E9F" w:rsidP="00D315E7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BC0E9F" w:rsidRPr="00277095" w:rsidTr="00637C3F">
        <w:tc>
          <w:tcPr>
            <w:tcW w:w="959" w:type="dxa"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8.2.2</w:t>
            </w:r>
          </w:p>
        </w:tc>
        <w:tc>
          <w:tcPr>
            <w:tcW w:w="7087" w:type="dxa"/>
            <w:hideMark/>
          </w:tcPr>
          <w:p w:rsidR="00BC0E9F" w:rsidRPr="00277095" w:rsidRDefault="00C73A1D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Incomplete penetration:</w:t>
            </w:r>
          </w:p>
          <w:p w:rsidR="00C73A1D" w:rsidRPr="00D315E7" w:rsidRDefault="00C73A1D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Too low current</w:t>
            </w:r>
            <w:r w:rsidR="00812E06" w:rsidRPr="00D315E7">
              <w:rPr>
                <w:rFonts w:cs="Arial"/>
                <w:szCs w:val="24"/>
              </w:rPr>
              <w:t xml:space="preserve"> </w:t>
            </w:r>
            <w:r w:rsidR="00FF5DC4" w:rsidRPr="00D315E7">
              <w:rPr>
                <w:rFonts w:cs="Arial"/>
                <w:szCs w:val="24"/>
              </w:rPr>
              <w:sym w:font="Wingdings" w:char="F0FC"/>
            </w:r>
          </w:p>
          <w:p w:rsidR="00FF5DC4" w:rsidRPr="00D315E7" w:rsidRDefault="00FF5DC4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Too slow welding speed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FF5DC4" w:rsidRPr="00D315E7" w:rsidRDefault="00FF5DC4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Electrode angle too small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FF5DC4" w:rsidRPr="00D315E7" w:rsidRDefault="00FF5DC4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Poor </w:t>
            </w:r>
            <w:r w:rsidR="00DC0007" w:rsidRPr="00D315E7">
              <w:rPr>
                <w:rFonts w:cs="Arial"/>
                <w:szCs w:val="24"/>
              </w:rPr>
              <w:t>joint</w:t>
            </w:r>
            <w:r w:rsidRPr="00D315E7">
              <w:rPr>
                <w:rFonts w:cs="Arial"/>
                <w:szCs w:val="24"/>
              </w:rPr>
              <w:t xml:space="preserve"> preparation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C73A1D" w:rsidRPr="00277095" w:rsidRDefault="00FF5DC4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Insufficient root gap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  <w:r w:rsidR="00D315E7">
              <w:rPr>
                <w:rFonts w:cs="Arial"/>
                <w:szCs w:val="24"/>
              </w:rPr>
              <w:t xml:space="preserve">                                            </w:t>
            </w:r>
            <w:r w:rsidR="00C73A1D" w:rsidRPr="00277095">
              <w:rPr>
                <w:rFonts w:cs="Arial"/>
                <w:b/>
                <w:szCs w:val="24"/>
              </w:rPr>
              <w:t>(Any 2 x</w:t>
            </w:r>
            <w:r w:rsidR="007E2F8C" w:rsidRPr="00277095">
              <w:rPr>
                <w:rFonts w:cs="Arial"/>
                <w:b/>
                <w:szCs w:val="24"/>
              </w:rPr>
              <w:t xml:space="preserve"> </w:t>
            </w:r>
            <w:r w:rsidR="00C73A1D" w:rsidRPr="00277095">
              <w:rPr>
                <w:rFonts w:cs="Arial"/>
                <w:b/>
                <w:szCs w:val="24"/>
              </w:rPr>
              <w:t>1)</w:t>
            </w:r>
          </w:p>
        </w:tc>
        <w:tc>
          <w:tcPr>
            <w:tcW w:w="236" w:type="dxa"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(2)</w:t>
            </w:r>
          </w:p>
        </w:tc>
      </w:tr>
    </w:tbl>
    <w:p w:rsidR="00BC0E9F" w:rsidRPr="00277095" w:rsidRDefault="00BC0E9F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BC0E9F" w:rsidRPr="00277095" w:rsidTr="00637C3F">
        <w:tc>
          <w:tcPr>
            <w:tcW w:w="959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8.3</w:t>
            </w:r>
          </w:p>
        </w:tc>
        <w:tc>
          <w:tcPr>
            <w:tcW w:w="8221" w:type="dxa"/>
          </w:tcPr>
          <w:p w:rsidR="00BC0E9F" w:rsidRPr="00277095" w:rsidRDefault="00FF5DC4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b/>
                <w:szCs w:val="24"/>
              </w:rPr>
              <w:t>Prevention of w</w:t>
            </w:r>
            <w:r w:rsidR="00E26180" w:rsidRPr="00277095">
              <w:rPr>
                <w:rFonts w:cs="Arial"/>
                <w:b/>
                <w:szCs w:val="24"/>
              </w:rPr>
              <w:t>eld defects:</w:t>
            </w:r>
          </w:p>
        </w:tc>
        <w:tc>
          <w:tcPr>
            <w:tcW w:w="251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</w:tr>
    </w:tbl>
    <w:p w:rsidR="00BC0E9F" w:rsidRPr="00277095" w:rsidRDefault="00BC0E9F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BC0E9F" w:rsidRPr="00277095" w:rsidTr="00637C3F">
        <w:tc>
          <w:tcPr>
            <w:tcW w:w="959" w:type="dxa"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8.3.1</w:t>
            </w:r>
          </w:p>
        </w:tc>
        <w:tc>
          <w:tcPr>
            <w:tcW w:w="7087" w:type="dxa"/>
            <w:hideMark/>
          </w:tcPr>
          <w:p w:rsidR="00BC0E9F" w:rsidRPr="00277095" w:rsidRDefault="00FF5DC4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Porosity</w:t>
            </w:r>
            <w:r w:rsidR="00E26180" w:rsidRPr="00277095">
              <w:rPr>
                <w:rFonts w:cs="Arial"/>
                <w:b/>
                <w:szCs w:val="24"/>
              </w:rPr>
              <w:t>:</w:t>
            </w:r>
          </w:p>
          <w:p w:rsidR="00FF5DC4" w:rsidRPr="00D315E7" w:rsidRDefault="00FF5DC4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Ensure that the surface is clean</w:t>
            </w:r>
            <w:r w:rsidR="00812E06" w:rsidRPr="00D315E7">
              <w:rPr>
                <w:rFonts w:cs="Arial"/>
                <w:szCs w:val="24"/>
              </w:rPr>
              <w:t>.</w:t>
            </w:r>
            <w:r w:rsidRPr="00D315E7">
              <w:rPr>
                <w:rFonts w:cs="Arial"/>
                <w:szCs w:val="24"/>
              </w:rPr>
              <w:t xml:space="preserve">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FF5DC4" w:rsidRPr="00D315E7" w:rsidRDefault="00FF5DC4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Prevent atmospheric contamination</w:t>
            </w:r>
            <w:r w:rsidR="00812E06" w:rsidRPr="00D315E7">
              <w:rPr>
                <w:rFonts w:cs="Arial"/>
                <w:szCs w:val="24"/>
              </w:rPr>
              <w:t>.</w:t>
            </w:r>
            <w:r w:rsidRPr="00D315E7">
              <w:rPr>
                <w:rFonts w:cs="Arial"/>
                <w:szCs w:val="24"/>
              </w:rPr>
              <w:t xml:space="preserve">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CA24E7" w:rsidRPr="00277095" w:rsidRDefault="00FF5DC4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D315E7">
              <w:rPr>
                <w:rFonts w:cs="Arial"/>
                <w:szCs w:val="24"/>
              </w:rPr>
              <w:t>Use dry electrodes</w:t>
            </w:r>
            <w:r w:rsidR="00812E06" w:rsidRPr="00D315E7">
              <w:rPr>
                <w:rFonts w:cs="Arial"/>
                <w:szCs w:val="24"/>
              </w:rPr>
              <w:t>.</w:t>
            </w:r>
            <w:r w:rsidRPr="00D315E7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  <w:r w:rsidR="00D315E7">
              <w:rPr>
                <w:rFonts w:cs="Arial"/>
                <w:szCs w:val="24"/>
              </w:rPr>
              <w:t xml:space="preserve">                                            </w:t>
            </w:r>
            <w:r w:rsidR="00E26180" w:rsidRPr="00277095">
              <w:rPr>
                <w:rFonts w:cs="Arial"/>
                <w:b/>
              </w:rPr>
              <w:t xml:space="preserve"> (Any </w:t>
            </w:r>
            <w:r w:rsidR="00CA24E7" w:rsidRPr="00277095">
              <w:rPr>
                <w:rFonts w:cs="Arial"/>
                <w:b/>
              </w:rPr>
              <w:t>1</w:t>
            </w:r>
            <w:r w:rsidR="007E2F8C" w:rsidRPr="00277095">
              <w:rPr>
                <w:rFonts w:cs="Arial"/>
                <w:b/>
              </w:rPr>
              <w:t xml:space="preserve"> </w:t>
            </w:r>
            <w:r w:rsidR="00CA24E7" w:rsidRPr="00277095">
              <w:rPr>
                <w:rFonts w:cs="Arial"/>
                <w:b/>
              </w:rPr>
              <w:t>x</w:t>
            </w:r>
            <w:r w:rsidR="007E2F8C" w:rsidRPr="00277095">
              <w:rPr>
                <w:rFonts w:cs="Arial"/>
                <w:b/>
              </w:rPr>
              <w:t xml:space="preserve"> </w:t>
            </w:r>
            <w:r w:rsidR="00CA24E7" w:rsidRPr="00277095">
              <w:rPr>
                <w:rFonts w:cs="Arial"/>
                <w:b/>
              </w:rPr>
              <w:t>1)</w:t>
            </w:r>
          </w:p>
        </w:tc>
        <w:tc>
          <w:tcPr>
            <w:tcW w:w="236" w:type="dxa"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(1)</w:t>
            </w:r>
          </w:p>
        </w:tc>
      </w:tr>
    </w:tbl>
    <w:p w:rsidR="00BC0E9F" w:rsidRPr="00277095" w:rsidRDefault="00BC0E9F" w:rsidP="00D315E7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BC0E9F" w:rsidRPr="00277095" w:rsidTr="00637C3F">
        <w:tc>
          <w:tcPr>
            <w:tcW w:w="959" w:type="dxa"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8.3.2</w:t>
            </w:r>
          </w:p>
        </w:tc>
        <w:tc>
          <w:tcPr>
            <w:tcW w:w="7087" w:type="dxa"/>
            <w:hideMark/>
          </w:tcPr>
          <w:p w:rsidR="00BC0E9F" w:rsidRPr="00277095" w:rsidRDefault="00BC0E9F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Slag inclusion</w:t>
            </w:r>
            <w:r w:rsidR="00E26180" w:rsidRPr="00277095">
              <w:rPr>
                <w:rFonts w:cs="Arial"/>
                <w:b/>
                <w:szCs w:val="24"/>
              </w:rPr>
              <w:t>:</w:t>
            </w:r>
          </w:p>
          <w:p w:rsidR="00181769" w:rsidRPr="00D315E7" w:rsidRDefault="00FF5DC4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Remove slag from previous run before doing the next run.</w:t>
            </w:r>
            <w:r w:rsidR="00812E06" w:rsidRPr="00D315E7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</w:p>
          <w:p w:rsidR="00181769" w:rsidRPr="00D315E7" w:rsidRDefault="00FF5DC4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Ensure that the surface is clean.</w:t>
            </w:r>
            <w:r w:rsidR="00812E06" w:rsidRPr="00D315E7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</w:p>
          <w:p w:rsidR="00CA24E7" w:rsidRPr="00277095" w:rsidRDefault="00FF5DC4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D315E7">
              <w:rPr>
                <w:rFonts w:cs="Arial"/>
                <w:szCs w:val="24"/>
              </w:rPr>
              <w:t>Use the correct current.</w:t>
            </w:r>
            <w:r w:rsidR="00812E06" w:rsidRPr="00D315E7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  <w:r w:rsidR="00D315E7">
              <w:rPr>
                <w:rFonts w:cs="Arial"/>
                <w:szCs w:val="24"/>
              </w:rPr>
              <w:t xml:space="preserve">                                      </w:t>
            </w:r>
            <w:r w:rsidR="00CA24E7" w:rsidRPr="00277095">
              <w:rPr>
                <w:rFonts w:cs="Arial"/>
                <w:b/>
              </w:rPr>
              <w:t>(Any 1</w:t>
            </w:r>
            <w:r w:rsidR="007E2F8C" w:rsidRPr="00277095">
              <w:rPr>
                <w:rFonts w:cs="Arial"/>
                <w:b/>
              </w:rPr>
              <w:t xml:space="preserve"> </w:t>
            </w:r>
            <w:r w:rsidR="00CA24E7" w:rsidRPr="00277095">
              <w:rPr>
                <w:rFonts w:cs="Arial"/>
                <w:b/>
              </w:rPr>
              <w:t>x</w:t>
            </w:r>
            <w:r w:rsidR="007E2F8C" w:rsidRPr="00277095">
              <w:rPr>
                <w:rFonts w:cs="Arial"/>
                <w:b/>
              </w:rPr>
              <w:t xml:space="preserve"> </w:t>
            </w:r>
            <w:r w:rsidR="00CA24E7" w:rsidRPr="00277095">
              <w:rPr>
                <w:rFonts w:cs="Arial"/>
                <w:b/>
              </w:rPr>
              <w:t>1)</w:t>
            </w:r>
          </w:p>
        </w:tc>
        <w:tc>
          <w:tcPr>
            <w:tcW w:w="236" w:type="dxa"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BC0E9F" w:rsidRPr="00277095" w:rsidRDefault="00BC0E9F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(1)</w:t>
            </w:r>
          </w:p>
        </w:tc>
      </w:tr>
    </w:tbl>
    <w:p w:rsidR="00BC0E9F" w:rsidRPr="00277095" w:rsidRDefault="00BC0E9F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BC0E9F" w:rsidRPr="00277095" w:rsidTr="00637C3F">
        <w:tc>
          <w:tcPr>
            <w:tcW w:w="959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8.4</w:t>
            </w:r>
          </w:p>
        </w:tc>
        <w:tc>
          <w:tcPr>
            <w:tcW w:w="8221" w:type="dxa"/>
          </w:tcPr>
          <w:p w:rsidR="00BC0E9F" w:rsidRPr="00277095" w:rsidRDefault="00181769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N</w:t>
            </w:r>
            <w:r w:rsidR="00BC0E9F" w:rsidRPr="00277095">
              <w:rPr>
                <w:rFonts w:cs="Arial"/>
                <w:b/>
                <w:szCs w:val="24"/>
              </w:rPr>
              <w:t>ick</w:t>
            </w:r>
            <w:r w:rsidR="00181745">
              <w:rPr>
                <w:rFonts w:cs="Arial"/>
                <w:b/>
                <w:szCs w:val="24"/>
              </w:rPr>
              <w:t>-</w:t>
            </w:r>
            <w:r w:rsidR="00BC0E9F" w:rsidRPr="00277095">
              <w:rPr>
                <w:rFonts w:cs="Arial"/>
                <w:b/>
                <w:szCs w:val="24"/>
              </w:rPr>
              <w:t>break test</w:t>
            </w:r>
            <w:r w:rsidR="00E26180" w:rsidRPr="00277095">
              <w:rPr>
                <w:rFonts w:cs="Arial"/>
                <w:szCs w:val="24"/>
              </w:rPr>
              <w:t>:</w:t>
            </w:r>
          </w:p>
          <w:p w:rsidR="00181769" w:rsidRPr="00277095" w:rsidRDefault="00181769" w:rsidP="00C703D8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 xml:space="preserve">To determine the internal </w:t>
            </w:r>
            <w:r w:rsidR="00653B66" w:rsidRPr="00277095">
              <w:sym w:font="Wingdings" w:char="F0FC"/>
            </w:r>
            <w:r w:rsidR="00653B66" w:rsidRPr="00277095">
              <w:t xml:space="preserve"> </w:t>
            </w:r>
            <w:r w:rsidRPr="00277095">
              <w:rPr>
                <w:rFonts w:cs="Arial"/>
                <w:szCs w:val="24"/>
                <w:lang w:val="en-US"/>
              </w:rPr>
              <w:t>quality</w:t>
            </w:r>
            <w:r w:rsidR="00653B66" w:rsidRPr="00277095">
              <w:rPr>
                <w:rFonts w:cs="Arial"/>
                <w:szCs w:val="24"/>
                <w:lang w:val="en-US"/>
              </w:rPr>
              <w:t>/defects</w:t>
            </w:r>
            <w:r w:rsidRPr="00277095">
              <w:rPr>
                <w:rFonts w:cs="Arial"/>
                <w:szCs w:val="24"/>
                <w:lang w:val="en-US"/>
              </w:rPr>
              <w:t xml:space="preserve"> </w:t>
            </w:r>
            <w:r w:rsidR="00653B66" w:rsidRPr="00277095">
              <w:sym w:font="Wingdings" w:char="F0FC"/>
            </w:r>
            <w:r w:rsidR="00653B66" w:rsidRPr="00277095">
              <w:t xml:space="preserve"> </w:t>
            </w:r>
            <w:r w:rsidR="00C703D8">
              <w:t>of</w:t>
            </w:r>
            <w:r w:rsidR="00653B66" w:rsidRPr="00277095">
              <w:rPr>
                <w:rFonts w:cs="Arial"/>
                <w:szCs w:val="24"/>
                <w:lang w:val="en-US"/>
              </w:rPr>
              <w:t xml:space="preserve"> the</w:t>
            </w:r>
            <w:r w:rsidRPr="00277095">
              <w:rPr>
                <w:rFonts w:cs="Arial"/>
                <w:szCs w:val="24"/>
                <w:lang w:val="en-US"/>
              </w:rPr>
              <w:t xml:space="preserve"> weld metal</w:t>
            </w:r>
            <w:r w:rsidR="00D94428" w:rsidRPr="00277095">
              <w:rPr>
                <w:rFonts w:cs="Arial"/>
                <w:szCs w:val="24"/>
                <w:lang w:val="en-US"/>
              </w:rPr>
              <w:t xml:space="preserve">. </w:t>
            </w:r>
          </w:p>
        </w:tc>
        <w:tc>
          <w:tcPr>
            <w:tcW w:w="251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</w:t>
            </w:r>
            <w:r w:rsidR="00653B66" w:rsidRPr="00277095">
              <w:rPr>
                <w:rFonts w:cs="Arial"/>
                <w:szCs w:val="24"/>
                <w:lang w:val="en-US"/>
              </w:rPr>
              <w:t>2</w:t>
            </w:r>
            <w:r w:rsidRPr="00277095">
              <w:rPr>
                <w:rFonts w:cs="Arial"/>
                <w:szCs w:val="24"/>
                <w:lang w:val="en-US"/>
              </w:rPr>
              <w:t>)</w:t>
            </w:r>
          </w:p>
        </w:tc>
      </w:tr>
    </w:tbl>
    <w:p w:rsidR="00E75662" w:rsidRPr="00277095" w:rsidRDefault="00E75662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8.</w:t>
            </w:r>
            <w:r w:rsidR="00BC0E9F" w:rsidRPr="00277095">
              <w:rPr>
                <w:rFonts w:cs="Arial"/>
                <w:szCs w:val="24"/>
                <w:lang w:val="en-US"/>
              </w:rPr>
              <w:t>5</w:t>
            </w:r>
          </w:p>
        </w:tc>
        <w:tc>
          <w:tcPr>
            <w:tcW w:w="8221" w:type="dxa"/>
          </w:tcPr>
          <w:p w:rsidR="00EB3838" w:rsidRPr="00277095" w:rsidRDefault="00181769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G</w:t>
            </w:r>
            <w:r w:rsidR="00BC0E9F" w:rsidRPr="00277095">
              <w:rPr>
                <w:rFonts w:cs="Arial"/>
                <w:b/>
                <w:szCs w:val="24"/>
              </w:rPr>
              <w:t>uided bend test</w:t>
            </w:r>
            <w:r w:rsidR="00E26180" w:rsidRPr="00D315E7">
              <w:rPr>
                <w:rFonts w:cs="Arial"/>
                <w:b/>
                <w:szCs w:val="24"/>
              </w:rPr>
              <w:t>:</w:t>
            </w:r>
          </w:p>
          <w:p w:rsidR="00181769" w:rsidRPr="00D315E7" w:rsidRDefault="00653B66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Lack of fusion of the base metal and weld metal</w:t>
            </w:r>
            <w:r w:rsidR="00812E06" w:rsidRPr="00277095">
              <w:rPr>
                <w:rFonts w:cs="Arial"/>
                <w:szCs w:val="24"/>
              </w:rPr>
              <w:t>.</w:t>
            </w:r>
            <w:r w:rsidR="00D94428" w:rsidRPr="00277095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</w:p>
          <w:p w:rsidR="00E26180" w:rsidRPr="00277095" w:rsidRDefault="00653B66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</w:rPr>
              <w:t xml:space="preserve">Incomplete </w:t>
            </w:r>
            <w:r w:rsidR="00E26180" w:rsidRPr="00277095">
              <w:rPr>
                <w:rFonts w:cs="Arial"/>
                <w:szCs w:val="24"/>
              </w:rPr>
              <w:t>p</w:t>
            </w:r>
            <w:r w:rsidR="00181769" w:rsidRPr="00277095">
              <w:rPr>
                <w:rFonts w:cs="Arial"/>
                <w:szCs w:val="24"/>
              </w:rPr>
              <w:t xml:space="preserve">enetration of </w:t>
            </w:r>
            <w:r w:rsidRPr="00277095">
              <w:rPr>
                <w:rFonts w:cs="Arial"/>
                <w:szCs w:val="24"/>
              </w:rPr>
              <w:t>the weld metal</w:t>
            </w:r>
            <w:r w:rsidR="00812E06" w:rsidRPr="00277095">
              <w:rPr>
                <w:rFonts w:cs="Arial"/>
                <w:szCs w:val="24"/>
              </w:rPr>
              <w:t>.</w:t>
            </w:r>
            <w:r w:rsidR="00D94428" w:rsidRPr="00277095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(2)</w:t>
            </w:r>
          </w:p>
        </w:tc>
      </w:tr>
    </w:tbl>
    <w:p w:rsidR="00653B66" w:rsidRPr="00277095" w:rsidRDefault="00653B66" w:rsidP="00D315E7">
      <w:pPr>
        <w:tabs>
          <w:tab w:val="left" w:pos="2309"/>
        </w:tabs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277095" w:rsidRPr="00277095" w:rsidTr="00A055AB">
        <w:tc>
          <w:tcPr>
            <w:tcW w:w="959" w:type="dxa"/>
          </w:tcPr>
          <w:p w:rsidR="00653B66" w:rsidRPr="00277095" w:rsidRDefault="00653B6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8.6</w:t>
            </w:r>
          </w:p>
        </w:tc>
        <w:tc>
          <w:tcPr>
            <w:tcW w:w="8221" w:type="dxa"/>
          </w:tcPr>
          <w:p w:rsidR="00653B66" w:rsidRPr="00277095" w:rsidRDefault="00653B66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en-US"/>
              </w:rPr>
            </w:pPr>
            <w:r w:rsidRPr="00277095">
              <w:rPr>
                <w:rFonts w:cs="Arial"/>
                <w:b/>
                <w:szCs w:val="24"/>
                <w:lang w:val="en-US"/>
              </w:rPr>
              <w:t>Free-bend test:</w:t>
            </w:r>
          </w:p>
          <w:p w:rsidR="00653B66" w:rsidRPr="00277095" w:rsidRDefault="00653B66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 xml:space="preserve">Ductility </w:t>
            </w:r>
            <w:r w:rsidRPr="00277095">
              <w:sym w:font="Wingdings" w:char="F0FC"/>
            </w:r>
          </w:p>
        </w:tc>
        <w:tc>
          <w:tcPr>
            <w:tcW w:w="251" w:type="dxa"/>
          </w:tcPr>
          <w:p w:rsidR="00653B66" w:rsidRPr="00277095" w:rsidRDefault="00653B6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653B66" w:rsidRPr="00277095" w:rsidRDefault="00653B6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(1)</w:t>
            </w:r>
          </w:p>
        </w:tc>
      </w:tr>
    </w:tbl>
    <w:p w:rsidR="00D315E7" w:rsidRDefault="00D315E7" w:rsidP="00D315E7">
      <w:pPr>
        <w:tabs>
          <w:tab w:val="left" w:pos="2309"/>
        </w:tabs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D315E7" w:rsidRDefault="00D315E7" w:rsidP="00D315E7">
      <w:pPr>
        <w:tabs>
          <w:tab w:val="left" w:pos="2309"/>
        </w:tabs>
        <w:jc w:val="both"/>
        <w:rPr>
          <w:rFonts w:cs="Arial"/>
          <w:b/>
          <w:bCs/>
          <w:szCs w:val="24"/>
        </w:rPr>
      </w:pPr>
    </w:p>
    <w:p w:rsidR="00CA24E7" w:rsidRPr="00277095" w:rsidRDefault="00CA24E7" w:rsidP="00D315E7">
      <w:pPr>
        <w:tabs>
          <w:tab w:val="left" w:pos="2309"/>
        </w:tabs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BC0E9F" w:rsidRPr="00277095" w:rsidTr="00637C3F">
        <w:tc>
          <w:tcPr>
            <w:tcW w:w="959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8.</w:t>
            </w:r>
            <w:r w:rsidR="00653B66" w:rsidRPr="00277095">
              <w:rPr>
                <w:rFonts w:cs="Arial"/>
                <w:szCs w:val="24"/>
                <w:lang w:val="en-US"/>
              </w:rPr>
              <w:t>7</w:t>
            </w:r>
          </w:p>
        </w:tc>
        <w:tc>
          <w:tcPr>
            <w:tcW w:w="8221" w:type="dxa"/>
          </w:tcPr>
          <w:p w:rsidR="00BC0E9F" w:rsidRPr="00277095" w:rsidRDefault="00181769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V</w:t>
            </w:r>
            <w:r w:rsidR="00BC0E9F" w:rsidRPr="00277095">
              <w:rPr>
                <w:rFonts w:cs="Arial"/>
                <w:b/>
                <w:szCs w:val="24"/>
              </w:rPr>
              <w:t>isual inspection process</w:t>
            </w:r>
            <w:r w:rsidR="00E26180" w:rsidRPr="00D315E7">
              <w:rPr>
                <w:rFonts w:cs="Arial"/>
                <w:b/>
                <w:szCs w:val="24"/>
              </w:rPr>
              <w:t>:</w:t>
            </w:r>
          </w:p>
          <w:p w:rsidR="00181769" w:rsidRPr="00D315E7" w:rsidRDefault="0018176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Shape of profile</w:t>
            </w:r>
            <w:r w:rsidR="00D94428" w:rsidRPr="00277095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</w:p>
          <w:p w:rsidR="00181769" w:rsidRPr="00D315E7" w:rsidRDefault="0018176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Uniformity of the surface</w:t>
            </w:r>
            <w:r w:rsidR="00D94428" w:rsidRPr="00277095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</w:p>
          <w:p w:rsidR="00181769" w:rsidRPr="00D315E7" w:rsidRDefault="0018176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Overlap</w:t>
            </w:r>
            <w:r w:rsidR="00D94428" w:rsidRPr="00277095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</w:p>
          <w:p w:rsidR="00181769" w:rsidRPr="00D315E7" w:rsidRDefault="0018176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Undercutting</w:t>
            </w:r>
            <w:r w:rsidR="00D94428" w:rsidRPr="00277095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</w:p>
          <w:p w:rsidR="00181769" w:rsidRPr="00D315E7" w:rsidRDefault="0018176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Penetration bead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</w:p>
          <w:p w:rsidR="00CA24E7" w:rsidRPr="00277095" w:rsidRDefault="0018176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</w:rPr>
              <w:t>Root groove</w:t>
            </w:r>
            <w:r w:rsidR="00D94428" w:rsidRPr="00277095">
              <w:rPr>
                <w:rFonts w:cs="Arial"/>
                <w:szCs w:val="24"/>
              </w:rPr>
              <w:t xml:space="preserve"> </w:t>
            </w:r>
            <w:r w:rsidR="00CA24E7" w:rsidRPr="00D315E7">
              <w:rPr>
                <w:rFonts w:cs="Arial"/>
                <w:szCs w:val="24"/>
              </w:rPr>
              <w:sym w:font="Wingdings" w:char="F0FC"/>
            </w:r>
            <w:r w:rsidR="00D315E7" w:rsidRPr="00D315E7">
              <w:rPr>
                <w:rFonts w:cs="Arial"/>
                <w:szCs w:val="24"/>
              </w:rPr>
              <w:t xml:space="preserve">                       </w:t>
            </w:r>
            <w:r w:rsidR="00D315E7">
              <w:rPr>
                <w:rFonts w:cs="Arial"/>
                <w:szCs w:val="24"/>
              </w:rPr>
              <w:t xml:space="preserve">  </w:t>
            </w:r>
            <w:r w:rsidR="00D315E7" w:rsidRPr="00D315E7">
              <w:rPr>
                <w:rFonts w:cs="Arial"/>
                <w:szCs w:val="24"/>
              </w:rPr>
              <w:t xml:space="preserve"> </w:t>
            </w:r>
            <w:r w:rsidR="00D315E7">
              <w:t xml:space="preserve">                                               </w:t>
            </w:r>
            <w:r w:rsidR="00CA24E7" w:rsidRPr="00277095">
              <w:rPr>
                <w:rFonts w:cs="Arial"/>
                <w:b/>
                <w:szCs w:val="24"/>
              </w:rPr>
              <w:t xml:space="preserve">(Any </w:t>
            </w:r>
            <w:r w:rsidR="00CA24E7" w:rsidRPr="00277095">
              <w:rPr>
                <w:rFonts w:cs="Arial"/>
                <w:b/>
              </w:rPr>
              <w:t>3</w:t>
            </w:r>
            <w:r w:rsidR="006907BA" w:rsidRPr="00277095">
              <w:rPr>
                <w:rFonts w:cs="Arial"/>
                <w:b/>
              </w:rPr>
              <w:t xml:space="preserve"> </w:t>
            </w:r>
            <w:r w:rsidR="00CA24E7" w:rsidRPr="00277095">
              <w:rPr>
                <w:rFonts w:cs="Arial"/>
                <w:b/>
                <w:szCs w:val="24"/>
              </w:rPr>
              <w:t>x</w:t>
            </w:r>
            <w:r w:rsidR="006907BA" w:rsidRPr="00277095">
              <w:rPr>
                <w:rFonts w:cs="Arial"/>
                <w:b/>
                <w:szCs w:val="24"/>
              </w:rPr>
              <w:t xml:space="preserve"> </w:t>
            </w:r>
            <w:r w:rsidR="00CA24E7" w:rsidRPr="00277095">
              <w:rPr>
                <w:rFonts w:cs="Arial"/>
                <w:b/>
                <w:szCs w:val="24"/>
              </w:rPr>
              <w:t>1)</w:t>
            </w:r>
          </w:p>
        </w:tc>
        <w:tc>
          <w:tcPr>
            <w:tcW w:w="251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(3)</w:t>
            </w:r>
          </w:p>
        </w:tc>
      </w:tr>
    </w:tbl>
    <w:p w:rsidR="005E3F5E" w:rsidRPr="00277095" w:rsidRDefault="005E3F5E" w:rsidP="00D315E7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653B66" w:rsidRPr="00277095" w:rsidTr="00A055AB">
        <w:tc>
          <w:tcPr>
            <w:tcW w:w="959" w:type="dxa"/>
          </w:tcPr>
          <w:p w:rsidR="00653B66" w:rsidRPr="00277095" w:rsidRDefault="00653B6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8.8</w:t>
            </w:r>
          </w:p>
        </w:tc>
        <w:tc>
          <w:tcPr>
            <w:tcW w:w="8221" w:type="dxa"/>
          </w:tcPr>
          <w:p w:rsidR="00653B66" w:rsidRPr="00277095" w:rsidRDefault="00653B66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  <w:lang w:val="en-US"/>
              </w:rPr>
              <w:t>Liquid dye penetra</w:t>
            </w:r>
            <w:r w:rsidR="00181745">
              <w:rPr>
                <w:rFonts w:cs="Arial"/>
                <w:b/>
                <w:szCs w:val="24"/>
                <w:lang w:val="en-US"/>
              </w:rPr>
              <w:t>tion</w:t>
            </w:r>
            <w:r w:rsidRPr="00277095">
              <w:rPr>
                <w:rFonts w:cs="Arial"/>
                <w:b/>
                <w:szCs w:val="24"/>
                <w:lang w:val="en-US"/>
              </w:rPr>
              <w:t xml:space="preserve"> test:</w:t>
            </w:r>
          </w:p>
          <w:p w:rsidR="00653B66" w:rsidRPr="00D315E7" w:rsidRDefault="00653B66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Clean the surface </w:t>
            </w:r>
            <w:r w:rsidR="00C703D8">
              <w:rPr>
                <w:rFonts w:cs="Arial"/>
                <w:szCs w:val="24"/>
              </w:rPr>
              <w:t>tested</w:t>
            </w:r>
            <w:r w:rsidRPr="00277095">
              <w:rPr>
                <w:rFonts w:cs="Arial"/>
                <w:szCs w:val="24"/>
              </w:rPr>
              <w:t xml:space="preserve">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653B66" w:rsidRPr="00D315E7" w:rsidRDefault="00653B66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Spray the liquid dye penetrant onto the surface.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653B66" w:rsidRPr="00D315E7" w:rsidRDefault="00653B66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Allow liquid dye to penetrate.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653B66" w:rsidRPr="00D315E7" w:rsidRDefault="00653B66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Remove excess dye with cleaner.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653B66" w:rsidRPr="00D315E7" w:rsidRDefault="00653B66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Spray a developer onto the surface to bring out the colour.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653B66" w:rsidRPr="00277095" w:rsidRDefault="00653B66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</w:rPr>
              <w:t xml:space="preserve">Areas where the dye has penetrated </w:t>
            </w:r>
            <w:r w:rsidR="0084039F" w:rsidRPr="00277095">
              <w:rPr>
                <w:rFonts w:cs="Arial"/>
                <w:szCs w:val="24"/>
              </w:rPr>
              <w:t xml:space="preserve">(defects) </w:t>
            </w:r>
            <w:r w:rsidRPr="00277095">
              <w:rPr>
                <w:rFonts w:cs="Arial"/>
                <w:szCs w:val="24"/>
              </w:rPr>
              <w:t xml:space="preserve">will show up clearly.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51" w:type="dxa"/>
          </w:tcPr>
          <w:p w:rsidR="00653B66" w:rsidRPr="00277095" w:rsidRDefault="00653B6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653B66" w:rsidRPr="00277095" w:rsidRDefault="00653B66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(6)</w:t>
            </w:r>
          </w:p>
        </w:tc>
      </w:tr>
      <w:tr w:rsidR="00BC0E9F" w:rsidRPr="00277095" w:rsidTr="00637C3F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BC0E9F" w:rsidRPr="00277095" w:rsidRDefault="00BC0E9F" w:rsidP="00D315E7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BC0E9F" w:rsidRPr="00277095" w:rsidRDefault="00BC0E9F" w:rsidP="00D315E7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BC0E9F" w:rsidRPr="00277095" w:rsidRDefault="00BC0E9F" w:rsidP="00D315E7">
            <w:pPr>
              <w:jc w:val="both"/>
              <w:rPr>
                <w:b/>
                <w:szCs w:val="24"/>
              </w:rPr>
            </w:pPr>
            <w:r w:rsidRPr="00277095">
              <w:rPr>
                <w:b/>
                <w:szCs w:val="24"/>
              </w:rPr>
              <w:t>[23]</w:t>
            </w:r>
          </w:p>
        </w:tc>
      </w:tr>
    </w:tbl>
    <w:p w:rsidR="00D315E7" w:rsidRDefault="00D315E7" w:rsidP="00D315E7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653B66" w:rsidRPr="00277095" w:rsidRDefault="00653B66" w:rsidP="00D315E7">
      <w:pPr>
        <w:jc w:val="both"/>
        <w:rPr>
          <w:rFonts w:cs="Arial"/>
          <w:b/>
          <w:szCs w:val="24"/>
        </w:rPr>
      </w:pPr>
    </w:p>
    <w:p w:rsidR="00CA24E7" w:rsidRPr="00277095" w:rsidRDefault="00CA24E7" w:rsidP="00D315E7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277095" w:rsidTr="00B36C17">
        <w:tc>
          <w:tcPr>
            <w:tcW w:w="9180" w:type="dxa"/>
            <w:shd w:val="clear" w:color="auto" w:fill="auto"/>
          </w:tcPr>
          <w:p w:rsidR="007F681B" w:rsidRPr="00277095" w:rsidRDefault="007F681B" w:rsidP="00D315E7">
            <w:pPr>
              <w:pStyle w:val="NoSpacing"/>
              <w:jc w:val="both"/>
              <w:rPr>
                <w:b/>
                <w:szCs w:val="24"/>
              </w:rPr>
            </w:pPr>
            <w:r w:rsidRPr="00277095">
              <w:rPr>
                <w:b/>
              </w:rPr>
              <w:t xml:space="preserve">QUESTION 9: </w:t>
            </w:r>
            <w:r w:rsidR="00CA64E1" w:rsidRPr="00277095">
              <w:rPr>
                <w:rFonts w:cs="Arial"/>
                <w:b/>
                <w:szCs w:val="24"/>
              </w:rPr>
              <w:t xml:space="preserve">JOINING METHODS </w:t>
            </w:r>
            <w:r w:rsidR="00D315E7" w:rsidRPr="00277095">
              <w:rPr>
                <w:rFonts w:cs="Arial"/>
                <w:b/>
                <w:szCs w:val="24"/>
              </w:rPr>
              <w:t>(STRESSES AND DISTORTION) (SPECIFIC)</w:t>
            </w:r>
          </w:p>
        </w:tc>
        <w:tc>
          <w:tcPr>
            <w:tcW w:w="248" w:type="dxa"/>
            <w:shd w:val="clear" w:color="auto" w:fill="auto"/>
          </w:tcPr>
          <w:p w:rsidR="007F681B" w:rsidRPr="00277095" w:rsidRDefault="007F681B" w:rsidP="00D315E7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277095" w:rsidRDefault="007F681B" w:rsidP="00D315E7">
            <w:pPr>
              <w:jc w:val="both"/>
              <w:rPr>
                <w:b/>
                <w:szCs w:val="24"/>
              </w:rPr>
            </w:pPr>
          </w:p>
        </w:tc>
      </w:tr>
    </w:tbl>
    <w:p w:rsidR="007F681B" w:rsidRPr="00277095" w:rsidRDefault="007F681B" w:rsidP="00D315E7">
      <w:pPr>
        <w:pStyle w:val="NoSpacing"/>
        <w:jc w:val="both"/>
        <w:rPr>
          <w:b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3715CC" w:rsidRPr="00277095" w:rsidTr="009C50AB">
        <w:tc>
          <w:tcPr>
            <w:tcW w:w="959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9.1</w:t>
            </w:r>
          </w:p>
        </w:tc>
        <w:tc>
          <w:tcPr>
            <w:tcW w:w="8221" w:type="dxa"/>
          </w:tcPr>
          <w:p w:rsidR="00EB3838" w:rsidRPr="00277095" w:rsidRDefault="004F04BC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en-US"/>
              </w:rPr>
            </w:pPr>
            <w:r w:rsidRPr="00277095">
              <w:rPr>
                <w:rFonts w:cs="Arial"/>
                <w:b/>
                <w:szCs w:val="24"/>
                <w:lang w:val="en-US"/>
              </w:rPr>
              <w:t>Distortion</w:t>
            </w:r>
            <w:r w:rsidR="00D3064E" w:rsidRPr="00277095">
              <w:rPr>
                <w:rFonts w:cs="Arial"/>
                <w:b/>
                <w:szCs w:val="24"/>
                <w:lang w:val="en-US"/>
              </w:rPr>
              <w:t>:</w:t>
            </w:r>
          </w:p>
          <w:p w:rsidR="004F04BC" w:rsidRPr="00277095" w:rsidRDefault="004F04BC" w:rsidP="00380A8E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bCs/>
                <w:szCs w:val="24"/>
                <w:lang w:val="en-US" w:eastAsia="en-ZA"/>
              </w:rPr>
              <w:t xml:space="preserve">Weld distortion is the warping of the base </w:t>
            </w:r>
            <w:r w:rsidR="00380A8E">
              <w:rPr>
                <w:rFonts w:cs="Arial"/>
                <w:bCs/>
                <w:szCs w:val="24"/>
                <w:lang w:val="en-US" w:eastAsia="en-ZA"/>
              </w:rPr>
              <w:t>metal</w:t>
            </w:r>
            <w:r w:rsidRPr="00277095">
              <w:rPr>
                <w:rFonts w:cs="Arial"/>
                <w:bCs/>
                <w:szCs w:val="24"/>
                <w:lang w:val="en-US" w:eastAsia="en-ZA"/>
              </w:rPr>
              <w:t xml:space="preserve"> </w:t>
            </w:r>
            <w:r w:rsidR="00653B66" w:rsidRPr="00277095">
              <w:sym w:font="Wingdings" w:char="F0FC"/>
            </w:r>
            <w:r w:rsidR="00653B66" w:rsidRPr="00277095">
              <w:t xml:space="preserve"> </w:t>
            </w:r>
            <w:r w:rsidRPr="00277095">
              <w:rPr>
                <w:rFonts w:cs="Arial"/>
                <w:bCs/>
                <w:szCs w:val="24"/>
                <w:lang w:val="en-US" w:eastAsia="en-ZA"/>
              </w:rPr>
              <w:t>caused by heat from the welding arc</w:t>
            </w:r>
            <w:r w:rsidR="00653B66" w:rsidRPr="00277095">
              <w:rPr>
                <w:rFonts w:cs="Arial"/>
                <w:bCs/>
                <w:szCs w:val="24"/>
                <w:lang w:val="en-US" w:eastAsia="en-ZA"/>
              </w:rPr>
              <w:t>/flame</w:t>
            </w:r>
            <w:r w:rsidR="00716810" w:rsidRPr="00277095">
              <w:rPr>
                <w:rFonts w:cs="Arial"/>
                <w:bCs/>
                <w:szCs w:val="24"/>
                <w:lang w:val="en-US" w:eastAsia="en-ZA"/>
              </w:rPr>
              <w:t>.</w:t>
            </w:r>
            <w:r w:rsidR="00653B66" w:rsidRPr="00277095">
              <w:rPr>
                <w:rFonts w:cs="Arial"/>
                <w:bCs/>
                <w:szCs w:val="24"/>
                <w:lang w:val="en-US" w:eastAsia="en-ZA"/>
              </w:rPr>
              <w:t xml:space="preserve"> </w:t>
            </w:r>
            <w:r w:rsidR="00CA24E7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D33529" w:rsidRPr="00277095" w:rsidRDefault="00D33529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(2)</w:t>
            </w:r>
          </w:p>
        </w:tc>
      </w:tr>
    </w:tbl>
    <w:p w:rsidR="00653B66" w:rsidRPr="00277095" w:rsidRDefault="00653B66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B6729" w:rsidRPr="00277095" w:rsidTr="00B36C17">
        <w:tc>
          <w:tcPr>
            <w:tcW w:w="959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9.2</w:t>
            </w:r>
          </w:p>
        </w:tc>
        <w:tc>
          <w:tcPr>
            <w:tcW w:w="8221" w:type="dxa"/>
          </w:tcPr>
          <w:p w:rsidR="00653B66" w:rsidRPr="00277095" w:rsidRDefault="00653B66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bCs/>
                <w:lang w:eastAsia="en-ZA"/>
              </w:rPr>
            </w:pPr>
            <w:r w:rsidRPr="00277095">
              <w:rPr>
                <w:rFonts w:cs="Arial"/>
                <w:b/>
                <w:bCs/>
                <w:lang w:eastAsia="en-ZA"/>
              </w:rPr>
              <w:t>Residual stress:</w:t>
            </w:r>
          </w:p>
          <w:p w:rsidR="00EB3838" w:rsidRPr="00277095" w:rsidRDefault="00653B66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bCs/>
                <w:lang w:eastAsia="en-ZA"/>
              </w:rPr>
              <w:t xml:space="preserve">As the weld proceeds, </w:t>
            </w:r>
            <w:r w:rsidRPr="00277095">
              <w:sym w:font="Wingdings" w:char="F0FC"/>
            </w:r>
            <w:r w:rsidRPr="00277095">
              <w:t xml:space="preserve"> </w:t>
            </w:r>
            <w:r w:rsidRPr="00277095">
              <w:rPr>
                <w:rFonts w:cs="Arial"/>
                <w:bCs/>
                <w:lang w:eastAsia="en-ZA"/>
              </w:rPr>
              <w:t xml:space="preserve">the surrounding areas expand and contract </w:t>
            </w:r>
            <w:r w:rsidRPr="00277095">
              <w:sym w:font="Wingdings" w:char="F0FC"/>
            </w:r>
            <w:r w:rsidRPr="00277095">
              <w:t xml:space="preserve"> </w:t>
            </w:r>
            <w:r w:rsidRPr="00277095">
              <w:rPr>
                <w:rFonts w:cs="Arial"/>
                <w:bCs/>
                <w:lang w:eastAsia="en-ZA"/>
              </w:rPr>
              <w:t xml:space="preserve">at varied rates, which set up stresses </w:t>
            </w:r>
            <w:r w:rsidRPr="00277095">
              <w:sym w:font="Wingdings" w:char="F0FC"/>
            </w:r>
            <w:r w:rsidRPr="00277095">
              <w:t xml:space="preserve"> </w:t>
            </w:r>
            <w:r w:rsidRPr="00277095">
              <w:rPr>
                <w:rFonts w:cs="Arial"/>
                <w:bCs/>
                <w:lang w:eastAsia="en-ZA"/>
              </w:rPr>
              <w:t xml:space="preserve">in the welded joint. These stresses remain when the weld has cooled </w:t>
            </w:r>
            <w:r w:rsidRPr="00277095">
              <w:sym w:font="Wingdings" w:char="F0FC"/>
            </w:r>
            <w:r w:rsidRPr="00277095">
              <w:t xml:space="preserve"> </w:t>
            </w:r>
            <w:r w:rsidRPr="00277095">
              <w:rPr>
                <w:rFonts w:cs="Arial"/>
                <w:bCs/>
                <w:lang w:eastAsia="en-ZA"/>
              </w:rPr>
              <w:t xml:space="preserve">and are known as residual stresses. </w:t>
            </w:r>
          </w:p>
        </w:tc>
        <w:tc>
          <w:tcPr>
            <w:tcW w:w="251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</w:t>
            </w:r>
            <w:r w:rsidR="00653B66" w:rsidRPr="00277095">
              <w:rPr>
                <w:rFonts w:cs="Arial"/>
                <w:szCs w:val="24"/>
                <w:lang w:val="en-US"/>
              </w:rPr>
              <w:t>4</w:t>
            </w:r>
            <w:r w:rsidRPr="00277095">
              <w:rPr>
                <w:rFonts w:cs="Arial"/>
                <w:szCs w:val="24"/>
                <w:lang w:val="en-US"/>
              </w:rPr>
              <w:t>)</w:t>
            </w:r>
          </w:p>
        </w:tc>
      </w:tr>
    </w:tbl>
    <w:p w:rsidR="005E3F5E" w:rsidRPr="00277095" w:rsidRDefault="005E3F5E" w:rsidP="00D315E7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DB6729" w:rsidRPr="00277095" w:rsidTr="00A055AB">
        <w:tc>
          <w:tcPr>
            <w:tcW w:w="959" w:type="dxa"/>
          </w:tcPr>
          <w:p w:rsidR="00DB6729" w:rsidRPr="00277095" w:rsidRDefault="00DB6729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9.3</w:t>
            </w:r>
          </w:p>
        </w:tc>
        <w:tc>
          <w:tcPr>
            <w:tcW w:w="8221" w:type="dxa"/>
          </w:tcPr>
          <w:p w:rsidR="00DB6729" w:rsidRPr="00277095" w:rsidRDefault="00DB6729" w:rsidP="00D315E7">
            <w:pPr>
              <w:ind w:left="34"/>
              <w:jc w:val="both"/>
              <w:rPr>
                <w:rFonts w:cs="Arial"/>
                <w:b/>
              </w:rPr>
            </w:pPr>
            <w:r w:rsidRPr="00277095">
              <w:rPr>
                <w:rFonts w:cs="Arial"/>
                <w:b/>
              </w:rPr>
              <w:t>Distortion and residual stress:</w:t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If expansion</w:t>
            </w:r>
            <w:r w:rsidR="00380A8E">
              <w:rPr>
                <w:rFonts w:cs="Arial"/>
                <w:szCs w:val="24"/>
              </w:rPr>
              <w:t>,</w:t>
            </w:r>
            <w:r w:rsidRPr="00D315E7">
              <w:rPr>
                <w:rFonts w:cs="Arial"/>
                <w:szCs w:val="24"/>
              </w:rPr>
              <w:t xml:space="preserve"> which occurs when a metal is heated</w:t>
            </w:r>
            <w:r w:rsidR="00380A8E">
              <w:rPr>
                <w:rFonts w:cs="Arial"/>
                <w:szCs w:val="24"/>
              </w:rPr>
              <w:t>,</w:t>
            </w:r>
            <w:r w:rsidRPr="00D315E7">
              <w:rPr>
                <w:rFonts w:cs="Arial"/>
                <w:szCs w:val="24"/>
              </w:rPr>
              <w:t xml:space="preserve"> is resisted then deformation occurs.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When contraction</w:t>
            </w:r>
            <w:r w:rsidR="00380A8E">
              <w:rPr>
                <w:rFonts w:cs="Arial"/>
                <w:szCs w:val="24"/>
              </w:rPr>
              <w:t xml:space="preserve">, which </w:t>
            </w:r>
            <w:r w:rsidRPr="00D315E7">
              <w:rPr>
                <w:rFonts w:cs="Arial"/>
                <w:szCs w:val="24"/>
              </w:rPr>
              <w:t>occurs on cooling</w:t>
            </w:r>
            <w:r w:rsidR="00380A8E">
              <w:rPr>
                <w:rFonts w:cs="Arial"/>
                <w:szCs w:val="24"/>
              </w:rPr>
              <w:t>,</w:t>
            </w:r>
            <w:r w:rsidRPr="00D315E7">
              <w:rPr>
                <w:rFonts w:cs="Arial"/>
                <w:szCs w:val="24"/>
              </w:rPr>
              <w:t xml:space="preserve"> is resisted then a stress will be applied.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If the applied stress causes movement</w:t>
            </w:r>
            <w:r w:rsidR="00380A8E">
              <w:rPr>
                <w:rFonts w:cs="Arial"/>
                <w:szCs w:val="24"/>
              </w:rPr>
              <w:t>,</w:t>
            </w:r>
            <w:r w:rsidRPr="00D315E7">
              <w:rPr>
                <w:rFonts w:cs="Arial"/>
                <w:szCs w:val="24"/>
              </w:rPr>
              <w:t xml:space="preserve"> then distortion occurs.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DB6729" w:rsidRPr="00277095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en-US"/>
              </w:rPr>
            </w:pPr>
            <w:r w:rsidRPr="00D315E7">
              <w:rPr>
                <w:rFonts w:cs="Arial"/>
                <w:szCs w:val="24"/>
              </w:rPr>
              <w:t xml:space="preserve">If the applied stress does not cause movement, then there will be residual stress in the welded joint. </w:t>
            </w:r>
            <w:r w:rsidRPr="00D315E7">
              <w:rPr>
                <w:rFonts w:cs="Arial"/>
                <w:szCs w:val="24"/>
              </w:rPr>
              <w:sym w:font="Wingdings" w:char="F0FC"/>
            </w:r>
            <w:r w:rsidR="00D315E7">
              <w:rPr>
                <w:rFonts w:cs="Arial"/>
                <w:szCs w:val="24"/>
              </w:rPr>
              <w:t xml:space="preserve">                                       </w:t>
            </w:r>
            <w:r w:rsidRPr="00277095">
              <w:rPr>
                <w:rFonts w:cs="Arial"/>
                <w:b/>
                <w:szCs w:val="24"/>
              </w:rPr>
              <w:t>(Any 3 x 1)</w:t>
            </w:r>
          </w:p>
        </w:tc>
        <w:tc>
          <w:tcPr>
            <w:tcW w:w="251" w:type="dxa"/>
          </w:tcPr>
          <w:p w:rsidR="00DB6729" w:rsidRPr="00277095" w:rsidRDefault="00DB6729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DB6729" w:rsidRPr="00277095" w:rsidRDefault="00DB6729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(3)</w:t>
            </w:r>
          </w:p>
        </w:tc>
      </w:tr>
    </w:tbl>
    <w:p w:rsidR="00DB6729" w:rsidRPr="00277095" w:rsidRDefault="00DB6729" w:rsidP="00D315E7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DB6729" w:rsidRPr="00277095" w:rsidTr="00DB6729">
        <w:tc>
          <w:tcPr>
            <w:tcW w:w="959" w:type="dxa"/>
            <w:shd w:val="clear" w:color="auto" w:fill="auto"/>
          </w:tcPr>
          <w:p w:rsidR="00DB6729" w:rsidRPr="00277095" w:rsidRDefault="00DB6729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9.4</w:t>
            </w:r>
          </w:p>
        </w:tc>
        <w:tc>
          <w:tcPr>
            <w:tcW w:w="8221" w:type="dxa"/>
            <w:shd w:val="clear" w:color="auto" w:fill="auto"/>
          </w:tcPr>
          <w:p w:rsidR="00DB6729" w:rsidRPr="00277095" w:rsidRDefault="00DB6729" w:rsidP="00D315E7">
            <w:pPr>
              <w:tabs>
                <w:tab w:val="right" w:pos="884"/>
              </w:tabs>
              <w:jc w:val="both"/>
              <w:rPr>
                <w:rFonts w:cs="Arial"/>
                <w:b/>
                <w:bCs/>
                <w:szCs w:val="24"/>
                <w:lang w:val="en-US" w:eastAsia="en-ZA"/>
              </w:rPr>
            </w:pPr>
            <w:r w:rsidRPr="00277095">
              <w:rPr>
                <w:rFonts w:cs="Arial"/>
                <w:b/>
                <w:bCs/>
                <w:szCs w:val="24"/>
                <w:lang w:val="en-US" w:eastAsia="en-ZA"/>
              </w:rPr>
              <w:t>Methods to reduce distortion:</w:t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Do not overweld.</w:t>
            </w:r>
            <w:r w:rsidR="00A45912" w:rsidRPr="00D315E7">
              <w:rPr>
                <w:rFonts w:cs="Arial"/>
                <w:szCs w:val="24"/>
              </w:rPr>
              <w:t xml:space="preserve"> </w:t>
            </w:r>
            <w:r w:rsidR="00A45912" w:rsidRPr="00D315E7">
              <w:rPr>
                <w:rFonts w:cs="Arial"/>
                <w:szCs w:val="24"/>
              </w:rPr>
              <w:sym w:font="Wingdings" w:char="F0FC"/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Apply intermittent welding.</w:t>
            </w:r>
            <w:r w:rsidR="00A45912" w:rsidRPr="00D315E7">
              <w:rPr>
                <w:rFonts w:cs="Arial"/>
                <w:szCs w:val="24"/>
              </w:rPr>
              <w:t xml:space="preserve"> </w:t>
            </w:r>
            <w:r w:rsidR="00A45912" w:rsidRPr="00D315E7">
              <w:rPr>
                <w:rFonts w:cs="Arial"/>
                <w:szCs w:val="24"/>
              </w:rPr>
              <w:sym w:font="Wingdings" w:char="F0FC"/>
            </w:r>
            <w:r w:rsidR="00A45912" w:rsidRPr="00D315E7">
              <w:rPr>
                <w:rFonts w:cs="Arial"/>
                <w:szCs w:val="24"/>
              </w:rPr>
              <w:t xml:space="preserve"> </w:t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Place welds near the neutral axis.</w:t>
            </w:r>
            <w:r w:rsidR="00A45912" w:rsidRPr="00D315E7">
              <w:rPr>
                <w:rFonts w:cs="Arial"/>
                <w:szCs w:val="24"/>
              </w:rPr>
              <w:t xml:space="preserve"> </w:t>
            </w:r>
            <w:r w:rsidR="00A45912" w:rsidRPr="00D315E7">
              <w:rPr>
                <w:rFonts w:cs="Arial"/>
                <w:szCs w:val="24"/>
              </w:rPr>
              <w:sym w:font="Wingdings" w:char="F0FC"/>
            </w:r>
            <w:r w:rsidR="00A45912" w:rsidRPr="00D315E7">
              <w:rPr>
                <w:rFonts w:cs="Arial"/>
                <w:szCs w:val="24"/>
              </w:rPr>
              <w:t xml:space="preserve"> </w:t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Use as few passes as possible.</w:t>
            </w:r>
            <w:r w:rsidR="00A45912" w:rsidRPr="00D315E7">
              <w:rPr>
                <w:rFonts w:cs="Arial"/>
                <w:szCs w:val="24"/>
              </w:rPr>
              <w:t xml:space="preserve"> </w:t>
            </w:r>
            <w:r w:rsidR="00A45912" w:rsidRPr="00D315E7">
              <w:rPr>
                <w:rFonts w:cs="Arial"/>
                <w:szCs w:val="24"/>
              </w:rPr>
              <w:sym w:font="Wingdings" w:char="F0FC"/>
            </w:r>
            <w:r w:rsidR="00A45912" w:rsidRPr="00D315E7">
              <w:rPr>
                <w:rFonts w:cs="Arial"/>
                <w:szCs w:val="24"/>
              </w:rPr>
              <w:t xml:space="preserve"> </w:t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Use back</w:t>
            </w:r>
            <w:r w:rsidR="00380A8E">
              <w:rPr>
                <w:rFonts w:cs="Arial"/>
                <w:szCs w:val="24"/>
              </w:rPr>
              <w:t>-</w:t>
            </w:r>
            <w:r w:rsidRPr="00D315E7">
              <w:rPr>
                <w:rFonts w:cs="Arial"/>
                <w:szCs w:val="24"/>
              </w:rPr>
              <w:t xml:space="preserve">step welding. </w:t>
            </w:r>
            <w:r w:rsidR="00A45912" w:rsidRPr="00D315E7">
              <w:rPr>
                <w:rFonts w:cs="Arial"/>
                <w:szCs w:val="24"/>
              </w:rPr>
              <w:sym w:font="Wingdings" w:char="F0FC"/>
            </w:r>
            <w:r w:rsidR="00A45912" w:rsidRPr="00D315E7">
              <w:rPr>
                <w:rFonts w:cs="Arial"/>
                <w:szCs w:val="24"/>
              </w:rPr>
              <w:t xml:space="preserve"> </w:t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Anticipate the shrinkage forces. </w:t>
            </w:r>
            <w:r w:rsidR="00A45912" w:rsidRPr="00D315E7">
              <w:rPr>
                <w:rFonts w:cs="Arial"/>
                <w:szCs w:val="24"/>
              </w:rPr>
              <w:sym w:font="Wingdings" w:char="F0FC"/>
            </w:r>
            <w:r w:rsidR="00A45912" w:rsidRPr="00D315E7">
              <w:rPr>
                <w:rFonts w:cs="Arial"/>
                <w:szCs w:val="24"/>
              </w:rPr>
              <w:t xml:space="preserve"> </w:t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Plan the welding sequence. </w:t>
            </w:r>
            <w:r w:rsidR="00A45912" w:rsidRPr="00D315E7">
              <w:rPr>
                <w:rFonts w:cs="Arial"/>
                <w:szCs w:val="24"/>
              </w:rPr>
              <w:sym w:font="Wingdings" w:char="F0FC"/>
            </w:r>
            <w:r w:rsidR="00A45912" w:rsidRPr="00D315E7">
              <w:rPr>
                <w:rFonts w:cs="Arial"/>
                <w:szCs w:val="24"/>
              </w:rPr>
              <w:t xml:space="preserve"> </w:t>
            </w:r>
          </w:p>
          <w:p w:rsidR="00DB6729" w:rsidRPr="00D315E7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Use strongbacks. </w:t>
            </w:r>
            <w:r w:rsidR="00A45912" w:rsidRPr="00D315E7">
              <w:rPr>
                <w:rFonts w:cs="Arial"/>
                <w:szCs w:val="24"/>
              </w:rPr>
              <w:sym w:font="Wingdings" w:char="F0FC"/>
            </w:r>
            <w:r w:rsidR="00A45912" w:rsidRPr="00D315E7">
              <w:rPr>
                <w:rFonts w:cs="Arial"/>
                <w:szCs w:val="24"/>
              </w:rPr>
              <w:t xml:space="preserve"> </w:t>
            </w:r>
          </w:p>
          <w:p w:rsidR="00DB6729" w:rsidRPr="00277095" w:rsidRDefault="00DB672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D315E7">
              <w:rPr>
                <w:rFonts w:cs="Arial"/>
                <w:szCs w:val="24"/>
              </w:rPr>
              <w:t xml:space="preserve">Use clamps, jigs and fixtures. </w:t>
            </w:r>
            <w:r w:rsidR="00A45912" w:rsidRPr="00D315E7">
              <w:rPr>
                <w:rFonts w:cs="Arial"/>
                <w:szCs w:val="24"/>
              </w:rPr>
              <w:sym w:font="Wingdings" w:char="F0FC"/>
            </w:r>
            <w:r w:rsidR="00A45912" w:rsidRPr="00D315E7">
              <w:rPr>
                <w:rFonts w:cs="Arial"/>
                <w:szCs w:val="24"/>
              </w:rPr>
              <w:t xml:space="preserve"> </w:t>
            </w:r>
            <w:r w:rsidR="00D315E7">
              <w:rPr>
                <w:rFonts w:cs="Arial"/>
                <w:szCs w:val="24"/>
              </w:rPr>
              <w:t xml:space="preserve">                                             </w:t>
            </w:r>
            <w:r w:rsidRPr="00277095">
              <w:rPr>
                <w:rFonts w:cs="Arial"/>
                <w:b/>
                <w:szCs w:val="24"/>
              </w:rPr>
              <w:t>(Any 3 x 1)</w:t>
            </w:r>
          </w:p>
        </w:tc>
        <w:tc>
          <w:tcPr>
            <w:tcW w:w="251" w:type="dxa"/>
            <w:shd w:val="clear" w:color="auto" w:fill="auto"/>
          </w:tcPr>
          <w:p w:rsidR="00DB6729" w:rsidRPr="00277095" w:rsidRDefault="00DB6729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DB6729" w:rsidRPr="00277095" w:rsidRDefault="00DB6729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  <w:lang w:val="en-US"/>
              </w:rPr>
              <w:t>(3)</w:t>
            </w:r>
          </w:p>
        </w:tc>
      </w:tr>
    </w:tbl>
    <w:p w:rsidR="00DB6729" w:rsidRPr="00277095" w:rsidRDefault="00DB6729" w:rsidP="00D315E7">
      <w:pPr>
        <w:jc w:val="both"/>
        <w:rPr>
          <w:rFonts w:cs="Arial"/>
          <w:bCs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8221"/>
        <w:gridCol w:w="251"/>
        <w:gridCol w:w="742"/>
      </w:tblGrid>
      <w:tr w:rsidR="00277095" w:rsidRPr="00277095" w:rsidTr="00A055AB">
        <w:tc>
          <w:tcPr>
            <w:tcW w:w="959" w:type="dxa"/>
            <w:shd w:val="clear" w:color="auto" w:fill="auto"/>
          </w:tcPr>
          <w:p w:rsidR="00DB6729" w:rsidRPr="00277095" w:rsidRDefault="00DB6729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9.5</w:t>
            </w:r>
          </w:p>
        </w:tc>
        <w:tc>
          <w:tcPr>
            <w:tcW w:w="8221" w:type="dxa"/>
            <w:shd w:val="clear" w:color="auto" w:fill="auto"/>
          </w:tcPr>
          <w:p w:rsidR="00DB6729" w:rsidRPr="00277095" w:rsidRDefault="00DB6729" w:rsidP="00D315E7">
            <w:pPr>
              <w:tabs>
                <w:tab w:val="right" w:pos="884"/>
              </w:tabs>
              <w:jc w:val="both"/>
              <w:rPr>
                <w:rFonts w:cs="Arial"/>
                <w:b/>
                <w:bCs/>
                <w:szCs w:val="24"/>
                <w:lang w:val="en-US" w:eastAsia="en-ZA"/>
              </w:rPr>
            </w:pPr>
            <w:r w:rsidRPr="00277095">
              <w:rPr>
                <w:rFonts w:cs="Arial"/>
                <w:b/>
                <w:bCs/>
                <w:szCs w:val="24"/>
                <w:lang w:val="en-US" w:eastAsia="en-ZA"/>
              </w:rPr>
              <w:t>Difference between cold working and hot working o</w:t>
            </w:r>
            <w:r w:rsidR="001F7331">
              <w:rPr>
                <w:rFonts w:cs="Arial"/>
                <w:b/>
                <w:bCs/>
                <w:szCs w:val="24"/>
                <w:lang w:val="en-US" w:eastAsia="en-ZA"/>
              </w:rPr>
              <w:t>f</w:t>
            </w:r>
            <w:r w:rsidRPr="00277095">
              <w:rPr>
                <w:rFonts w:cs="Arial"/>
                <w:b/>
                <w:bCs/>
                <w:szCs w:val="24"/>
                <w:lang w:val="en-US" w:eastAsia="en-ZA"/>
              </w:rPr>
              <w:t xml:space="preserve"> steel:</w:t>
            </w:r>
          </w:p>
          <w:p w:rsidR="00DB6729" w:rsidRPr="00277095" w:rsidRDefault="00DB6729" w:rsidP="00D315E7">
            <w:pPr>
              <w:tabs>
                <w:tab w:val="right" w:pos="884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Cold working is when deformation of steel takes place below </w:t>
            </w:r>
            <w:r w:rsidR="00A45912" w:rsidRPr="00277095">
              <w:sym w:font="Wingdings" w:char="F0FC"/>
            </w:r>
            <w:r w:rsidR="00A45912" w:rsidRPr="00277095">
              <w:t xml:space="preserve"> </w:t>
            </w:r>
            <w:r w:rsidRPr="00277095">
              <w:rPr>
                <w:rFonts w:cs="Arial"/>
                <w:szCs w:val="24"/>
              </w:rPr>
              <w:t xml:space="preserve">the recrystallisation temperature </w:t>
            </w:r>
            <w:r w:rsidR="00A45912" w:rsidRPr="00277095">
              <w:sym w:font="Wingdings" w:char="F0FC"/>
            </w:r>
            <w:r w:rsidR="00A45912" w:rsidRPr="00277095">
              <w:t xml:space="preserve"> </w:t>
            </w:r>
            <w:r w:rsidRPr="00277095">
              <w:rPr>
                <w:rFonts w:cs="Arial"/>
                <w:szCs w:val="24"/>
              </w:rPr>
              <w:t>of the steel.</w:t>
            </w:r>
          </w:p>
          <w:p w:rsidR="00DB6729" w:rsidRPr="00277095" w:rsidRDefault="00DB6729" w:rsidP="00D315E7">
            <w:pPr>
              <w:tabs>
                <w:tab w:val="right" w:pos="884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 xml:space="preserve">Hot working is when deformation of steel takes place above </w:t>
            </w:r>
            <w:r w:rsidR="00A45912" w:rsidRPr="00277095">
              <w:sym w:font="Wingdings" w:char="F0FC"/>
            </w:r>
            <w:r w:rsidR="00A45912" w:rsidRPr="00277095">
              <w:t xml:space="preserve"> </w:t>
            </w:r>
            <w:r w:rsidRPr="00277095">
              <w:rPr>
                <w:rFonts w:cs="Arial"/>
                <w:szCs w:val="24"/>
              </w:rPr>
              <w:t xml:space="preserve">the recrystallisation temperature </w:t>
            </w:r>
            <w:r w:rsidR="00A45912" w:rsidRPr="00277095">
              <w:sym w:font="Wingdings" w:char="F0FC"/>
            </w:r>
            <w:r w:rsidR="00A45912" w:rsidRPr="00277095">
              <w:t xml:space="preserve"> </w:t>
            </w:r>
            <w:r w:rsidRPr="00277095">
              <w:rPr>
                <w:rFonts w:cs="Arial"/>
                <w:szCs w:val="24"/>
              </w:rPr>
              <w:t>of the steel.</w:t>
            </w:r>
          </w:p>
        </w:tc>
        <w:tc>
          <w:tcPr>
            <w:tcW w:w="251" w:type="dxa"/>
            <w:shd w:val="clear" w:color="auto" w:fill="auto"/>
          </w:tcPr>
          <w:p w:rsidR="00DB6729" w:rsidRPr="00277095" w:rsidRDefault="00DB6729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DB6729" w:rsidRPr="00277095" w:rsidRDefault="00DB6729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  <w:lang w:val="en-US"/>
              </w:rPr>
              <w:t>(4)</w:t>
            </w:r>
          </w:p>
        </w:tc>
      </w:tr>
    </w:tbl>
    <w:p w:rsidR="00827151" w:rsidRPr="00277095" w:rsidRDefault="00827151" w:rsidP="00D315E7">
      <w:pPr>
        <w:tabs>
          <w:tab w:val="left" w:pos="1608"/>
        </w:tabs>
        <w:jc w:val="both"/>
        <w:rPr>
          <w:rFonts w:cs="Arial"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33"/>
        <w:gridCol w:w="709"/>
      </w:tblGrid>
      <w:tr w:rsidR="00A45912" w:rsidRPr="00277095" w:rsidTr="00A055AB">
        <w:tc>
          <w:tcPr>
            <w:tcW w:w="959" w:type="dxa"/>
          </w:tcPr>
          <w:p w:rsidR="00A45912" w:rsidRPr="00277095" w:rsidRDefault="00A45912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9.6</w:t>
            </w:r>
          </w:p>
        </w:tc>
        <w:tc>
          <w:tcPr>
            <w:tcW w:w="8221" w:type="dxa"/>
          </w:tcPr>
          <w:p w:rsidR="00A45912" w:rsidRPr="00277095" w:rsidRDefault="00A45912" w:rsidP="00D315E7">
            <w:pPr>
              <w:ind w:left="720" w:hanging="720"/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Factors that affect the grain size of steel:</w:t>
            </w:r>
          </w:p>
          <w:p w:rsidR="00A45912" w:rsidRPr="00D315E7" w:rsidRDefault="00A4591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The prior amount of cold work.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A45912" w:rsidRPr="00D315E7" w:rsidRDefault="00A4591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The temperature and time of the annealing process.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A45912" w:rsidRPr="00D315E7" w:rsidRDefault="00827151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The </w:t>
            </w:r>
            <w:r w:rsidR="00A45912" w:rsidRPr="00D315E7">
              <w:rPr>
                <w:rFonts w:cs="Arial"/>
                <w:szCs w:val="24"/>
              </w:rPr>
              <w:t xml:space="preserve">composition. </w:t>
            </w:r>
            <w:r w:rsidR="00A45912" w:rsidRPr="00D315E7">
              <w:rPr>
                <w:rFonts w:cs="Arial"/>
                <w:szCs w:val="24"/>
              </w:rPr>
              <w:sym w:font="Wingdings" w:char="F0FC"/>
            </w:r>
          </w:p>
          <w:p w:rsidR="00A45912" w:rsidRPr="00277095" w:rsidRDefault="00A4591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</w:rPr>
            </w:pPr>
            <w:r w:rsidRPr="00D315E7">
              <w:rPr>
                <w:rFonts w:cs="Arial"/>
                <w:szCs w:val="24"/>
              </w:rPr>
              <w:t xml:space="preserve">The melting point. </w:t>
            </w:r>
            <w:r w:rsidRPr="00D315E7">
              <w:rPr>
                <w:rFonts w:cs="Arial"/>
                <w:szCs w:val="24"/>
              </w:rPr>
              <w:sym w:font="Wingdings" w:char="F0FC"/>
            </w:r>
            <w:r w:rsidRPr="00D315E7">
              <w:rPr>
                <w:rFonts w:cs="Arial"/>
                <w:szCs w:val="24"/>
              </w:rPr>
              <w:t xml:space="preserve"> </w:t>
            </w:r>
            <w:r w:rsidR="00D315E7">
              <w:rPr>
                <w:rFonts w:cs="Arial"/>
                <w:szCs w:val="24"/>
              </w:rPr>
              <w:t xml:space="preserve">                                                               </w:t>
            </w:r>
            <w:r w:rsidRPr="00277095">
              <w:rPr>
                <w:rFonts w:cs="Arial"/>
                <w:b/>
              </w:rPr>
              <w:t>(Any 2 x 1)</w:t>
            </w:r>
          </w:p>
        </w:tc>
        <w:tc>
          <w:tcPr>
            <w:tcW w:w="251" w:type="dxa"/>
          </w:tcPr>
          <w:p w:rsidR="00A45912" w:rsidRPr="00277095" w:rsidRDefault="00A45912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gridSpan w:val="2"/>
            <w:vAlign w:val="bottom"/>
          </w:tcPr>
          <w:p w:rsidR="00A45912" w:rsidRPr="00277095" w:rsidRDefault="00A45912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(2)</w:t>
            </w:r>
          </w:p>
        </w:tc>
      </w:tr>
      <w:tr w:rsidR="005E3F5E" w:rsidRPr="00277095" w:rsidTr="00B36C17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277095" w:rsidRDefault="005E3F5E" w:rsidP="00D315E7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5E3F5E" w:rsidRPr="00277095" w:rsidRDefault="005E3F5E" w:rsidP="00D315E7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277095" w:rsidRDefault="005E3F5E" w:rsidP="00D315E7">
            <w:pPr>
              <w:jc w:val="both"/>
              <w:rPr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[18]</w:t>
            </w:r>
          </w:p>
        </w:tc>
      </w:tr>
    </w:tbl>
    <w:p w:rsidR="00D315E7" w:rsidRDefault="00D315E7" w:rsidP="00D315E7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827151" w:rsidRPr="00277095" w:rsidRDefault="00827151" w:rsidP="00D315E7">
      <w:pPr>
        <w:jc w:val="both"/>
        <w:rPr>
          <w:rFonts w:cs="Arial"/>
          <w:b/>
          <w:szCs w:val="24"/>
        </w:rPr>
      </w:pPr>
    </w:p>
    <w:p w:rsidR="00827151" w:rsidRPr="00277095" w:rsidRDefault="00827151" w:rsidP="00D315E7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277095" w:rsidTr="00B36C17">
        <w:tc>
          <w:tcPr>
            <w:tcW w:w="9180" w:type="dxa"/>
            <w:shd w:val="clear" w:color="auto" w:fill="auto"/>
          </w:tcPr>
          <w:p w:rsidR="007F681B" w:rsidRPr="00277095" w:rsidRDefault="007F681B" w:rsidP="00D315E7">
            <w:pPr>
              <w:pStyle w:val="NoSpacing"/>
              <w:jc w:val="both"/>
              <w:rPr>
                <w:b/>
                <w:szCs w:val="24"/>
              </w:rPr>
            </w:pPr>
            <w:r w:rsidRPr="00277095">
              <w:rPr>
                <w:b/>
              </w:rPr>
              <w:t xml:space="preserve">QUESTION 10:  </w:t>
            </w:r>
            <w:r w:rsidR="006923F8" w:rsidRPr="00277095">
              <w:rPr>
                <w:rFonts w:cs="Arial"/>
                <w:b/>
                <w:szCs w:val="24"/>
              </w:rPr>
              <w:t>MAINTENANCE (</w:t>
            </w:r>
            <w:r w:rsidR="00D315E7" w:rsidRPr="00277095">
              <w:rPr>
                <w:rFonts w:cs="Arial"/>
                <w:b/>
                <w:szCs w:val="24"/>
              </w:rPr>
              <w:t>SPECIFIC)</w:t>
            </w:r>
          </w:p>
        </w:tc>
        <w:tc>
          <w:tcPr>
            <w:tcW w:w="248" w:type="dxa"/>
            <w:shd w:val="clear" w:color="auto" w:fill="auto"/>
          </w:tcPr>
          <w:p w:rsidR="007F681B" w:rsidRPr="00277095" w:rsidRDefault="007F681B" w:rsidP="00D315E7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277095" w:rsidRDefault="007F681B" w:rsidP="00D315E7">
            <w:pPr>
              <w:jc w:val="both"/>
              <w:rPr>
                <w:b/>
                <w:szCs w:val="24"/>
              </w:rPr>
            </w:pPr>
          </w:p>
        </w:tc>
      </w:tr>
    </w:tbl>
    <w:p w:rsidR="007F681B" w:rsidRPr="00277095" w:rsidRDefault="007F681B" w:rsidP="00D315E7">
      <w:pPr>
        <w:pStyle w:val="NoSpacing"/>
        <w:jc w:val="both"/>
        <w:rPr>
          <w:b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0A0F8E">
        <w:tc>
          <w:tcPr>
            <w:tcW w:w="959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10.1</w:t>
            </w:r>
          </w:p>
        </w:tc>
        <w:tc>
          <w:tcPr>
            <w:tcW w:w="8221" w:type="dxa"/>
          </w:tcPr>
          <w:p w:rsidR="00EB3838" w:rsidRPr="00277095" w:rsidRDefault="00FA6AF9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L</w:t>
            </w:r>
            <w:r w:rsidR="00BC0E9F" w:rsidRPr="00277095">
              <w:rPr>
                <w:rFonts w:cs="Arial"/>
                <w:b/>
                <w:szCs w:val="24"/>
              </w:rPr>
              <w:t xml:space="preserve">ocking out of large machines before </w:t>
            </w:r>
            <w:r w:rsidRPr="00277095">
              <w:rPr>
                <w:rFonts w:cs="Arial"/>
                <w:b/>
                <w:szCs w:val="24"/>
              </w:rPr>
              <w:t>maintenance</w:t>
            </w:r>
            <w:r w:rsidR="00B31DF1" w:rsidRPr="00277095">
              <w:rPr>
                <w:rFonts w:cs="Arial"/>
                <w:b/>
                <w:szCs w:val="24"/>
              </w:rPr>
              <w:t>:</w:t>
            </w:r>
          </w:p>
          <w:p w:rsidR="00FA6AF9" w:rsidRPr="00D315E7" w:rsidRDefault="00FA6AF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Due to the danger associated with large machines</w:t>
            </w:r>
            <w:r w:rsidR="00460B00" w:rsidRPr="00D315E7">
              <w:rPr>
                <w:rFonts w:cs="Arial"/>
                <w:szCs w:val="24"/>
              </w:rPr>
              <w:t xml:space="preserve"> </w:t>
            </w:r>
            <w:r w:rsidR="00833916" w:rsidRPr="00D315E7">
              <w:rPr>
                <w:rFonts w:cs="Arial"/>
                <w:szCs w:val="24"/>
              </w:rPr>
              <w:sym w:font="Wingdings" w:char="F0FC"/>
            </w:r>
          </w:p>
          <w:p w:rsidR="00FA6AF9" w:rsidRPr="00D315E7" w:rsidRDefault="00FA6AF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To ensure that isolation switches are </w:t>
            </w:r>
            <w:r w:rsidR="00460B00" w:rsidRPr="00D315E7">
              <w:rPr>
                <w:rFonts w:cs="Arial"/>
                <w:szCs w:val="24"/>
              </w:rPr>
              <w:t xml:space="preserve">switched </w:t>
            </w:r>
            <w:r w:rsidRPr="00D315E7">
              <w:rPr>
                <w:rFonts w:cs="Arial"/>
                <w:szCs w:val="24"/>
              </w:rPr>
              <w:t>off</w:t>
            </w:r>
            <w:r w:rsidR="00460B00" w:rsidRPr="00D315E7">
              <w:rPr>
                <w:rFonts w:cs="Arial"/>
                <w:szCs w:val="24"/>
              </w:rPr>
              <w:t xml:space="preserve"> </w:t>
            </w:r>
            <w:r w:rsidR="00833916" w:rsidRPr="00D315E7">
              <w:rPr>
                <w:rFonts w:cs="Arial"/>
                <w:szCs w:val="24"/>
              </w:rPr>
              <w:sym w:font="Wingdings" w:char="F0FC"/>
            </w:r>
          </w:p>
          <w:p w:rsidR="00FA6AF9" w:rsidRPr="00D315E7" w:rsidRDefault="00FA6AF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To ensure that switches are locked out and tagged to inform others that maintenance work is being done</w:t>
            </w:r>
            <w:r w:rsidR="00460B00" w:rsidRPr="00D315E7">
              <w:rPr>
                <w:rFonts w:cs="Arial"/>
                <w:szCs w:val="24"/>
              </w:rPr>
              <w:t xml:space="preserve"> </w:t>
            </w:r>
            <w:r w:rsidR="00833916" w:rsidRPr="00D315E7">
              <w:rPr>
                <w:rFonts w:cs="Arial"/>
                <w:szCs w:val="24"/>
              </w:rPr>
              <w:sym w:font="Wingdings" w:char="F0FC"/>
            </w:r>
          </w:p>
          <w:p w:rsidR="00833916" w:rsidRPr="00277095" w:rsidRDefault="00FA6AF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en-US"/>
              </w:rPr>
            </w:pPr>
            <w:r w:rsidRPr="00D315E7">
              <w:rPr>
                <w:rFonts w:cs="Arial"/>
                <w:szCs w:val="24"/>
              </w:rPr>
              <w:t>To ensure that nobody can turn on the machine while maintenance is being done</w:t>
            </w:r>
            <w:r w:rsidR="00460B00" w:rsidRPr="00D315E7">
              <w:rPr>
                <w:rFonts w:cs="Arial"/>
                <w:szCs w:val="24"/>
              </w:rPr>
              <w:t xml:space="preserve"> </w:t>
            </w:r>
            <w:r w:rsidR="00833916" w:rsidRPr="00D315E7">
              <w:rPr>
                <w:rFonts w:cs="Arial"/>
                <w:szCs w:val="24"/>
              </w:rPr>
              <w:sym w:font="Wingdings" w:char="F0FC"/>
            </w:r>
            <w:r w:rsidR="00D315E7">
              <w:rPr>
                <w:rFonts w:cs="Arial"/>
                <w:szCs w:val="24"/>
              </w:rPr>
              <w:t xml:space="preserve">                            </w:t>
            </w:r>
            <w:r w:rsidR="00C832E2">
              <w:rPr>
                <w:rFonts w:cs="Arial"/>
                <w:szCs w:val="24"/>
              </w:rPr>
              <w:t xml:space="preserve"> </w:t>
            </w:r>
            <w:r w:rsidR="00D315E7">
              <w:rPr>
                <w:rFonts w:cs="Arial"/>
                <w:szCs w:val="24"/>
              </w:rPr>
              <w:t xml:space="preserve">                                              </w:t>
            </w:r>
            <w:r w:rsidR="00833916" w:rsidRPr="00277095">
              <w:rPr>
                <w:rFonts w:cs="Arial"/>
                <w:b/>
              </w:rPr>
              <w:t>(Any 2</w:t>
            </w:r>
            <w:r w:rsidR="000A0F8E" w:rsidRPr="00277095">
              <w:rPr>
                <w:rFonts w:cs="Arial"/>
                <w:b/>
              </w:rPr>
              <w:t xml:space="preserve"> </w:t>
            </w:r>
            <w:r w:rsidR="00833916" w:rsidRPr="00277095">
              <w:rPr>
                <w:rFonts w:cs="Arial"/>
                <w:b/>
              </w:rPr>
              <w:t>x</w:t>
            </w:r>
            <w:r w:rsidR="000A0F8E" w:rsidRPr="00277095">
              <w:rPr>
                <w:rFonts w:cs="Arial"/>
                <w:b/>
              </w:rPr>
              <w:t xml:space="preserve"> </w:t>
            </w:r>
            <w:r w:rsidR="00833916" w:rsidRPr="00277095">
              <w:rPr>
                <w:rFonts w:cs="Arial"/>
                <w:b/>
              </w:rPr>
              <w:t>1)</w:t>
            </w:r>
          </w:p>
        </w:tc>
        <w:tc>
          <w:tcPr>
            <w:tcW w:w="251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EB3838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(2)</w:t>
            </w:r>
          </w:p>
        </w:tc>
      </w:tr>
    </w:tbl>
    <w:p w:rsidR="00EB3838" w:rsidRPr="00277095" w:rsidRDefault="00EB3838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10.2</w:t>
            </w:r>
          </w:p>
        </w:tc>
        <w:tc>
          <w:tcPr>
            <w:tcW w:w="8221" w:type="dxa"/>
          </w:tcPr>
          <w:p w:rsidR="00EB3838" w:rsidRPr="00277095" w:rsidRDefault="00FA6AF9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T</w:t>
            </w:r>
            <w:r w:rsidR="00BC0E9F" w:rsidRPr="00277095">
              <w:rPr>
                <w:rFonts w:cs="Arial"/>
                <w:b/>
                <w:szCs w:val="24"/>
              </w:rPr>
              <w:t>agging plates</w:t>
            </w:r>
            <w:r w:rsidR="00F166D0" w:rsidRPr="00277095">
              <w:rPr>
                <w:rFonts w:cs="Arial"/>
                <w:b/>
                <w:szCs w:val="24"/>
              </w:rPr>
              <w:t>:</w:t>
            </w:r>
          </w:p>
          <w:p w:rsidR="00FA6AF9" w:rsidRPr="00277095" w:rsidRDefault="00420134" w:rsidP="005603DD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</w:rPr>
              <w:t>It has m</w:t>
            </w:r>
            <w:r w:rsidR="00FA6AF9" w:rsidRPr="00277095">
              <w:rPr>
                <w:rFonts w:cs="Arial"/>
                <w:szCs w:val="24"/>
              </w:rPr>
              <w:t>ultiple holes so that more than one technician can lock out</w:t>
            </w:r>
            <w:r w:rsidRPr="00277095">
              <w:rPr>
                <w:rFonts w:cs="Arial"/>
                <w:szCs w:val="24"/>
              </w:rPr>
              <w:t xml:space="preserve"> the machine</w:t>
            </w:r>
            <w:r w:rsidR="00FA6AF9" w:rsidRPr="00277095">
              <w:rPr>
                <w:rFonts w:cs="Arial"/>
                <w:szCs w:val="24"/>
              </w:rPr>
              <w:t xml:space="preserve"> simultaneously</w:t>
            </w:r>
            <w:r w:rsidR="00F33A4E" w:rsidRPr="00277095">
              <w:rPr>
                <w:rFonts w:cs="Arial"/>
                <w:szCs w:val="24"/>
              </w:rPr>
              <w:t xml:space="preserve">. </w:t>
            </w:r>
            <w:r w:rsidR="00833916" w:rsidRPr="00277095">
              <w:sym w:font="Wingdings" w:char="F0FC"/>
            </w:r>
          </w:p>
        </w:tc>
        <w:tc>
          <w:tcPr>
            <w:tcW w:w="251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</w:t>
            </w:r>
            <w:r w:rsidR="00BC0E9F" w:rsidRPr="00277095">
              <w:rPr>
                <w:rFonts w:cs="Arial"/>
                <w:szCs w:val="24"/>
                <w:lang w:val="en-US"/>
              </w:rPr>
              <w:t>1</w:t>
            </w:r>
            <w:r w:rsidRPr="00277095">
              <w:rPr>
                <w:rFonts w:cs="Arial"/>
                <w:szCs w:val="24"/>
                <w:lang w:val="en-US"/>
              </w:rPr>
              <w:t>)</w:t>
            </w:r>
          </w:p>
        </w:tc>
      </w:tr>
    </w:tbl>
    <w:p w:rsidR="005E3F5E" w:rsidRPr="00277095" w:rsidRDefault="005E3F5E" w:rsidP="00D315E7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BC0E9F" w:rsidRPr="00277095" w:rsidTr="000A0F8E">
        <w:tc>
          <w:tcPr>
            <w:tcW w:w="959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10.3</w:t>
            </w:r>
          </w:p>
        </w:tc>
        <w:tc>
          <w:tcPr>
            <w:tcW w:w="8221" w:type="dxa"/>
          </w:tcPr>
          <w:p w:rsidR="00BC0E9F" w:rsidRPr="00277095" w:rsidRDefault="00FA6AF9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M</w:t>
            </w:r>
            <w:r w:rsidR="00BC0E9F" w:rsidRPr="00277095">
              <w:rPr>
                <w:rFonts w:cs="Arial"/>
                <w:b/>
                <w:szCs w:val="24"/>
              </w:rPr>
              <w:t>ajor and mino</w:t>
            </w:r>
            <w:r w:rsidRPr="00277095">
              <w:rPr>
                <w:rFonts w:cs="Arial"/>
                <w:b/>
                <w:szCs w:val="24"/>
              </w:rPr>
              <w:t>r services for power</w:t>
            </w:r>
            <w:r w:rsidR="00C832E2">
              <w:rPr>
                <w:rFonts w:cs="Arial"/>
                <w:b/>
                <w:szCs w:val="24"/>
              </w:rPr>
              <w:t>-driven</w:t>
            </w:r>
            <w:r w:rsidRPr="00277095">
              <w:rPr>
                <w:rFonts w:cs="Arial"/>
                <w:b/>
                <w:szCs w:val="24"/>
              </w:rPr>
              <w:t xml:space="preserve"> guillotine</w:t>
            </w:r>
            <w:r w:rsidR="00F166D0" w:rsidRPr="00277095">
              <w:rPr>
                <w:rFonts w:cs="Arial"/>
                <w:b/>
                <w:szCs w:val="24"/>
              </w:rPr>
              <w:t>:</w:t>
            </w:r>
          </w:p>
          <w:p w:rsidR="00FA6AF9" w:rsidRPr="00277095" w:rsidRDefault="00FA6AF9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Major</w:t>
            </w:r>
            <w:r w:rsidRPr="00277095">
              <w:rPr>
                <w:rFonts w:cs="Arial"/>
                <w:szCs w:val="24"/>
              </w:rPr>
              <w:t xml:space="preserve"> service allow</w:t>
            </w:r>
            <w:r w:rsidR="00717C77" w:rsidRPr="00277095">
              <w:rPr>
                <w:rFonts w:cs="Arial"/>
                <w:szCs w:val="24"/>
              </w:rPr>
              <w:t>s</w:t>
            </w:r>
            <w:r w:rsidRPr="00277095">
              <w:rPr>
                <w:rFonts w:cs="Arial"/>
                <w:szCs w:val="24"/>
              </w:rPr>
              <w:t xml:space="preserve"> for </w:t>
            </w:r>
            <w:r w:rsidR="0069570E" w:rsidRPr="00277095">
              <w:rPr>
                <w:rFonts w:cs="Arial"/>
                <w:szCs w:val="24"/>
              </w:rPr>
              <w:t>on-going</w:t>
            </w:r>
            <w:r w:rsidRPr="00277095">
              <w:rPr>
                <w:rFonts w:cs="Arial"/>
                <w:szCs w:val="24"/>
              </w:rPr>
              <w:t xml:space="preserve"> service procedures that are designed to maintain the guillotines in premium working conditions</w:t>
            </w:r>
            <w:r w:rsidR="00C832E2">
              <w:rPr>
                <w:rFonts w:cs="Arial"/>
                <w:szCs w:val="24"/>
              </w:rPr>
              <w:t>.</w:t>
            </w:r>
            <w:r w:rsidR="000A0F8E" w:rsidRPr="00277095">
              <w:rPr>
                <w:rFonts w:cs="Arial"/>
                <w:szCs w:val="24"/>
              </w:rPr>
              <w:t xml:space="preserve"> </w:t>
            </w:r>
            <w:r w:rsidR="00833916" w:rsidRPr="00277095">
              <w:sym w:font="Wingdings" w:char="F0FC"/>
            </w:r>
          </w:p>
          <w:p w:rsidR="00FA6AF9" w:rsidRPr="00277095" w:rsidRDefault="00FA6AF9" w:rsidP="00C832E2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en-US"/>
              </w:rPr>
            </w:pPr>
            <w:r w:rsidRPr="00277095">
              <w:rPr>
                <w:rFonts w:cs="Arial"/>
                <w:b/>
                <w:szCs w:val="24"/>
              </w:rPr>
              <w:t>Minor</w:t>
            </w:r>
            <w:r w:rsidR="000A0F8E" w:rsidRPr="00277095">
              <w:rPr>
                <w:rFonts w:cs="Arial"/>
                <w:b/>
                <w:szCs w:val="24"/>
              </w:rPr>
              <w:t xml:space="preserve"> </w:t>
            </w:r>
            <w:r w:rsidRPr="00277095">
              <w:rPr>
                <w:rFonts w:cs="Arial"/>
                <w:szCs w:val="24"/>
              </w:rPr>
              <w:t>service</w:t>
            </w:r>
            <w:r w:rsidR="00717C77" w:rsidRPr="00277095">
              <w:rPr>
                <w:rFonts w:cs="Arial"/>
                <w:szCs w:val="24"/>
              </w:rPr>
              <w:t xml:space="preserve"> is</w:t>
            </w:r>
            <w:r w:rsidR="0069570E" w:rsidRPr="00277095">
              <w:rPr>
                <w:rFonts w:cs="Arial"/>
                <w:szCs w:val="24"/>
              </w:rPr>
              <w:t xml:space="preserve"> </w:t>
            </w:r>
            <w:r w:rsidRPr="00277095">
              <w:rPr>
                <w:rFonts w:cs="Arial"/>
                <w:szCs w:val="24"/>
              </w:rPr>
              <w:t xml:space="preserve">designed to </w:t>
            </w:r>
            <w:r w:rsidR="006A6A11" w:rsidRPr="00277095">
              <w:rPr>
                <w:rFonts w:cs="Arial"/>
                <w:szCs w:val="24"/>
              </w:rPr>
              <w:t>minimise</w:t>
            </w:r>
            <w:r w:rsidRPr="00277095">
              <w:rPr>
                <w:rFonts w:cs="Arial"/>
                <w:szCs w:val="24"/>
              </w:rPr>
              <w:t xml:space="preserve"> major mechanical and electrical failures, by employing the principle of preventative maintenance</w:t>
            </w:r>
            <w:r w:rsidR="00C832E2">
              <w:rPr>
                <w:rFonts w:cs="Arial"/>
                <w:szCs w:val="24"/>
              </w:rPr>
              <w:t>.</w:t>
            </w:r>
            <w:r w:rsidR="000A0F8E" w:rsidRPr="00277095">
              <w:rPr>
                <w:rFonts w:cs="Arial"/>
                <w:szCs w:val="24"/>
              </w:rPr>
              <w:t xml:space="preserve"> </w:t>
            </w:r>
            <w:r w:rsidR="00833916" w:rsidRPr="00277095">
              <w:sym w:font="Wingdings" w:char="F0FC"/>
            </w:r>
          </w:p>
        </w:tc>
        <w:tc>
          <w:tcPr>
            <w:tcW w:w="251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(2)</w:t>
            </w:r>
          </w:p>
        </w:tc>
      </w:tr>
    </w:tbl>
    <w:p w:rsidR="006A6A11" w:rsidRPr="00277095" w:rsidRDefault="006A6A11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BC0E9F" w:rsidRPr="00277095" w:rsidTr="00637C3F">
        <w:tc>
          <w:tcPr>
            <w:tcW w:w="959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10.4</w:t>
            </w:r>
          </w:p>
        </w:tc>
        <w:tc>
          <w:tcPr>
            <w:tcW w:w="8221" w:type="dxa"/>
          </w:tcPr>
          <w:p w:rsidR="00BC0E9F" w:rsidRPr="00277095" w:rsidRDefault="00FA6AF9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M</w:t>
            </w:r>
            <w:r w:rsidR="00BC0E9F" w:rsidRPr="00277095">
              <w:rPr>
                <w:rFonts w:cs="Arial"/>
                <w:b/>
                <w:szCs w:val="24"/>
              </w:rPr>
              <w:t>aintenance guidelines f</w:t>
            </w:r>
            <w:r w:rsidR="00F166D0" w:rsidRPr="00277095">
              <w:rPr>
                <w:rFonts w:cs="Arial"/>
                <w:b/>
                <w:szCs w:val="24"/>
              </w:rPr>
              <w:t>or a pedestal drilling machine:</w:t>
            </w:r>
          </w:p>
          <w:p w:rsidR="00FA6AF9" w:rsidRPr="00D315E7" w:rsidRDefault="00FA6AF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Visual checks of electrical </w:t>
            </w:r>
            <w:r w:rsidR="00270B37" w:rsidRPr="00D315E7">
              <w:rPr>
                <w:rFonts w:cs="Arial"/>
                <w:szCs w:val="24"/>
              </w:rPr>
              <w:t xml:space="preserve">wiring, </w:t>
            </w:r>
            <w:r w:rsidRPr="00D315E7">
              <w:rPr>
                <w:rFonts w:cs="Arial"/>
                <w:szCs w:val="24"/>
              </w:rPr>
              <w:t>switches</w:t>
            </w:r>
            <w:r w:rsidR="005603DD">
              <w:rPr>
                <w:rFonts w:cs="Arial"/>
                <w:szCs w:val="24"/>
              </w:rPr>
              <w:t>,</w:t>
            </w:r>
            <w:r w:rsidRPr="00D315E7">
              <w:rPr>
                <w:rFonts w:cs="Arial"/>
                <w:szCs w:val="24"/>
              </w:rPr>
              <w:t xml:space="preserve"> etc.</w:t>
            </w:r>
            <w:r w:rsidR="000A0F8E" w:rsidRPr="00D315E7">
              <w:rPr>
                <w:rFonts w:cs="Arial"/>
                <w:szCs w:val="24"/>
              </w:rPr>
              <w:t xml:space="preserve"> </w:t>
            </w:r>
            <w:r w:rsidR="00833916" w:rsidRPr="00D315E7">
              <w:rPr>
                <w:rFonts w:cs="Arial"/>
                <w:szCs w:val="24"/>
              </w:rPr>
              <w:sym w:font="Wingdings" w:char="F0FC"/>
            </w:r>
          </w:p>
          <w:p w:rsidR="00FA6AF9" w:rsidRPr="00D315E7" w:rsidRDefault="00FA6AF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Verify that all guards are secure and function correctly</w:t>
            </w:r>
            <w:r w:rsidR="000A0F8E" w:rsidRPr="00D315E7">
              <w:rPr>
                <w:rFonts w:cs="Arial"/>
                <w:szCs w:val="24"/>
              </w:rPr>
              <w:t xml:space="preserve">. </w:t>
            </w:r>
            <w:r w:rsidR="00833916" w:rsidRPr="00D315E7">
              <w:rPr>
                <w:rFonts w:cs="Arial"/>
                <w:szCs w:val="24"/>
              </w:rPr>
              <w:sym w:font="Wingdings" w:char="F0FC"/>
            </w:r>
          </w:p>
          <w:p w:rsidR="007A2B92" w:rsidRPr="00D315E7" w:rsidRDefault="007A2B9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Ensure workspace is clear.</w:t>
            </w:r>
            <w:r w:rsidR="0027365A" w:rsidRPr="00D315E7">
              <w:rPr>
                <w:rFonts w:cs="Arial"/>
                <w:szCs w:val="24"/>
              </w:rPr>
              <w:t xml:space="preserve"> </w:t>
            </w:r>
            <w:r w:rsidR="0027365A" w:rsidRPr="00D315E7">
              <w:rPr>
                <w:rFonts w:cs="Arial"/>
                <w:szCs w:val="24"/>
              </w:rPr>
              <w:sym w:font="Wingdings" w:char="F0FC"/>
            </w:r>
            <w:r w:rsidR="0027365A" w:rsidRPr="00D315E7">
              <w:rPr>
                <w:rFonts w:cs="Arial"/>
                <w:szCs w:val="24"/>
              </w:rPr>
              <w:t xml:space="preserve"> </w:t>
            </w:r>
          </w:p>
          <w:p w:rsidR="00FA6AF9" w:rsidRPr="00D315E7" w:rsidRDefault="00FA6AF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Confirm availability and conditions of PPE</w:t>
            </w:r>
            <w:r w:rsidR="000A0F8E" w:rsidRPr="00D315E7">
              <w:rPr>
                <w:rFonts w:cs="Arial"/>
                <w:szCs w:val="24"/>
              </w:rPr>
              <w:t xml:space="preserve">. </w:t>
            </w:r>
            <w:r w:rsidR="00833916" w:rsidRPr="00D315E7">
              <w:rPr>
                <w:rFonts w:cs="Arial"/>
                <w:szCs w:val="24"/>
              </w:rPr>
              <w:sym w:font="Wingdings" w:char="F0FC"/>
            </w:r>
          </w:p>
          <w:p w:rsidR="007A2B92" w:rsidRPr="00D315E7" w:rsidRDefault="007A2B9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Lubricate moving parts.</w:t>
            </w:r>
            <w:r w:rsidR="0027365A" w:rsidRPr="00D315E7">
              <w:rPr>
                <w:rFonts w:cs="Arial"/>
                <w:szCs w:val="24"/>
              </w:rPr>
              <w:t xml:space="preserve"> </w:t>
            </w:r>
            <w:r w:rsidR="0027365A" w:rsidRPr="00D315E7">
              <w:rPr>
                <w:rFonts w:cs="Arial"/>
                <w:szCs w:val="24"/>
              </w:rPr>
              <w:sym w:font="Wingdings" w:char="F0FC"/>
            </w:r>
            <w:r w:rsidR="0027365A" w:rsidRPr="00D315E7">
              <w:rPr>
                <w:rFonts w:cs="Arial"/>
                <w:szCs w:val="24"/>
              </w:rPr>
              <w:t xml:space="preserve"> </w:t>
            </w:r>
          </w:p>
          <w:p w:rsidR="007A2B92" w:rsidRPr="00D315E7" w:rsidRDefault="007A2B9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Use moisture</w:t>
            </w:r>
            <w:r w:rsidR="005603DD">
              <w:rPr>
                <w:rFonts w:cs="Arial"/>
                <w:szCs w:val="24"/>
              </w:rPr>
              <w:t>-</w:t>
            </w:r>
            <w:r w:rsidRPr="00D315E7">
              <w:rPr>
                <w:rFonts w:cs="Arial"/>
                <w:szCs w:val="24"/>
              </w:rPr>
              <w:t>penetrating oil spray to prevent rust</w:t>
            </w:r>
            <w:r w:rsidR="0027365A" w:rsidRPr="00D315E7">
              <w:rPr>
                <w:rFonts w:cs="Arial"/>
                <w:szCs w:val="24"/>
              </w:rPr>
              <w:t xml:space="preserve">. </w:t>
            </w:r>
            <w:r w:rsidR="0027365A" w:rsidRPr="00D315E7">
              <w:rPr>
                <w:rFonts w:cs="Arial"/>
                <w:szCs w:val="24"/>
              </w:rPr>
              <w:sym w:font="Wingdings" w:char="F0FC"/>
            </w:r>
            <w:r w:rsidR="0027365A" w:rsidRPr="00D315E7">
              <w:rPr>
                <w:rFonts w:cs="Arial"/>
                <w:szCs w:val="24"/>
              </w:rPr>
              <w:t xml:space="preserve"> </w:t>
            </w:r>
          </w:p>
          <w:p w:rsidR="007A2B92" w:rsidRPr="00D315E7" w:rsidRDefault="007A2B9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Check for availability of specific tools. </w:t>
            </w:r>
            <w:r w:rsidR="0027365A" w:rsidRPr="00D315E7">
              <w:rPr>
                <w:rFonts w:cs="Arial"/>
                <w:szCs w:val="24"/>
              </w:rPr>
              <w:sym w:font="Wingdings" w:char="F0FC"/>
            </w:r>
            <w:r w:rsidR="0027365A" w:rsidRPr="00D315E7">
              <w:rPr>
                <w:rFonts w:cs="Arial"/>
                <w:szCs w:val="24"/>
              </w:rPr>
              <w:t xml:space="preserve"> </w:t>
            </w:r>
          </w:p>
          <w:p w:rsidR="00FB26D7" w:rsidRPr="00D315E7" w:rsidRDefault="00FB26D7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Check the run</w:t>
            </w:r>
            <w:r w:rsidR="005603DD">
              <w:rPr>
                <w:rFonts w:cs="Arial"/>
                <w:szCs w:val="24"/>
              </w:rPr>
              <w:t>-</w:t>
            </w:r>
            <w:r w:rsidRPr="00D315E7">
              <w:rPr>
                <w:rFonts w:cs="Arial"/>
                <w:szCs w:val="24"/>
              </w:rPr>
              <w:t xml:space="preserve">out of the spindle. </w:t>
            </w:r>
            <w:r w:rsidRPr="00D315E7">
              <w:rPr>
                <w:rFonts w:cs="Arial"/>
                <w:szCs w:val="24"/>
              </w:rPr>
              <w:sym w:font="Wingdings" w:char="F0FC"/>
            </w:r>
          </w:p>
          <w:p w:rsidR="00FA6AF9" w:rsidRPr="00D315E7" w:rsidRDefault="00FA6AF9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Inspect belts for wear</w:t>
            </w:r>
            <w:r w:rsidR="000A0F8E" w:rsidRPr="00D315E7">
              <w:rPr>
                <w:rFonts w:cs="Arial"/>
                <w:szCs w:val="24"/>
              </w:rPr>
              <w:t xml:space="preserve">. </w:t>
            </w:r>
            <w:r w:rsidR="00AF089B" w:rsidRPr="00D315E7">
              <w:rPr>
                <w:rFonts w:cs="Arial"/>
                <w:szCs w:val="24"/>
              </w:rPr>
              <w:sym w:font="Wingdings" w:char="F0FC"/>
            </w:r>
          </w:p>
          <w:p w:rsidR="007A2B92" w:rsidRPr="00D315E7" w:rsidRDefault="007A2B9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Ensure the drive belt is correctly tensioned. </w:t>
            </w:r>
            <w:r w:rsidR="0027365A" w:rsidRPr="00D315E7">
              <w:rPr>
                <w:rFonts w:cs="Arial"/>
                <w:szCs w:val="24"/>
              </w:rPr>
              <w:sym w:font="Wingdings" w:char="F0FC"/>
            </w:r>
            <w:r w:rsidR="0027365A" w:rsidRPr="00D315E7">
              <w:rPr>
                <w:rFonts w:cs="Arial"/>
                <w:szCs w:val="24"/>
              </w:rPr>
              <w:t xml:space="preserve"> </w:t>
            </w:r>
          </w:p>
          <w:p w:rsidR="007A2B92" w:rsidRPr="00D315E7" w:rsidRDefault="007A2B9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>Check the condition of the rack and pinion mechanisms and</w:t>
            </w:r>
            <w:r w:rsidR="0027365A" w:rsidRPr="00D315E7">
              <w:rPr>
                <w:rFonts w:cs="Arial"/>
                <w:szCs w:val="24"/>
              </w:rPr>
              <w:t xml:space="preserve"> </w:t>
            </w:r>
            <w:r w:rsidRPr="00D315E7">
              <w:rPr>
                <w:rFonts w:cs="Arial"/>
                <w:szCs w:val="24"/>
              </w:rPr>
              <w:t>lubricate.</w:t>
            </w:r>
            <w:r w:rsidR="0027365A" w:rsidRPr="00D315E7">
              <w:rPr>
                <w:rFonts w:cs="Arial"/>
                <w:szCs w:val="24"/>
              </w:rPr>
              <w:t xml:space="preserve"> </w:t>
            </w:r>
            <w:r w:rsidR="0027365A" w:rsidRPr="00D315E7">
              <w:rPr>
                <w:rFonts w:cs="Arial"/>
                <w:szCs w:val="24"/>
              </w:rPr>
              <w:sym w:font="Wingdings" w:char="F0FC"/>
            </w:r>
            <w:r w:rsidR="0027365A" w:rsidRPr="00D315E7">
              <w:rPr>
                <w:rFonts w:cs="Arial"/>
                <w:szCs w:val="24"/>
              </w:rPr>
              <w:t xml:space="preserve">  </w:t>
            </w:r>
            <w:r w:rsidRPr="00D315E7">
              <w:rPr>
                <w:rFonts w:cs="Arial"/>
                <w:szCs w:val="24"/>
              </w:rPr>
              <w:t xml:space="preserve"> </w:t>
            </w:r>
          </w:p>
          <w:p w:rsidR="007A2B92" w:rsidRPr="00D315E7" w:rsidRDefault="007A2B9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Ensure cuttings </w:t>
            </w:r>
            <w:r w:rsidR="00E72BD9" w:rsidRPr="00D315E7">
              <w:rPr>
                <w:rFonts w:cs="Arial"/>
                <w:szCs w:val="24"/>
              </w:rPr>
              <w:t>are</w:t>
            </w:r>
            <w:r w:rsidRPr="00D315E7">
              <w:rPr>
                <w:rFonts w:cs="Arial"/>
                <w:szCs w:val="24"/>
              </w:rPr>
              <w:t xml:space="preserve"> removed</w:t>
            </w:r>
            <w:r w:rsidR="00E72BD9" w:rsidRPr="00D315E7">
              <w:rPr>
                <w:rFonts w:cs="Arial"/>
                <w:szCs w:val="24"/>
              </w:rPr>
              <w:t xml:space="preserve">. </w:t>
            </w:r>
            <w:r w:rsidR="0027365A" w:rsidRPr="00D315E7">
              <w:rPr>
                <w:rFonts w:cs="Arial"/>
                <w:szCs w:val="24"/>
              </w:rPr>
              <w:sym w:font="Wingdings" w:char="F0FC"/>
            </w:r>
            <w:r w:rsidR="0027365A" w:rsidRPr="00D315E7">
              <w:rPr>
                <w:rFonts w:cs="Arial"/>
                <w:szCs w:val="24"/>
              </w:rPr>
              <w:t xml:space="preserve"> </w:t>
            </w:r>
          </w:p>
          <w:p w:rsidR="007A2B92" w:rsidRPr="00D315E7" w:rsidRDefault="007A2B92" w:rsidP="00D315E7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D315E7">
              <w:rPr>
                <w:rFonts w:cs="Arial"/>
                <w:szCs w:val="24"/>
              </w:rPr>
              <w:t xml:space="preserve">Inspect the </w:t>
            </w:r>
            <w:r w:rsidR="00F90741">
              <w:rPr>
                <w:rFonts w:cs="Arial"/>
                <w:szCs w:val="24"/>
              </w:rPr>
              <w:t>M</w:t>
            </w:r>
            <w:r w:rsidRPr="00D315E7">
              <w:rPr>
                <w:rFonts w:cs="Arial"/>
                <w:szCs w:val="24"/>
              </w:rPr>
              <w:t xml:space="preserve">orse taper sleeves for burrs/scratches. </w:t>
            </w:r>
            <w:r w:rsidR="0027365A" w:rsidRPr="00D315E7">
              <w:rPr>
                <w:rFonts w:cs="Arial"/>
                <w:szCs w:val="24"/>
              </w:rPr>
              <w:sym w:font="Wingdings" w:char="F0FC"/>
            </w:r>
            <w:r w:rsidR="0027365A" w:rsidRPr="00D315E7">
              <w:rPr>
                <w:rFonts w:cs="Arial"/>
                <w:szCs w:val="24"/>
              </w:rPr>
              <w:t xml:space="preserve"> </w:t>
            </w:r>
          </w:p>
          <w:p w:rsidR="00833916" w:rsidRPr="00277095" w:rsidRDefault="007A2B92" w:rsidP="00846B56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  <w:lang w:val="en-US"/>
              </w:rPr>
            </w:pPr>
            <w:r w:rsidRPr="00D315E7">
              <w:rPr>
                <w:rFonts w:cs="Arial"/>
                <w:szCs w:val="24"/>
              </w:rPr>
              <w:t xml:space="preserve">Check the security of machine mountings. </w:t>
            </w:r>
            <w:r w:rsidR="0027365A" w:rsidRPr="00D315E7">
              <w:rPr>
                <w:rFonts w:cs="Arial"/>
                <w:szCs w:val="24"/>
              </w:rPr>
              <w:sym w:font="Wingdings" w:char="F0FC"/>
            </w:r>
            <w:r w:rsidR="0027365A" w:rsidRPr="00D315E7">
              <w:rPr>
                <w:rFonts w:cs="Arial"/>
                <w:szCs w:val="24"/>
              </w:rPr>
              <w:t xml:space="preserve"> </w:t>
            </w:r>
            <w:r w:rsidR="00846B56">
              <w:rPr>
                <w:rFonts w:cs="Arial"/>
                <w:szCs w:val="24"/>
              </w:rPr>
              <w:t xml:space="preserve">                         </w:t>
            </w:r>
            <w:r w:rsidR="00833916" w:rsidRPr="00277095">
              <w:rPr>
                <w:rFonts w:cs="Arial"/>
                <w:b/>
              </w:rPr>
              <w:t>(Any 2</w:t>
            </w:r>
            <w:r w:rsidR="000A0F8E" w:rsidRPr="00277095">
              <w:rPr>
                <w:rFonts w:cs="Arial"/>
                <w:b/>
              </w:rPr>
              <w:t xml:space="preserve"> </w:t>
            </w:r>
            <w:r w:rsidR="00833916" w:rsidRPr="00277095">
              <w:rPr>
                <w:rFonts w:cs="Arial"/>
                <w:b/>
              </w:rPr>
              <w:t>x</w:t>
            </w:r>
            <w:r w:rsidR="000A0F8E" w:rsidRPr="00277095">
              <w:rPr>
                <w:rFonts w:cs="Arial"/>
                <w:b/>
              </w:rPr>
              <w:t xml:space="preserve"> </w:t>
            </w:r>
            <w:r w:rsidR="00833916" w:rsidRPr="00277095">
              <w:rPr>
                <w:rFonts w:cs="Arial"/>
                <w:b/>
              </w:rPr>
              <w:t>1)</w:t>
            </w:r>
          </w:p>
        </w:tc>
        <w:tc>
          <w:tcPr>
            <w:tcW w:w="251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(2)</w:t>
            </w:r>
          </w:p>
        </w:tc>
      </w:tr>
    </w:tbl>
    <w:p w:rsidR="00BC0E9F" w:rsidRPr="00277095" w:rsidRDefault="00BC0E9F" w:rsidP="00D315E7">
      <w:pPr>
        <w:jc w:val="both"/>
        <w:rPr>
          <w:rFonts w:cs="Arial"/>
          <w:b/>
          <w:bCs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BC0E9F" w:rsidRPr="00277095" w:rsidTr="00C832E2">
        <w:tc>
          <w:tcPr>
            <w:tcW w:w="959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10.5</w:t>
            </w:r>
          </w:p>
        </w:tc>
        <w:tc>
          <w:tcPr>
            <w:tcW w:w="8221" w:type="dxa"/>
          </w:tcPr>
          <w:p w:rsidR="00FA6AF9" w:rsidRPr="00277095" w:rsidRDefault="00FA6AF9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O</w:t>
            </w:r>
            <w:r w:rsidR="00BC0E9F" w:rsidRPr="00277095">
              <w:rPr>
                <w:rFonts w:cs="Arial"/>
                <w:b/>
                <w:szCs w:val="24"/>
              </w:rPr>
              <w:t xml:space="preserve">verloading </w:t>
            </w:r>
            <w:r w:rsidR="00C832E2">
              <w:rPr>
                <w:rFonts w:cs="Arial"/>
                <w:b/>
                <w:szCs w:val="24"/>
              </w:rPr>
              <w:t>a</w:t>
            </w:r>
            <w:r w:rsidR="00AF089B" w:rsidRPr="00277095">
              <w:rPr>
                <w:rFonts w:cs="Arial"/>
                <w:b/>
                <w:szCs w:val="24"/>
              </w:rPr>
              <w:t xml:space="preserve"> punch and shearing machine:</w:t>
            </w:r>
          </w:p>
          <w:p w:rsidR="000A0F8E" w:rsidRPr="00846B56" w:rsidRDefault="00833916" w:rsidP="00846B56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Dulling or</w:t>
            </w:r>
            <w:r w:rsidR="00FA6AF9" w:rsidRPr="00277095">
              <w:rPr>
                <w:rFonts w:cs="Arial"/>
                <w:szCs w:val="24"/>
              </w:rPr>
              <w:t xml:space="preserve"> breaking blades</w:t>
            </w:r>
            <w:r w:rsidR="00E72BD9" w:rsidRPr="00277095">
              <w:rPr>
                <w:rFonts w:cs="Arial"/>
                <w:szCs w:val="24"/>
              </w:rPr>
              <w:t>/punches</w:t>
            </w:r>
            <w:r w:rsidR="000A0F8E" w:rsidRPr="00277095">
              <w:rPr>
                <w:rFonts w:cs="Arial"/>
                <w:szCs w:val="24"/>
              </w:rPr>
              <w:t xml:space="preserve">. </w:t>
            </w:r>
            <w:r w:rsidR="000A0F8E" w:rsidRPr="00846B56">
              <w:rPr>
                <w:rFonts w:cs="Arial"/>
                <w:szCs w:val="24"/>
              </w:rPr>
              <w:sym w:font="Wingdings" w:char="F0FC"/>
            </w:r>
          </w:p>
          <w:p w:rsidR="000A0F8E" w:rsidRPr="00277095" w:rsidRDefault="000A0F8E" w:rsidP="00846B56">
            <w:pPr>
              <w:pStyle w:val="Header"/>
              <w:numPr>
                <w:ilvl w:val="0"/>
                <w:numId w:val="18"/>
              </w:numPr>
              <w:tabs>
                <w:tab w:val="right" w:pos="8289"/>
              </w:tabs>
              <w:ind w:left="317" w:hanging="283"/>
              <w:jc w:val="both"/>
              <w:rPr>
                <w:rFonts w:cs="Arial"/>
                <w:b/>
                <w:szCs w:val="24"/>
                <w:lang w:val="en-US"/>
              </w:rPr>
            </w:pPr>
            <w:r w:rsidRPr="00277095">
              <w:rPr>
                <w:rFonts w:cs="Arial"/>
                <w:szCs w:val="24"/>
              </w:rPr>
              <w:t>P</w:t>
            </w:r>
            <w:r w:rsidR="00FA6AF9" w:rsidRPr="00277095">
              <w:rPr>
                <w:rFonts w:cs="Arial"/>
                <w:szCs w:val="24"/>
              </w:rPr>
              <w:t>utting strain on the motor and drive mechanism</w:t>
            </w:r>
            <w:r w:rsidRPr="00277095">
              <w:rPr>
                <w:rFonts w:cs="Arial"/>
                <w:szCs w:val="24"/>
              </w:rPr>
              <w:t xml:space="preserve">. </w:t>
            </w:r>
            <w:r w:rsidR="00833916" w:rsidRPr="00846B56">
              <w:rPr>
                <w:rFonts w:cs="Arial"/>
                <w:szCs w:val="24"/>
              </w:rPr>
              <w:sym w:font="Wingdings" w:char="F0FC"/>
            </w:r>
            <w:r w:rsidR="00846B56">
              <w:rPr>
                <w:rFonts w:cs="Arial"/>
                <w:szCs w:val="24"/>
              </w:rPr>
              <w:t xml:space="preserve">              </w:t>
            </w:r>
            <w:r w:rsidRPr="00277095">
              <w:rPr>
                <w:rFonts w:cs="Arial"/>
                <w:b/>
              </w:rPr>
              <w:t>(Any 1 x 1)</w:t>
            </w:r>
          </w:p>
        </w:tc>
        <w:tc>
          <w:tcPr>
            <w:tcW w:w="251" w:type="dxa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BC0E9F" w:rsidRPr="00277095" w:rsidRDefault="00BC0E9F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(</w:t>
            </w:r>
            <w:r w:rsidR="00FA6AF9" w:rsidRPr="00277095">
              <w:rPr>
                <w:rFonts w:cs="Arial"/>
                <w:szCs w:val="24"/>
                <w:lang w:val="en-US"/>
              </w:rPr>
              <w:t>1</w:t>
            </w:r>
            <w:r w:rsidRPr="00277095">
              <w:rPr>
                <w:rFonts w:cs="Arial"/>
                <w:szCs w:val="24"/>
                <w:lang w:val="en-US"/>
              </w:rPr>
              <w:t>)</w:t>
            </w:r>
          </w:p>
        </w:tc>
      </w:tr>
      <w:tr w:rsidR="005E3F5E" w:rsidRPr="00277095" w:rsidTr="00C832E2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2"/>
            <w:shd w:val="clear" w:color="auto" w:fill="auto"/>
            <w:vAlign w:val="bottom"/>
          </w:tcPr>
          <w:p w:rsidR="005E3F5E" w:rsidRPr="00277095" w:rsidRDefault="005E3F5E" w:rsidP="00D315E7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5E3F5E" w:rsidRPr="00277095" w:rsidRDefault="005E3F5E" w:rsidP="00D315E7">
            <w:pPr>
              <w:jc w:val="both"/>
              <w:rPr>
                <w:szCs w:val="24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5E3F5E" w:rsidRPr="00277095" w:rsidRDefault="005E3F5E" w:rsidP="00846B56">
            <w:pPr>
              <w:jc w:val="both"/>
              <w:rPr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[</w:t>
            </w:r>
            <w:r w:rsidR="006923F8" w:rsidRPr="00277095">
              <w:rPr>
                <w:rFonts w:cs="Arial"/>
                <w:b/>
                <w:szCs w:val="24"/>
              </w:rPr>
              <w:t>8</w:t>
            </w:r>
            <w:r w:rsidRPr="00277095">
              <w:rPr>
                <w:rFonts w:cs="Arial"/>
                <w:b/>
                <w:szCs w:val="24"/>
              </w:rPr>
              <w:t>]</w:t>
            </w:r>
          </w:p>
        </w:tc>
      </w:tr>
    </w:tbl>
    <w:p w:rsidR="00846B56" w:rsidRDefault="00846B56" w:rsidP="00D315E7">
      <w:pPr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br w:type="page"/>
      </w:r>
    </w:p>
    <w:p w:rsidR="00E72BD9" w:rsidRPr="00277095" w:rsidRDefault="00E72BD9" w:rsidP="00D315E7">
      <w:pPr>
        <w:jc w:val="both"/>
        <w:rPr>
          <w:rFonts w:cs="Arial"/>
          <w:b/>
          <w:szCs w:val="24"/>
        </w:rPr>
      </w:pPr>
    </w:p>
    <w:p w:rsidR="004B4A8C" w:rsidRPr="00277095" w:rsidRDefault="004B4A8C" w:rsidP="00D315E7">
      <w:pPr>
        <w:jc w:val="both"/>
        <w:rPr>
          <w:rFonts w:cs="Arial"/>
          <w:b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48"/>
        <w:gridCol w:w="745"/>
      </w:tblGrid>
      <w:tr w:rsidR="007F681B" w:rsidRPr="00277095" w:rsidTr="00B36C17">
        <w:tc>
          <w:tcPr>
            <w:tcW w:w="9180" w:type="dxa"/>
            <w:shd w:val="clear" w:color="auto" w:fill="auto"/>
          </w:tcPr>
          <w:p w:rsidR="007F681B" w:rsidRPr="00277095" w:rsidRDefault="007F681B" w:rsidP="00D315E7">
            <w:pPr>
              <w:pStyle w:val="NoSpacing"/>
              <w:jc w:val="both"/>
              <w:rPr>
                <w:b/>
                <w:szCs w:val="24"/>
              </w:rPr>
            </w:pPr>
            <w:r w:rsidRPr="00277095">
              <w:rPr>
                <w:b/>
              </w:rPr>
              <w:t xml:space="preserve">QUESTION 11:  </w:t>
            </w:r>
            <w:r w:rsidR="006923F8" w:rsidRPr="00277095">
              <w:rPr>
                <w:rFonts w:cs="Arial"/>
                <w:b/>
                <w:szCs w:val="24"/>
              </w:rPr>
              <w:t xml:space="preserve">TERMINOLOGY </w:t>
            </w:r>
            <w:r w:rsidR="00846B56" w:rsidRPr="00277095">
              <w:rPr>
                <w:rFonts w:cs="Arial"/>
                <w:b/>
                <w:szCs w:val="24"/>
              </w:rPr>
              <w:t>(DEVELOPMENT) (SPECIFIC)</w:t>
            </w:r>
          </w:p>
        </w:tc>
        <w:tc>
          <w:tcPr>
            <w:tcW w:w="248" w:type="dxa"/>
            <w:shd w:val="clear" w:color="auto" w:fill="auto"/>
          </w:tcPr>
          <w:p w:rsidR="007F681B" w:rsidRPr="00277095" w:rsidRDefault="007F681B" w:rsidP="00D315E7">
            <w:pPr>
              <w:jc w:val="both"/>
              <w:rPr>
                <w:b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7F681B" w:rsidRPr="00277095" w:rsidRDefault="007F681B" w:rsidP="00D315E7">
            <w:pPr>
              <w:jc w:val="both"/>
              <w:rPr>
                <w:b/>
                <w:szCs w:val="24"/>
              </w:rPr>
            </w:pPr>
          </w:p>
        </w:tc>
      </w:tr>
    </w:tbl>
    <w:p w:rsidR="007F681B" w:rsidRPr="00277095" w:rsidRDefault="007F681B" w:rsidP="00D315E7">
      <w:pPr>
        <w:pStyle w:val="NoSpacing"/>
        <w:jc w:val="both"/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11.1</w:t>
            </w:r>
          </w:p>
        </w:tc>
        <w:tc>
          <w:tcPr>
            <w:tcW w:w="8221" w:type="dxa"/>
          </w:tcPr>
          <w:p w:rsidR="00175EA6" w:rsidRPr="00277095" w:rsidRDefault="00175EA6" w:rsidP="00D315E7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b/>
                <w:szCs w:val="24"/>
                <w:lang w:val="en-US"/>
              </w:rPr>
            </w:pPr>
            <w:r w:rsidRPr="00277095">
              <w:rPr>
                <w:rFonts w:cs="Arial"/>
                <w:b/>
                <w:szCs w:val="24"/>
              </w:rPr>
              <w:t>Conical hopper</w:t>
            </w:r>
            <w:r w:rsidR="007D401C" w:rsidRPr="00277095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</w:tr>
    </w:tbl>
    <w:p w:rsidR="00EB3838" w:rsidRPr="00277095" w:rsidRDefault="00EB3838" w:rsidP="00D315E7">
      <w:pPr>
        <w:pStyle w:val="NoSpacing"/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347783">
        <w:tc>
          <w:tcPr>
            <w:tcW w:w="941" w:type="dxa"/>
          </w:tcPr>
          <w:p w:rsidR="00175EA6" w:rsidRPr="00277095" w:rsidRDefault="00175EA6" w:rsidP="00D315E7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11.1.1</w:t>
            </w:r>
          </w:p>
        </w:tc>
        <w:tc>
          <w:tcPr>
            <w:tcW w:w="7087" w:type="dxa"/>
          </w:tcPr>
          <w:p w:rsidR="00175EA6" w:rsidRPr="00277095" w:rsidRDefault="002D72B7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val="en-ZA" w:eastAsia="en-ZA"/>
              </w:rPr>
              <w:pict>
                <v:shape id="Text Box 122" o:spid="_x0000_s1278" type="#_x0000_t202" style="position:absolute;left:0;text-align:left;margin-left:131.35pt;margin-top:37.95pt;width:22.5pt;height:74.6pt;z-index:2522045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/>
                    </w:txbxContent>
                  </v:textbox>
                </v:shape>
              </w:pict>
            </w:r>
            <w:r w:rsidR="00175EA6" w:rsidRPr="00277095">
              <w:rPr>
                <w:rFonts w:cs="Arial"/>
                <w:b/>
              </w:rPr>
              <w:t xml:space="preserve">Vertical height </w:t>
            </w:r>
            <w:r w:rsidR="00D923D1" w:rsidRPr="00277095">
              <w:rPr>
                <w:rFonts w:cs="Arial"/>
                <w:b/>
              </w:rPr>
              <w:t>(</w:t>
            </w:r>
            <w:r w:rsidR="00175EA6" w:rsidRPr="00277095">
              <w:rPr>
                <w:rFonts w:cs="Arial"/>
                <w:b/>
              </w:rPr>
              <w:t>DE</w:t>
            </w:r>
            <w:r w:rsidR="00D923D1" w:rsidRPr="00277095">
              <w:rPr>
                <w:rFonts w:cs="Arial"/>
                <w:b/>
              </w:rPr>
              <w:t>)</w:t>
            </w:r>
            <w:r w:rsidR="008A229D" w:rsidRPr="00277095">
              <w:rPr>
                <w:rFonts w:cs="Arial"/>
                <w:b/>
              </w:rPr>
              <w:t>:</w:t>
            </w:r>
          </w:p>
          <w:p w:rsidR="005C334A" w:rsidRPr="00277095" w:rsidRDefault="005C334A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175EA6" w:rsidRPr="00277095" w:rsidRDefault="00D923D1" w:rsidP="00D315E7">
            <w:pPr>
              <w:tabs>
                <w:tab w:val="left" w:pos="4432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position w:val="-82"/>
                <w:szCs w:val="24"/>
              </w:rPr>
              <w:object w:dxaOrig="1939" w:dyaOrig="1760">
                <v:shape id="_x0000_i1029" type="#_x0000_t75" style="width:96pt;height:87.75pt" o:ole="">
                  <v:imagedata r:id="rId19" o:title=""/>
                </v:shape>
                <o:OLEObject Type="Embed" ProgID="Equation.3" ShapeID="_x0000_i1029" DrawAspect="Content" ObjectID="_1582351584" r:id="rId20"/>
              </w:object>
            </w:r>
            <w:r w:rsidR="00021B7E" w:rsidRPr="00277095">
              <w:rPr>
                <w:rFonts w:cs="Arial"/>
                <w:position w:val="-82"/>
                <w:szCs w:val="24"/>
              </w:rPr>
              <w:tab/>
            </w:r>
          </w:p>
        </w:tc>
        <w:tc>
          <w:tcPr>
            <w:tcW w:w="270" w:type="dxa"/>
          </w:tcPr>
          <w:p w:rsidR="00175EA6" w:rsidRPr="00277095" w:rsidRDefault="00175EA6" w:rsidP="00D315E7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</w:t>
            </w:r>
            <w:r w:rsidR="002C1782" w:rsidRPr="00277095">
              <w:rPr>
                <w:rFonts w:cs="Arial"/>
                <w:szCs w:val="24"/>
              </w:rPr>
              <w:t>2</w:t>
            </w:r>
            <w:r w:rsidRPr="00277095">
              <w:rPr>
                <w:rFonts w:cs="Arial"/>
                <w:szCs w:val="24"/>
              </w:rPr>
              <w:t>)</w:t>
            </w:r>
          </w:p>
        </w:tc>
      </w:tr>
    </w:tbl>
    <w:p w:rsidR="00175EA6" w:rsidRPr="00277095" w:rsidRDefault="00175EA6" w:rsidP="00D315E7">
      <w:pPr>
        <w:jc w:val="both"/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347783">
        <w:tc>
          <w:tcPr>
            <w:tcW w:w="941" w:type="dxa"/>
          </w:tcPr>
          <w:p w:rsidR="00175EA6" w:rsidRPr="00277095" w:rsidRDefault="00175EA6" w:rsidP="00D315E7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11.1.2</w:t>
            </w:r>
          </w:p>
        </w:tc>
        <w:tc>
          <w:tcPr>
            <w:tcW w:w="7087" w:type="dxa"/>
          </w:tcPr>
          <w:p w:rsidR="00833916" w:rsidRPr="00277095" w:rsidRDefault="002D72B7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_x0000_s1279" type="#_x0000_t202" style="position:absolute;left:0;text-align:left;margin-left:131.35pt;margin-top:45.95pt;width:22.5pt;height:98.9pt;z-index:2522055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/>
                    </w:txbxContent>
                  </v:textbox>
                </v:shape>
              </w:pict>
            </w:r>
            <w:r w:rsidR="00175EA6" w:rsidRPr="00277095">
              <w:rPr>
                <w:rFonts w:cs="Arial"/>
                <w:b/>
                <w:szCs w:val="24"/>
              </w:rPr>
              <w:t>Main radius (AC)</w:t>
            </w:r>
            <w:r w:rsidR="008A229D" w:rsidRPr="00277095">
              <w:rPr>
                <w:rFonts w:cs="Arial"/>
                <w:b/>
                <w:szCs w:val="24"/>
              </w:rPr>
              <w:t>:</w:t>
            </w:r>
            <w:r w:rsidR="00175EA6" w:rsidRPr="00277095">
              <w:rPr>
                <w:rFonts w:cs="Arial"/>
                <w:b/>
                <w:szCs w:val="24"/>
              </w:rPr>
              <w:t xml:space="preserve">  </w:t>
            </w:r>
          </w:p>
          <w:p w:rsidR="00833916" w:rsidRPr="00277095" w:rsidRDefault="00833916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</w:p>
          <w:p w:rsidR="00175EA6" w:rsidRPr="00277095" w:rsidRDefault="008A229D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  <w:szCs w:val="24"/>
              </w:rPr>
            </w:pPr>
            <w:r w:rsidRPr="00277095">
              <w:rPr>
                <w:rFonts w:cs="Arial"/>
                <w:position w:val="-116"/>
                <w:szCs w:val="24"/>
              </w:rPr>
              <w:object w:dxaOrig="2100" w:dyaOrig="2439">
                <v:shape id="_x0000_i1030" type="#_x0000_t75" style="width:105pt;height:122.25pt" o:ole="">
                  <v:imagedata r:id="rId21" o:title=""/>
                </v:shape>
                <o:OLEObject Type="Embed" ProgID="Equation.3" ShapeID="_x0000_i1030" DrawAspect="Content" ObjectID="_1582351585" r:id="rId22"/>
              </w:object>
            </w:r>
          </w:p>
        </w:tc>
        <w:tc>
          <w:tcPr>
            <w:tcW w:w="270" w:type="dxa"/>
          </w:tcPr>
          <w:p w:rsidR="00175EA6" w:rsidRPr="00277095" w:rsidRDefault="00175EA6" w:rsidP="00D315E7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</w:t>
            </w:r>
            <w:r w:rsidR="002C1782" w:rsidRPr="00277095">
              <w:rPr>
                <w:rFonts w:cs="Arial"/>
                <w:szCs w:val="24"/>
              </w:rPr>
              <w:t>2</w:t>
            </w:r>
            <w:r w:rsidRPr="00277095">
              <w:rPr>
                <w:rFonts w:cs="Arial"/>
                <w:szCs w:val="24"/>
              </w:rPr>
              <w:t>)</w:t>
            </w:r>
          </w:p>
        </w:tc>
      </w:tr>
    </w:tbl>
    <w:p w:rsidR="005C334A" w:rsidRPr="00277095" w:rsidRDefault="005C334A" w:rsidP="00D315E7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175EA6" w:rsidRPr="00277095" w:rsidTr="00347783">
        <w:tc>
          <w:tcPr>
            <w:tcW w:w="959" w:type="dxa"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11.1.3</w:t>
            </w:r>
          </w:p>
        </w:tc>
        <w:tc>
          <w:tcPr>
            <w:tcW w:w="7087" w:type="dxa"/>
            <w:hideMark/>
          </w:tcPr>
          <w:p w:rsidR="00175EA6" w:rsidRPr="00277095" w:rsidRDefault="002D72B7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val="en-ZA" w:eastAsia="en-ZA"/>
              </w:rPr>
              <w:pict>
                <v:shape id="_x0000_s1280" type="#_x0000_t202" style="position:absolute;left:0;text-align:left;margin-left:202.1pt;margin-top:19.7pt;width:22.5pt;height:196.15pt;z-index:2522065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</w:txbxContent>
                  </v:textbox>
                </v:shape>
              </w:pict>
            </w:r>
            <w:r w:rsidR="00175EA6" w:rsidRPr="00277095">
              <w:rPr>
                <w:rFonts w:cs="Arial"/>
                <w:b/>
              </w:rPr>
              <w:t>Small radius (AD</w:t>
            </w:r>
            <w:r w:rsidR="00D923D1" w:rsidRPr="00277095">
              <w:rPr>
                <w:rFonts w:cs="Arial"/>
                <w:b/>
              </w:rPr>
              <w:t>)</w:t>
            </w:r>
            <w:r w:rsidR="008A229D" w:rsidRPr="00277095">
              <w:rPr>
                <w:rFonts w:cs="Arial"/>
                <w:b/>
              </w:rPr>
              <w:t>:</w:t>
            </w:r>
          </w:p>
          <w:p w:rsidR="005C334A" w:rsidRPr="00277095" w:rsidRDefault="008A229D" w:rsidP="00D315E7">
            <w:pPr>
              <w:tabs>
                <w:tab w:val="left" w:pos="6022"/>
              </w:tabs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position w:val="-116"/>
                <w:szCs w:val="24"/>
              </w:rPr>
              <w:object w:dxaOrig="2100" w:dyaOrig="2439">
                <v:shape id="_x0000_i1031" type="#_x0000_t75" style="width:105pt;height:122.25pt" o:ole="">
                  <v:imagedata r:id="rId23" o:title=""/>
                </v:shape>
                <o:OLEObject Type="Embed" ProgID="Equation.3" ShapeID="_x0000_i1031" DrawAspect="Content" ObjectID="_1582351586" r:id="rId24"/>
              </w:object>
            </w:r>
            <w:r w:rsidR="00021B7E" w:rsidRPr="00277095">
              <w:rPr>
                <w:rFonts w:cs="Arial"/>
                <w:position w:val="-114"/>
                <w:szCs w:val="24"/>
              </w:rPr>
              <w:tab/>
            </w:r>
          </w:p>
          <w:p w:rsidR="005C334A" w:rsidRPr="00277095" w:rsidRDefault="005C334A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</w:p>
          <w:p w:rsidR="00175EA6" w:rsidRPr="00277095" w:rsidRDefault="008A229D" w:rsidP="00D315E7">
            <w:pPr>
              <w:pStyle w:val="ListParagraph"/>
              <w:ind w:left="766" w:hanging="425"/>
              <w:jc w:val="both"/>
              <w:rPr>
                <w:rFonts w:ascii="Arial" w:eastAsiaTheme="minorEastAsia" w:hAnsi="Arial" w:cs="Arial"/>
              </w:rPr>
            </w:pPr>
            <w:r w:rsidRPr="00277095">
              <w:rPr>
                <w:rFonts w:ascii="Arial" w:eastAsiaTheme="minorEastAsia" w:hAnsi="Arial" w:cs="Arial"/>
                <w:position w:val="-64"/>
              </w:rPr>
              <w:object w:dxaOrig="3360" w:dyaOrig="1400">
                <v:shape id="_x0000_i1032" type="#_x0000_t75" style="width:167.25pt;height:70.5pt" o:ole="">
                  <v:imagedata r:id="rId25" o:title=""/>
                </v:shape>
                <o:OLEObject Type="Embed" ProgID="Equation.3" ShapeID="_x0000_i1032" DrawAspect="Content" ObjectID="_1582351587" r:id="rId26"/>
              </w:object>
            </w:r>
          </w:p>
        </w:tc>
        <w:tc>
          <w:tcPr>
            <w:tcW w:w="236" w:type="dxa"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</w:t>
            </w:r>
            <w:r w:rsidR="00631C08" w:rsidRPr="00277095">
              <w:rPr>
                <w:rFonts w:cs="Arial"/>
                <w:szCs w:val="24"/>
              </w:rPr>
              <w:t>3</w:t>
            </w:r>
            <w:r w:rsidRPr="00277095">
              <w:rPr>
                <w:rFonts w:cs="Arial"/>
                <w:szCs w:val="24"/>
              </w:rPr>
              <w:t>)</w:t>
            </w:r>
          </w:p>
        </w:tc>
      </w:tr>
    </w:tbl>
    <w:p w:rsidR="00F46972" w:rsidRPr="00277095" w:rsidRDefault="00F46972" w:rsidP="00D315E7">
      <w:pPr>
        <w:jc w:val="both"/>
        <w:rPr>
          <w:rFonts w:cs="Arial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175EA6" w:rsidRPr="00277095" w:rsidTr="00347783">
        <w:tc>
          <w:tcPr>
            <w:tcW w:w="959" w:type="dxa"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11.1.4</w:t>
            </w:r>
          </w:p>
        </w:tc>
        <w:tc>
          <w:tcPr>
            <w:tcW w:w="7087" w:type="dxa"/>
            <w:hideMark/>
          </w:tcPr>
          <w:p w:rsidR="00175EA6" w:rsidRPr="00277095" w:rsidRDefault="00175EA6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  <w:r w:rsidRPr="00277095">
              <w:rPr>
                <w:rFonts w:cs="Arial"/>
                <w:b/>
              </w:rPr>
              <w:t>Circumference</w:t>
            </w:r>
            <w:r w:rsidR="008A229D" w:rsidRPr="00277095">
              <w:rPr>
                <w:rFonts w:cs="Arial"/>
                <w:b/>
              </w:rPr>
              <w:t>:</w:t>
            </w:r>
          </w:p>
          <w:p w:rsidR="00AC316B" w:rsidRPr="00277095" w:rsidRDefault="002D72B7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val="en-ZA" w:eastAsia="en-ZA"/>
              </w:rPr>
              <w:pict>
                <v:shape id="_x0000_s1281" type="#_x0000_t202" style="position:absolute;left:0;text-align:left;margin-left:141.75pt;margin-top:9.25pt;width:22.5pt;height:56.7pt;z-index:252207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/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175EA6" w:rsidRPr="00277095" w:rsidRDefault="008A229D" w:rsidP="00D315E7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/>
              </w:rPr>
            </w:pPr>
            <w:r w:rsidRPr="00277095">
              <w:rPr>
                <w:rFonts w:cs="Arial"/>
                <w:b/>
                <w:position w:val="-46"/>
              </w:rPr>
              <w:object w:dxaOrig="2659" w:dyaOrig="1040">
                <v:shape id="_x0000_i1033" type="#_x0000_t75" style="width:132.75pt;height:52.5pt" o:ole="">
                  <v:imagedata r:id="rId27" o:title=""/>
                </v:shape>
                <o:OLEObject Type="Embed" ProgID="Equation.3" ShapeID="_x0000_i1033" DrawAspect="Content" ObjectID="_1582351588" r:id="rId28"/>
              </w:object>
            </w:r>
          </w:p>
        </w:tc>
        <w:tc>
          <w:tcPr>
            <w:tcW w:w="236" w:type="dxa"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175EA6" w:rsidRPr="00277095" w:rsidRDefault="00175EA6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</w:t>
            </w:r>
            <w:r w:rsidR="00631C08" w:rsidRPr="00277095">
              <w:rPr>
                <w:rFonts w:cs="Arial"/>
                <w:szCs w:val="24"/>
              </w:rPr>
              <w:t>2</w:t>
            </w:r>
            <w:r w:rsidRPr="00277095">
              <w:rPr>
                <w:rFonts w:cs="Arial"/>
                <w:szCs w:val="24"/>
              </w:rPr>
              <w:t>)</w:t>
            </w:r>
          </w:p>
        </w:tc>
      </w:tr>
    </w:tbl>
    <w:p w:rsidR="00846B56" w:rsidRDefault="00846B56" w:rsidP="00D315E7">
      <w:pPr>
        <w:pStyle w:val="NoSpacing"/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695B8B" w:rsidRPr="00277095" w:rsidRDefault="00695B8B" w:rsidP="00D315E7">
      <w:pPr>
        <w:pStyle w:val="NoSpacing"/>
        <w:jc w:val="both"/>
        <w:rPr>
          <w:rFonts w:cs="Arial"/>
          <w:szCs w:val="24"/>
        </w:rPr>
      </w:pPr>
    </w:p>
    <w:p w:rsidR="00AF089B" w:rsidRPr="00277095" w:rsidRDefault="00AF089B" w:rsidP="00D315E7">
      <w:pPr>
        <w:pStyle w:val="NoSpacing"/>
        <w:tabs>
          <w:tab w:val="left" w:pos="3495"/>
        </w:tabs>
        <w:jc w:val="both"/>
        <w:rPr>
          <w:rFonts w:cs="Arial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959"/>
        <w:gridCol w:w="8221"/>
        <w:gridCol w:w="251"/>
        <w:gridCol w:w="742"/>
      </w:tblGrid>
      <w:tr w:rsidR="00EB3838" w:rsidRPr="00277095" w:rsidTr="00B36C17">
        <w:tc>
          <w:tcPr>
            <w:tcW w:w="959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szCs w:val="24"/>
                <w:lang w:val="en-US"/>
              </w:rPr>
              <w:t>11.2</w:t>
            </w:r>
          </w:p>
        </w:tc>
        <w:tc>
          <w:tcPr>
            <w:tcW w:w="8221" w:type="dxa"/>
          </w:tcPr>
          <w:p w:rsidR="00F46972" w:rsidRPr="00277095" w:rsidRDefault="00F46972" w:rsidP="00846B56">
            <w:pPr>
              <w:pStyle w:val="Header"/>
              <w:tabs>
                <w:tab w:val="right" w:pos="8289"/>
              </w:tabs>
              <w:jc w:val="both"/>
              <w:rPr>
                <w:rFonts w:cs="Arial"/>
                <w:szCs w:val="24"/>
                <w:lang w:val="en-US"/>
              </w:rPr>
            </w:pPr>
            <w:r w:rsidRPr="00277095">
              <w:rPr>
                <w:rFonts w:cs="Arial"/>
                <w:b/>
                <w:szCs w:val="24"/>
              </w:rPr>
              <w:t>Square</w:t>
            </w:r>
            <w:r w:rsidR="00846B56">
              <w:rPr>
                <w:rFonts w:cs="Arial"/>
                <w:b/>
                <w:szCs w:val="24"/>
              </w:rPr>
              <w:t>-</w:t>
            </w:r>
            <w:r w:rsidRPr="00277095">
              <w:rPr>
                <w:rFonts w:cs="Arial"/>
                <w:b/>
                <w:szCs w:val="24"/>
              </w:rPr>
              <w:t>to</w:t>
            </w:r>
            <w:r w:rsidR="00846B56">
              <w:rPr>
                <w:rFonts w:cs="Arial"/>
                <w:b/>
                <w:szCs w:val="24"/>
              </w:rPr>
              <w:t>-</w:t>
            </w:r>
            <w:r w:rsidRPr="00277095">
              <w:rPr>
                <w:rFonts w:cs="Arial"/>
                <w:b/>
                <w:szCs w:val="24"/>
              </w:rPr>
              <w:t>round transition</w:t>
            </w:r>
            <w:r w:rsidR="00F90741">
              <w:rPr>
                <w:rFonts w:cs="Arial"/>
                <w:b/>
                <w:szCs w:val="24"/>
              </w:rPr>
              <w:t xml:space="preserve"> piece</w:t>
            </w:r>
            <w:r w:rsidR="005E0565" w:rsidRPr="00277095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1" w:type="dxa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  <w:tc>
          <w:tcPr>
            <w:tcW w:w="742" w:type="dxa"/>
            <w:vAlign w:val="bottom"/>
          </w:tcPr>
          <w:p w:rsidR="00EB3838" w:rsidRPr="00277095" w:rsidRDefault="00EB3838" w:rsidP="00D315E7">
            <w:pPr>
              <w:pStyle w:val="Header"/>
              <w:jc w:val="both"/>
              <w:rPr>
                <w:rFonts w:cs="Arial"/>
                <w:szCs w:val="24"/>
                <w:lang w:val="en-US"/>
              </w:rPr>
            </w:pPr>
          </w:p>
        </w:tc>
      </w:tr>
    </w:tbl>
    <w:p w:rsidR="00A63166" w:rsidRPr="00277095" w:rsidRDefault="00A63166" w:rsidP="00D315E7">
      <w:pPr>
        <w:jc w:val="both"/>
        <w:rPr>
          <w:rFonts w:cs="Arial"/>
          <w:b/>
          <w:bCs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347783">
        <w:tc>
          <w:tcPr>
            <w:tcW w:w="941" w:type="dxa"/>
          </w:tcPr>
          <w:p w:rsidR="00F46972" w:rsidRPr="00277095" w:rsidRDefault="00F46972" w:rsidP="00D315E7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F46972" w:rsidRPr="00277095" w:rsidRDefault="00F46972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11.2.1</w:t>
            </w:r>
          </w:p>
        </w:tc>
        <w:tc>
          <w:tcPr>
            <w:tcW w:w="7087" w:type="dxa"/>
          </w:tcPr>
          <w:p w:rsidR="00F46972" w:rsidRPr="00277095" w:rsidRDefault="00F46972" w:rsidP="00D315E7">
            <w:pPr>
              <w:jc w:val="both"/>
              <w:rPr>
                <w:rFonts w:cs="Arial"/>
                <w:b/>
              </w:rPr>
            </w:pPr>
            <w:r w:rsidRPr="00277095">
              <w:rPr>
                <w:rFonts w:cs="Arial"/>
                <w:b/>
              </w:rPr>
              <w:t>The true length FG is fir</w:t>
            </w:r>
            <w:r w:rsidR="008A229D" w:rsidRPr="00277095">
              <w:rPr>
                <w:rFonts w:cs="Arial"/>
                <w:b/>
              </w:rPr>
              <w:t>stly needed to draw the pattern:</w:t>
            </w:r>
          </w:p>
          <w:p w:rsidR="00BA1FF7" w:rsidRPr="00277095" w:rsidRDefault="00BA1FF7" w:rsidP="00D315E7">
            <w:pPr>
              <w:jc w:val="both"/>
              <w:rPr>
                <w:rFonts w:cs="Arial"/>
              </w:rPr>
            </w:pPr>
          </w:p>
          <w:p w:rsidR="00F46972" w:rsidRPr="00277095" w:rsidRDefault="00EC42DF" w:rsidP="00D315E7">
            <w:pPr>
              <w:jc w:val="both"/>
              <w:rPr>
                <w:rFonts w:cs="Arial"/>
                <w:position w:val="-10"/>
              </w:rPr>
            </w:pPr>
            <w:r w:rsidRPr="00277095">
              <w:rPr>
                <w:rFonts w:cs="Arial"/>
                <w:position w:val="-52"/>
                <w:szCs w:val="24"/>
              </w:rPr>
              <w:object w:dxaOrig="2160" w:dyaOrig="1100">
                <v:shape id="_x0000_i1034" type="#_x0000_t75" style="width:108.75pt;height:54pt" o:ole="">
                  <v:imagedata r:id="rId29" o:title=""/>
                </v:shape>
                <o:OLEObject Type="Embed" ProgID="Equation.3" ShapeID="_x0000_i1034" DrawAspect="Content" ObjectID="_1582351589" r:id="rId30"/>
              </w:object>
            </w:r>
            <w:r w:rsidR="00BA1FF7" w:rsidRPr="00277095">
              <w:rPr>
                <w:rFonts w:cs="Arial"/>
                <w:position w:val="-10"/>
              </w:rPr>
              <w:object w:dxaOrig="180" w:dyaOrig="340">
                <v:shape id="_x0000_i1035" type="#_x0000_t75" style="width:9pt;height:18pt" o:ole="">
                  <v:imagedata r:id="rId31" o:title=""/>
                </v:shape>
                <o:OLEObject Type="Embed" ProgID="Equation.3" ShapeID="_x0000_i1035" DrawAspect="Content" ObjectID="_1582351590" r:id="rId32"/>
              </w:object>
            </w:r>
          </w:p>
          <w:p w:rsidR="0060653D" w:rsidRPr="00277095" w:rsidRDefault="0060653D" w:rsidP="00D315E7">
            <w:pPr>
              <w:jc w:val="both"/>
              <w:rPr>
                <w:rFonts w:cs="Arial"/>
                <w:position w:val="-10"/>
              </w:rPr>
            </w:pPr>
          </w:p>
          <w:p w:rsidR="0060653D" w:rsidRPr="00277095" w:rsidRDefault="002D72B7" w:rsidP="00D315E7">
            <w:pPr>
              <w:jc w:val="both"/>
              <w:rPr>
                <w:rFonts w:cs="Arial"/>
              </w:rPr>
            </w:pPr>
            <w:r>
              <w:rPr>
                <w:rFonts w:cs="Arial"/>
                <w:b/>
                <w:noProof/>
                <w:lang w:val="en-ZA" w:eastAsia="en-ZA"/>
              </w:rPr>
              <w:pict>
                <v:shape id="_x0000_s1282" type="#_x0000_t202" style="position:absolute;left:0;text-align:left;margin-left:274.9pt;margin-top:10.3pt;width:22.5pt;height:174.8pt;z-index:252208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/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/>
                      <w:p w:rsidR="00F90741" w:rsidRDefault="00F90741" w:rsidP="00021B7E"/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  <w:p w:rsidR="00F90741" w:rsidRDefault="00F90741" w:rsidP="00021B7E">
                        <w:r w:rsidRPr="00555566">
                          <w:sym w:font="Wingdings" w:char="F0FC"/>
                        </w:r>
                      </w:p>
                      <w:p w:rsidR="00F90741" w:rsidRDefault="00F90741" w:rsidP="00021B7E"/>
                    </w:txbxContent>
                  </v:textbox>
                </v:shape>
              </w:pict>
            </w:r>
            <w:r w:rsidR="00AF089B" w:rsidRPr="00277095">
              <w:rPr>
                <w:rFonts w:cs="Arial"/>
                <w:position w:val="-178"/>
                <w:szCs w:val="24"/>
              </w:rPr>
              <w:object w:dxaOrig="5040" w:dyaOrig="3680">
                <v:shape id="_x0000_i1036" type="#_x0000_t75" style="width:252.75pt;height:184.5pt" o:ole="">
                  <v:imagedata r:id="rId33" o:title=""/>
                </v:shape>
                <o:OLEObject Type="Embed" ProgID="Equation.3" ShapeID="_x0000_i1036" DrawAspect="Content" ObjectID="_1582351591" r:id="rId34"/>
              </w:object>
            </w:r>
          </w:p>
        </w:tc>
        <w:tc>
          <w:tcPr>
            <w:tcW w:w="270" w:type="dxa"/>
          </w:tcPr>
          <w:p w:rsidR="00F46972" w:rsidRPr="00277095" w:rsidRDefault="00F46972" w:rsidP="00D315E7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F46972" w:rsidRPr="00277095" w:rsidRDefault="00F46972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</w:t>
            </w:r>
            <w:r w:rsidR="00631C08" w:rsidRPr="00277095">
              <w:rPr>
                <w:rFonts w:cs="Arial"/>
                <w:szCs w:val="24"/>
              </w:rPr>
              <w:t>5</w:t>
            </w:r>
            <w:r w:rsidRPr="00277095">
              <w:rPr>
                <w:rFonts w:cs="Arial"/>
                <w:szCs w:val="24"/>
              </w:rPr>
              <w:t>)</w:t>
            </w:r>
          </w:p>
        </w:tc>
      </w:tr>
    </w:tbl>
    <w:p w:rsidR="00716810" w:rsidRPr="00277095" w:rsidRDefault="00716810" w:rsidP="00D315E7">
      <w:pPr>
        <w:jc w:val="both"/>
        <w:rPr>
          <w:rFonts w:cs="Arial"/>
          <w:szCs w:val="24"/>
        </w:rPr>
      </w:pP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1134"/>
        <w:gridCol w:w="7087"/>
        <w:gridCol w:w="270"/>
        <w:gridCol w:w="723"/>
      </w:tblGrid>
      <w:tr w:rsidR="00277095" w:rsidRPr="00277095" w:rsidTr="00DC0007">
        <w:tc>
          <w:tcPr>
            <w:tcW w:w="941" w:type="dxa"/>
          </w:tcPr>
          <w:p w:rsidR="00716810" w:rsidRPr="00277095" w:rsidRDefault="00716810" w:rsidP="00D315E7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:rsidR="00716810" w:rsidRPr="00277095" w:rsidRDefault="00716810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11.2.2</w:t>
            </w:r>
          </w:p>
        </w:tc>
        <w:tc>
          <w:tcPr>
            <w:tcW w:w="7087" w:type="dxa"/>
          </w:tcPr>
          <w:p w:rsidR="00716810" w:rsidRPr="00277095" w:rsidRDefault="00716810" w:rsidP="00D315E7">
            <w:pPr>
              <w:jc w:val="both"/>
              <w:rPr>
                <w:rFonts w:cs="Arial"/>
                <w:b/>
              </w:rPr>
            </w:pPr>
            <w:r w:rsidRPr="00277095">
              <w:rPr>
                <w:rFonts w:cs="Arial"/>
                <w:b/>
              </w:rPr>
              <w:t xml:space="preserve">To determine the </w:t>
            </w:r>
            <w:r w:rsidR="005E0565" w:rsidRPr="00277095">
              <w:rPr>
                <w:rFonts w:cs="Arial"/>
                <w:b/>
              </w:rPr>
              <w:t xml:space="preserve">plan </w:t>
            </w:r>
            <w:r w:rsidRPr="00277095">
              <w:rPr>
                <w:rFonts w:cs="Arial"/>
                <w:b/>
              </w:rPr>
              <w:t>length CI, the sides CE and EI of triangle CEI must be calculated.</w:t>
            </w:r>
          </w:p>
          <w:p w:rsidR="00716810" w:rsidRPr="00277095" w:rsidRDefault="00716810" w:rsidP="00D315E7">
            <w:pPr>
              <w:jc w:val="both"/>
              <w:rPr>
                <w:rFonts w:cs="Arial"/>
              </w:rPr>
            </w:pPr>
          </w:p>
          <w:p w:rsidR="00716810" w:rsidRPr="00277095" w:rsidRDefault="002D72B7" w:rsidP="00D315E7">
            <w:pPr>
              <w:jc w:val="both"/>
              <w:rPr>
                <w:rFonts w:cs="Arial"/>
              </w:rPr>
            </w:pPr>
            <w:r>
              <w:rPr>
                <w:rFonts w:cs="Arial"/>
                <w:b/>
                <w:noProof/>
                <w:lang w:val="en-ZA" w:eastAsia="en-ZA"/>
              </w:rPr>
              <w:pict>
                <v:shape id="_x0000_s1283" type="#_x0000_t202" style="position:absolute;left:0;text-align:left;margin-left:182.75pt;margin-top:38.3pt;width:22.5pt;height:198.15pt;z-index:252209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F90741" w:rsidRDefault="00F90741" w:rsidP="00CC2038">
                        <w:r w:rsidRPr="00555566">
                          <w:sym w:font="Wingdings" w:char="F0FC"/>
                        </w:r>
                      </w:p>
                      <w:p w:rsidR="00F90741" w:rsidRDefault="00F90741" w:rsidP="00CC2038"/>
                      <w:p w:rsidR="00F90741" w:rsidRDefault="00F90741" w:rsidP="00CC2038"/>
                      <w:p w:rsidR="00F90741" w:rsidRDefault="00F90741" w:rsidP="00CC2038"/>
                      <w:p w:rsidR="00F90741" w:rsidRDefault="00F90741" w:rsidP="00CC2038"/>
                      <w:p w:rsidR="00F90741" w:rsidRDefault="00F90741" w:rsidP="00CC2038"/>
                      <w:p w:rsidR="00F90741" w:rsidRDefault="00F90741" w:rsidP="00CC2038">
                        <w:r w:rsidRPr="00555566">
                          <w:sym w:font="Wingdings" w:char="F0FC"/>
                        </w:r>
                      </w:p>
                      <w:p w:rsidR="00F90741" w:rsidRDefault="00F90741" w:rsidP="00CC2038"/>
                      <w:p w:rsidR="00F90741" w:rsidRDefault="00F90741" w:rsidP="00CC2038"/>
                      <w:p w:rsidR="00F90741" w:rsidRDefault="00F90741" w:rsidP="00CC2038">
                        <w:r w:rsidRPr="00555566">
                          <w:sym w:font="Wingdings" w:char="F0FC"/>
                        </w:r>
                      </w:p>
                      <w:p w:rsidR="00F90741" w:rsidRDefault="00F90741" w:rsidP="00CC2038"/>
                      <w:p w:rsidR="00F90741" w:rsidRDefault="00F90741" w:rsidP="00CC2038"/>
                      <w:p w:rsidR="00F90741" w:rsidRDefault="00F90741" w:rsidP="00CC2038"/>
                      <w:p w:rsidR="00F90741" w:rsidRDefault="00F90741" w:rsidP="00CC2038">
                        <w:r w:rsidRPr="00555566">
                          <w:sym w:font="Wingdings" w:char="F0FC"/>
                        </w:r>
                      </w:p>
                      <w:p w:rsidR="00F90741" w:rsidRDefault="00F90741" w:rsidP="00CC2038"/>
                      <w:p w:rsidR="00F90741" w:rsidRDefault="00F90741" w:rsidP="00CC2038"/>
                    </w:txbxContent>
                  </v:textbox>
                </v:shape>
              </w:pict>
            </w:r>
            <w:r w:rsidR="00EC42DF" w:rsidRPr="00277095">
              <w:rPr>
                <w:rFonts w:cs="Arial"/>
                <w:position w:val="-238"/>
              </w:rPr>
              <w:object w:dxaOrig="3340" w:dyaOrig="4760">
                <v:shape id="_x0000_i1037" type="#_x0000_t75" style="width:165.75pt;height:237.75pt" o:ole="">
                  <v:imagedata r:id="rId35" o:title=""/>
                </v:shape>
                <o:OLEObject Type="Embed" ProgID="Equation.3" ShapeID="_x0000_i1037" DrawAspect="Content" ObjectID="_1582351592" r:id="rId36"/>
              </w:object>
            </w:r>
          </w:p>
        </w:tc>
        <w:tc>
          <w:tcPr>
            <w:tcW w:w="270" w:type="dxa"/>
          </w:tcPr>
          <w:p w:rsidR="00716810" w:rsidRPr="00277095" w:rsidRDefault="00716810" w:rsidP="00D315E7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23" w:type="dxa"/>
            <w:vAlign w:val="bottom"/>
          </w:tcPr>
          <w:p w:rsidR="00716810" w:rsidRPr="00277095" w:rsidRDefault="00716810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(4)</w:t>
            </w:r>
          </w:p>
        </w:tc>
      </w:tr>
    </w:tbl>
    <w:p w:rsidR="00846B56" w:rsidRDefault="00846B56" w:rsidP="00D315E7">
      <w:pPr>
        <w:jc w:val="both"/>
        <w:rPr>
          <w:rFonts w:cs="Arial"/>
          <w:szCs w:val="24"/>
        </w:rPr>
        <w:sectPr w:rsidR="00846B56" w:rsidSect="00277095">
          <w:headerReference w:type="default" r:id="rId37"/>
          <w:footerReference w:type="default" r:id="rId38"/>
          <w:footerReference w:type="first" r:id="rId39"/>
          <w:pgSz w:w="11906" w:h="16838" w:code="9"/>
          <w:pgMar w:top="81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pgNumType w:start="1"/>
          <w:cols w:space="708"/>
          <w:titlePg/>
          <w:docGrid w:linePitch="360"/>
        </w:sectPr>
      </w:pPr>
    </w:p>
    <w:p w:rsidR="005E0565" w:rsidRDefault="005E0565" w:rsidP="00D315E7">
      <w:pPr>
        <w:jc w:val="both"/>
        <w:rPr>
          <w:rFonts w:cs="Arial"/>
          <w:szCs w:val="24"/>
        </w:rPr>
      </w:pPr>
    </w:p>
    <w:p w:rsidR="00846B56" w:rsidRPr="00277095" w:rsidRDefault="00846B56" w:rsidP="00D315E7">
      <w:pPr>
        <w:jc w:val="both"/>
        <w:rPr>
          <w:rFonts w:cs="Arial"/>
          <w:szCs w:val="24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7087"/>
        <w:gridCol w:w="236"/>
        <w:gridCol w:w="757"/>
      </w:tblGrid>
      <w:tr w:rsidR="00F46972" w:rsidRPr="00277095" w:rsidTr="00EC42DF">
        <w:tc>
          <w:tcPr>
            <w:tcW w:w="959" w:type="dxa"/>
          </w:tcPr>
          <w:p w:rsidR="00F46972" w:rsidRPr="00277095" w:rsidRDefault="00F46972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F46972" w:rsidRPr="00277095" w:rsidRDefault="00F46972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11.2.3</w:t>
            </w:r>
          </w:p>
        </w:tc>
        <w:tc>
          <w:tcPr>
            <w:tcW w:w="7087" w:type="dxa"/>
            <w:hideMark/>
          </w:tcPr>
          <w:p w:rsidR="00F46972" w:rsidRPr="00277095" w:rsidRDefault="00F46972" w:rsidP="00D315E7">
            <w:pPr>
              <w:jc w:val="both"/>
              <w:rPr>
                <w:rFonts w:eastAsiaTheme="minorEastAsia" w:cs="Arial"/>
                <w:b/>
              </w:rPr>
            </w:pPr>
            <w:r w:rsidRPr="00277095">
              <w:rPr>
                <w:rFonts w:eastAsiaTheme="minorEastAsia" w:cs="Arial"/>
                <w:b/>
              </w:rPr>
              <w:t>JI is one</w:t>
            </w:r>
            <w:r w:rsidR="00846B56">
              <w:rPr>
                <w:rFonts w:eastAsiaTheme="minorEastAsia" w:cs="Arial"/>
                <w:b/>
              </w:rPr>
              <w:t>-</w:t>
            </w:r>
            <w:r w:rsidRPr="00277095">
              <w:rPr>
                <w:rFonts w:eastAsiaTheme="minorEastAsia" w:cs="Arial"/>
                <w:b/>
              </w:rPr>
              <w:t>twelfth of the circumference</w:t>
            </w:r>
          </w:p>
          <w:p w:rsidR="00147319" w:rsidRPr="00846B56" w:rsidRDefault="00147319" w:rsidP="00D315E7">
            <w:pPr>
              <w:jc w:val="both"/>
              <w:rPr>
                <w:rFonts w:eastAsiaTheme="minorEastAsia" w:cs="Arial"/>
                <w:sz w:val="16"/>
                <w:szCs w:val="16"/>
              </w:rPr>
            </w:pPr>
          </w:p>
          <w:p w:rsidR="00F46972" w:rsidRPr="00277095" w:rsidRDefault="002D72B7" w:rsidP="00D315E7">
            <w:pPr>
              <w:tabs>
                <w:tab w:val="right" w:pos="6871"/>
              </w:tabs>
              <w:jc w:val="both"/>
              <w:rPr>
                <w:rFonts w:cs="Arial"/>
              </w:rPr>
            </w:pPr>
            <w:r>
              <w:rPr>
                <w:rFonts w:eastAsiaTheme="minorEastAsia" w:cs="Arial"/>
                <w:b/>
                <w:noProof/>
                <w:lang w:val="en-ZA" w:eastAsia="en-ZA"/>
              </w:rPr>
              <w:pict>
                <v:shape id="_x0000_s1284" type="#_x0000_t202" style="position:absolute;left:0;text-align:left;margin-left:201.45pt;margin-top:30.8pt;width:22.5pt;height:89.05pt;z-index:252210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" fillcolor="white [3201]" stroked="f" strokeweight=".5pt">
                  <v:textbox>
                    <w:txbxContent>
                      <w:p w:rsidR="00F90741" w:rsidRDefault="00F90741" w:rsidP="00337317">
                        <w:r w:rsidRPr="00555566">
                          <w:sym w:font="Wingdings" w:char="F0FC"/>
                        </w:r>
                      </w:p>
                      <w:p w:rsidR="00F90741" w:rsidRDefault="00F90741" w:rsidP="00337317"/>
                      <w:p w:rsidR="00F90741" w:rsidRDefault="00F90741" w:rsidP="00337317"/>
                      <w:p w:rsidR="00F90741" w:rsidRDefault="00F90741" w:rsidP="00337317">
                        <w:r w:rsidRPr="00555566">
                          <w:sym w:font="Wingdings" w:char="F0FC"/>
                        </w:r>
                      </w:p>
                      <w:p w:rsidR="00F90741" w:rsidRDefault="00F90741" w:rsidP="00337317"/>
                      <w:p w:rsidR="00F90741" w:rsidRDefault="00F90741" w:rsidP="00337317">
                        <w:r w:rsidRPr="00555566">
                          <w:sym w:font="Wingdings" w:char="F0FC"/>
                        </w:r>
                      </w:p>
                      <w:p w:rsidR="00F90741" w:rsidRDefault="00F90741" w:rsidP="00337317"/>
                      <w:p w:rsidR="00F90741" w:rsidRDefault="00F90741" w:rsidP="00337317"/>
                    </w:txbxContent>
                  </v:textbox>
                </v:shape>
              </w:pict>
            </w:r>
            <w:r w:rsidR="00147319" w:rsidRPr="00277095">
              <w:rPr>
                <w:rFonts w:cs="Arial"/>
                <w:position w:val="-10"/>
              </w:rPr>
              <w:object w:dxaOrig="180" w:dyaOrig="340">
                <v:shape id="_x0000_i1038" type="#_x0000_t75" style="width:9pt;height:18pt" o:ole="">
                  <v:imagedata r:id="rId31" o:title=""/>
                </v:shape>
                <o:OLEObject Type="Embed" ProgID="Equation.3" ShapeID="_x0000_i1038" DrawAspect="Content" ObjectID="_1582351593" r:id="rId40"/>
              </w:object>
            </w:r>
            <w:r w:rsidR="005E0565" w:rsidRPr="00277095">
              <w:rPr>
                <w:rFonts w:cs="Arial"/>
                <w:position w:val="-114"/>
              </w:rPr>
              <w:object w:dxaOrig="3280" w:dyaOrig="2400">
                <v:shape id="_x0000_i1039" type="#_x0000_t75" style="width:164.25pt;height:120.75pt" o:ole="">
                  <v:imagedata r:id="rId41" o:title=""/>
                </v:shape>
                <o:OLEObject Type="Embed" ProgID="Equation.3" ShapeID="_x0000_i1039" DrawAspect="Content" ObjectID="_1582351594" r:id="rId42"/>
              </w:object>
            </w:r>
            <w:r w:rsidR="00337317" w:rsidRPr="00277095">
              <w:rPr>
                <w:rFonts w:cs="Arial"/>
                <w:position w:val="-114"/>
              </w:rPr>
              <w:tab/>
            </w:r>
          </w:p>
        </w:tc>
        <w:tc>
          <w:tcPr>
            <w:tcW w:w="236" w:type="dxa"/>
          </w:tcPr>
          <w:p w:rsidR="00F46972" w:rsidRPr="00277095" w:rsidRDefault="00F46972" w:rsidP="00D315E7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57" w:type="dxa"/>
            <w:vAlign w:val="bottom"/>
            <w:hideMark/>
          </w:tcPr>
          <w:p w:rsidR="00F46972" w:rsidRPr="00277095" w:rsidRDefault="00631C08" w:rsidP="00D315E7">
            <w:pPr>
              <w:jc w:val="both"/>
              <w:rPr>
                <w:rFonts w:cs="Arial"/>
                <w:szCs w:val="24"/>
              </w:rPr>
            </w:pPr>
            <w:r w:rsidRPr="00277095">
              <w:rPr>
                <w:rFonts w:cs="Arial"/>
                <w:szCs w:val="24"/>
              </w:rPr>
              <w:t>(3</w:t>
            </w:r>
            <w:r w:rsidR="00F46972" w:rsidRPr="00277095">
              <w:rPr>
                <w:rFonts w:cs="Arial"/>
                <w:szCs w:val="24"/>
              </w:rPr>
              <w:t>)</w:t>
            </w:r>
          </w:p>
        </w:tc>
      </w:tr>
      <w:tr w:rsidR="00277095" w:rsidRPr="00277095" w:rsidTr="00EC42DF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bottom"/>
          </w:tcPr>
          <w:p w:rsidR="005E3F5E" w:rsidRPr="00277095" w:rsidRDefault="005E3F5E" w:rsidP="00D315E7">
            <w:pPr>
              <w:pStyle w:val="NoSpacing"/>
              <w:jc w:val="both"/>
              <w:rPr>
                <w:b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E3F5E" w:rsidRPr="00277095" w:rsidRDefault="005E3F5E" w:rsidP="00D315E7">
            <w:pPr>
              <w:jc w:val="both"/>
              <w:rPr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5E3F5E" w:rsidRPr="00277095" w:rsidRDefault="005E3F5E" w:rsidP="00D315E7">
            <w:pPr>
              <w:jc w:val="both"/>
              <w:rPr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[</w:t>
            </w:r>
            <w:r w:rsidR="00631C08" w:rsidRPr="00277095">
              <w:rPr>
                <w:rFonts w:cs="Arial"/>
                <w:b/>
                <w:szCs w:val="24"/>
              </w:rPr>
              <w:t>21</w:t>
            </w:r>
            <w:r w:rsidRPr="00277095">
              <w:rPr>
                <w:rFonts w:cs="Arial"/>
                <w:b/>
                <w:szCs w:val="24"/>
              </w:rPr>
              <w:t>]</w:t>
            </w:r>
          </w:p>
        </w:tc>
      </w:tr>
    </w:tbl>
    <w:p w:rsidR="005E3F5E" w:rsidRPr="00277095" w:rsidRDefault="005E3F5E" w:rsidP="00D315E7">
      <w:pPr>
        <w:pStyle w:val="NoSpacing"/>
        <w:jc w:val="both"/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180"/>
        <w:gridCol w:w="284"/>
        <w:gridCol w:w="709"/>
      </w:tblGrid>
      <w:tr w:rsidR="005E3F5E" w:rsidRPr="00277095" w:rsidTr="00EC42DF">
        <w:tc>
          <w:tcPr>
            <w:tcW w:w="9180" w:type="dxa"/>
            <w:shd w:val="clear" w:color="auto" w:fill="auto"/>
            <w:vAlign w:val="bottom"/>
          </w:tcPr>
          <w:p w:rsidR="005E3F5E" w:rsidRPr="00277095" w:rsidRDefault="005E3F5E" w:rsidP="00846B56">
            <w:pPr>
              <w:pStyle w:val="NoSpacing"/>
              <w:jc w:val="right"/>
              <w:rPr>
                <w:b/>
                <w:szCs w:val="24"/>
              </w:rPr>
            </w:pPr>
            <w:r w:rsidRPr="00277095">
              <w:rPr>
                <w:b/>
                <w:szCs w:val="24"/>
              </w:rPr>
              <w:t>TOTAL:</w:t>
            </w:r>
          </w:p>
        </w:tc>
        <w:tc>
          <w:tcPr>
            <w:tcW w:w="284" w:type="dxa"/>
            <w:shd w:val="clear" w:color="auto" w:fill="auto"/>
          </w:tcPr>
          <w:p w:rsidR="005E3F5E" w:rsidRPr="00277095" w:rsidRDefault="005E3F5E" w:rsidP="00D315E7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E3F5E" w:rsidRPr="00277095" w:rsidRDefault="005E3F5E" w:rsidP="00846B56">
            <w:pPr>
              <w:jc w:val="both"/>
              <w:rPr>
                <w:szCs w:val="24"/>
              </w:rPr>
            </w:pPr>
            <w:r w:rsidRPr="00277095">
              <w:rPr>
                <w:rFonts w:cs="Arial"/>
                <w:b/>
                <w:szCs w:val="24"/>
              </w:rPr>
              <w:t>200</w:t>
            </w:r>
          </w:p>
        </w:tc>
      </w:tr>
    </w:tbl>
    <w:p w:rsidR="005E3F5E" w:rsidRPr="00277095" w:rsidRDefault="002D72B7" w:rsidP="00D315E7">
      <w:pPr>
        <w:pStyle w:val="NoSpacing"/>
        <w:jc w:val="both"/>
      </w:pPr>
      <w:r>
        <w:rPr>
          <w:noProof/>
          <w:lang w:val="en-ZA" w:eastAsia="en-ZA"/>
        </w:rPr>
        <w:pict>
          <v:rect id="Rectangle 159" o:spid="_x0000_s1160" style="position:absolute;left:0;text-align:left;margin-left:398.4pt;margin-top:463.35pt;width:100.5pt;height:26.25pt;z-index:2522035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" fillcolor="white [3212]" strokecolor="white [3212]" strokeweight="2pt"/>
        </w:pict>
      </w:r>
    </w:p>
    <w:sectPr w:rsidR="005E3F5E" w:rsidRPr="00277095" w:rsidSect="00846B56">
      <w:headerReference w:type="first" r:id="rId43"/>
      <w:footerReference w:type="first" r:id="rId44"/>
      <w:pgSz w:w="11906" w:h="16838" w:code="9"/>
      <w:pgMar w:top="81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741" w:rsidRDefault="00F90741" w:rsidP="00226B59">
      <w:r>
        <w:separator/>
      </w:r>
    </w:p>
  </w:endnote>
  <w:endnote w:type="continuationSeparator" w:id="0">
    <w:p w:rsidR="00F90741" w:rsidRDefault="00F90741" w:rsidP="0022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41" w:rsidRPr="00CD620D" w:rsidRDefault="00F90741" w:rsidP="00277095">
    <w:pPr>
      <w:pStyle w:val="Footer"/>
      <w:tabs>
        <w:tab w:val="clear" w:pos="9026"/>
        <w:tab w:val="right" w:pos="9639"/>
      </w:tabs>
      <w:jc w:val="center"/>
      <w:rPr>
        <w:sz w:val="20"/>
        <w:lang w:val="en-ZA"/>
      </w:rPr>
    </w:pPr>
    <w:r>
      <w:rPr>
        <w:sz w:val="20"/>
        <w:lang w:val="en-ZA"/>
      </w:rPr>
      <w:t>Copyright reserved                                                                                                     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41" w:rsidRPr="00277095" w:rsidRDefault="00F90741" w:rsidP="00277095">
    <w:pPr>
      <w:pStyle w:val="Footer"/>
      <w:tabs>
        <w:tab w:val="clear" w:pos="9026"/>
        <w:tab w:val="right" w:pos="9639"/>
      </w:tabs>
      <w:jc w:val="center"/>
      <w:rPr>
        <w:sz w:val="20"/>
      </w:rPr>
    </w:pPr>
    <w:r>
      <w:rPr>
        <w:sz w:val="20"/>
        <w:lang w:val="en-ZA"/>
      </w:rPr>
      <w:t>Copyright reserved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41" w:rsidRPr="00277095" w:rsidRDefault="00F90741" w:rsidP="00846B56">
    <w:pPr>
      <w:pStyle w:val="Footer"/>
      <w:tabs>
        <w:tab w:val="clear" w:pos="9026"/>
        <w:tab w:val="right" w:pos="9639"/>
      </w:tabs>
      <w:rPr>
        <w:sz w:val="20"/>
      </w:rPr>
    </w:pPr>
    <w:r>
      <w:rPr>
        <w:sz w:val="20"/>
        <w:lang w:val="en-ZA"/>
      </w:rPr>
      <w:t xml:space="preserve">Copyright reserved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741" w:rsidRDefault="00F90741" w:rsidP="00226B59">
      <w:r>
        <w:separator/>
      </w:r>
    </w:p>
  </w:footnote>
  <w:footnote w:type="continuationSeparator" w:id="0">
    <w:p w:rsidR="00F90741" w:rsidRDefault="00F90741" w:rsidP="00226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41" w:rsidRPr="00C41BD0" w:rsidRDefault="00F90741" w:rsidP="00277095">
    <w:pPr>
      <w:pStyle w:val="Header"/>
      <w:tabs>
        <w:tab w:val="clear" w:pos="9026"/>
        <w:tab w:val="right" w:pos="9498"/>
      </w:tabs>
      <w:rPr>
        <w:sz w:val="20"/>
      </w:rPr>
    </w:pPr>
    <w:r w:rsidRPr="00C41BD0">
      <w:rPr>
        <w:sz w:val="20"/>
        <w:lang w:val="en-ZA"/>
      </w:rPr>
      <w:t>Mechan</w:t>
    </w:r>
    <w:r>
      <w:rPr>
        <w:sz w:val="20"/>
        <w:lang w:val="en-ZA"/>
      </w:rPr>
      <w:t xml:space="preserve">ical Technology: </w:t>
    </w:r>
    <w:r>
      <w:rPr>
        <w:sz w:val="20"/>
      </w:rPr>
      <w:t>Welding and Metalwork</w:t>
    </w:r>
    <w:r>
      <w:rPr>
        <w:sz w:val="20"/>
        <w:lang w:val="en-ZA"/>
      </w:rPr>
      <w:t xml:space="preserve"> </w:t>
    </w:r>
    <w:r>
      <w:rPr>
        <w:sz w:val="20"/>
        <w:lang w:val="en-ZA"/>
      </w:rPr>
      <w:tab/>
    </w:r>
    <w:r w:rsidRPr="00C41BD0">
      <w:rPr>
        <w:sz w:val="20"/>
      </w:rPr>
      <w:fldChar w:fldCharType="begin"/>
    </w:r>
    <w:r w:rsidRPr="00C41BD0">
      <w:rPr>
        <w:sz w:val="20"/>
      </w:rPr>
      <w:instrText xml:space="preserve"> PAGE   \* MERGEFORMAT </w:instrText>
    </w:r>
    <w:r w:rsidRPr="00C41BD0">
      <w:rPr>
        <w:sz w:val="20"/>
      </w:rPr>
      <w:fldChar w:fldCharType="separate"/>
    </w:r>
    <w:r w:rsidR="002D72B7">
      <w:rPr>
        <w:noProof/>
        <w:sz w:val="20"/>
      </w:rPr>
      <w:t>9</w:t>
    </w:r>
    <w:r w:rsidRPr="00C41BD0">
      <w:rPr>
        <w:sz w:val="20"/>
      </w:rPr>
      <w:fldChar w:fldCharType="end"/>
    </w:r>
    <w:r>
      <w:rPr>
        <w:sz w:val="20"/>
        <w:lang w:val="en-ZA"/>
      </w:rPr>
      <w:tab/>
      <w:t>DBE/2018</w:t>
    </w:r>
  </w:p>
  <w:p w:rsidR="00F90741" w:rsidRPr="00C41BD0" w:rsidRDefault="00F90741" w:rsidP="00277095">
    <w:pPr>
      <w:pStyle w:val="Header"/>
      <w:jc w:val="center"/>
      <w:rPr>
        <w:sz w:val="20"/>
      </w:rPr>
    </w:pPr>
    <w:r>
      <w:rPr>
        <w:sz w:val="20"/>
        <w:lang w:val="en-ZA"/>
      </w:rPr>
      <w:t>CAPS – Grade 12 Exemplar – Marking Guidelines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41" w:rsidRPr="00C41BD0" w:rsidRDefault="00F90741" w:rsidP="00846B56">
    <w:pPr>
      <w:pStyle w:val="Header"/>
      <w:tabs>
        <w:tab w:val="clear" w:pos="9026"/>
        <w:tab w:val="right" w:pos="9498"/>
      </w:tabs>
      <w:rPr>
        <w:sz w:val="20"/>
      </w:rPr>
    </w:pPr>
    <w:r w:rsidRPr="00C41BD0">
      <w:rPr>
        <w:sz w:val="20"/>
        <w:lang w:val="en-ZA"/>
      </w:rPr>
      <w:t>Mechan</w:t>
    </w:r>
    <w:r>
      <w:rPr>
        <w:sz w:val="20"/>
        <w:lang w:val="en-ZA"/>
      </w:rPr>
      <w:t xml:space="preserve">ical Technology: </w:t>
    </w:r>
    <w:r>
      <w:rPr>
        <w:sz w:val="20"/>
      </w:rPr>
      <w:t>Welding and Metalwork</w:t>
    </w:r>
    <w:r>
      <w:rPr>
        <w:sz w:val="20"/>
        <w:lang w:val="en-ZA"/>
      </w:rPr>
      <w:t xml:space="preserve"> </w:t>
    </w:r>
    <w:r>
      <w:rPr>
        <w:sz w:val="20"/>
        <w:lang w:val="en-ZA"/>
      </w:rPr>
      <w:tab/>
    </w:r>
    <w:r w:rsidRPr="00C41BD0">
      <w:rPr>
        <w:sz w:val="20"/>
      </w:rPr>
      <w:fldChar w:fldCharType="begin"/>
    </w:r>
    <w:r w:rsidRPr="00C41BD0">
      <w:rPr>
        <w:sz w:val="20"/>
      </w:rPr>
      <w:instrText xml:space="preserve"> PAGE   \* MERGEFORMAT </w:instrText>
    </w:r>
    <w:r w:rsidRPr="00C41BD0">
      <w:rPr>
        <w:sz w:val="20"/>
      </w:rPr>
      <w:fldChar w:fldCharType="separate"/>
    </w:r>
    <w:r w:rsidR="002D72B7">
      <w:rPr>
        <w:noProof/>
        <w:sz w:val="20"/>
      </w:rPr>
      <w:t>18</w:t>
    </w:r>
    <w:r w:rsidRPr="00C41BD0">
      <w:rPr>
        <w:sz w:val="20"/>
      </w:rPr>
      <w:fldChar w:fldCharType="end"/>
    </w:r>
    <w:r>
      <w:rPr>
        <w:sz w:val="20"/>
        <w:lang w:val="en-ZA"/>
      </w:rPr>
      <w:tab/>
      <w:t>DBE/2018</w:t>
    </w:r>
  </w:p>
  <w:p w:rsidR="00F90741" w:rsidRPr="00C41BD0" w:rsidRDefault="00F90741" w:rsidP="00846B56">
    <w:pPr>
      <w:pStyle w:val="Header"/>
      <w:jc w:val="center"/>
      <w:rPr>
        <w:sz w:val="20"/>
      </w:rPr>
    </w:pPr>
    <w:r>
      <w:rPr>
        <w:sz w:val="20"/>
        <w:lang w:val="en-ZA"/>
      </w:rPr>
      <w:t>CAPS – Grade 12 Exemplar – Marking Guidelines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3BA3"/>
    <w:multiLevelType w:val="hybridMultilevel"/>
    <w:tmpl w:val="4BFEB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623FC"/>
    <w:multiLevelType w:val="hybridMultilevel"/>
    <w:tmpl w:val="50E49A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60238"/>
    <w:multiLevelType w:val="hybridMultilevel"/>
    <w:tmpl w:val="BF5223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A3A5E"/>
    <w:multiLevelType w:val="hybridMultilevel"/>
    <w:tmpl w:val="CF8493DE"/>
    <w:lvl w:ilvl="0" w:tplc="1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19DA7B21"/>
    <w:multiLevelType w:val="hybridMultilevel"/>
    <w:tmpl w:val="DCB6D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77A90"/>
    <w:multiLevelType w:val="hybridMultilevel"/>
    <w:tmpl w:val="59569C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6476E3"/>
    <w:multiLevelType w:val="hybridMultilevel"/>
    <w:tmpl w:val="4F18D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B5285"/>
    <w:multiLevelType w:val="hybridMultilevel"/>
    <w:tmpl w:val="E9949634"/>
    <w:lvl w:ilvl="0" w:tplc="1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6C43D79"/>
    <w:multiLevelType w:val="hybridMultilevel"/>
    <w:tmpl w:val="2E2840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013B17"/>
    <w:multiLevelType w:val="hybridMultilevel"/>
    <w:tmpl w:val="334658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030F6C"/>
    <w:multiLevelType w:val="hybridMultilevel"/>
    <w:tmpl w:val="8F9E17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A2A04"/>
    <w:multiLevelType w:val="hybridMultilevel"/>
    <w:tmpl w:val="3282FA7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4F1F1148"/>
    <w:multiLevelType w:val="hybridMultilevel"/>
    <w:tmpl w:val="5636DA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B35076"/>
    <w:multiLevelType w:val="hybridMultilevel"/>
    <w:tmpl w:val="E92CD0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736686"/>
    <w:multiLevelType w:val="hybridMultilevel"/>
    <w:tmpl w:val="C78004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730792"/>
    <w:multiLevelType w:val="hybridMultilevel"/>
    <w:tmpl w:val="4C9A1A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D25F9"/>
    <w:multiLevelType w:val="hybridMultilevel"/>
    <w:tmpl w:val="E7D2F5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491FB9"/>
    <w:multiLevelType w:val="hybridMultilevel"/>
    <w:tmpl w:val="4F7010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913AA5"/>
    <w:multiLevelType w:val="hybridMultilevel"/>
    <w:tmpl w:val="FC748D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E77B2E"/>
    <w:multiLevelType w:val="hybridMultilevel"/>
    <w:tmpl w:val="E0E694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6725B"/>
    <w:multiLevelType w:val="hybridMultilevel"/>
    <w:tmpl w:val="A508B17A"/>
    <w:lvl w:ilvl="0" w:tplc="1C09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1">
    <w:nsid w:val="6B2D7D3C"/>
    <w:multiLevelType w:val="hybridMultilevel"/>
    <w:tmpl w:val="7BE803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E15D3D"/>
    <w:multiLevelType w:val="hybridMultilevel"/>
    <w:tmpl w:val="864EC0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CF7D69"/>
    <w:multiLevelType w:val="hybridMultilevel"/>
    <w:tmpl w:val="047AFE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D61D03"/>
    <w:multiLevelType w:val="hybridMultilevel"/>
    <w:tmpl w:val="7A7C5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797FD2"/>
    <w:multiLevelType w:val="hybridMultilevel"/>
    <w:tmpl w:val="C99284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B3086E"/>
    <w:multiLevelType w:val="hybridMultilevel"/>
    <w:tmpl w:val="1700A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7"/>
  </w:num>
  <w:num w:numId="4">
    <w:abstractNumId w:val="19"/>
  </w:num>
  <w:num w:numId="5">
    <w:abstractNumId w:val="12"/>
  </w:num>
  <w:num w:numId="6">
    <w:abstractNumId w:val="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5"/>
  </w:num>
  <w:num w:numId="12">
    <w:abstractNumId w:val="14"/>
  </w:num>
  <w:num w:numId="13">
    <w:abstractNumId w:val="9"/>
  </w:num>
  <w:num w:numId="14">
    <w:abstractNumId w:val="23"/>
  </w:num>
  <w:num w:numId="15">
    <w:abstractNumId w:val="22"/>
  </w:num>
  <w:num w:numId="16">
    <w:abstractNumId w:val="17"/>
  </w:num>
  <w:num w:numId="17">
    <w:abstractNumId w:val="1"/>
  </w:num>
  <w:num w:numId="18">
    <w:abstractNumId w:val="11"/>
  </w:num>
  <w:num w:numId="19">
    <w:abstractNumId w:val="26"/>
  </w:num>
  <w:num w:numId="20">
    <w:abstractNumId w:val="6"/>
  </w:num>
  <w:num w:numId="21">
    <w:abstractNumId w:val="0"/>
  </w:num>
  <w:num w:numId="22">
    <w:abstractNumId w:val="4"/>
  </w:num>
  <w:num w:numId="23">
    <w:abstractNumId w:val="24"/>
  </w:num>
  <w:num w:numId="24">
    <w:abstractNumId w:val="13"/>
  </w:num>
  <w:num w:numId="25">
    <w:abstractNumId w:val="16"/>
  </w:num>
  <w:num w:numId="26">
    <w:abstractNumId w:val="3"/>
  </w:num>
  <w:num w:numId="27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02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B59"/>
    <w:rsid w:val="0000122C"/>
    <w:rsid w:val="000014E9"/>
    <w:rsid w:val="00001BE2"/>
    <w:rsid w:val="00001CDF"/>
    <w:rsid w:val="00001F5E"/>
    <w:rsid w:val="000055AE"/>
    <w:rsid w:val="00005DE9"/>
    <w:rsid w:val="00006F40"/>
    <w:rsid w:val="00011F03"/>
    <w:rsid w:val="00012C43"/>
    <w:rsid w:val="000158DC"/>
    <w:rsid w:val="00016DBB"/>
    <w:rsid w:val="00021B7E"/>
    <w:rsid w:val="0002649C"/>
    <w:rsid w:val="000267E9"/>
    <w:rsid w:val="00032091"/>
    <w:rsid w:val="000358D3"/>
    <w:rsid w:val="00035A6E"/>
    <w:rsid w:val="00036410"/>
    <w:rsid w:val="00040758"/>
    <w:rsid w:val="000427AA"/>
    <w:rsid w:val="0004676F"/>
    <w:rsid w:val="000479B8"/>
    <w:rsid w:val="00053BEC"/>
    <w:rsid w:val="00056CCB"/>
    <w:rsid w:val="00057FCB"/>
    <w:rsid w:val="0006213E"/>
    <w:rsid w:val="00064C28"/>
    <w:rsid w:val="000650F5"/>
    <w:rsid w:val="00066A89"/>
    <w:rsid w:val="0007057E"/>
    <w:rsid w:val="000708F4"/>
    <w:rsid w:val="00071EB3"/>
    <w:rsid w:val="00072132"/>
    <w:rsid w:val="000746A0"/>
    <w:rsid w:val="000760F4"/>
    <w:rsid w:val="00081175"/>
    <w:rsid w:val="000817FC"/>
    <w:rsid w:val="00081C9F"/>
    <w:rsid w:val="000833AC"/>
    <w:rsid w:val="000852A5"/>
    <w:rsid w:val="00085466"/>
    <w:rsid w:val="000931DD"/>
    <w:rsid w:val="00094415"/>
    <w:rsid w:val="000A0F8E"/>
    <w:rsid w:val="000A1091"/>
    <w:rsid w:val="000A1851"/>
    <w:rsid w:val="000A4183"/>
    <w:rsid w:val="000A6D50"/>
    <w:rsid w:val="000A7EAC"/>
    <w:rsid w:val="000B0A66"/>
    <w:rsid w:val="000B0EC4"/>
    <w:rsid w:val="000B31AF"/>
    <w:rsid w:val="000B4FE9"/>
    <w:rsid w:val="000B5670"/>
    <w:rsid w:val="000B7E4E"/>
    <w:rsid w:val="000D207A"/>
    <w:rsid w:val="000D7C35"/>
    <w:rsid w:val="000E0CBF"/>
    <w:rsid w:val="000E1559"/>
    <w:rsid w:val="000E1A37"/>
    <w:rsid w:val="000E1DC0"/>
    <w:rsid w:val="000E4A7B"/>
    <w:rsid w:val="000E62F8"/>
    <w:rsid w:val="000E77AF"/>
    <w:rsid w:val="000F1257"/>
    <w:rsid w:val="000F2E22"/>
    <w:rsid w:val="000F4A00"/>
    <w:rsid w:val="000F53CA"/>
    <w:rsid w:val="000F61BF"/>
    <w:rsid w:val="00102972"/>
    <w:rsid w:val="00103826"/>
    <w:rsid w:val="001042C6"/>
    <w:rsid w:val="00107B0B"/>
    <w:rsid w:val="00110E2D"/>
    <w:rsid w:val="00112FA9"/>
    <w:rsid w:val="00114A34"/>
    <w:rsid w:val="00115DBF"/>
    <w:rsid w:val="001169D5"/>
    <w:rsid w:val="00120B6C"/>
    <w:rsid w:val="001218C7"/>
    <w:rsid w:val="00121FAA"/>
    <w:rsid w:val="00122D3B"/>
    <w:rsid w:val="0012550F"/>
    <w:rsid w:val="00126D73"/>
    <w:rsid w:val="00135463"/>
    <w:rsid w:val="001424AF"/>
    <w:rsid w:val="00147319"/>
    <w:rsid w:val="0016375A"/>
    <w:rsid w:val="00174FCE"/>
    <w:rsid w:val="00175EA6"/>
    <w:rsid w:val="00177D57"/>
    <w:rsid w:val="00181745"/>
    <w:rsid w:val="00181769"/>
    <w:rsid w:val="001824FD"/>
    <w:rsid w:val="00183764"/>
    <w:rsid w:val="001840E5"/>
    <w:rsid w:val="001844D9"/>
    <w:rsid w:val="00193955"/>
    <w:rsid w:val="001948E7"/>
    <w:rsid w:val="00194F64"/>
    <w:rsid w:val="001962D2"/>
    <w:rsid w:val="001A0445"/>
    <w:rsid w:val="001A3EDB"/>
    <w:rsid w:val="001B62AC"/>
    <w:rsid w:val="001C102D"/>
    <w:rsid w:val="001C52BD"/>
    <w:rsid w:val="001C6384"/>
    <w:rsid w:val="001C6B5C"/>
    <w:rsid w:val="001D27D2"/>
    <w:rsid w:val="001E07E3"/>
    <w:rsid w:val="001E235B"/>
    <w:rsid w:val="001E412A"/>
    <w:rsid w:val="001F041A"/>
    <w:rsid w:val="001F2F22"/>
    <w:rsid w:val="001F3753"/>
    <w:rsid w:val="001F550D"/>
    <w:rsid w:val="001F5AE8"/>
    <w:rsid w:val="001F5FFC"/>
    <w:rsid w:val="001F7331"/>
    <w:rsid w:val="0020660B"/>
    <w:rsid w:val="002105CD"/>
    <w:rsid w:val="00213AA5"/>
    <w:rsid w:val="00213F41"/>
    <w:rsid w:val="00215CF3"/>
    <w:rsid w:val="00221696"/>
    <w:rsid w:val="00225531"/>
    <w:rsid w:val="00225713"/>
    <w:rsid w:val="00226B59"/>
    <w:rsid w:val="00227F4C"/>
    <w:rsid w:val="00230A7B"/>
    <w:rsid w:val="00230D20"/>
    <w:rsid w:val="00232228"/>
    <w:rsid w:val="00234484"/>
    <w:rsid w:val="00234540"/>
    <w:rsid w:val="002345CC"/>
    <w:rsid w:val="00235270"/>
    <w:rsid w:val="002360B4"/>
    <w:rsid w:val="00237F30"/>
    <w:rsid w:val="00242A96"/>
    <w:rsid w:val="00243A93"/>
    <w:rsid w:val="00246DC1"/>
    <w:rsid w:val="00247B9E"/>
    <w:rsid w:val="00254A40"/>
    <w:rsid w:val="0025538F"/>
    <w:rsid w:val="002603F8"/>
    <w:rsid w:val="00261F22"/>
    <w:rsid w:val="00263965"/>
    <w:rsid w:val="00264340"/>
    <w:rsid w:val="00264F4B"/>
    <w:rsid w:val="00267B3C"/>
    <w:rsid w:val="00270B37"/>
    <w:rsid w:val="0027365A"/>
    <w:rsid w:val="00273924"/>
    <w:rsid w:val="00276080"/>
    <w:rsid w:val="00277095"/>
    <w:rsid w:val="00286FE9"/>
    <w:rsid w:val="002871DC"/>
    <w:rsid w:val="002925BE"/>
    <w:rsid w:val="002A033C"/>
    <w:rsid w:val="002A1DDD"/>
    <w:rsid w:val="002A2BE5"/>
    <w:rsid w:val="002A4DFD"/>
    <w:rsid w:val="002A7BA6"/>
    <w:rsid w:val="002B33DF"/>
    <w:rsid w:val="002B5CD5"/>
    <w:rsid w:val="002B7F4A"/>
    <w:rsid w:val="002C1782"/>
    <w:rsid w:val="002C5ADA"/>
    <w:rsid w:val="002C6E3B"/>
    <w:rsid w:val="002C7424"/>
    <w:rsid w:val="002D4702"/>
    <w:rsid w:val="002D72B7"/>
    <w:rsid w:val="002E3026"/>
    <w:rsid w:val="002E5B69"/>
    <w:rsid w:val="002F51AF"/>
    <w:rsid w:val="002F67BD"/>
    <w:rsid w:val="0030153D"/>
    <w:rsid w:val="00302AAD"/>
    <w:rsid w:val="0031257A"/>
    <w:rsid w:val="00314AEC"/>
    <w:rsid w:val="00316ED9"/>
    <w:rsid w:val="00320248"/>
    <w:rsid w:val="003206A4"/>
    <w:rsid w:val="003222A1"/>
    <w:rsid w:val="00322868"/>
    <w:rsid w:val="003310EB"/>
    <w:rsid w:val="00337137"/>
    <w:rsid w:val="00337317"/>
    <w:rsid w:val="00342D63"/>
    <w:rsid w:val="00343FE4"/>
    <w:rsid w:val="00345214"/>
    <w:rsid w:val="0034557C"/>
    <w:rsid w:val="00347783"/>
    <w:rsid w:val="00351A41"/>
    <w:rsid w:val="003522C4"/>
    <w:rsid w:val="00353002"/>
    <w:rsid w:val="0035544D"/>
    <w:rsid w:val="0035719C"/>
    <w:rsid w:val="0036379D"/>
    <w:rsid w:val="00363816"/>
    <w:rsid w:val="00364593"/>
    <w:rsid w:val="00364D7E"/>
    <w:rsid w:val="00367FAC"/>
    <w:rsid w:val="003715CC"/>
    <w:rsid w:val="00372940"/>
    <w:rsid w:val="00376A3C"/>
    <w:rsid w:val="00377C6B"/>
    <w:rsid w:val="00380A8E"/>
    <w:rsid w:val="00381DD5"/>
    <w:rsid w:val="0038436E"/>
    <w:rsid w:val="00385BD2"/>
    <w:rsid w:val="00386C33"/>
    <w:rsid w:val="00390D03"/>
    <w:rsid w:val="003940D4"/>
    <w:rsid w:val="00395900"/>
    <w:rsid w:val="003964BA"/>
    <w:rsid w:val="00397F9F"/>
    <w:rsid w:val="003A1851"/>
    <w:rsid w:val="003A78DE"/>
    <w:rsid w:val="003B246F"/>
    <w:rsid w:val="003B3663"/>
    <w:rsid w:val="003B6271"/>
    <w:rsid w:val="003C038A"/>
    <w:rsid w:val="003D1B42"/>
    <w:rsid w:val="003D2BEB"/>
    <w:rsid w:val="003D4158"/>
    <w:rsid w:val="003D4298"/>
    <w:rsid w:val="003E38A3"/>
    <w:rsid w:val="003E3DFE"/>
    <w:rsid w:val="003E4468"/>
    <w:rsid w:val="003E64C2"/>
    <w:rsid w:val="003F48FF"/>
    <w:rsid w:val="0040013C"/>
    <w:rsid w:val="004011EB"/>
    <w:rsid w:val="004050E9"/>
    <w:rsid w:val="00407075"/>
    <w:rsid w:val="00410658"/>
    <w:rsid w:val="00411C62"/>
    <w:rsid w:val="0041664B"/>
    <w:rsid w:val="00420134"/>
    <w:rsid w:val="00421BBB"/>
    <w:rsid w:val="004261F0"/>
    <w:rsid w:val="00430562"/>
    <w:rsid w:val="004310E5"/>
    <w:rsid w:val="00433A41"/>
    <w:rsid w:val="00433B76"/>
    <w:rsid w:val="00441B8F"/>
    <w:rsid w:val="00441E1B"/>
    <w:rsid w:val="00444909"/>
    <w:rsid w:val="00460B00"/>
    <w:rsid w:val="004662A8"/>
    <w:rsid w:val="00472DBA"/>
    <w:rsid w:val="00475905"/>
    <w:rsid w:val="004846A1"/>
    <w:rsid w:val="00490ED7"/>
    <w:rsid w:val="00491E47"/>
    <w:rsid w:val="004945A9"/>
    <w:rsid w:val="004979BD"/>
    <w:rsid w:val="004A06A0"/>
    <w:rsid w:val="004A16EC"/>
    <w:rsid w:val="004A6571"/>
    <w:rsid w:val="004A694D"/>
    <w:rsid w:val="004B0B83"/>
    <w:rsid w:val="004B3D35"/>
    <w:rsid w:val="004B4A8C"/>
    <w:rsid w:val="004B7D90"/>
    <w:rsid w:val="004C2E3E"/>
    <w:rsid w:val="004C6AB7"/>
    <w:rsid w:val="004C77A1"/>
    <w:rsid w:val="004C7EC1"/>
    <w:rsid w:val="004D08C1"/>
    <w:rsid w:val="004D24DB"/>
    <w:rsid w:val="004D2B62"/>
    <w:rsid w:val="004D395B"/>
    <w:rsid w:val="004D7030"/>
    <w:rsid w:val="004E0B95"/>
    <w:rsid w:val="004E6978"/>
    <w:rsid w:val="004F04BC"/>
    <w:rsid w:val="004F1DBD"/>
    <w:rsid w:val="004F6334"/>
    <w:rsid w:val="00510843"/>
    <w:rsid w:val="005119B3"/>
    <w:rsid w:val="00512882"/>
    <w:rsid w:val="0051352B"/>
    <w:rsid w:val="0051554D"/>
    <w:rsid w:val="00521751"/>
    <w:rsid w:val="00523BE0"/>
    <w:rsid w:val="00526665"/>
    <w:rsid w:val="00527C77"/>
    <w:rsid w:val="00531582"/>
    <w:rsid w:val="00531D8F"/>
    <w:rsid w:val="00532D82"/>
    <w:rsid w:val="00534FE4"/>
    <w:rsid w:val="00535983"/>
    <w:rsid w:val="005402D5"/>
    <w:rsid w:val="005420E9"/>
    <w:rsid w:val="00542629"/>
    <w:rsid w:val="00553A17"/>
    <w:rsid w:val="00553DE6"/>
    <w:rsid w:val="0055512E"/>
    <w:rsid w:val="005559A8"/>
    <w:rsid w:val="005603DD"/>
    <w:rsid w:val="00560CC7"/>
    <w:rsid w:val="00561A31"/>
    <w:rsid w:val="00561E73"/>
    <w:rsid w:val="005622E5"/>
    <w:rsid w:val="005626D4"/>
    <w:rsid w:val="00565979"/>
    <w:rsid w:val="00566EBA"/>
    <w:rsid w:val="00570848"/>
    <w:rsid w:val="005718A3"/>
    <w:rsid w:val="00572D1B"/>
    <w:rsid w:val="0057434E"/>
    <w:rsid w:val="0058250D"/>
    <w:rsid w:val="005833CE"/>
    <w:rsid w:val="00583567"/>
    <w:rsid w:val="0058423F"/>
    <w:rsid w:val="005843D5"/>
    <w:rsid w:val="00584E85"/>
    <w:rsid w:val="005852DA"/>
    <w:rsid w:val="00585D49"/>
    <w:rsid w:val="00590AB4"/>
    <w:rsid w:val="005A073C"/>
    <w:rsid w:val="005A1413"/>
    <w:rsid w:val="005A7506"/>
    <w:rsid w:val="005B17C8"/>
    <w:rsid w:val="005B1C27"/>
    <w:rsid w:val="005C03B7"/>
    <w:rsid w:val="005C2DA1"/>
    <w:rsid w:val="005C334A"/>
    <w:rsid w:val="005C40A1"/>
    <w:rsid w:val="005C7FBE"/>
    <w:rsid w:val="005D440D"/>
    <w:rsid w:val="005E0565"/>
    <w:rsid w:val="005E3F5E"/>
    <w:rsid w:val="005F0868"/>
    <w:rsid w:val="005F6CE2"/>
    <w:rsid w:val="005F762B"/>
    <w:rsid w:val="00602EA9"/>
    <w:rsid w:val="0060653D"/>
    <w:rsid w:val="00606DB3"/>
    <w:rsid w:val="00607DBA"/>
    <w:rsid w:val="00611F99"/>
    <w:rsid w:val="00622386"/>
    <w:rsid w:val="006234F9"/>
    <w:rsid w:val="00624161"/>
    <w:rsid w:val="0062428D"/>
    <w:rsid w:val="00625476"/>
    <w:rsid w:val="00626C59"/>
    <w:rsid w:val="00627C75"/>
    <w:rsid w:val="00631C08"/>
    <w:rsid w:val="006325E6"/>
    <w:rsid w:val="00633AC0"/>
    <w:rsid w:val="006358A4"/>
    <w:rsid w:val="00635C32"/>
    <w:rsid w:val="00637C3F"/>
    <w:rsid w:val="00645ACB"/>
    <w:rsid w:val="00647574"/>
    <w:rsid w:val="00653B66"/>
    <w:rsid w:val="00654E8C"/>
    <w:rsid w:val="006566D8"/>
    <w:rsid w:val="006579E0"/>
    <w:rsid w:val="00657D49"/>
    <w:rsid w:val="00661614"/>
    <w:rsid w:val="006661C5"/>
    <w:rsid w:val="00666AAE"/>
    <w:rsid w:val="00667AF4"/>
    <w:rsid w:val="00674F58"/>
    <w:rsid w:val="0067563C"/>
    <w:rsid w:val="0067702B"/>
    <w:rsid w:val="0068527F"/>
    <w:rsid w:val="0068530E"/>
    <w:rsid w:val="00685651"/>
    <w:rsid w:val="00685B09"/>
    <w:rsid w:val="006907BA"/>
    <w:rsid w:val="006923F8"/>
    <w:rsid w:val="00693B44"/>
    <w:rsid w:val="0069570E"/>
    <w:rsid w:val="00695B8B"/>
    <w:rsid w:val="006A4F41"/>
    <w:rsid w:val="006A6A11"/>
    <w:rsid w:val="006A6FC5"/>
    <w:rsid w:val="006A7484"/>
    <w:rsid w:val="006B66A8"/>
    <w:rsid w:val="006B78A4"/>
    <w:rsid w:val="006C1C09"/>
    <w:rsid w:val="006C1E30"/>
    <w:rsid w:val="006C2EF8"/>
    <w:rsid w:val="006C4083"/>
    <w:rsid w:val="006C5D46"/>
    <w:rsid w:val="006D131A"/>
    <w:rsid w:val="006D1608"/>
    <w:rsid w:val="006D1AA7"/>
    <w:rsid w:val="006D2AA2"/>
    <w:rsid w:val="006D3E08"/>
    <w:rsid w:val="006D7376"/>
    <w:rsid w:val="006E113A"/>
    <w:rsid w:val="006E449C"/>
    <w:rsid w:val="006E5A23"/>
    <w:rsid w:val="006F2223"/>
    <w:rsid w:val="006F22D8"/>
    <w:rsid w:val="006F2E12"/>
    <w:rsid w:val="006F5B5A"/>
    <w:rsid w:val="006F6C0C"/>
    <w:rsid w:val="00703841"/>
    <w:rsid w:val="00704CBE"/>
    <w:rsid w:val="00704E4C"/>
    <w:rsid w:val="00715947"/>
    <w:rsid w:val="00715A46"/>
    <w:rsid w:val="00716126"/>
    <w:rsid w:val="00716810"/>
    <w:rsid w:val="00717C77"/>
    <w:rsid w:val="00722243"/>
    <w:rsid w:val="00725ECC"/>
    <w:rsid w:val="0072738D"/>
    <w:rsid w:val="00733BF3"/>
    <w:rsid w:val="00736F59"/>
    <w:rsid w:val="007544B6"/>
    <w:rsid w:val="00755E5E"/>
    <w:rsid w:val="007600B9"/>
    <w:rsid w:val="00760984"/>
    <w:rsid w:val="0076322E"/>
    <w:rsid w:val="00764245"/>
    <w:rsid w:val="00765D25"/>
    <w:rsid w:val="00770BE9"/>
    <w:rsid w:val="007722FB"/>
    <w:rsid w:val="00781973"/>
    <w:rsid w:val="00783781"/>
    <w:rsid w:val="00784456"/>
    <w:rsid w:val="00791C37"/>
    <w:rsid w:val="0079339B"/>
    <w:rsid w:val="00795084"/>
    <w:rsid w:val="00795A46"/>
    <w:rsid w:val="007967E2"/>
    <w:rsid w:val="007A1383"/>
    <w:rsid w:val="007A2B92"/>
    <w:rsid w:val="007A7EC1"/>
    <w:rsid w:val="007C5828"/>
    <w:rsid w:val="007D39AD"/>
    <w:rsid w:val="007D401C"/>
    <w:rsid w:val="007D4268"/>
    <w:rsid w:val="007D6BE4"/>
    <w:rsid w:val="007D6E24"/>
    <w:rsid w:val="007D7333"/>
    <w:rsid w:val="007E2766"/>
    <w:rsid w:val="007E2F8C"/>
    <w:rsid w:val="007E3767"/>
    <w:rsid w:val="007E3EA7"/>
    <w:rsid w:val="007F3390"/>
    <w:rsid w:val="007F5C64"/>
    <w:rsid w:val="007F681B"/>
    <w:rsid w:val="007F695F"/>
    <w:rsid w:val="008014E8"/>
    <w:rsid w:val="00802070"/>
    <w:rsid w:val="00804291"/>
    <w:rsid w:val="00804E08"/>
    <w:rsid w:val="008075A1"/>
    <w:rsid w:val="00812E06"/>
    <w:rsid w:val="00813DA3"/>
    <w:rsid w:val="00815BC5"/>
    <w:rsid w:val="00821B89"/>
    <w:rsid w:val="0082301B"/>
    <w:rsid w:val="00826054"/>
    <w:rsid w:val="00827151"/>
    <w:rsid w:val="00827476"/>
    <w:rsid w:val="00833916"/>
    <w:rsid w:val="00835D7F"/>
    <w:rsid w:val="008360CE"/>
    <w:rsid w:val="0083647C"/>
    <w:rsid w:val="00837262"/>
    <w:rsid w:val="0084039F"/>
    <w:rsid w:val="00843C26"/>
    <w:rsid w:val="008469B4"/>
    <w:rsid w:val="00846B56"/>
    <w:rsid w:val="00850EFF"/>
    <w:rsid w:val="00853485"/>
    <w:rsid w:val="008575E8"/>
    <w:rsid w:val="00864C41"/>
    <w:rsid w:val="00865D79"/>
    <w:rsid w:val="008727C6"/>
    <w:rsid w:val="00872D50"/>
    <w:rsid w:val="00877F92"/>
    <w:rsid w:val="00881FA2"/>
    <w:rsid w:val="00887313"/>
    <w:rsid w:val="00887C64"/>
    <w:rsid w:val="00891969"/>
    <w:rsid w:val="00894848"/>
    <w:rsid w:val="00895008"/>
    <w:rsid w:val="008A229D"/>
    <w:rsid w:val="008A743E"/>
    <w:rsid w:val="008B0492"/>
    <w:rsid w:val="008B0CC8"/>
    <w:rsid w:val="008B2DDC"/>
    <w:rsid w:val="008B307D"/>
    <w:rsid w:val="008B3CFD"/>
    <w:rsid w:val="008B5848"/>
    <w:rsid w:val="008B77A9"/>
    <w:rsid w:val="008C0DE1"/>
    <w:rsid w:val="008C3913"/>
    <w:rsid w:val="008C3AB2"/>
    <w:rsid w:val="008C559A"/>
    <w:rsid w:val="008C55BF"/>
    <w:rsid w:val="008D4E7B"/>
    <w:rsid w:val="008D5C21"/>
    <w:rsid w:val="008D7DFB"/>
    <w:rsid w:val="008E089A"/>
    <w:rsid w:val="008E21F7"/>
    <w:rsid w:val="008E2417"/>
    <w:rsid w:val="008E36D0"/>
    <w:rsid w:val="008E4421"/>
    <w:rsid w:val="008E590D"/>
    <w:rsid w:val="008E6146"/>
    <w:rsid w:val="008F1CB7"/>
    <w:rsid w:val="008F1CD5"/>
    <w:rsid w:val="008F1FAC"/>
    <w:rsid w:val="008F596C"/>
    <w:rsid w:val="008F6139"/>
    <w:rsid w:val="008F7E86"/>
    <w:rsid w:val="00900A83"/>
    <w:rsid w:val="009010B7"/>
    <w:rsid w:val="00901D6A"/>
    <w:rsid w:val="00902ACD"/>
    <w:rsid w:val="00904847"/>
    <w:rsid w:val="00905CC3"/>
    <w:rsid w:val="00911952"/>
    <w:rsid w:val="009154C3"/>
    <w:rsid w:val="009236C0"/>
    <w:rsid w:val="0092420A"/>
    <w:rsid w:val="00925D11"/>
    <w:rsid w:val="00932609"/>
    <w:rsid w:val="009334F2"/>
    <w:rsid w:val="00933983"/>
    <w:rsid w:val="0093585B"/>
    <w:rsid w:val="0093666E"/>
    <w:rsid w:val="00936E18"/>
    <w:rsid w:val="009419BB"/>
    <w:rsid w:val="00943289"/>
    <w:rsid w:val="0095423A"/>
    <w:rsid w:val="009574DA"/>
    <w:rsid w:val="00957E11"/>
    <w:rsid w:val="009637D7"/>
    <w:rsid w:val="00964786"/>
    <w:rsid w:val="0096494E"/>
    <w:rsid w:val="009736CC"/>
    <w:rsid w:val="0098149E"/>
    <w:rsid w:val="00984EDE"/>
    <w:rsid w:val="00985F17"/>
    <w:rsid w:val="00990802"/>
    <w:rsid w:val="00995FE2"/>
    <w:rsid w:val="009A28DB"/>
    <w:rsid w:val="009A4771"/>
    <w:rsid w:val="009A5123"/>
    <w:rsid w:val="009B24B5"/>
    <w:rsid w:val="009C0FA6"/>
    <w:rsid w:val="009C50AB"/>
    <w:rsid w:val="009C6632"/>
    <w:rsid w:val="009D04F5"/>
    <w:rsid w:val="009D0E42"/>
    <w:rsid w:val="009D1D4F"/>
    <w:rsid w:val="009D215F"/>
    <w:rsid w:val="009E6DE0"/>
    <w:rsid w:val="009E6F87"/>
    <w:rsid w:val="009F011F"/>
    <w:rsid w:val="009F2A17"/>
    <w:rsid w:val="009F6AB2"/>
    <w:rsid w:val="009F7012"/>
    <w:rsid w:val="00A01388"/>
    <w:rsid w:val="00A055AB"/>
    <w:rsid w:val="00A14948"/>
    <w:rsid w:val="00A15CB0"/>
    <w:rsid w:val="00A24F2F"/>
    <w:rsid w:val="00A261DF"/>
    <w:rsid w:val="00A30BD7"/>
    <w:rsid w:val="00A3108D"/>
    <w:rsid w:val="00A31DD9"/>
    <w:rsid w:val="00A33391"/>
    <w:rsid w:val="00A33DDD"/>
    <w:rsid w:val="00A33FA5"/>
    <w:rsid w:val="00A343C9"/>
    <w:rsid w:val="00A3582C"/>
    <w:rsid w:val="00A35F25"/>
    <w:rsid w:val="00A35F49"/>
    <w:rsid w:val="00A40B7C"/>
    <w:rsid w:val="00A44C49"/>
    <w:rsid w:val="00A45912"/>
    <w:rsid w:val="00A45E1E"/>
    <w:rsid w:val="00A50D69"/>
    <w:rsid w:val="00A51E1A"/>
    <w:rsid w:val="00A52EE0"/>
    <w:rsid w:val="00A53C36"/>
    <w:rsid w:val="00A54C59"/>
    <w:rsid w:val="00A6076A"/>
    <w:rsid w:val="00A63166"/>
    <w:rsid w:val="00A70B01"/>
    <w:rsid w:val="00A7121D"/>
    <w:rsid w:val="00A72518"/>
    <w:rsid w:val="00A726F4"/>
    <w:rsid w:val="00A80964"/>
    <w:rsid w:val="00A82252"/>
    <w:rsid w:val="00A83D1D"/>
    <w:rsid w:val="00A87516"/>
    <w:rsid w:val="00A878D0"/>
    <w:rsid w:val="00A87AC0"/>
    <w:rsid w:val="00A95694"/>
    <w:rsid w:val="00AB1D80"/>
    <w:rsid w:val="00AB2278"/>
    <w:rsid w:val="00AB24E5"/>
    <w:rsid w:val="00AB2E71"/>
    <w:rsid w:val="00AB5AEC"/>
    <w:rsid w:val="00AC0419"/>
    <w:rsid w:val="00AC2607"/>
    <w:rsid w:val="00AC316B"/>
    <w:rsid w:val="00AC6168"/>
    <w:rsid w:val="00AD13B5"/>
    <w:rsid w:val="00AE0FFA"/>
    <w:rsid w:val="00AE2168"/>
    <w:rsid w:val="00AF0653"/>
    <w:rsid w:val="00AF089B"/>
    <w:rsid w:val="00AF23F3"/>
    <w:rsid w:val="00AF4023"/>
    <w:rsid w:val="00AF53CF"/>
    <w:rsid w:val="00AF7C05"/>
    <w:rsid w:val="00B02F07"/>
    <w:rsid w:val="00B1045F"/>
    <w:rsid w:val="00B12317"/>
    <w:rsid w:val="00B14C36"/>
    <w:rsid w:val="00B14EC3"/>
    <w:rsid w:val="00B16959"/>
    <w:rsid w:val="00B23EB9"/>
    <w:rsid w:val="00B2648C"/>
    <w:rsid w:val="00B30139"/>
    <w:rsid w:val="00B304C0"/>
    <w:rsid w:val="00B31C8C"/>
    <w:rsid w:val="00B31DF1"/>
    <w:rsid w:val="00B35DDD"/>
    <w:rsid w:val="00B36C17"/>
    <w:rsid w:val="00B42858"/>
    <w:rsid w:val="00B4777E"/>
    <w:rsid w:val="00B54108"/>
    <w:rsid w:val="00B55CE4"/>
    <w:rsid w:val="00B56CB4"/>
    <w:rsid w:val="00B60787"/>
    <w:rsid w:val="00B607F7"/>
    <w:rsid w:val="00B63F89"/>
    <w:rsid w:val="00B64CD1"/>
    <w:rsid w:val="00B66709"/>
    <w:rsid w:val="00B7015B"/>
    <w:rsid w:val="00B7463A"/>
    <w:rsid w:val="00B74C62"/>
    <w:rsid w:val="00B75BF1"/>
    <w:rsid w:val="00B77C39"/>
    <w:rsid w:val="00B828B7"/>
    <w:rsid w:val="00B9666D"/>
    <w:rsid w:val="00B97CC5"/>
    <w:rsid w:val="00BA1FF7"/>
    <w:rsid w:val="00BA4B7F"/>
    <w:rsid w:val="00BA6700"/>
    <w:rsid w:val="00BC0E9F"/>
    <w:rsid w:val="00BC731E"/>
    <w:rsid w:val="00BD29F6"/>
    <w:rsid w:val="00BD3F42"/>
    <w:rsid w:val="00BD539F"/>
    <w:rsid w:val="00BE00EB"/>
    <w:rsid w:val="00BE113D"/>
    <w:rsid w:val="00BE2949"/>
    <w:rsid w:val="00BE2A1D"/>
    <w:rsid w:val="00BE38CA"/>
    <w:rsid w:val="00BE3F6A"/>
    <w:rsid w:val="00BE73AC"/>
    <w:rsid w:val="00BF0605"/>
    <w:rsid w:val="00BF06C3"/>
    <w:rsid w:val="00BF4C90"/>
    <w:rsid w:val="00BF511A"/>
    <w:rsid w:val="00BF589A"/>
    <w:rsid w:val="00BF647C"/>
    <w:rsid w:val="00C00D29"/>
    <w:rsid w:val="00C03949"/>
    <w:rsid w:val="00C13452"/>
    <w:rsid w:val="00C1423C"/>
    <w:rsid w:val="00C1469A"/>
    <w:rsid w:val="00C17867"/>
    <w:rsid w:val="00C2227D"/>
    <w:rsid w:val="00C23D75"/>
    <w:rsid w:val="00C247AF"/>
    <w:rsid w:val="00C24BA3"/>
    <w:rsid w:val="00C337AD"/>
    <w:rsid w:val="00C36814"/>
    <w:rsid w:val="00C37C85"/>
    <w:rsid w:val="00C41602"/>
    <w:rsid w:val="00C53D73"/>
    <w:rsid w:val="00C55968"/>
    <w:rsid w:val="00C55C0F"/>
    <w:rsid w:val="00C62AA1"/>
    <w:rsid w:val="00C62E8E"/>
    <w:rsid w:val="00C652A4"/>
    <w:rsid w:val="00C65DB4"/>
    <w:rsid w:val="00C703D8"/>
    <w:rsid w:val="00C7116D"/>
    <w:rsid w:val="00C72A9F"/>
    <w:rsid w:val="00C73A1D"/>
    <w:rsid w:val="00C73BDE"/>
    <w:rsid w:val="00C754F5"/>
    <w:rsid w:val="00C82CC8"/>
    <w:rsid w:val="00C832E2"/>
    <w:rsid w:val="00C84A82"/>
    <w:rsid w:val="00C86EE4"/>
    <w:rsid w:val="00C87084"/>
    <w:rsid w:val="00C872C0"/>
    <w:rsid w:val="00C9769D"/>
    <w:rsid w:val="00CA0999"/>
    <w:rsid w:val="00CA186A"/>
    <w:rsid w:val="00CA19BC"/>
    <w:rsid w:val="00CA24E7"/>
    <w:rsid w:val="00CA5736"/>
    <w:rsid w:val="00CA64E1"/>
    <w:rsid w:val="00CA6DB7"/>
    <w:rsid w:val="00CB0514"/>
    <w:rsid w:val="00CB0DEF"/>
    <w:rsid w:val="00CB10C2"/>
    <w:rsid w:val="00CB25BF"/>
    <w:rsid w:val="00CB2802"/>
    <w:rsid w:val="00CB3A89"/>
    <w:rsid w:val="00CB7E09"/>
    <w:rsid w:val="00CC2038"/>
    <w:rsid w:val="00CC2C70"/>
    <w:rsid w:val="00CD5843"/>
    <w:rsid w:val="00CE2D28"/>
    <w:rsid w:val="00CE39E0"/>
    <w:rsid w:val="00CE4396"/>
    <w:rsid w:val="00CE487B"/>
    <w:rsid w:val="00CF0E0F"/>
    <w:rsid w:val="00CF32A0"/>
    <w:rsid w:val="00CF3913"/>
    <w:rsid w:val="00CF45A9"/>
    <w:rsid w:val="00CF50F4"/>
    <w:rsid w:val="00D01E3D"/>
    <w:rsid w:val="00D0334B"/>
    <w:rsid w:val="00D045F6"/>
    <w:rsid w:val="00D06025"/>
    <w:rsid w:val="00D060F8"/>
    <w:rsid w:val="00D07C35"/>
    <w:rsid w:val="00D1165B"/>
    <w:rsid w:val="00D14C29"/>
    <w:rsid w:val="00D17C54"/>
    <w:rsid w:val="00D209C6"/>
    <w:rsid w:val="00D3064E"/>
    <w:rsid w:val="00D315E7"/>
    <w:rsid w:val="00D31AAE"/>
    <w:rsid w:val="00D33529"/>
    <w:rsid w:val="00D34A5A"/>
    <w:rsid w:val="00D3555F"/>
    <w:rsid w:val="00D4094E"/>
    <w:rsid w:val="00D51E90"/>
    <w:rsid w:val="00D53174"/>
    <w:rsid w:val="00D54D39"/>
    <w:rsid w:val="00D5656D"/>
    <w:rsid w:val="00D60D9B"/>
    <w:rsid w:val="00D64AD2"/>
    <w:rsid w:val="00D65F94"/>
    <w:rsid w:val="00D75AEB"/>
    <w:rsid w:val="00D80679"/>
    <w:rsid w:val="00D923D1"/>
    <w:rsid w:val="00D941F0"/>
    <w:rsid w:val="00D94428"/>
    <w:rsid w:val="00D97A05"/>
    <w:rsid w:val="00DA3BDD"/>
    <w:rsid w:val="00DA6A0B"/>
    <w:rsid w:val="00DA7224"/>
    <w:rsid w:val="00DB0085"/>
    <w:rsid w:val="00DB6729"/>
    <w:rsid w:val="00DC0007"/>
    <w:rsid w:val="00DC014F"/>
    <w:rsid w:val="00DC1811"/>
    <w:rsid w:val="00DC54ED"/>
    <w:rsid w:val="00DC767F"/>
    <w:rsid w:val="00DD0025"/>
    <w:rsid w:val="00DD31D0"/>
    <w:rsid w:val="00DD46B7"/>
    <w:rsid w:val="00DE1490"/>
    <w:rsid w:val="00DE2042"/>
    <w:rsid w:val="00DE4706"/>
    <w:rsid w:val="00DE4E02"/>
    <w:rsid w:val="00DE54DA"/>
    <w:rsid w:val="00DE59CD"/>
    <w:rsid w:val="00DE5C0F"/>
    <w:rsid w:val="00DF222C"/>
    <w:rsid w:val="00DF666F"/>
    <w:rsid w:val="00DF6F9A"/>
    <w:rsid w:val="00E04460"/>
    <w:rsid w:val="00E052D4"/>
    <w:rsid w:val="00E11D56"/>
    <w:rsid w:val="00E13F68"/>
    <w:rsid w:val="00E24676"/>
    <w:rsid w:val="00E25D14"/>
    <w:rsid w:val="00E26180"/>
    <w:rsid w:val="00E26A58"/>
    <w:rsid w:val="00E26BE1"/>
    <w:rsid w:val="00E371B4"/>
    <w:rsid w:val="00E42E72"/>
    <w:rsid w:val="00E432A1"/>
    <w:rsid w:val="00E4481D"/>
    <w:rsid w:val="00E527DF"/>
    <w:rsid w:val="00E540F6"/>
    <w:rsid w:val="00E57807"/>
    <w:rsid w:val="00E62CA2"/>
    <w:rsid w:val="00E62D27"/>
    <w:rsid w:val="00E647B5"/>
    <w:rsid w:val="00E6655F"/>
    <w:rsid w:val="00E72BD9"/>
    <w:rsid w:val="00E75482"/>
    <w:rsid w:val="00E75662"/>
    <w:rsid w:val="00E76A14"/>
    <w:rsid w:val="00E77893"/>
    <w:rsid w:val="00E80F1E"/>
    <w:rsid w:val="00E81756"/>
    <w:rsid w:val="00E84D0D"/>
    <w:rsid w:val="00E85DBC"/>
    <w:rsid w:val="00E864FF"/>
    <w:rsid w:val="00E93398"/>
    <w:rsid w:val="00E952FB"/>
    <w:rsid w:val="00EA187C"/>
    <w:rsid w:val="00EA471A"/>
    <w:rsid w:val="00EB1962"/>
    <w:rsid w:val="00EB3838"/>
    <w:rsid w:val="00EB49D8"/>
    <w:rsid w:val="00EC11B7"/>
    <w:rsid w:val="00EC22A1"/>
    <w:rsid w:val="00EC42DF"/>
    <w:rsid w:val="00ED0DD8"/>
    <w:rsid w:val="00ED60E0"/>
    <w:rsid w:val="00ED7DA1"/>
    <w:rsid w:val="00EE1B5E"/>
    <w:rsid w:val="00EE1CB7"/>
    <w:rsid w:val="00EE5FF9"/>
    <w:rsid w:val="00EE6592"/>
    <w:rsid w:val="00EF0641"/>
    <w:rsid w:val="00EF1DA7"/>
    <w:rsid w:val="00EF54B9"/>
    <w:rsid w:val="00F01E50"/>
    <w:rsid w:val="00F05A96"/>
    <w:rsid w:val="00F07583"/>
    <w:rsid w:val="00F1436B"/>
    <w:rsid w:val="00F166D0"/>
    <w:rsid w:val="00F20B1B"/>
    <w:rsid w:val="00F20FDD"/>
    <w:rsid w:val="00F21BA7"/>
    <w:rsid w:val="00F23029"/>
    <w:rsid w:val="00F255BA"/>
    <w:rsid w:val="00F27BCC"/>
    <w:rsid w:val="00F322B9"/>
    <w:rsid w:val="00F32F35"/>
    <w:rsid w:val="00F33A4E"/>
    <w:rsid w:val="00F356C9"/>
    <w:rsid w:val="00F378D8"/>
    <w:rsid w:val="00F42760"/>
    <w:rsid w:val="00F43C63"/>
    <w:rsid w:val="00F45511"/>
    <w:rsid w:val="00F46972"/>
    <w:rsid w:val="00F4697F"/>
    <w:rsid w:val="00F47AE0"/>
    <w:rsid w:val="00F5444C"/>
    <w:rsid w:val="00F55B99"/>
    <w:rsid w:val="00F5610C"/>
    <w:rsid w:val="00F56F9D"/>
    <w:rsid w:val="00F57DCE"/>
    <w:rsid w:val="00F60398"/>
    <w:rsid w:val="00F61796"/>
    <w:rsid w:val="00F65D0C"/>
    <w:rsid w:val="00F65EC5"/>
    <w:rsid w:val="00F73CDB"/>
    <w:rsid w:val="00F73F6A"/>
    <w:rsid w:val="00F74BEA"/>
    <w:rsid w:val="00F8053B"/>
    <w:rsid w:val="00F8140E"/>
    <w:rsid w:val="00F815AC"/>
    <w:rsid w:val="00F83541"/>
    <w:rsid w:val="00F853C2"/>
    <w:rsid w:val="00F90741"/>
    <w:rsid w:val="00F9500B"/>
    <w:rsid w:val="00F96AA9"/>
    <w:rsid w:val="00F978FB"/>
    <w:rsid w:val="00FA0600"/>
    <w:rsid w:val="00FA0632"/>
    <w:rsid w:val="00FA30AB"/>
    <w:rsid w:val="00FA5C3D"/>
    <w:rsid w:val="00FA6AF9"/>
    <w:rsid w:val="00FB190F"/>
    <w:rsid w:val="00FB26D7"/>
    <w:rsid w:val="00FB4DAC"/>
    <w:rsid w:val="00FB614E"/>
    <w:rsid w:val="00FB7544"/>
    <w:rsid w:val="00FC7FD2"/>
    <w:rsid w:val="00FD085C"/>
    <w:rsid w:val="00FD7334"/>
    <w:rsid w:val="00FE0F32"/>
    <w:rsid w:val="00FE7878"/>
    <w:rsid w:val="00FF0073"/>
    <w:rsid w:val="00FF1CDC"/>
    <w:rsid w:val="00FF5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 fillcolor="white">
      <v:fill color="white"/>
    </o:shapedefaults>
    <o:shapelayout v:ext="edit">
      <o:idmap v:ext="edit" data="1"/>
      <o:rules v:ext="edit">
        <o:r id="V:Rule7" type="connector" idref="#Straight Arrow Connector 58"/>
        <o:r id="V:Rule8" type="connector" idref="#Straight Arrow Connector 121"/>
        <o:r id="V:Rule9" type="connector" idref="#Straight Arrow Connector 118"/>
        <o:r id="V:Rule10" type="connector" idref="#Straight Arrow Connector 59"/>
        <o:r id="V:Rule11" type="connector" idref="#Straight Arrow Connector 119"/>
        <o:r id="V:Rule12" type="connector" idref="#Straight Arrow Connector 123"/>
      </o:rules>
      <o:regrouptable v:ext="edit">
        <o:entry new="1" old="0"/>
        <o:entry new="2" old="0"/>
        <o:entry new="3" old="0"/>
        <o:entry new="4" old="0"/>
        <o:entry new="5" old="4"/>
        <o:entry new="6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B59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26B59"/>
    <w:pPr>
      <w:keepNext/>
      <w:jc w:val="center"/>
      <w:outlineLvl w:val="0"/>
    </w:pPr>
    <w:rPr>
      <w:b/>
      <w:bCs/>
      <w:sz w:val="36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226B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226B59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226B59"/>
    <w:pPr>
      <w:keepNext/>
      <w:jc w:val="center"/>
      <w:outlineLvl w:val="3"/>
    </w:pPr>
    <w:rPr>
      <w:b/>
      <w:sz w:val="18"/>
    </w:rPr>
  </w:style>
  <w:style w:type="paragraph" w:styleId="Heading5">
    <w:name w:val="heading 5"/>
    <w:basedOn w:val="Normal"/>
    <w:next w:val="Normal"/>
    <w:link w:val="Heading5Char"/>
    <w:qFormat/>
    <w:rsid w:val="00226B59"/>
    <w:pPr>
      <w:keepNext/>
      <w:jc w:val="center"/>
      <w:outlineLvl w:val="4"/>
    </w:pPr>
    <w:rPr>
      <w:b/>
      <w:bCs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226B59"/>
    <w:pPr>
      <w:keepNext/>
      <w:jc w:val="center"/>
      <w:outlineLvl w:val="5"/>
    </w:pPr>
    <w:rPr>
      <w:b/>
      <w:sz w:val="18"/>
    </w:rPr>
  </w:style>
  <w:style w:type="paragraph" w:styleId="Heading7">
    <w:name w:val="heading 7"/>
    <w:basedOn w:val="Normal"/>
    <w:next w:val="Normal"/>
    <w:link w:val="Heading7Char"/>
    <w:qFormat/>
    <w:rsid w:val="00226B59"/>
    <w:pPr>
      <w:keepNext/>
      <w:jc w:val="right"/>
      <w:outlineLvl w:val="6"/>
    </w:pPr>
    <w:rPr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226B59"/>
    <w:rPr>
      <w:rFonts w:ascii="Arial" w:eastAsia="Times New Roman" w:hAnsi="Arial" w:cs="Arial"/>
      <w:b/>
      <w:bCs/>
      <w:sz w:val="36"/>
      <w:szCs w:val="24"/>
      <w:lang w:val="en-US"/>
    </w:rPr>
  </w:style>
  <w:style w:type="paragraph" w:styleId="Header">
    <w:name w:val="header"/>
    <w:basedOn w:val="Normal"/>
    <w:link w:val="Head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226B5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226B59"/>
    <w:rPr>
      <w:rFonts w:ascii="Arial" w:eastAsia="Times New Roman" w:hAnsi="Arial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226B59"/>
    <w:rPr>
      <w:rFonts w:ascii="Arial" w:eastAsia="Times New Roman" w:hAnsi="Arial"/>
      <w:sz w:val="24"/>
      <w:lang w:val="en-GB"/>
    </w:rPr>
  </w:style>
  <w:style w:type="character" w:customStyle="1" w:styleId="Heading2Char">
    <w:name w:val="Heading 2 Char"/>
    <w:link w:val="Heading2"/>
    <w:rsid w:val="00226B5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226B59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link w:val="Heading4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5Char">
    <w:name w:val="Heading 5 Char"/>
    <w:link w:val="Heading5"/>
    <w:rsid w:val="00226B59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Heading6Char">
    <w:name w:val="Heading 6 Char"/>
    <w:link w:val="Heading6"/>
    <w:rsid w:val="00226B59"/>
    <w:rPr>
      <w:rFonts w:ascii="Arial" w:eastAsia="Times New Roman" w:hAnsi="Arial" w:cs="Times New Roman"/>
      <w:b/>
      <w:sz w:val="18"/>
      <w:szCs w:val="20"/>
      <w:lang w:val="en-GB"/>
    </w:rPr>
  </w:style>
  <w:style w:type="character" w:customStyle="1" w:styleId="Heading7Char">
    <w:name w:val="Heading 7 Char"/>
    <w:link w:val="Heading7"/>
    <w:rsid w:val="00226B59"/>
    <w:rPr>
      <w:rFonts w:ascii="Arial" w:eastAsia="Times New Roman" w:hAnsi="Arial" w:cs="Times New Roman"/>
      <w:b/>
      <w:bCs/>
      <w:szCs w:val="24"/>
      <w:lang w:val="en-US"/>
    </w:rPr>
  </w:style>
  <w:style w:type="numbering" w:customStyle="1" w:styleId="NoList1">
    <w:name w:val="No List1"/>
    <w:next w:val="NoList"/>
    <w:semiHidden/>
    <w:rsid w:val="00226B59"/>
  </w:style>
  <w:style w:type="character" w:styleId="PageNumber">
    <w:name w:val="page number"/>
    <w:basedOn w:val="DefaultParagraphFont"/>
    <w:rsid w:val="00226B59"/>
  </w:style>
  <w:style w:type="table" w:customStyle="1" w:styleId="TableGrid1">
    <w:name w:val="Table Grid1"/>
    <w:basedOn w:val="TableNormal"/>
    <w:next w:val="TableGrid"/>
    <w:rsid w:val="00226B59"/>
    <w:rPr>
      <w:rFonts w:ascii="Times New Roman" w:eastAsia="Times New Roman" w:hAnsi="Times New Roman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226B5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226B59"/>
    <w:rPr>
      <w:rFonts w:ascii="Times New Roman" w:hAnsi="Times New Roman"/>
      <w:b/>
      <w:bCs/>
      <w:szCs w:val="24"/>
      <w:lang w:val="en-US"/>
    </w:rPr>
  </w:style>
  <w:style w:type="character" w:customStyle="1" w:styleId="BodyTextChar">
    <w:name w:val="Body Text Char"/>
    <w:link w:val="BodyText"/>
    <w:rsid w:val="00226B5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226B5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26B59"/>
    <w:rPr>
      <w:rFonts w:ascii="Tahoma" w:eastAsia="Times New Roman" w:hAnsi="Tahoma" w:cs="Tahoma"/>
      <w:sz w:val="16"/>
      <w:szCs w:val="16"/>
      <w:lang w:val="en-GB"/>
    </w:rPr>
  </w:style>
  <w:style w:type="paragraph" w:customStyle="1" w:styleId="Pages">
    <w:name w:val="Pages"/>
    <w:basedOn w:val="BodyText"/>
    <w:rsid w:val="00226B59"/>
    <w:rPr>
      <w:rFonts w:ascii="Arial" w:hAnsi="Arial"/>
      <w:bCs w:val="0"/>
      <w:szCs w:val="20"/>
      <w:lang w:val="en-GB"/>
    </w:rPr>
  </w:style>
  <w:style w:type="paragraph" w:styleId="BodyText3">
    <w:name w:val="Body Text 3"/>
    <w:basedOn w:val="Normal"/>
    <w:link w:val="BodyText3Char"/>
    <w:rsid w:val="00226B59"/>
    <w:rPr>
      <w:b/>
      <w:bCs/>
      <w:sz w:val="20"/>
      <w:szCs w:val="24"/>
      <w:lang w:val="en-US"/>
    </w:rPr>
  </w:style>
  <w:style w:type="character" w:customStyle="1" w:styleId="BodyText3Char">
    <w:name w:val="Body Text 3 Char"/>
    <w:link w:val="BodyText3"/>
    <w:rsid w:val="00226B59"/>
    <w:rPr>
      <w:rFonts w:ascii="Arial" w:eastAsia="Times New Roman" w:hAnsi="Arial" w:cs="Times New Roman"/>
      <w:b/>
      <w:bCs/>
      <w:szCs w:val="24"/>
      <w:lang w:val="en-US"/>
    </w:rPr>
  </w:style>
  <w:style w:type="table" w:customStyle="1" w:styleId="TableGrid2">
    <w:name w:val="Table Grid2"/>
    <w:basedOn w:val="TableNormal"/>
    <w:next w:val="TableGrid"/>
    <w:rsid w:val="00012C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585D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C33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011F03"/>
    <w:pPr>
      <w:ind w:left="720"/>
      <w:contextualSpacing/>
    </w:pPr>
    <w:rPr>
      <w:rFonts w:ascii="Times New Roman" w:hAnsi="Times New Roman"/>
      <w:szCs w:val="24"/>
      <w:lang w:val="en-US"/>
    </w:rPr>
  </w:style>
  <w:style w:type="character" w:styleId="Hyperlink">
    <w:name w:val="Hyperlink"/>
    <w:uiPriority w:val="99"/>
    <w:semiHidden/>
    <w:unhideWhenUsed/>
    <w:rsid w:val="00DE54DA"/>
    <w:rPr>
      <w:rFonts w:ascii="inherit" w:hAnsi="inherit" w:hint="default"/>
      <w:color w:val="3366CC"/>
      <w:sz w:val="24"/>
      <w:szCs w:val="24"/>
      <w:u w:val="single"/>
    </w:rPr>
  </w:style>
  <w:style w:type="character" w:styleId="PlaceholderText">
    <w:name w:val="Placeholder Text"/>
    <w:basedOn w:val="DefaultParagraphFont"/>
    <w:uiPriority w:val="99"/>
    <w:semiHidden/>
    <w:rsid w:val="005B17C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44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276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8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2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7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99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95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5.bin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footer" Target="footer1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wmf"/><Relationship Id="rId41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header" Target="header1.xml"/><Relationship Id="rId40" Type="http://schemas.openxmlformats.org/officeDocument/2006/relationships/oleObject" Target="embeddings/oleObject14.bin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4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0DB9E-28E3-4E66-AA90-4558D67D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18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11899</CharactersWithSpaces>
  <SharedDoc>false</SharedDoc>
  <HLinks>
    <vt:vector size="120" baseType="variant">
      <vt:variant>
        <vt:i4>4784194</vt:i4>
      </vt:variant>
      <vt:variant>
        <vt:i4>63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60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57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54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51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48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45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42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6357098</vt:i4>
      </vt:variant>
      <vt:variant>
        <vt:i4>39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8126568</vt:i4>
      </vt:variant>
      <vt:variant>
        <vt:i4>36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4784194</vt:i4>
      </vt:variant>
      <vt:variant>
        <vt:i4>33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30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6357098</vt:i4>
      </vt:variant>
      <vt:variant>
        <vt:i4>27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3145767</vt:i4>
      </vt:variant>
      <vt:variant>
        <vt:i4>24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21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http://chemistry.about.com/cs/glossary/g/bldeftemp.htm</vt:lpwstr>
      </vt:variant>
      <vt:variant>
        <vt:lpwstr/>
      </vt:variant>
      <vt:variant>
        <vt:i4>4784194</vt:i4>
      </vt:variant>
      <vt:variant>
        <vt:i4>15</vt:i4>
      </vt:variant>
      <vt:variant>
        <vt:i4>0</vt:i4>
      </vt:variant>
      <vt:variant>
        <vt:i4>5</vt:i4>
      </vt:variant>
      <vt:variant>
        <vt:lpwstr>http://chemistry.about.com/od/engineeringglossary/g/absolute-pressure-definition.htm</vt:lpwstr>
      </vt:variant>
      <vt:variant>
        <vt:lpwstr/>
      </vt:variant>
      <vt:variant>
        <vt:i4>6160465</vt:i4>
      </vt:variant>
      <vt:variant>
        <vt:i4>12</vt:i4>
      </vt:variant>
      <vt:variant>
        <vt:i4>0</vt:i4>
      </vt:variant>
      <vt:variant>
        <vt:i4>5</vt:i4>
      </vt:variant>
      <vt:variant>
        <vt:lpwstr>http://chemistry.about.com/od/chemistryglossary/a/idealgasdef.htm</vt:lpwstr>
      </vt:variant>
      <vt:variant>
        <vt:lpwstr/>
      </vt:variant>
      <vt:variant>
        <vt:i4>3145767</vt:i4>
      </vt:variant>
      <vt:variant>
        <vt:i4>9</vt:i4>
      </vt:variant>
      <vt:variant>
        <vt:i4>0</vt:i4>
      </vt:variant>
      <vt:variant>
        <vt:i4>5</vt:i4>
      </vt:variant>
      <vt:variant>
        <vt:lpwstr>http://chemistry.about.com/od/chemistryglossary/a/volumedef.htm</vt:lpwstr>
      </vt:variant>
      <vt:variant>
        <vt:lpwstr/>
      </vt:variant>
      <vt:variant>
        <vt:i4>8126568</vt:i4>
      </vt:variant>
      <vt:variant>
        <vt:i4>6</vt:i4>
      </vt:variant>
      <vt:variant>
        <vt:i4>0</vt:i4>
      </vt:variant>
      <vt:variant>
        <vt:i4>5</vt:i4>
      </vt:variant>
      <vt:variant>
        <vt:lpwstr>http://chemistry.about.com/od/gas2/a/What-Is-The-Ideal-Gas-Law.htm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nsc185</dc:creator>
  <cp:lastModifiedBy>NSC182</cp:lastModifiedBy>
  <cp:revision>6</cp:revision>
  <cp:lastPrinted>2017-09-23T06:33:00Z</cp:lastPrinted>
  <dcterms:created xsi:type="dcterms:W3CDTF">2018-02-17T07:08:00Z</dcterms:created>
  <dcterms:modified xsi:type="dcterms:W3CDTF">2018-03-12T07:13:00Z</dcterms:modified>
</cp:coreProperties>
</file>